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33D96" w14:textId="61ED4FBE" w:rsidR="00CD7D1E" w:rsidRPr="009506B6" w:rsidRDefault="00DF7E48" w:rsidP="00BA58B5">
      <w:pPr>
        <w:keepNext/>
        <w:keepLines/>
        <w:spacing w:before="120" w:after="240" w:line="360" w:lineRule="auto"/>
        <w:jc w:val="center"/>
        <w:rPr>
          <w:rFonts w:ascii="Arial" w:hAnsi="Arial" w:cs="Arial"/>
          <w:b/>
          <w:bCs/>
          <w:sz w:val="32"/>
          <w:szCs w:val="32"/>
        </w:rPr>
      </w:pPr>
      <w:bookmarkStart w:id="0" w:name="OLE_LINK1"/>
      <w:bookmarkStart w:id="1" w:name="OLE_LINK2"/>
      <w:r w:rsidRPr="00DF7E48">
        <w:rPr>
          <w:rFonts w:ascii="Arial" w:hAnsi="Arial" w:cs="Arial"/>
          <w:b/>
          <w:bCs/>
          <w:sz w:val="32"/>
          <w:szCs w:val="32"/>
        </w:rPr>
        <w:t xml:space="preserve">DRUG TESTING KITS </w:t>
      </w:r>
      <w:r w:rsidR="00BA58B5">
        <w:rPr>
          <w:rFonts w:ascii="Arial" w:hAnsi="Arial" w:cs="Arial"/>
          <w:b/>
          <w:bCs/>
          <w:sz w:val="32"/>
          <w:szCs w:val="32"/>
        </w:rPr>
        <w:t xml:space="preserve">AGREEMENT </w:t>
      </w:r>
      <w:bookmarkEnd w:id="0"/>
      <w:bookmarkEnd w:id="1"/>
    </w:p>
    <w:p w14:paraId="384E7B75" w14:textId="77777777" w:rsidR="00411C35" w:rsidRPr="009506B6" w:rsidRDefault="00411C35" w:rsidP="00DD24D3">
      <w:pPr>
        <w:keepNext/>
        <w:keepLines/>
        <w:spacing w:before="120" w:after="240" w:line="360" w:lineRule="auto"/>
        <w:jc w:val="center"/>
        <w:rPr>
          <w:rFonts w:ascii="Arial" w:hAnsi="Arial" w:cs="Arial"/>
          <w:b/>
          <w:bCs/>
          <w:sz w:val="32"/>
          <w:szCs w:val="32"/>
        </w:rPr>
      </w:pPr>
    </w:p>
    <w:p w14:paraId="35E31AC9" w14:textId="77777777" w:rsidR="0000261A" w:rsidRPr="009506B6" w:rsidRDefault="0000261A" w:rsidP="00DD24D3">
      <w:pPr>
        <w:keepNext/>
        <w:keepLines/>
        <w:spacing w:before="120" w:after="240" w:line="360" w:lineRule="auto"/>
        <w:jc w:val="center"/>
        <w:rPr>
          <w:rFonts w:ascii="Arial" w:hAnsi="Arial" w:cs="Arial"/>
          <w:b/>
          <w:bCs/>
          <w:i/>
          <w:iCs/>
          <w:sz w:val="32"/>
          <w:szCs w:val="32"/>
        </w:rPr>
      </w:pPr>
      <w:r w:rsidRPr="009506B6">
        <w:rPr>
          <w:rFonts w:ascii="Arial" w:hAnsi="Arial" w:cs="Arial"/>
          <w:b/>
          <w:bCs/>
          <w:sz w:val="32"/>
          <w:szCs w:val="32"/>
        </w:rPr>
        <w:t>Between</w:t>
      </w:r>
    </w:p>
    <w:p w14:paraId="64875E58" w14:textId="77777777" w:rsidR="0000261A" w:rsidRPr="009506B6" w:rsidRDefault="0000261A" w:rsidP="00DD24D3">
      <w:pPr>
        <w:keepNext/>
        <w:keepLines/>
        <w:spacing w:before="120" w:after="240" w:line="360" w:lineRule="auto"/>
        <w:jc w:val="center"/>
        <w:rPr>
          <w:rFonts w:ascii="Arial" w:hAnsi="Arial" w:cs="Arial"/>
          <w:b/>
          <w:bCs/>
          <w:i/>
          <w:iCs/>
          <w:sz w:val="32"/>
          <w:szCs w:val="32"/>
        </w:rPr>
      </w:pPr>
    </w:p>
    <w:p w14:paraId="383B4131" w14:textId="47F6445F" w:rsidR="0000261A" w:rsidRDefault="0000261A" w:rsidP="00DD24D3">
      <w:pPr>
        <w:keepNext/>
        <w:keepLines/>
        <w:spacing w:before="120" w:after="240" w:line="360" w:lineRule="auto"/>
        <w:jc w:val="center"/>
        <w:rPr>
          <w:rFonts w:ascii="Arial" w:hAnsi="Arial" w:cs="Arial"/>
          <w:b/>
          <w:bCs/>
          <w:sz w:val="32"/>
          <w:szCs w:val="32"/>
        </w:rPr>
      </w:pPr>
      <w:r w:rsidRPr="009506B6">
        <w:rPr>
          <w:rFonts w:ascii="Arial" w:hAnsi="Arial" w:cs="Arial"/>
          <w:b/>
          <w:bCs/>
          <w:sz w:val="32"/>
          <w:szCs w:val="32"/>
        </w:rPr>
        <w:t>T</w:t>
      </w:r>
      <w:r w:rsidR="00BD6069" w:rsidRPr="009506B6">
        <w:rPr>
          <w:rFonts w:ascii="Arial" w:hAnsi="Arial" w:cs="Arial"/>
          <w:b/>
          <w:bCs/>
          <w:sz w:val="32"/>
          <w:szCs w:val="32"/>
        </w:rPr>
        <w:t>HE</w:t>
      </w:r>
      <w:r w:rsidRPr="009506B6">
        <w:rPr>
          <w:rFonts w:ascii="Arial" w:hAnsi="Arial" w:cs="Arial"/>
          <w:b/>
          <w:bCs/>
          <w:sz w:val="32"/>
          <w:szCs w:val="32"/>
        </w:rPr>
        <w:t xml:space="preserve"> SOUTH AFRICAN REVENUE SERVICE</w:t>
      </w:r>
    </w:p>
    <w:p w14:paraId="4DA9C45B" w14:textId="71B10EA7" w:rsidR="00BA58B5" w:rsidRPr="00BA58B5" w:rsidRDefault="00BA58B5" w:rsidP="00DD24D3">
      <w:pPr>
        <w:keepNext/>
        <w:keepLines/>
        <w:spacing w:before="120" w:after="240" w:line="360" w:lineRule="auto"/>
        <w:jc w:val="center"/>
        <w:rPr>
          <w:rFonts w:ascii="Arial" w:hAnsi="Arial" w:cs="Arial"/>
          <w:b/>
          <w:bCs/>
          <w:i/>
          <w:iCs/>
          <w:sz w:val="22"/>
          <w:szCs w:val="22"/>
        </w:rPr>
      </w:pPr>
      <w:r w:rsidRPr="00BA58B5">
        <w:rPr>
          <w:rFonts w:ascii="Arial" w:hAnsi="Arial" w:cs="Arial"/>
          <w:sz w:val="22"/>
          <w:szCs w:val="22"/>
        </w:rPr>
        <w:t>[an organ of state outside the public administration</w:t>
      </w:r>
      <w:r w:rsidRPr="00BA58B5">
        <w:rPr>
          <w:rFonts w:ascii="Arial" w:hAnsi="Arial" w:cs="Arial"/>
          <w:b/>
          <w:bCs/>
          <w:sz w:val="22"/>
          <w:szCs w:val="22"/>
        </w:rPr>
        <w:t xml:space="preserve"> </w:t>
      </w:r>
      <w:r w:rsidRPr="00BA58B5">
        <w:rPr>
          <w:rFonts w:ascii="Arial" w:hAnsi="Arial" w:cs="Arial"/>
          <w:sz w:val="22"/>
          <w:szCs w:val="22"/>
        </w:rPr>
        <w:t>established in terms of section 2 of the South African Revenue Service Act, 1997 (Act 34 of 1997)]</w:t>
      </w:r>
    </w:p>
    <w:p w14:paraId="5440CBDE" w14:textId="77777777" w:rsidR="0000261A" w:rsidRPr="009506B6" w:rsidRDefault="0000261A" w:rsidP="00DD24D3">
      <w:pPr>
        <w:keepNext/>
        <w:keepLines/>
        <w:spacing w:before="120" w:after="240" w:line="360" w:lineRule="auto"/>
        <w:jc w:val="center"/>
        <w:rPr>
          <w:rFonts w:ascii="Arial" w:hAnsi="Arial" w:cs="Arial"/>
          <w:b/>
          <w:bCs/>
          <w:sz w:val="32"/>
          <w:szCs w:val="32"/>
        </w:rPr>
      </w:pPr>
      <w:r w:rsidRPr="009506B6">
        <w:rPr>
          <w:rFonts w:ascii="Arial" w:hAnsi="Arial" w:cs="Arial"/>
          <w:b/>
          <w:bCs/>
          <w:sz w:val="32"/>
          <w:szCs w:val="32"/>
        </w:rPr>
        <w:t>(“SARS”)</w:t>
      </w:r>
    </w:p>
    <w:p w14:paraId="54D9E009" w14:textId="77777777" w:rsidR="00C23293" w:rsidRPr="009506B6" w:rsidRDefault="00C23293" w:rsidP="00DD24D3">
      <w:pPr>
        <w:keepNext/>
        <w:keepLines/>
        <w:spacing w:before="120" w:after="240" w:line="360" w:lineRule="auto"/>
        <w:jc w:val="center"/>
        <w:rPr>
          <w:rFonts w:ascii="Arial" w:hAnsi="Arial" w:cs="Arial"/>
          <w:b/>
          <w:bCs/>
          <w:sz w:val="32"/>
          <w:szCs w:val="32"/>
        </w:rPr>
      </w:pPr>
      <w:r w:rsidRPr="009506B6">
        <w:rPr>
          <w:rFonts w:ascii="Arial" w:hAnsi="Arial" w:cs="Arial"/>
          <w:b/>
          <w:bCs/>
          <w:sz w:val="32"/>
          <w:szCs w:val="32"/>
        </w:rPr>
        <w:t>And</w:t>
      </w:r>
    </w:p>
    <w:p w14:paraId="457491AF" w14:textId="77777777" w:rsidR="00C23293" w:rsidRPr="009506B6" w:rsidRDefault="00C23293" w:rsidP="00DD24D3">
      <w:pPr>
        <w:keepNext/>
        <w:keepLines/>
        <w:spacing w:before="120" w:after="240" w:line="360" w:lineRule="auto"/>
        <w:jc w:val="center"/>
        <w:rPr>
          <w:rFonts w:ascii="Arial" w:hAnsi="Arial" w:cs="Arial"/>
          <w:b/>
          <w:bCs/>
          <w:sz w:val="32"/>
          <w:szCs w:val="32"/>
        </w:rPr>
      </w:pPr>
    </w:p>
    <w:p w14:paraId="2405CD4E" w14:textId="56DE863E" w:rsidR="00C23293" w:rsidRDefault="00DF7E48" w:rsidP="00DD24D3">
      <w:pPr>
        <w:keepNext/>
        <w:keepLines/>
        <w:spacing w:before="120" w:after="240" w:line="360" w:lineRule="auto"/>
        <w:jc w:val="center"/>
        <w:rPr>
          <w:rFonts w:ascii="Arial" w:hAnsi="Arial" w:cs="Arial"/>
          <w:color w:val="000000" w:themeColor="text1"/>
          <w:lang w:val="en-US"/>
        </w:rPr>
      </w:pPr>
      <w:r>
        <w:rPr>
          <w:rFonts w:ascii="Arial" w:hAnsi="Arial" w:cs="Arial"/>
          <w:b/>
          <w:bCs/>
          <w:color w:val="000000" w:themeColor="text1"/>
          <w:sz w:val="32"/>
          <w:szCs w:val="32"/>
          <w:lang w:val="en-US"/>
        </w:rPr>
        <w:t>“</w:t>
      </w:r>
      <w:r w:rsidR="00BA58B5">
        <w:rPr>
          <w:rFonts w:ascii="Arial" w:hAnsi="Arial" w:cs="Arial"/>
          <w:b/>
          <w:bCs/>
          <w:color w:val="000000" w:themeColor="text1"/>
          <w:sz w:val="32"/>
          <w:szCs w:val="32"/>
          <w:lang w:val="en-US"/>
        </w:rPr>
        <w:t>S</w:t>
      </w:r>
      <w:r>
        <w:rPr>
          <w:rFonts w:ascii="Arial" w:hAnsi="Arial" w:cs="Arial"/>
          <w:b/>
          <w:bCs/>
          <w:color w:val="000000" w:themeColor="text1"/>
          <w:sz w:val="32"/>
          <w:szCs w:val="32"/>
          <w:lang w:val="en-US"/>
        </w:rPr>
        <w:t>ERVICE</w:t>
      </w:r>
      <w:r w:rsidR="00BA58B5">
        <w:rPr>
          <w:rFonts w:ascii="Arial" w:hAnsi="Arial" w:cs="Arial"/>
          <w:b/>
          <w:bCs/>
          <w:color w:val="000000" w:themeColor="text1"/>
          <w:sz w:val="32"/>
          <w:szCs w:val="32"/>
          <w:lang w:val="en-US"/>
        </w:rPr>
        <w:t xml:space="preserve"> PR</w:t>
      </w:r>
      <w:r>
        <w:rPr>
          <w:rFonts w:ascii="Arial" w:hAnsi="Arial" w:cs="Arial"/>
          <w:b/>
          <w:bCs/>
          <w:color w:val="000000" w:themeColor="text1"/>
          <w:sz w:val="32"/>
          <w:szCs w:val="32"/>
          <w:lang w:val="en-US"/>
        </w:rPr>
        <w:t>OVIDER</w:t>
      </w:r>
      <w:r w:rsidR="00BA58B5" w:rsidRPr="00BA58B5">
        <w:rPr>
          <w:rFonts w:ascii="Arial" w:hAnsi="Arial" w:cs="Arial"/>
          <w:color w:val="000000" w:themeColor="text1"/>
          <w:lang w:val="en-US"/>
        </w:rPr>
        <w:t xml:space="preserve"> </w:t>
      </w:r>
      <w:r w:rsidR="00F4758C" w:rsidRPr="00F4758C">
        <w:rPr>
          <w:rFonts w:ascii="Arial" w:hAnsi="Arial" w:cs="Arial"/>
          <w:color w:val="000000" w:themeColor="text1"/>
          <w:sz w:val="44"/>
          <w:szCs w:val="44"/>
          <w:lang w:val="en-US"/>
        </w:rPr>
        <w:t>”</w:t>
      </w:r>
    </w:p>
    <w:p w14:paraId="534D5009" w14:textId="2C7DCA7E" w:rsidR="00DF7E48" w:rsidRPr="0097274A" w:rsidRDefault="00DF7E48" w:rsidP="00DD24D3">
      <w:pPr>
        <w:keepNext/>
        <w:keepLines/>
        <w:spacing w:before="120" w:after="240" w:line="360" w:lineRule="auto"/>
        <w:jc w:val="center"/>
        <w:rPr>
          <w:rFonts w:ascii="Arial" w:hAnsi="Arial" w:cs="Arial"/>
          <w:b/>
          <w:bCs/>
          <w:color w:val="000000" w:themeColor="text1"/>
        </w:rPr>
      </w:pPr>
      <w:r w:rsidRPr="0097274A">
        <w:rPr>
          <w:rFonts w:ascii="Arial" w:hAnsi="Arial" w:cs="Arial"/>
          <w:b/>
          <w:bCs/>
          <w:color w:val="000000" w:themeColor="text1"/>
          <w:lang w:val="en-US"/>
        </w:rPr>
        <w:t>REG NO</w:t>
      </w:r>
    </w:p>
    <w:p w14:paraId="730A993C" w14:textId="77777777" w:rsidR="00755949" w:rsidRPr="009506B6" w:rsidRDefault="00755949" w:rsidP="00DD24D3">
      <w:pPr>
        <w:keepNext/>
        <w:keepLines/>
        <w:jc w:val="center"/>
        <w:rPr>
          <w:rFonts w:ascii="Arial" w:hAnsi="Arial" w:cs="Arial"/>
          <w:b/>
          <w:bCs/>
          <w:sz w:val="22"/>
          <w:szCs w:val="22"/>
        </w:rPr>
      </w:pPr>
      <w:r w:rsidRPr="009506B6">
        <w:rPr>
          <w:rFonts w:ascii="Arial" w:hAnsi="Arial" w:cs="Arial"/>
          <w:b/>
          <w:bCs/>
          <w:sz w:val="22"/>
          <w:szCs w:val="22"/>
        </w:rPr>
        <w:br w:type="page"/>
      </w:r>
    </w:p>
    <w:p w14:paraId="46BDE30C" w14:textId="0EA1DF92" w:rsidR="00B169E8" w:rsidRPr="009506B6" w:rsidRDefault="002E1B94" w:rsidP="00DD24D3">
      <w:pPr>
        <w:keepNext/>
        <w:keepLines/>
        <w:spacing w:before="120" w:after="240" w:line="360" w:lineRule="auto"/>
        <w:jc w:val="both"/>
        <w:rPr>
          <w:rFonts w:ascii="Arial" w:hAnsi="Arial" w:cs="Arial"/>
          <w:b/>
          <w:bCs/>
          <w:sz w:val="22"/>
          <w:szCs w:val="22"/>
        </w:rPr>
      </w:pPr>
      <w:r w:rsidRPr="009506B6">
        <w:rPr>
          <w:rFonts w:ascii="Arial" w:hAnsi="Arial" w:cs="Arial"/>
          <w:b/>
          <w:bCs/>
          <w:sz w:val="22"/>
          <w:szCs w:val="22"/>
        </w:rPr>
        <w:lastRenderedPageBreak/>
        <w:t>TABLE OF CONTENTS</w:t>
      </w:r>
    </w:p>
    <w:p w14:paraId="48E10260" w14:textId="273BF393" w:rsidR="00D63C89" w:rsidRDefault="00AA5ADE">
      <w:pPr>
        <w:pStyle w:val="TOC1"/>
        <w:rPr>
          <w:rFonts w:asciiTheme="minorHAnsi" w:eastAsiaTheme="minorEastAsia" w:hAnsiTheme="minorHAnsi" w:cstheme="minorBidi"/>
          <w:bCs w:val="0"/>
          <w:noProof/>
          <w:lang w:val="en-ZA" w:eastAsia="en-ZA"/>
        </w:rPr>
      </w:pPr>
      <w:r w:rsidRPr="009506B6">
        <w:rPr>
          <w:bCs w:val="0"/>
          <w:lang w:val="en-ZA"/>
        </w:rPr>
        <w:fldChar w:fldCharType="begin"/>
      </w:r>
      <w:r w:rsidRPr="009506B6">
        <w:rPr>
          <w:lang w:val="en-ZA"/>
        </w:rPr>
        <w:instrText xml:space="preserve"> TOC \o "1-1" \h \z \u </w:instrText>
      </w:r>
      <w:r w:rsidRPr="009506B6">
        <w:rPr>
          <w:bCs w:val="0"/>
          <w:lang w:val="en-ZA"/>
        </w:rPr>
        <w:fldChar w:fldCharType="separate"/>
      </w:r>
      <w:hyperlink w:anchor="_Toc107397991" w:history="1">
        <w:r w:rsidR="00D63C89" w:rsidRPr="00FA3573">
          <w:rPr>
            <w:rStyle w:val="Hyperlink"/>
            <w:b/>
            <w:caps/>
            <w:noProof/>
          </w:rPr>
          <w:t>1.</w:t>
        </w:r>
        <w:r w:rsidR="00D63C89">
          <w:rPr>
            <w:rFonts w:asciiTheme="minorHAnsi" w:eastAsiaTheme="minorEastAsia" w:hAnsiTheme="minorHAnsi" w:cstheme="minorBidi"/>
            <w:bCs w:val="0"/>
            <w:noProof/>
            <w:lang w:val="en-ZA" w:eastAsia="en-ZA"/>
          </w:rPr>
          <w:tab/>
        </w:r>
        <w:r w:rsidR="00D63C89" w:rsidRPr="00FA3573">
          <w:rPr>
            <w:rStyle w:val="Hyperlink"/>
            <w:b/>
            <w:caps/>
            <w:noProof/>
          </w:rPr>
          <w:t>PARTIES</w:t>
        </w:r>
        <w:r w:rsidR="00D63C89">
          <w:rPr>
            <w:noProof/>
            <w:webHidden/>
          </w:rPr>
          <w:tab/>
        </w:r>
        <w:r w:rsidR="00D63C89">
          <w:rPr>
            <w:noProof/>
            <w:webHidden/>
          </w:rPr>
          <w:fldChar w:fldCharType="begin"/>
        </w:r>
        <w:r w:rsidR="00D63C89">
          <w:rPr>
            <w:noProof/>
            <w:webHidden/>
          </w:rPr>
          <w:instrText xml:space="preserve"> PAGEREF _Toc107397991 \h </w:instrText>
        </w:r>
        <w:r w:rsidR="00D63C89">
          <w:rPr>
            <w:noProof/>
            <w:webHidden/>
          </w:rPr>
        </w:r>
        <w:r w:rsidR="00D63C89">
          <w:rPr>
            <w:noProof/>
            <w:webHidden/>
          </w:rPr>
          <w:fldChar w:fldCharType="separate"/>
        </w:r>
        <w:r w:rsidR="00AA4856">
          <w:rPr>
            <w:noProof/>
            <w:webHidden/>
          </w:rPr>
          <w:t>4</w:t>
        </w:r>
        <w:r w:rsidR="00D63C89">
          <w:rPr>
            <w:noProof/>
            <w:webHidden/>
          </w:rPr>
          <w:fldChar w:fldCharType="end"/>
        </w:r>
      </w:hyperlink>
    </w:p>
    <w:p w14:paraId="7B2503E6" w14:textId="3F3C2365" w:rsidR="00D63C89" w:rsidRDefault="00AA4856">
      <w:pPr>
        <w:pStyle w:val="TOC1"/>
        <w:rPr>
          <w:rFonts w:asciiTheme="minorHAnsi" w:eastAsiaTheme="minorEastAsia" w:hAnsiTheme="minorHAnsi" w:cstheme="minorBidi"/>
          <w:bCs w:val="0"/>
          <w:noProof/>
          <w:lang w:val="en-ZA" w:eastAsia="en-ZA"/>
        </w:rPr>
      </w:pPr>
      <w:hyperlink w:anchor="_Toc107397992" w:history="1">
        <w:r w:rsidR="00D63C89" w:rsidRPr="00FA3573">
          <w:rPr>
            <w:rStyle w:val="Hyperlink"/>
            <w:b/>
            <w:caps/>
            <w:noProof/>
          </w:rPr>
          <w:t>2.</w:t>
        </w:r>
        <w:r w:rsidR="00D63C89">
          <w:rPr>
            <w:rFonts w:asciiTheme="minorHAnsi" w:eastAsiaTheme="minorEastAsia" w:hAnsiTheme="minorHAnsi" w:cstheme="minorBidi"/>
            <w:bCs w:val="0"/>
            <w:noProof/>
            <w:lang w:val="en-ZA" w:eastAsia="en-ZA"/>
          </w:rPr>
          <w:tab/>
        </w:r>
        <w:r w:rsidR="00D63C89" w:rsidRPr="00FA3573">
          <w:rPr>
            <w:rStyle w:val="Hyperlink"/>
            <w:b/>
            <w:caps/>
            <w:noProof/>
          </w:rPr>
          <w:t>INTERPRETATION AND DEFINITIONS</w:t>
        </w:r>
        <w:r w:rsidR="00D63C89">
          <w:rPr>
            <w:noProof/>
            <w:webHidden/>
          </w:rPr>
          <w:tab/>
        </w:r>
        <w:r w:rsidR="00D63C89">
          <w:rPr>
            <w:noProof/>
            <w:webHidden/>
          </w:rPr>
          <w:fldChar w:fldCharType="begin"/>
        </w:r>
        <w:r w:rsidR="00D63C89">
          <w:rPr>
            <w:noProof/>
            <w:webHidden/>
          </w:rPr>
          <w:instrText xml:space="preserve"> PAGEREF _Toc107397992 \h </w:instrText>
        </w:r>
        <w:r w:rsidR="00D63C89">
          <w:rPr>
            <w:noProof/>
            <w:webHidden/>
          </w:rPr>
        </w:r>
        <w:r w:rsidR="00D63C89">
          <w:rPr>
            <w:noProof/>
            <w:webHidden/>
          </w:rPr>
          <w:fldChar w:fldCharType="separate"/>
        </w:r>
        <w:r>
          <w:rPr>
            <w:noProof/>
            <w:webHidden/>
          </w:rPr>
          <w:t>4</w:t>
        </w:r>
        <w:r w:rsidR="00D63C89">
          <w:rPr>
            <w:noProof/>
            <w:webHidden/>
          </w:rPr>
          <w:fldChar w:fldCharType="end"/>
        </w:r>
      </w:hyperlink>
    </w:p>
    <w:p w14:paraId="56138564" w14:textId="4699A4DE" w:rsidR="00D63C89" w:rsidRDefault="00AA4856">
      <w:pPr>
        <w:pStyle w:val="TOC1"/>
        <w:rPr>
          <w:rFonts w:asciiTheme="minorHAnsi" w:eastAsiaTheme="minorEastAsia" w:hAnsiTheme="minorHAnsi" w:cstheme="minorBidi"/>
          <w:bCs w:val="0"/>
          <w:noProof/>
          <w:lang w:val="en-ZA" w:eastAsia="en-ZA"/>
        </w:rPr>
      </w:pPr>
      <w:hyperlink w:anchor="_Toc107397993" w:history="1">
        <w:r w:rsidR="00D63C89" w:rsidRPr="00FA3573">
          <w:rPr>
            <w:rStyle w:val="Hyperlink"/>
            <w:b/>
            <w:caps/>
            <w:noProof/>
            <w:lang w:val="en-ZA" w:eastAsia="en-US"/>
          </w:rPr>
          <w:t>3.</w:t>
        </w:r>
        <w:r w:rsidR="00D63C89">
          <w:rPr>
            <w:rFonts w:asciiTheme="minorHAnsi" w:eastAsiaTheme="minorEastAsia" w:hAnsiTheme="minorHAnsi" w:cstheme="minorBidi"/>
            <w:bCs w:val="0"/>
            <w:noProof/>
            <w:lang w:val="en-ZA" w:eastAsia="en-ZA"/>
          </w:rPr>
          <w:tab/>
        </w:r>
        <w:r w:rsidR="00D63C89" w:rsidRPr="00FA3573">
          <w:rPr>
            <w:rStyle w:val="Hyperlink"/>
            <w:b/>
            <w:caps/>
            <w:noProof/>
          </w:rPr>
          <w:t>Appointment and non-exclusivity</w:t>
        </w:r>
        <w:r w:rsidR="00D63C89">
          <w:rPr>
            <w:noProof/>
            <w:webHidden/>
          </w:rPr>
          <w:tab/>
        </w:r>
        <w:r w:rsidR="00D63C89">
          <w:rPr>
            <w:noProof/>
            <w:webHidden/>
          </w:rPr>
          <w:fldChar w:fldCharType="begin"/>
        </w:r>
        <w:r w:rsidR="00D63C89">
          <w:rPr>
            <w:noProof/>
            <w:webHidden/>
          </w:rPr>
          <w:instrText xml:space="preserve"> PAGEREF _Toc107397993 \h </w:instrText>
        </w:r>
        <w:r w:rsidR="00D63C89">
          <w:rPr>
            <w:noProof/>
            <w:webHidden/>
          </w:rPr>
        </w:r>
        <w:r w:rsidR="00D63C89">
          <w:rPr>
            <w:noProof/>
            <w:webHidden/>
          </w:rPr>
          <w:fldChar w:fldCharType="separate"/>
        </w:r>
        <w:r>
          <w:rPr>
            <w:noProof/>
            <w:webHidden/>
          </w:rPr>
          <w:t>21</w:t>
        </w:r>
        <w:r w:rsidR="00D63C89">
          <w:rPr>
            <w:noProof/>
            <w:webHidden/>
          </w:rPr>
          <w:fldChar w:fldCharType="end"/>
        </w:r>
      </w:hyperlink>
    </w:p>
    <w:p w14:paraId="45F12A77" w14:textId="0E2C69FA" w:rsidR="00D63C89" w:rsidRDefault="00AA4856">
      <w:pPr>
        <w:pStyle w:val="TOC1"/>
        <w:rPr>
          <w:rFonts w:asciiTheme="minorHAnsi" w:eastAsiaTheme="minorEastAsia" w:hAnsiTheme="minorHAnsi" w:cstheme="minorBidi"/>
          <w:bCs w:val="0"/>
          <w:noProof/>
          <w:lang w:val="en-ZA" w:eastAsia="en-ZA"/>
        </w:rPr>
      </w:pPr>
      <w:hyperlink w:anchor="_Toc107397994" w:history="1">
        <w:r w:rsidR="00D63C89" w:rsidRPr="00FA3573">
          <w:rPr>
            <w:rStyle w:val="Hyperlink"/>
            <w:b/>
            <w:caps/>
            <w:noProof/>
          </w:rPr>
          <w:t>4.</w:t>
        </w:r>
        <w:r w:rsidR="00D63C89">
          <w:rPr>
            <w:rFonts w:asciiTheme="minorHAnsi" w:eastAsiaTheme="minorEastAsia" w:hAnsiTheme="minorHAnsi" w:cstheme="minorBidi"/>
            <w:bCs w:val="0"/>
            <w:noProof/>
            <w:lang w:val="en-ZA" w:eastAsia="en-ZA"/>
          </w:rPr>
          <w:tab/>
        </w:r>
        <w:r w:rsidR="00D63C89" w:rsidRPr="00FA3573">
          <w:rPr>
            <w:rStyle w:val="Hyperlink"/>
            <w:b/>
            <w:caps/>
            <w:noProof/>
          </w:rPr>
          <w:t>NATURE</w:t>
        </w:r>
        <w:r w:rsidR="00D63C89" w:rsidRPr="00FA3573">
          <w:rPr>
            <w:rStyle w:val="Hyperlink"/>
            <w:b/>
            <w:caps/>
            <w:noProof/>
            <w:lang w:val="en-ZA" w:eastAsia="en-US"/>
          </w:rPr>
          <w:t xml:space="preserve"> OF RELATIONSHIP</w:t>
        </w:r>
        <w:r w:rsidR="00D63C89">
          <w:rPr>
            <w:noProof/>
            <w:webHidden/>
          </w:rPr>
          <w:tab/>
        </w:r>
        <w:r w:rsidR="00D63C89">
          <w:rPr>
            <w:noProof/>
            <w:webHidden/>
          </w:rPr>
          <w:fldChar w:fldCharType="begin"/>
        </w:r>
        <w:r w:rsidR="00D63C89">
          <w:rPr>
            <w:noProof/>
            <w:webHidden/>
          </w:rPr>
          <w:instrText xml:space="preserve"> PAGEREF _Toc107397994 \h </w:instrText>
        </w:r>
        <w:r w:rsidR="00D63C89">
          <w:rPr>
            <w:noProof/>
            <w:webHidden/>
          </w:rPr>
        </w:r>
        <w:r w:rsidR="00D63C89">
          <w:rPr>
            <w:noProof/>
            <w:webHidden/>
          </w:rPr>
          <w:fldChar w:fldCharType="separate"/>
        </w:r>
        <w:r>
          <w:rPr>
            <w:noProof/>
            <w:webHidden/>
          </w:rPr>
          <w:t>21</w:t>
        </w:r>
        <w:r w:rsidR="00D63C89">
          <w:rPr>
            <w:noProof/>
            <w:webHidden/>
          </w:rPr>
          <w:fldChar w:fldCharType="end"/>
        </w:r>
      </w:hyperlink>
    </w:p>
    <w:p w14:paraId="4FF6E89A" w14:textId="32102FD7" w:rsidR="00D63C89" w:rsidRDefault="00AA4856">
      <w:pPr>
        <w:pStyle w:val="TOC1"/>
        <w:rPr>
          <w:rFonts w:asciiTheme="minorHAnsi" w:eastAsiaTheme="minorEastAsia" w:hAnsiTheme="minorHAnsi" w:cstheme="minorBidi"/>
          <w:bCs w:val="0"/>
          <w:noProof/>
          <w:lang w:val="en-ZA" w:eastAsia="en-ZA"/>
        </w:rPr>
      </w:pPr>
      <w:hyperlink w:anchor="_Toc107397995" w:history="1">
        <w:r w:rsidR="00D63C89" w:rsidRPr="00FA3573">
          <w:rPr>
            <w:rStyle w:val="Hyperlink"/>
            <w:b/>
            <w:caps/>
            <w:noProof/>
          </w:rPr>
          <w:t>5.</w:t>
        </w:r>
        <w:r w:rsidR="00D63C89">
          <w:rPr>
            <w:rFonts w:asciiTheme="minorHAnsi" w:eastAsiaTheme="minorEastAsia" w:hAnsiTheme="minorHAnsi" w:cstheme="minorBidi"/>
            <w:bCs w:val="0"/>
            <w:noProof/>
            <w:lang w:val="en-ZA" w:eastAsia="en-ZA"/>
          </w:rPr>
          <w:tab/>
        </w:r>
        <w:r w:rsidR="00D63C89" w:rsidRPr="00FA3573">
          <w:rPr>
            <w:rStyle w:val="Hyperlink"/>
            <w:b/>
            <w:caps/>
            <w:noProof/>
          </w:rPr>
          <w:t>Subcontractors</w:t>
        </w:r>
        <w:r w:rsidR="00D63C89">
          <w:rPr>
            <w:noProof/>
            <w:webHidden/>
          </w:rPr>
          <w:tab/>
        </w:r>
        <w:r w:rsidR="00D63C89">
          <w:rPr>
            <w:noProof/>
            <w:webHidden/>
          </w:rPr>
          <w:fldChar w:fldCharType="begin"/>
        </w:r>
        <w:r w:rsidR="00D63C89">
          <w:rPr>
            <w:noProof/>
            <w:webHidden/>
          </w:rPr>
          <w:instrText xml:space="preserve"> PAGEREF _Toc107397995 \h </w:instrText>
        </w:r>
        <w:r w:rsidR="00D63C89">
          <w:rPr>
            <w:noProof/>
            <w:webHidden/>
          </w:rPr>
        </w:r>
        <w:r w:rsidR="00D63C89">
          <w:rPr>
            <w:noProof/>
            <w:webHidden/>
          </w:rPr>
          <w:fldChar w:fldCharType="separate"/>
        </w:r>
        <w:r>
          <w:rPr>
            <w:noProof/>
            <w:webHidden/>
          </w:rPr>
          <w:t>22</w:t>
        </w:r>
        <w:r w:rsidR="00D63C89">
          <w:rPr>
            <w:noProof/>
            <w:webHidden/>
          </w:rPr>
          <w:fldChar w:fldCharType="end"/>
        </w:r>
      </w:hyperlink>
    </w:p>
    <w:p w14:paraId="4E463FD3" w14:textId="7BAF5E67" w:rsidR="00D63C89" w:rsidRDefault="00AA4856">
      <w:pPr>
        <w:pStyle w:val="TOC1"/>
        <w:rPr>
          <w:rFonts w:asciiTheme="minorHAnsi" w:eastAsiaTheme="minorEastAsia" w:hAnsiTheme="minorHAnsi" w:cstheme="minorBidi"/>
          <w:bCs w:val="0"/>
          <w:noProof/>
          <w:lang w:val="en-ZA" w:eastAsia="en-ZA"/>
        </w:rPr>
      </w:pPr>
      <w:hyperlink w:anchor="_Toc107397996" w:history="1">
        <w:r w:rsidR="00D63C89" w:rsidRPr="00FA3573">
          <w:rPr>
            <w:rStyle w:val="Hyperlink"/>
            <w:b/>
            <w:caps/>
            <w:noProof/>
          </w:rPr>
          <w:t>6.</w:t>
        </w:r>
        <w:r w:rsidR="00D63C89">
          <w:rPr>
            <w:rFonts w:asciiTheme="minorHAnsi" w:eastAsiaTheme="minorEastAsia" w:hAnsiTheme="minorHAnsi" w:cstheme="minorBidi"/>
            <w:bCs w:val="0"/>
            <w:noProof/>
            <w:lang w:val="en-ZA" w:eastAsia="en-ZA"/>
          </w:rPr>
          <w:tab/>
        </w:r>
        <w:r w:rsidR="00D63C89" w:rsidRPr="00FA3573">
          <w:rPr>
            <w:rStyle w:val="Hyperlink"/>
            <w:b/>
            <w:caps/>
            <w:noProof/>
          </w:rPr>
          <w:t>COMMENCEMENT</w:t>
        </w:r>
        <w:r w:rsidR="00D63C89" w:rsidRPr="00FA3573">
          <w:rPr>
            <w:rStyle w:val="Hyperlink"/>
            <w:b/>
            <w:caps/>
            <w:noProof/>
            <w:lang w:val="en-ZA" w:eastAsia="en-US"/>
          </w:rPr>
          <w:t xml:space="preserve"> AND DURATION</w:t>
        </w:r>
        <w:r w:rsidR="00D63C89">
          <w:rPr>
            <w:noProof/>
            <w:webHidden/>
          </w:rPr>
          <w:tab/>
        </w:r>
        <w:r w:rsidR="00D63C89">
          <w:rPr>
            <w:noProof/>
            <w:webHidden/>
          </w:rPr>
          <w:fldChar w:fldCharType="begin"/>
        </w:r>
        <w:r w:rsidR="00D63C89">
          <w:rPr>
            <w:noProof/>
            <w:webHidden/>
          </w:rPr>
          <w:instrText xml:space="preserve"> PAGEREF _Toc107397996 \h </w:instrText>
        </w:r>
        <w:r w:rsidR="00D63C89">
          <w:rPr>
            <w:noProof/>
            <w:webHidden/>
          </w:rPr>
        </w:r>
        <w:r w:rsidR="00D63C89">
          <w:rPr>
            <w:noProof/>
            <w:webHidden/>
          </w:rPr>
          <w:fldChar w:fldCharType="separate"/>
        </w:r>
        <w:r>
          <w:rPr>
            <w:noProof/>
            <w:webHidden/>
          </w:rPr>
          <w:t>23</w:t>
        </w:r>
        <w:r w:rsidR="00D63C89">
          <w:rPr>
            <w:noProof/>
            <w:webHidden/>
          </w:rPr>
          <w:fldChar w:fldCharType="end"/>
        </w:r>
      </w:hyperlink>
    </w:p>
    <w:p w14:paraId="780B605C" w14:textId="65AA93AE" w:rsidR="00D63C89" w:rsidRDefault="00AA4856">
      <w:pPr>
        <w:pStyle w:val="TOC1"/>
        <w:rPr>
          <w:rFonts w:asciiTheme="minorHAnsi" w:eastAsiaTheme="minorEastAsia" w:hAnsiTheme="minorHAnsi" w:cstheme="minorBidi"/>
          <w:bCs w:val="0"/>
          <w:noProof/>
          <w:lang w:val="en-ZA" w:eastAsia="en-ZA"/>
        </w:rPr>
      </w:pPr>
      <w:hyperlink w:anchor="_Toc107397997" w:history="1">
        <w:r w:rsidR="00D63C89" w:rsidRPr="00FA3573">
          <w:rPr>
            <w:rStyle w:val="Hyperlink"/>
            <w:b/>
            <w:caps/>
            <w:noProof/>
          </w:rPr>
          <w:t>7.</w:t>
        </w:r>
        <w:r w:rsidR="00D63C89">
          <w:rPr>
            <w:rFonts w:asciiTheme="minorHAnsi" w:eastAsiaTheme="minorEastAsia" w:hAnsiTheme="minorHAnsi" w:cstheme="minorBidi"/>
            <w:bCs w:val="0"/>
            <w:noProof/>
            <w:lang w:val="en-ZA" w:eastAsia="en-ZA"/>
          </w:rPr>
          <w:tab/>
        </w:r>
        <w:r w:rsidR="00D63C89" w:rsidRPr="00FA3573">
          <w:rPr>
            <w:rStyle w:val="Hyperlink"/>
            <w:b/>
            <w:caps/>
            <w:noProof/>
          </w:rPr>
          <w:t>PRICE</w:t>
        </w:r>
        <w:r w:rsidR="00D63C89">
          <w:rPr>
            <w:noProof/>
            <w:webHidden/>
          </w:rPr>
          <w:tab/>
        </w:r>
        <w:r w:rsidR="00D63C89">
          <w:rPr>
            <w:noProof/>
            <w:webHidden/>
          </w:rPr>
          <w:fldChar w:fldCharType="begin"/>
        </w:r>
        <w:r w:rsidR="00D63C89">
          <w:rPr>
            <w:noProof/>
            <w:webHidden/>
          </w:rPr>
          <w:instrText xml:space="preserve"> PAGEREF _Toc107397997 \h </w:instrText>
        </w:r>
        <w:r w:rsidR="00D63C89">
          <w:rPr>
            <w:noProof/>
            <w:webHidden/>
          </w:rPr>
        </w:r>
        <w:r w:rsidR="00D63C89">
          <w:rPr>
            <w:noProof/>
            <w:webHidden/>
          </w:rPr>
          <w:fldChar w:fldCharType="separate"/>
        </w:r>
        <w:r>
          <w:rPr>
            <w:noProof/>
            <w:webHidden/>
          </w:rPr>
          <w:t>23</w:t>
        </w:r>
        <w:r w:rsidR="00D63C89">
          <w:rPr>
            <w:noProof/>
            <w:webHidden/>
          </w:rPr>
          <w:fldChar w:fldCharType="end"/>
        </w:r>
      </w:hyperlink>
    </w:p>
    <w:p w14:paraId="322E4BC6" w14:textId="3033CD1C" w:rsidR="00D63C89" w:rsidRDefault="00AA4856" w:rsidP="00D63C89">
      <w:pPr>
        <w:pStyle w:val="TOC1"/>
        <w:rPr>
          <w:rFonts w:asciiTheme="minorHAnsi" w:eastAsiaTheme="minorEastAsia" w:hAnsiTheme="minorHAnsi" w:cstheme="minorBidi"/>
          <w:bCs w:val="0"/>
          <w:noProof/>
          <w:lang w:val="en-ZA" w:eastAsia="en-ZA"/>
        </w:rPr>
      </w:pPr>
      <w:hyperlink w:anchor="_Toc107397998" w:history="1">
        <w:r w:rsidR="00D63C89" w:rsidRPr="00FA3573">
          <w:rPr>
            <w:rStyle w:val="Hyperlink"/>
            <w:b/>
            <w:caps/>
            <w:noProof/>
          </w:rPr>
          <w:t>8.</w:t>
        </w:r>
        <w:r w:rsidR="00D63C89">
          <w:rPr>
            <w:rFonts w:asciiTheme="minorHAnsi" w:eastAsiaTheme="minorEastAsia" w:hAnsiTheme="minorHAnsi" w:cstheme="minorBidi"/>
            <w:bCs w:val="0"/>
            <w:noProof/>
            <w:lang w:val="en-ZA" w:eastAsia="en-ZA"/>
          </w:rPr>
          <w:tab/>
        </w:r>
        <w:r w:rsidR="00D63C89" w:rsidRPr="00FA3573">
          <w:rPr>
            <w:rStyle w:val="Hyperlink"/>
            <w:b/>
            <w:caps/>
            <w:noProof/>
          </w:rPr>
          <w:t>PROVISION OF THE SERVICES</w:t>
        </w:r>
        <w:r w:rsidR="00D63C89">
          <w:rPr>
            <w:noProof/>
            <w:webHidden/>
          </w:rPr>
          <w:tab/>
        </w:r>
        <w:r w:rsidR="00D63C89">
          <w:rPr>
            <w:noProof/>
            <w:webHidden/>
          </w:rPr>
          <w:fldChar w:fldCharType="begin"/>
        </w:r>
        <w:r w:rsidR="00D63C89">
          <w:rPr>
            <w:noProof/>
            <w:webHidden/>
          </w:rPr>
          <w:instrText xml:space="preserve"> PAGEREF _Toc107397998 \h </w:instrText>
        </w:r>
        <w:r w:rsidR="00D63C89">
          <w:rPr>
            <w:noProof/>
            <w:webHidden/>
          </w:rPr>
        </w:r>
        <w:r w:rsidR="00D63C89">
          <w:rPr>
            <w:noProof/>
            <w:webHidden/>
          </w:rPr>
          <w:fldChar w:fldCharType="separate"/>
        </w:r>
        <w:r>
          <w:rPr>
            <w:noProof/>
            <w:webHidden/>
          </w:rPr>
          <w:t>24</w:t>
        </w:r>
        <w:r w:rsidR="00D63C89">
          <w:rPr>
            <w:noProof/>
            <w:webHidden/>
          </w:rPr>
          <w:fldChar w:fldCharType="end"/>
        </w:r>
      </w:hyperlink>
    </w:p>
    <w:p w14:paraId="351DB21D" w14:textId="7E2622A2" w:rsidR="00D63C89" w:rsidRDefault="00AA4856">
      <w:pPr>
        <w:pStyle w:val="TOC1"/>
        <w:rPr>
          <w:rFonts w:asciiTheme="minorHAnsi" w:eastAsiaTheme="minorEastAsia" w:hAnsiTheme="minorHAnsi" w:cstheme="minorBidi"/>
          <w:bCs w:val="0"/>
          <w:noProof/>
          <w:lang w:val="en-ZA" w:eastAsia="en-ZA"/>
        </w:rPr>
      </w:pPr>
      <w:hyperlink w:anchor="_Toc107398000" w:history="1">
        <w:r w:rsidR="00D63C89" w:rsidRPr="00FA3573">
          <w:rPr>
            <w:rStyle w:val="Hyperlink"/>
            <w:b/>
            <w:caps/>
            <w:noProof/>
          </w:rPr>
          <w:t>9</w:t>
        </w:r>
        <w:r w:rsidR="00D63C89">
          <w:rPr>
            <w:rFonts w:asciiTheme="minorHAnsi" w:eastAsiaTheme="minorEastAsia" w:hAnsiTheme="minorHAnsi" w:cstheme="minorBidi"/>
            <w:bCs w:val="0"/>
            <w:noProof/>
            <w:lang w:val="en-ZA" w:eastAsia="en-ZA"/>
          </w:rPr>
          <w:tab/>
        </w:r>
        <w:r w:rsidR="00D63C89" w:rsidRPr="00FA3573">
          <w:rPr>
            <w:rStyle w:val="Hyperlink"/>
            <w:b/>
            <w:caps/>
            <w:noProof/>
          </w:rPr>
          <w:t>SERVICE PROVIDER PERSONNEL</w:t>
        </w:r>
        <w:r w:rsidR="00D63C89">
          <w:rPr>
            <w:noProof/>
            <w:webHidden/>
          </w:rPr>
          <w:tab/>
        </w:r>
        <w:r w:rsidR="00D63C89">
          <w:rPr>
            <w:noProof/>
            <w:webHidden/>
          </w:rPr>
          <w:fldChar w:fldCharType="begin"/>
        </w:r>
        <w:r w:rsidR="00D63C89">
          <w:rPr>
            <w:noProof/>
            <w:webHidden/>
          </w:rPr>
          <w:instrText xml:space="preserve"> PAGEREF _Toc107398000 \h </w:instrText>
        </w:r>
        <w:r w:rsidR="00D63C89">
          <w:rPr>
            <w:noProof/>
            <w:webHidden/>
          </w:rPr>
        </w:r>
        <w:r w:rsidR="00D63C89">
          <w:rPr>
            <w:noProof/>
            <w:webHidden/>
          </w:rPr>
          <w:fldChar w:fldCharType="separate"/>
        </w:r>
        <w:r>
          <w:rPr>
            <w:noProof/>
            <w:webHidden/>
          </w:rPr>
          <w:t>26</w:t>
        </w:r>
        <w:r w:rsidR="00D63C89">
          <w:rPr>
            <w:noProof/>
            <w:webHidden/>
          </w:rPr>
          <w:fldChar w:fldCharType="end"/>
        </w:r>
      </w:hyperlink>
    </w:p>
    <w:p w14:paraId="4F46CB71" w14:textId="12B27674" w:rsidR="00D63C89" w:rsidRDefault="00AA4856">
      <w:pPr>
        <w:pStyle w:val="TOC1"/>
        <w:rPr>
          <w:rFonts w:asciiTheme="minorHAnsi" w:eastAsiaTheme="minorEastAsia" w:hAnsiTheme="minorHAnsi" w:cstheme="minorBidi"/>
          <w:bCs w:val="0"/>
          <w:noProof/>
          <w:lang w:val="en-ZA" w:eastAsia="en-ZA"/>
        </w:rPr>
      </w:pPr>
      <w:hyperlink w:anchor="_Toc107398001" w:history="1">
        <w:r w:rsidR="00D63C89" w:rsidRPr="00FA3573">
          <w:rPr>
            <w:rStyle w:val="Hyperlink"/>
            <w:b/>
            <w:caps/>
            <w:noProof/>
          </w:rPr>
          <w:t>10</w:t>
        </w:r>
        <w:r w:rsidR="00D63C89">
          <w:rPr>
            <w:rFonts w:asciiTheme="minorHAnsi" w:eastAsiaTheme="minorEastAsia" w:hAnsiTheme="minorHAnsi" w:cstheme="minorBidi"/>
            <w:bCs w:val="0"/>
            <w:noProof/>
            <w:lang w:val="en-ZA" w:eastAsia="en-ZA"/>
          </w:rPr>
          <w:tab/>
        </w:r>
        <w:r w:rsidR="00D63C89" w:rsidRPr="00FA3573">
          <w:rPr>
            <w:rStyle w:val="Hyperlink"/>
            <w:b/>
            <w:caps/>
            <w:noProof/>
          </w:rPr>
          <w:t>SERVICE LEVELS</w:t>
        </w:r>
        <w:r w:rsidR="00D63C89">
          <w:rPr>
            <w:noProof/>
            <w:webHidden/>
          </w:rPr>
          <w:tab/>
        </w:r>
        <w:r w:rsidR="00D63C89">
          <w:rPr>
            <w:noProof/>
            <w:webHidden/>
          </w:rPr>
          <w:fldChar w:fldCharType="begin"/>
        </w:r>
        <w:r w:rsidR="00D63C89">
          <w:rPr>
            <w:noProof/>
            <w:webHidden/>
          </w:rPr>
          <w:instrText xml:space="preserve"> PAGEREF _Toc107398001 \h </w:instrText>
        </w:r>
        <w:r w:rsidR="00D63C89">
          <w:rPr>
            <w:noProof/>
            <w:webHidden/>
          </w:rPr>
        </w:r>
        <w:r w:rsidR="00D63C89">
          <w:rPr>
            <w:noProof/>
            <w:webHidden/>
          </w:rPr>
          <w:fldChar w:fldCharType="separate"/>
        </w:r>
        <w:r>
          <w:rPr>
            <w:noProof/>
            <w:webHidden/>
          </w:rPr>
          <w:t>27</w:t>
        </w:r>
        <w:r w:rsidR="00D63C89">
          <w:rPr>
            <w:noProof/>
            <w:webHidden/>
          </w:rPr>
          <w:fldChar w:fldCharType="end"/>
        </w:r>
      </w:hyperlink>
    </w:p>
    <w:p w14:paraId="69F77DC6" w14:textId="648F7007" w:rsidR="00D63C89" w:rsidRDefault="00AA4856">
      <w:pPr>
        <w:pStyle w:val="TOC1"/>
        <w:rPr>
          <w:rFonts w:asciiTheme="minorHAnsi" w:eastAsiaTheme="minorEastAsia" w:hAnsiTheme="minorHAnsi" w:cstheme="minorBidi"/>
          <w:bCs w:val="0"/>
          <w:noProof/>
          <w:lang w:val="en-ZA" w:eastAsia="en-ZA"/>
        </w:rPr>
      </w:pPr>
      <w:hyperlink w:anchor="_Toc107398002" w:history="1">
        <w:r w:rsidR="00D63C89" w:rsidRPr="00FA3573">
          <w:rPr>
            <w:rStyle w:val="Hyperlink"/>
            <w:b/>
            <w:caps/>
            <w:noProof/>
          </w:rPr>
          <w:t>11</w:t>
        </w:r>
        <w:r w:rsidR="00D63C89">
          <w:rPr>
            <w:rFonts w:asciiTheme="minorHAnsi" w:eastAsiaTheme="minorEastAsia" w:hAnsiTheme="minorHAnsi" w:cstheme="minorBidi"/>
            <w:bCs w:val="0"/>
            <w:noProof/>
            <w:lang w:val="en-ZA" w:eastAsia="en-ZA"/>
          </w:rPr>
          <w:tab/>
        </w:r>
        <w:r w:rsidR="00D63C89" w:rsidRPr="00FA3573">
          <w:rPr>
            <w:rStyle w:val="Hyperlink"/>
            <w:b/>
            <w:caps/>
            <w:noProof/>
          </w:rPr>
          <w:t>Health, safety and security procedures and guidelines</w:t>
        </w:r>
        <w:r w:rsidR="00D63C89">
          <w:rPr>
            <w:noProof/>
            <w:webHidden/>
          </w:rPr>
          <w:tab/>
        </w:r>
        <w:r w:rsidR="00D63C89">
          <w:rPr>
            <w:noProof/>
            <w:webHidden/>
          </w:rPr>
          <w:fldChar w:fldCharType="begin"/>
        </w:r>
        <w:r w:rsidR="00D63C89">
          <w:rPr>
            <w:noProof/>
            <w:webHidden/>
          </w:rPr>
          <w:instrText xml:space="preserve"> PAGEREF _Toc107398002 \h </w:instrText>
        </w:r>
        <w:r w:rsidR="00D63C89">
          <w:rPr>
            <w:noProof/>
            <w:webHidden/>
          </w:rPr>
        </w:r>
        <w:r w:rsidR="00D63C89">
          <w:rPr>
            <w:noProof/>
            <w:webHidden/>
          </w:rPr>
          <w:fldChar w:fldCharType="separate"/>
        </w:r>
        <w:r>
          <w:rPr>
            <w:noProof/>
            <w:webHidden/>
          </w:rPr>
          <w:t>27</w:t>
        </w:r>
        <w:r w:rsidR="00D63C89">
          <w:rPr>
            <w:noProof/>
            <w:webHidden/>
          </w:rPr>
          <w:fldChar w:fldCharType="end"/>
        </w:r>
      </w:hyperlink>
    </w:p>
    <w:p w14:paraId="56A0F8F5" w14:textId="6B194E12" w:rsidR="00D63C89" w:rsidRDefault="00AA4856">
      <w:pPr>
        <w:pStyle w:val="TOC1"/>
        <w:rPr>
          <w:rFonts w:asciiTheme="minorHAnsi" w:eastAsiaTheme="minorEastAsia" w:hAnsiTheme="minorHAnsi" w:cstheme="minorBidi"/>
          <w:bCs w:val="0"/>
          <w:noProof/>
          <w:lang w:val="en-ZA" w:eastAsia="en-ZA"/>
        </w:rPr>
      </w:pPr>
      <w:hyperlink w:anchor="_Toc107398003" w:history="1">
        <w:r w:rsidR="00D63C89" w:rsidRPr="00FA3573">
          <w:rPr>
            <w:rStyle w:val="Hyperlink"/>
            <w:b/>
            <w:caps/>
            <w:noProof/>
          </w:rPr>
          <w:t>12</w:t>
        </w:r>
        <w:r w:rsidR="00D63C89">
          <w:rPr>
            <w:rFonts w:asciiTheme="minorHAnsi" w:eastAsiaTheme="minorEastAsia" w:hAnsiTheme="minorHAnsi" w:cstheme="minorBidi"/>
            <w:bCs w:val="0"/>
            <w:noProof/>
            <w:lang w:val="en-ZA" w:eastAsia="en-ZA"/>
          </w:rPr>
          <w:tab/>
        </w:r>
        <w:r w:rsidR="00D63C89" w:rsidRPr="00FA3573">
          <w:rPr>
            <w:rStyle w:val="Hyperlink"/>
            <w:b/>
            <w:caps/>
            <w:noProof/>
          </w:rPr>
          <w:t>FEES invoicing and PAYMENT</w:t>
        </w:r>
        <w:r w:rsidR="00D63C89">
          <w:rPr>
            <w:noProof/>
            <w:webHidden/>
          </w:rPr>
          <w:tab/>
        </w:r>
        <w:r w:rsidR="00D63C89">
          <w:rPr>
            <w:noProof/>
            <w:webHidden/>
          </w:rPr>
          <w:fldChar w:fldCharType="begin"/>
        </w:r>
        <w:r w:rsidR="00D63C89">
          <w:rPr>
            <w:noProof/>
            <w:webHidden/>
          </w:rPr>
          <w:instrText xml:space="preserve"> PAGEREF _Toc107398003 \h </w:instrText>
        </w:r>
        <w:r w:rsidR="00D63C89">
          <w:rPr>
            <w:noProof/>
            <w:webHidden/>
          </w:rPr>
        </w:r>
        <w:r w:rsidR="00D63C89">
          <w:rPr>
            <w:noProof/>
            <w:webHidden/>
          </w:rPr>
          <w:fldChar w:fldCharType="separate"/>
        </w:r>
        <w:r>
          <w:rPr>
            <w:noProof/>
            <w:webHidden/>
          </w:rPr>
          <w:t>30</w:t>
        </w:r>
        <w:r w:rsidR="00D63C89">
          <w:rPr>
            <w:noProof/>
            <w:webHidden/>
          </w:rPr>
          <w:fldChar w:fldCharType="end"/>
        </w:r>
      </w:hyperlink>
    </w:p>
    <w:p w14:paraId="787BBBA6" w14:textId="3A08466E" w:rsidR="00D63C89" w:rsidRDefault="00AA4856">
      <w:pPr>
        <w:pStyle w:val="TOC1"/>
        <w:rPr>
          <w:rFonts w:asciiTheme="minorHAnsi" w:eastAsiaTheme="minorEastAsia" w:hAnsiTheme="minorHAnsi" w:cstheme="minorBidi"/>
          <w:bCs w:val="0"/>
          <w:noProof/>
          <w:lang w:val="en-ZA" w:eastAsia="en-ZA"/>
        </w:rPr>
      </w:pPr>
      <w:hyperlink w:anchor="_Toc107398004" w:history="1">
        <w:r w:rsidR="00D63C89" w:rsidRPr="00FA3573">
          <w:rPr>
            <w:rStyle w:val="Hyperlink"/>
            <w:b/>
            <w:caps/>
            <w:noProof/>
          </w:rPr>
          <w:t>13</w:t>
        </w:r>
        <w:r w:rsidR="00D63C89">
          <w:rPr>
            <w:rFonts w:asciiTheme="minorHAnsi" w:eastAsiaTheme="minorEastAsia" w:hAnsiTheme="minorHAnsi" w:cstheme="minorBidi"/>
            <w:bCs w:val="0"/>
            <w:noProof/>
            <w:lang w:val="en-ZA" w:eastAsia="en-ZA"/>
          </w:rPr>
          <w:tab/>
        </w:r>
        <w:r w:rsidR="00D63C89" w:rsidRPr="00FA3573">
          <w:rPr>
            <w:rStyle w:val="Hyperlink"/>
            <w:b/>
            <w:caps/>
            <w:noProof/>
          </w:rPr>
          <w:t>Tax, Duties and Currency issues</w:t>
        </w:r>
        <w:r w:rsidR="00D63C89">
          <w:rPr>
            <w:noProof/>
            <w:webHidden/>
          </w:rPr>
          <w:tab/>
        </w:r>
        <w:r w:rsidR="00D63C89">
          <w:rPr>
            <w:noProof/>
            <w:webHidden/>
          </w:rPr>
          <w:fldChar w:fldCharType="begin"/>
        </w:r>
        <w:r w:rsidR="00D63C89">
          <w:rPr>
            <w:noProof/>
            <w:webHidden/>
          </w:rPr>
          <w:instrText xml:space="preserve"> PAGEREF _Toc107398004 \h </w:instrText>
        </w:r>
        <w:r w:rsidR="00D63C89">
          <w:rPr>
            <w:noProof/>
            <w:webHidden/>
          </w:rPr>
        </w:r>
        <w:r w:rsidR="00D63C89">
          <w:rPr>
            <w:noProof/>
            <w:webHidden/>
          </w:rPr>
          <w:fldChar w:fldCharType="separate"/>
        </w:r>
        <w:r>
          <w:rPr>
            <w:noProof/>
            <w:webHidden/>
          </w:rPr>
          <w:t>31</w:t>
        </w:r>
        <w:r w:rsidR="00D63C89">
          <w:rPr>
            <w:noProof/>
            <w:webHidden/>
          </w:rPr>
          <w:fldChar w:fldCharType="end"/>
        </w:r>
      </w:hyperlink>
    </w:p>
    <w:p w14:paraId="3DDAB7AE" w14:textId="32BBA262" w:rsidR="00D63C89" w:rsidRDefault="00AA4856">
      <w:pPr>
        <w:pStyle w:val="TOC1"/>
        <w:rPr>
          <w:rFonts w:asciiTheme="minorHAnsi" w:eastAsiaTheme="minorEastAsia" w:hAnsiTheme="minorHAnsi" w:cstheme="minorBidi"/>
          <w:bCs w:val="0"/>
          <w:noProof/>
          <w:lang w:val="en-ZA" w:eastAsia="en-ZA"/>
        </w:rPr>
      </w:pPr>
      <w:hyperlink w:anchor="_Toc107398005" w:history="1">
        <w:r w:rsidR="00D63C89" w:rsidRPr="00FA3573">
          <w:rPr>
            <w:rStyle w:val="Hyperlink"/>
            <w:b/>
            <w:caps/>
            <w:noProof/>
          </w:rPr>
          <w:t>14</w:t>
        </w:r>
        <w:r w:rsidR="00D63C89">
          <w:rPr>
            <w:rFonts w:asciiTheme="minorHAnsi" w:eastAsiaTheme="minorEastAsia" w:hAnsiTheme="minorHAnsi" w:cstheme="minorBidi"/>
            <w:bCs w:val="0"/>
            <w:noProof/>
            <w:lang w:val="en-ZA" w:eastAsia="en-ZA"/>
          </w:rPr>
          <w:tab/>
        </w:r>
        <w:r w:rsidR="00D63C89" w:rsidRPr="00FA3573">
          <w:rPr>
            <w:rStyle w:val="Hyperlink"/>
            <w:b/>
            <w:caps/>
            <w:noProof/>
          </w:rPr>
          <w:t>Disputed Fees and Invoicing Errors</w:t>
        </w:r>
        <w:r w:rsidR="00D63C89">
          <w:rPr>
            <w:noProof/>
            <w:webHidden/>
          </w:rPr>
          <w:tab/>
        </w:r>
        <w:r w:rsidR="00D63C89">
          <w:rPr>
            <w:noProof/>
            <w:webHidden/>
          </w:rPr>
          <w:fldChar w:fldCharType="begin"/>
        </w:r>
        <w:r w:rsidR="00D63C89">
          <w:rPr>
            <w:noProof/>
            <w:webHidden/>
          </w:rPr>
          <w:instrText xml:space="preserve"> PAGEREF _Toc107398005 \h </w:instrText>
        </w:r>
        <w:r w:rsidR="00D63C89">
          <w:rPr>
            <w:noProof/>
            <w:webHidden/>
          </w:rPr>
        </w:r>
        <w:r w:rsidR="00D63C89">
          <w:rPr>
            <w:noProof/>
            <w:webHidden/>
          </w:rPr>
          <w:fldChar w:fldCharType="separate"/>
        </w:r>
        <w:r>
          <w:rPr>
            <w:noProof/>
            <w:webHidden/>
          </w:rPr>
          <w:t>31</w:t>
        </w:r>
        <w:r w:rsidR="00D63C89">
          <w:rPr>
            <w:noProof/>
            <w:webHidden/>
          </w:rPr>
          <w:fldChar w:fldCharType="end"/>
        </w:r>
      </w:hyperlink>
    </w:p>
    <w:p w14:paraId="0AC5691A" w14:textId="420DB27E" w:rsidR="00D63C89" w:rsidRDefault="00AA4856">
      <w:pPr>
        <w:pStyle w:val="TOC1"/>
        <w:rPr>
          <w:rFonts w:asciiTheme="minorHAnsi" w:eastAsiaTheme="minorEastAsia" w:hAnsiTheme="minorHAnsi" w:cstheme="minorBidi"/>
          <w:bCs w:val="0"/>
          <w:noProof/>
          <w:lang w:val="en-ZA" w:eastAsia="en-ZA"/>
        </w:rPr>
      </w:pPr>
      <w:hyperlink w:anchor="_Toc107398006" w:history="1">
        <w:r w:rsidR="00D63C89" w:rsidRPr="00FA3573">
          <w:rPr>
            <w:rStyle w:val="Hyperlink"/>
            <w:b/>
            <w:noProof/>
          </w:rPr>
          <w:t>15</w:t>
        </w:r>
        <w:r w:rsidR="00D63C89">
          <w:rPr>
            <w:rFonts w:asciiTheme="minorHAnsi" w:eastAsiaTheme="minorEastAsia" w:hAnsiTheme="minorHAnsi" w:cstheme="minorBidi"/>
            <w:bCs w:val="0"/>
            <w:noProof/>
            <w:lang w:val="en-ZA" w:eastAsia="en-ZA"/>
          </w:rPr>
          <w:tab/>
        </w:r>
        <w:r w:rsidR="00D63C89" w:rsidRPr="00FA3573">
          <w:rPr>
            <w:rStyle w:val="Hyperlink"/>
            <w:b/>
            <w:noProof/>
          </w:rPr>
          <w:t>SERVICE PROVIDER OBLIGATIONS TO REDUCE COSTS</w:t>
        </w:r>
        <w:r w:rsidR="00D63C89">
          <w:rPr>
            <w:noProof/>
            <w:webHidden/>
          </w:rPr>
          <w:tab/>
        </w:r>
        <w:r w:rsidR="00D63C89">
          <w:rPr>
            <w:noProof/>
            <w:webHidden/>
          </w:rPr>
          <w:fldChar w:fldCharType="begin"/>
        </w:r>
        <w:r w:rsidR="00D63C89">
          <w:rPr>
            <w:noProof/>
            <w:webHidden/>
          </w:rPr>
          <w:instrText xml:space="preserve"> PAGEREF _Toc107398006 \h </w:instrText>
        </w:r>
        <w:r w:rsidR="00D63C89">
          <w:rPr>
            <w:noProof/>
            <w:webHidden/>
          </w:rPr>
        </w:r>
        <w:r w:rsidR="00D63C89">
          <w:rPr>
            <w:noProof/>
            <w:webHidden/>
          </w:rPr>
          <w:fldChar w:fldCharType="separate"/>
        </w:r>
        <w:r>
          <w:rPr>
            <w:noProof/>
            <w:webHidden/>
          </w:rPr>
          <w:t>32</w:t>
        </w:r>
        <w:r w:rsidR="00D63C89">
          <w:rPr>
            <w:noProof/>
            <w:webHidden/>
          </w:rPr>
          <w:fldChar w:fldCharType="end"/>
        </w:r>
      </w:hyperlink>
    </w:p>
    <w:p w14:paraId="525DCA95" w14:textId="73E29AD5" w:rsidR="00D63C89" w:rsidRDefault="00AA4856">
      <w:pPr>
        <w:pStyle w:val="TOC1"/>
        <w:rPr>
          <w:rFonts w:asciiTheme="minorHAnsi" w:eastAsiaTheme="minorEastAsia" w:hAnsiTheme="minorHAnsi" w:cstheme="minorBidi"/>
          <w:bCs w:val="0"/>
          <w:noProof/>
          <w:lang w:val="en-ZA" w:eastAsia="en-ZA"/>
        </w:rPr>
      </w:pPr>
      <w:hyperlink w:anchor="_Toc107398007" w:history="1">
        <w:r w:rsidR="00D63C89" w:rsidRPr="00FA3573">
          <w:rPr>
            <w:rStyle w:val="Hyperlink"/>
            <w:b/>
            <w:caps/>
            <w:noProof/>
          </w:rPr>
          <w:t>16</w:t>
        </w:r>
        <w:r w:rsidR="00D63C89">
          <w:rPr>
            <w:rFonts w:asciiTheme="minorHAnsi" w:eastAsiaTheme="minorEastAsia" w:hAnsiTheme="minorHAnsi" w:cstheme="minorBidi"/>
            <w:bCs w:val="0"/>
            <w:noProof/>
            <w:lang w:val="en-ZA" w:eastAsia="en-ZA"/>
          </w:rPr>
          <w:tab/>
        </w:r>
        <w:r w:rsidR="00D63C89" w:rsidRPr="00FA3573">
          <w:rPr>
            <w:rStyle w:val="Hyperlink"/>
            <w:b/>
            <w:caps/>
            <w:noProof/>
          </w:rPr>
          <w:t>SARS’s Rights and Obligations</w:t>
        </w:r>
        <w:r w:rsidR="00D63C89">
          <w:rPr>
            <w:noProof/>
            <w:webHidden/>
          </w:rPr>
          <w:tab/>
        </w:r>
        <w:r w:rsidR="00D63C89">
          <w:rPr>
            <w:noProof/>
            <w:webHidden/>
          </w:rPr>
          <w:fldChar w:fldCharType="begin"/>
        </w:r>
        <w:r w:rsidR="00D63C89">
          <w:rPr>
            <w:noProof/>
            <w:webHidden/>
          </w:rPr>
          <w:instrText xml:space="preserve"> PAGEREF _Toc107398007 \h </w:instrText>
        </w:r>
        <w:r w:rsidR="00D63C89">
          <w:rPr>
            <w:noProof/>
            <w:webHidden/>
          </w:rPr>
        </w:r>
        <w:r w:rsidR="00D63C89">
          <w:rPr>
            <w:noProof/>
            <w:webHidden/>
          </w:rPr>
          <w:fldChar w:fldCharType="separate"/>
        </w:r>
        <w:r>
          <w:rPr>
            <w:noProof/>
            <w:webHidden/>
          </w:rPr>
          <w:t>33</w:t>
        </w:r>
        <w:r w:rsidR="00D63C89">
          <w:rPr>
            <w:noProof/>
            <w:webHidden/>
          </w:rPr>
          <w:fldChar w:fldCharType="end"/>
        </w:r>
      </w:hyperlink>
    </w:p>
    <w:p w14:paraId="7331A28C" w14:textId="51D9E6FC" w:rsidR="00D63C89" w:rsidRDefault="00AA4856">
      <w:pPr>
        <w:pStyle w:val="TOC1"/>
        <w:rPr>
          <w:rFonts w:asciiTheme="minorHAnsi" w:eastAsiaTheme="minorEastAsia" w:hAnsiTheme="minorHAnsi" w:cstheme="minorBidi"/>
          <w:bCs w:val="0"/>
          <w:noProof/>
          <w:lang w:val="en-ZA" w:eastAsia="en-ZA"/>
        </w:rPr>
      </w:pPr>
      <w:hyperlink w:anchor="_Toc107398008" w:history="1">
        <w:r w:rsidR="00D63C89" w:rsidRPr="00FA3573">
          <w:rPr>
            <w:rStyle w:val="Hyperlink"/>
            <w:b/>
            <w:caps/>
            <w:noProof/>
            <w:lang w:val="en-ZA" w:eastAsia="en-US"/>
          </w:rPr>
          <w:t>17</w:t>
        </w:r>
        <w:r w:rsidR="00D63C89">
          <w:rPr>
            <w:rFonts w:asciiTheme="minorHAnsi" w:eastAsiaTheme="minorEastAsia" w:hAnsiTheme="minorHAnsi" w:cstheme="minorBidi"/>
            <w:bCs w:val="0"/>
            <w:noProof/>
            <w:lang w:val="en-ZA" w:eastAsia="en-ZA"/>
          </w:rPr>
          <w:tab/>
        </w:r>
        <w:r w:rsidR="00D63C89" w:rsidRPr="00FA3573">
          <w:rPr>
            <w:rStyle w:val="Hyperlink"/>
            <w:b/>
            <w:caps/>
            <w:noProof/>
          </w:rPr>
          <w:t>Confidential</w:t>
        </w:r>
        <w:r w:rsidR="00D63C89" w:rsidRPr="00FA3573">
          <w:rPr>
            <w:rStyle w:val="Hyperlink"/>
            <w:b/>
            <w:caps/>
            <w:noProof/>
            <w:lang w:val="en-ZA" w:eastAsia="en-US"/>
          </w:rPr>
          <w:t xml:space="preserve"> UNDERTAKING</w:t>
        </w:r>
        <w:r w:rsidR="00D63C89">
          <w:rPr>
            <w:noProof/>
            <w:webHidden/>
          </w:rPr>
          <w:tab/>
        </w:r>
        <w:r w:rsidR="00D63C89">
          <w:rPr>
            <w:noProof/>
            <w:webHidden/>
          </w:rPr>
          <w:fldChar w:fldCharType="begin"/>
        </w:r>
        <w:r w:rsidR="00D63C89">
          <w:rPr>
            <w:noProof/>
            <w:webHidden/>
          </w:rPr>
          <w:instrText xml:space="preserve"> PAGEREF _Toc107398008 \h </w:instrText>
        </w:r>
        <w:r w:rsidR="00D63C89">
          <w:rPr>
            <w:noProof/>
            <w:webHidden/>
          </w:rPr>
        </w:r>
        <w:r w:rsidR="00D63C89">
          <w:rPr>
            <w:noProof/>
            <w:webHidden/>
          </w:rPr>
          <w:fldChar w:fldCharType="separate"/>
        </w:r>
        <w:r>
          <w:rPr>
            <w:noProof/>
            <w:webHidden/>
          </w:rPr>
          <w:t>33</w:t>
        </w:r>
        <w:r w:rsidR="00D63C89">
          <w:rPr>
            <w:noProof/>
            <w:webHidden/>
          </w:rPr>
          <w:fldChar w:fldCharType="end"/>
        </w:r>
      </w:hyperlink>
    </w:p>
    <w:p w14:paraId="5235CEB1" w14:textId="3D206198" w:rsidR="00D63C89" w:rsidRDefault="00AA4856">
      <w:pPr>
        <w:pStyle w:val="TOC1"/>
        <w:rPr>
          <w:rFonts w:asciiTheme="minorHAnsi" w:eastAsiaTheme="minorEastAsia" w:hAnsiTheme="minorHAnsi" w:cstheme="minorBidi"/>
          <w:bCs w:val="0"/>
          <w:noProof/>
          <w:lang w:val="en-ZA" w:eastAsia="en-ZA"/>
        </w:rPr>
      </w:pPr>
      <w:hyperlink w:anchor="_Toc107398009" w:history="1">
        <w:r w:rsidR="00D63C89" w:rsidRPr="00FA3573">
          <w:rPr>
            <w:rStyle w:val="Hyperlink"/>
            <w:b/>
            <w:caps/>
            <w:noProof/>
            <w:lang w:val="en-ZA" w:eastAsia="en-US"/>
          </w:rPr>
          <w:t>18</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DATA PROTECTION</w:t>
        </w:r>
        <w:r w:rsidR="00D63C89">
          <w:rPr>
            <w:noProof/>
            <w:webHidden/>
          </w:rPr>
          <w:tab/>
        </w:r>
        <w:r w:rsidR="00D63C89">
          <w:rPr>
            <w:noProof/>
            <w:webHidden/>
          </w:rPr>
          <w:fldChar w:fldCharType="begin"/>
        </w:r>
        <w:r w:rsidR="00D63C89">
          <w:rPr>
            <w:noProof/>
            <w:webHidden/>
          </w:rPr>
          <w:instrText xml:space="preserve"> PAGEREF _Toc107398009 \h </w:instrText>
        </w:r>
        <w:r w:rsidR="00D63C89">
          <w:rPr>
            <w:noProof/>
            <w:webHidden/>
          </w:rPr>
        </w:r>
        <w:r w:rsidR="00D63C89">
          <w:rPr>
            <w:noProof/>
            <w:webHidden/>
          </w:rPr>
          <w:fldChar w:fldCharType="separate"/>
        </w:r>
        <w:r>
          <w:rPr>
            <w:noProof/>
            <w:webHidden/>
          </w:rPr>
          <w:t>36</w:t>
        </w:r>
        <w:r w:rsidR="00D63C89">
          <w:rPr>
            <w:noProof/>
            <w:webHidden/>
          </w:rPr>
          <w:fldChar w:fldCharType="end"/>
        </w:r>
      </w:hyperlink>
    </w:p>
    <w:p w14:paraId="754743A0" w14:textId="04C7A472" w:rsidR="00D63C89" w:rsidRDefault="00AA4856">
      <w:pPr>
        <w:pStyle w:val="TOC1"/>
        <w:rPr>
          <w:rFonts w:asciiTheme="minorHAnsi" w:eastAsiaTheme="minorEastAsia" w:hAnsiTheme="minorHAnsi" w:cstheme="minorBidi"/>
          <w:bCs w:val="0"/>
          <w:noProof/>
          <w:lang w:val="en-ZA" w:eastAsia="en-ZA"/>
        </w:rPr>
      </w:pPr>
      <w:hyperlink w:anchor="_Toc107398010" w:history="1">
        <w:r w:rsidR="00D63C89" w:rsidRPr="00FA3573">
          <w:rPr>
            <w:rStyle w:val="Hyperlink"/>
            <w:b/>
            <w:caps/>
            <w:noProof/>
            <w:lang w:val="en-ZA" w:eastAsia="en-US"/>
          </w:rPr>
          <w:t>19</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processing of personal information</w:t>
        </w:r>
        <w:r w:rsidR="00D63C89">
          <w:rPr>
            <w:noProof/>
            <w:webHidden/>
          </w:rPr>
          <w:tab/>
        </w:r>
        <w:r w:rsidR="00D63C89">
          <w:rPr>
            <w:noProof/>
            <w:webHidden/>
          </w:rPr>
          <w:fldChar w:fldCharType="begin"/>
        </w:r>
        <w:r w:rsidR="00D63C89">
          <w:rPr>
            <w:noProof/>
            <w:webHidden/>
          </w:rPr>
          <w:instrText xml:space="preserve"> PAGEREF _Toc107398010 \h </w:instrText>
        </w:r>
        <w:r w:rsidR="00D63C89">
          <w:rPr>
            <w:noProof/>
            <w:webHidden/>
          </w:rPr>
        </w:r>
        <w:r w:rsidR="00D63C89">
          <w:rPr>
            <w:noProof/>
            <w:webHidden/>
          </w:rPr>
          <w:fldChar w:fldCharType="separate"/>
        </w:r>
        <w:r>
          <w:rPr>
            <w:noProof/>
            <w:webHidden/>
          </w:rPr>
          <w:t>37</w:t>
        </w:r>
        <w:r w:rsidR="00D63C89">
          <w:rPr>
            <w:noProof/>
            <w:webHidden/>
          </w:rPr>
          <w:fldChar w:fldCharType="end"/>
        </w:r>
      </w:hyperlink>
    </w:p>
    <w:p w14:paraId="49FA3D79" w14:textId="61D20502" w:rsidR="00D63C89" w:rsidRDefault="00AA4856">
      <w:pPr>
        <w:pStyle w:val="TOC1"/>
        <w:rPr>
          <w:rFonts w:asciiTheme="minorHAnsi" w:eastAsiaTheme="minorEastAsia" w:hAnsiTheme="minorHAnsi" w:cstheme="minorBidi"/>
          <w:bCs w:val="0"/>
          <w:noProof/>
          <w:lang w:val="en-ZA" w:eastAsia="en-ZA"/>
        </w:rPr>
      </w:pPr>
      <w:hyperlink w:anchor="_Toc107398011" w:history="1">
        <w:r w:rsidR="00D63C89" w:rsidRPr="00FA3573">
          <w:rPr>
            <w:rStyle w:val="Hyperlink"/>
            <w:b/>
            <w:caps/>
            <w:noProof/>
            <w:lang w:val="en-ZA" w:eastAsia="en-US"/>
          </w:rPr>
          <w:t>20</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PROTECTION OF PERSONAL INFORMATION</w:t>
        </w:r>
        <w:r w:rsidR="00D63C89">
          <w:rPr>
            <w:noProof/>
            <w:webHidden/>
          </w:rPr>
          <w:tab/>
        </w:r>
        <w:r w:rsidR="00D63C89">
          <w:rPr>
            <w:noProof/>
            <w:webHidden/>
          </w:rPr>
          <w:fldChar w:fldCharType="begin"/>
        </w:r>
        <w:r w:rsidR="00D63C89">
          <w:rPr>
            <w:noProof/>
            <w:webHidden/>
          </w:rPr>
          <w:instrText xml:space="preserve"> PAGEREF _Toc107398011 \h </w:instrText>
        </w:r>
        <w:r w:rsidR="00D63C89">
          <w:rPr>
            <w:noProof/>
            <w:webHidden/>
          </w:rPr>
        </w:r>
        <w:r w:rsidR="00D63C89">
          <w:rPr>
            <w:noProof/>
            <w:webHidden/>
          </w:rPr>
          <w:fldChar w:fldCharType="separate"/>
        </w:r>
        <w:r>
          <w:rPr>
            <w:noProof/>
            <w:webHidden/>
          </w:rPr>
          <w:t>40</w:t>
        </w:r>
        <w:r w:rsidR="00D63C89">
          <w:rPr>
            <w:noProof/>
            <w:webHidden/>
          </w:rPr>
          <w:fldChar w:fldCharType="end"/>
        </w:r>
      </w:hyperlink>
    </w:p>
    <w:p w14:paraId="2015179C" w14:textId="79A88165" w:rsidR="00D63C89" w:rsidRDefault="00AA4856">
      <w:pPr>
        <w:pStyle w:val="TOC1"/>
        <w:rPr>
          <w:rFonts w:asciiTheme="minorHAnsi" w:eastAsiaTheme="minorEastAsia" w:hAnsiTheme="minorHAnsi" w:cstheme="minorBidi"/>
          <w:bCs w:val="0"/>
          <w:noProof/>
          <w:lang w:val="en-ZA" w:eastAsia="en-ZA"/>
        </w:rPr>
      </w:pPr>
      <w:hyperlink w:anchor="_Toc107398012" w:history="1">
        <w:r w:rsidR="00D63C89" w:rsidRPr="00FA3573">
          <w:rPr>
            <w:rStyle w:val="Hyperlink"/>
            <w:b/>
            <w:caps/>
            <w:noProof/>
            <w:lang w:val="en-ZA" w:eastAsia="en-US"/>
          </w:rPr>
          <w:t>21</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Audits</w:t>
        </w:r>
        <w:r w:rsidR="00D63C89">
          <w:rPr>
            <w:noProof/>
            <w:webHidden/>
          </w:rPr>
          <w:tab/>
        </w:r>
        <w:r w:rsidR="00D63C89">
          <w:rPr>
            <w:noProof/>
            <w:webHidden/>
          </w:rPr>
          <w:fldChar w:fldCharType="begin"/>
        </w:r>
        <w:r w:rsidR="00D63C89">
          <w:rPr>
            <w:noProof/>
            <w:webHidden/>
          </w:rPr>
          <w:instrText xml:space="preserve"> PAGEREF _Toc107398012 \h </w:instrText>
        </w:r>
        <w:r w:rsidR="00D63C89">
          <w:rPr>
            <w:noProof/>
            <w:webHidden/>
          </w:rPr>
        </w:r>
        <w:r w:rsidR="00D63C89">
          <w:rPr>
            <w:noProof/>
            <w:webHidden/>
          </w:rPr>
          <w:fldChar w:fldCharType="separate"/>
        </w:r>
        <w:r>
          <w:rPr>
            <w:noProof/>
            <w:webHidden/>
          </w:rPr>
          <w:t>43</w:t>
        </w:r>
        <w:r w:rsidR="00D63C89">
          <w:rPr>
            <w:noProof/>
            <w:webHidden/>
          </w:rPr>
          <w:fldChar w:fldCharType="end"/>
        </w:r>
      </w:hyperlink>
    </w:p>
    <w:p w14:paraId="64378E8A" w14:textId="4D42C2D5" w:rsidR="00D63C89" w:rsidRDefault="00AA4856">
      <w:pPr>
        <w:pStyle w:val="TOC1"/>
        <w:rPr>
          <w:rFonts w:asciiTheme="minorHAnsi" w:eastAsiaTheme="minorEastAsia" w:hAnsiTheme="minorHAnsi" w:cstheme="minorBidi"/>
          <w:bCs w:val="0"/>
          <w:noProof/>
          <w:lang w:val="en-ZA" w:eastAsia="en-ZA"/>
        </w:rPr>
      </w:pPr>
      <w:hyperlink w:anchor="_Toc107398013" w:history="1">
        <w:r w:rsidR="00D63C89" w:rsidRPr="00FA3573">
          <w:rPr>
            <w:rStyle w:val="Hyperlink"/>
            <w:b/>
            <w:caps/>
            <w:noProof/>
            <w:lang w:val="en-ZA" w:eastAsia="en-US"/>
          </w:rPr>
          <w:t>22</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Breach</w:t>
        </w:r>
        <w:r w:rsidR="00D63C89">
          <w:rPr>
            <w:noProof/>
            <w:webHidden/>
          </w:rPr>
          <w:tab/>
        </w:r>
        <w:r w:rsidR="00D63C89">
          <w:rPr>
            <w:noProof/>
            <w:webHidden/>
          </w:rPr>
          <w:fldChar w:fldCharType="begin"/>
        </w:r>
        <w:r w:rsidR="00D63C89">
          <w:rPr>
            <w:noProof/>
            <w:webHidden/>
          </w:rPr>
          <w:instrText xml:space="preserve"> PAGEREF _Toc107398013 \h </w:instrText>
        </w:r>
        <w:r w:rsidR="00D63C89">
          <w:rPr>
            <w:noProof/>
            <w:webHidden/>
          </w:rPr>
        </w:r>
        <w:r w:rsidR="00D63C89">
          <w:rPr>
            <w:noProof/>
            <w:webHidden/>
          </w:rPr>
          <w:fldChar w:fldCharType="separate"/>
        </w:r>
        <w:r>
          <w:rPr>
            <w:noProof/>
            <w:webHidden/>
          </w:rPr>
          <w:t>45</w:t>
        </w:r>
        <w:r w:rsidR="00D63C89">
          <w:rPr>
            <w:noProof/>
            <w:webHidden/>
          </w:rPr>
          <w:fldChar w:fldCharType="end"/>
        </w:r>
      </w:hyperlink>
    </w:p>
    <w:p w14:paraId="4264404A" w14:textId="53A211D4" w:rsidR="00D63C89" w:rsidRDefault="00AA4856">
      <w:pPr>
        <w:pStyle w:val="TOC1"/>
        <w:rPr>
          <w:rFonts w:asciiTheme="minorHAnsi" w:eastAsiaTheme="minorEastAsia" w:hAnsiTheme="minorHAnsi" w:cstheme="minorBidi"/>
          <w:bCs w:val="0"/>
          <w:noProof/>
          <w:lang w:val="en-ZA" w:eastAsia="en-ZA"/>
        </w:rPr>
      </w:pPr>
      <w:hyperlink w:anchor="_Toc107398014" w:history="1">
        <w:r w:rsidR="00D63C89" w:rsidRPr="00FA3573">
          <w:rPr>
            <w:rStyle w:val="Hyperlink"/>
            <w:b/>
            <w:caps/>
            <w:noProof/>
            <w:lang w:val="en-ZA" w:eastAsia="en-US"/>
          </w:rPr>
          <w:t>23</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Indemnities</w:t>
        </w:r>
        <w:r w:rsidR="00D63C89">
          <w:rPr>
            <w:noProof/>
            <w:webHidden/>
          </w:rPr>
          <w:tab/>
        </w:r>
        <w:r w:rsidR="00D63C89">
          <w:rPr>
            <w:noProof/>
            <w:webHidden/>
          </w:rPr>
          <w:fldChar w:fldCharType="begin"/>
        </w:r>
        <w:r w:rsidR="00D63C89">
          <w:rPr>
            <w:noProof/>
            <w:webHidden/>
          </w:rPr>
          <w:instrText xml:space="preserve"> PAGEREF _Toc107398014 \h </w:instrText>
        </w:r>
        <w:r w:rsidR="00D63C89">
          <w:rPr>
            <w:noProof/>
            <w:webHidden/>
          </w:rPr>
        </w:r>
        <w:r w:rsidR="00D63C89">
          <w:rPr>
            <w:noProof/>
            <w:webHidden/>
          </w:rPr>
          <w:fldChar w:fldCharType="separate"/>
        </w:r>
        <w:r>
          <w:rPr>
            <w:noProof/>
            <w:webHidden/>
          </w:rPr>
          <w:t>46</w:t>
        </w:r>
        <w:r w:rsidR="00D63C89">
          <w:rPr>
            <w:noProof/>
            <w:webHidden/>
          </w:rPr>
          <w:fldChar w:fldCharType="end"/>
        </w:r>
      </w:hyperlink>
    </w:p>
    <w:p w14:paraId="1B032FE6" w14:textId="1C2A2522" w:rsidR="00D63C89" w:rsidRDefault="00AA4856">
      <w:pPr>
        <w:pStyle w:val="TOC1"/>
        <w:rPr>
          <w:rFonts w:asciiTheme="minorHAnsi" w:eastAsiaTheme="minorEastAsia" w:hAnsiTheme="minorHAnsi" w:cstheme="minorBidi"/>
          <w:bCs w:val="0"/>
          <w:noProof/>
          <w:lang w:val="en-ZA" w:eastAsia="en-ZA"/>
        </w:rPr>
      </w:pPr>
      <w:hyperlink w:anchor="_Toc107398015" w:history="1">
        <w:r w:rsidR="00D63C89" w:rsidRPr="00FA3573">
          <w:rPr>
            <w:rStyle w:val="Hyperlink"/>
            <w:b/>
            <w:caps/>
            <w:noProof/>
            <w:lang w:val="en-ZA" w:eastAsia="en-US"/>
          </w:rPr>
          <w:t>24</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TERMINATION</w:t>
        </w:r>
        <w:r w:rsidR="00D63C89">
          <w:rPr>
            <w:noProof/>
            <w:webHidden/>
          </w:rPr>
          <w:tab/>
        </w:r>
        <w:r w:rsidR="00D63C89">
          <w:rPr>
            <w:noProof/>
            <w:webHidden/>
          </w:rPr>
          <w:fldChar w:fldCharType="begin"/>
        </w:r>
        <w:r w:rsidR="00D63C89">
          <w:rPr>
            <w:noProof/>
            <w:webHidden/>
          </w:rPr>
          <w:instrText xml:space="preserve"> PAGEREF _Toc107398015 \h </w:instrText>
        </w:r>
        <w:r w:rsidR="00D63C89">
          <w:rPr>
            <w:noProof/>
            <w:webHidden/>
          </w:rPr>
        </w:r>
        <w:r w:rsidR="00D63C89">
          <w:rPr>
            <w:noProof/>
            <w:webHidden/>
          </w:rPr>
          <w:fldChar w:fldCharType="separate"/>
        </w:r>
        <w:r>
          <w:rPr>
            <w:noProof/>
            <w:webHidden/>
          </w:rPr>
          <w:t>47</w:t>
        </w:r>
        <w:r w:rsidR="00D63C89">
          <w:rPr>
            <w:noProof/>
            <w:webHidden/>
          </w:rPr>
          <w:fldChar w:fldCharType="end"/>
        </w:r>
      </w:hyperlink>
    </w:p>
    <w:p w14:paraId="64515C4D" w14:textId="6EE1CC7F" w:rsidR="00D63C89" w:rsidRDefault="00AA4856">
      <w:pPr>
        <w:pStyle w:val="TOC1"/>
        <w:rPr>
          <w:rFonts w:asciiTheme="minorHAnsi" w:eastAsiaTheme="minorEastAsia" w:hAnsiTheme="minorHAnsi" w:cstheme="minorBidi"/>
          <w:bCs w:val="0"/>
          <w:noProof/>
          <w:lang w:val="en-ZA" w:eastAsia="en-ZA"/>
        </w:rPr>
      </w:pPr>
      <w:hyperlink w:anchor="_Toc107398016" w:history="1">
        <w:r w:rsidR="00D63C89" w:rsidRPr="00FA3573">
          <w:rPr>
            <w:rStyle w:val="Hyperlink"/>
            <w:b/>
            <w:caps/>
            <w:noProof/>
            <w:lang w:val="en-ZA" w:eastAsia="en-US"/>
          </w:rPr>
          <w:t>25</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TERMINATION FOR CONVENIENCE</w:t>
        </w:r>
        <w:r w:rsidR="00D63C89">
          <w:rPr>
            <w:noProof/>
            <w:webHidden/>
          </w:rPr>
          <w:tab/>
        </w:r>
        <w:r w:rsidR="00D63C89">
          <w:rPr>
            <w:noProof/>
            <w:webHidden/>
          </w:rPr>
          <w:fldChar w:fldCharType="begin"/>
        </w:r>
        <w:r w:rsidR="00D63C89">
          <w:rPr>
            <w:noProof/>
            <w:webHidden/>
          </w:rPr>
          <w:instrText xml:space="preserve"> PAGEREF _Toc107398016 \h </w:instrText>
        </w:r>
        <w:r w:rsidR="00D63C89">
          <w:rPr>
            <w:noProof/>
            <w:webHidden/>
          </w:rPr>
        </w:r>
        <w:r w:rsidR="00D63C89">
          <w:rPr>
            <w:noProof/>
            <w:webHidden/>
          </w:rPr>
          <w:fldChar w:fldCharType="separate"/>
        </w:r>
        <w:r>
          <w:rPr>
            <w:noProof/>
            <w:webHidden/>
          </w:rPr>
          <w:t>48</w:t>
        </w:r>
        <w:r w:rsidR="00D63C89">
          <w:rPr>
            <w:noProof/>
            <w:webHidden/>
          </w:rPr>
          <w:fldChar w:fldCharType="end"/>
        </w:r>
      </w:hyperlink>
    </w:p>
    <w:p w14:paraId="204ED655" w14:textId="2DB250B4" w:rsidR="00D63C89" w:rsidRDefault="00AA4856">
      <w:pPr>
        <w:pStyle w:val="TOC1"/>
        <w:rPr>
          <w:rFonts w:asciiTheme="minorHAnsi" w:eastAsiaTheme="minorEastAsia" w:hAnsiTheme="minorHAnsi" w:cstheme="minorBidi"/>
          <w:bCs w:val="0"/>
          <w:noProof/>
          <w:lang w:val="en-ZA" w:eastAsia="en-ZA"/>
        </w:rPr>
      </w:pPr>
      <w:hyperlink w:anchor="_Toc107398017" w:history="1">
        <w:r w:rsidR="00D63C89" w:rsidRPr="00FA3573">
          <w:rPr>
            <w:rStyle w:val="Hyperlink"/>
            <w:b/>
            <w:caps/>
            <w:noProof/>
            <w:lang w:val="en-ZA" w:eastAsia="en-US"/>
          </w:rPr>
          <w:t>26</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Termination for Cause</w:t>
        </w:r>
        <w:r w:rsidR="00D63C89">
          <w:rPr>
            <w:noProof/>
            <w:webHidden/>
          </w:rPr>
          <w:tab/>
        </w:r>
        <w:r w:rsidR="00D63C89">
          <w:rPr>
            <w:noProof/>
            <w:webHidden/>
          </w:rPr>
          <w:fldChar w:fldCharType="begin"/>
        </w:r>
        <w:r w:rsidR="00D63C89">
          <w:rPr>
            <w:noProof/>
            <w:webHidden/>
          </w:rPr>
          <w:instrText xml:space="preserve"> PAGEREF _Toc107398017 \h </w:instrText>
        </w:r>
        <w:r w:rsidR="00D63C89">
          <w:rPr>
            <w:noProof/>
            <w:webHidden/>
          </w:rPr>
        </w:r>
        <w:r w:rsidR="00D63C89">
          <w:rPr>
            <w:noProof/>
            <w:webHidden/>
          </w:rPr>
          <w:fldChar w:fldCharType="separate"/>
        </w:r>
        <w:r>
          <w:rPr>
            <w:noProof/>
            <w:webHidden/>
          </w:rPr>
          <w:t>48</w:t>
        </w:r>
        <w:r w:rsidR="00D63C89">
          <w:rPr>
            <w:noProof/>
            <w:webHidden/>
          </w:rPr>
          <w:fldChar w:fldCharType="end"/>
        </w:r>
      </w:hyperlink>
    </w:p>
    <w:p w14:paraId="0B8144FD" w14:textId="132A7712" w:rsidR="00D63C89" w:rsidRDefault="00AA4856">
      <w:pPr>
        <w:pStyle w:val="TOC1"/>
        <w:rPr>
          <w:rFonts w:asciiTheme="minorHAnsi" w:eastAsiaTheme="minorEastAsia" w:hAnsiTheme="minorHAnsi" w:cstheme="minorBidi"/>
          <w:bCs w:val="0"/>
          <w:noProof/>
          <w:lang w:val="en-ZA" w:eastAsia="en-ZA"/>
        </w:rPr>
      </w:pPr>
      <w:hyperlink w:anchor="_Toc107398018" w:history="1">
        <w:r w:rsidR="00D63C89" w:rsidRPr="00FA3573">
          <w:rPr>
            <w:rStyle w:val="Hyperlink"/>
            <w:b/>
            <w:caps/>
            <w:noProof/>
            <w:lang w:val="en-ZA" w:eastAsia="en-US"/>
          </w:rPr>
          <w:t>27</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Termination upon Sale, Acquisition, Merger or Change of Control</w:t>
        </w:r>
        <w:r w:rsidR="00D63C89">
          <w:rPr>
            <w:noProof/>
            <w:webHidden/>
          </w:rPr>
          <w:tab/>
        </w:r>
        <w:r w:rsidR="00D63C89">
          <w:rPr>
            <w:noProof/>
            <w:webHidden/>
          </w:rPr>
          <w:fldChar w:fldCharType="begin"/>
        </w:r>
        <w:r w:rsidR="00D63C89">
          <w:rPr>
            <w:noProof/>
            <w:webHidden/>
          </w:rPr>
          <w:instrText xml:space="preserve"> PAGEREF _Toc107398018 \h </w:instrText>
        </w:r>
        <w:r w:rsidR="00D63C89">
          <w:rPr>
            <w:noProof/>
            <w:webHidden/>
          </w:rPr>
        </w:r>
        <w:r w:rsidR="00D63C89">
          <w:rPr>
            <w:noProof/>
            <w:webHidden/>
          </w:rPr>
          <w:fldChar w:fldCharType="separate"/>
        </w:r>
        <w:r>
          <w:rPr>
            <w:noProof/>
            <w:webHidden/>
          </w:rPr>
          <w:t>49</w:t>
        </w:r>
        <w:r w:rsidR="00D63C89">
          <w:rPr>
            <w:noProof/>
            <w:webHidden/>
          </w:rPr>
          <w:fldChar w:fldCharType="end"/>
        </w:r>
      </w:hyperlink>
    </w:p>
    <w:p w14:paraId="794043AC" w14:textId="6BAD9D93" w:rsidR="00D63C89" w:rsidRDefault="00AA4856">
      <w:pPr>
        <w:pStyle w:val="TOC1"/>
        <w:rPr>
          <w:rFonts w:asciiTheme="minorHAnsi" w:eastAsiaTheme="minorEastAsia" w:hAnsiTheme="minorHAnsi" w:cstheme="minorBidi"/>
          <w:bCs w:val="0"/>
          <w:noProof/>
          <w:lang w:val="en-ZA" w:eastAsia="en-ZA"/>
        </w:rPr>
      </w:pPr>
      <w:hyperlink w:anchor="_Toc107398019" w:history="1">
        <w:r w:rsidR="00D63C89" w:rsidRPr="00FA3573">
          <w:rPr>
            <w:rStyle w:val="Hyperlink"/>
            <w:b/>
            <w:caps/>
            <w:noProof/>
            <w:lang w:val="en-ZA" w:eastAsia="en-US"/>
          </w:rPr>
          <w:t>28</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Effect of TERMINATION</w:t>
        </w:r>
        <w:r w:rsidR="00D63C89">
          <w:rPr>
            <w:noProof/>
            <w:webHidden/>
          </w:rPr>
          <w:tab/>
        </w:r>
        <w:r w:rsidR="00D63C89">
          <w:rPr>
            <w:noProof/>
            <w:webHidden/>
          </w:rPr>
          <w:fldChar w:fldCharType="begin"/>
        </w:r>
        <w:r w:rsidR="00D63C89">
          <w:rPr>
            <w:noProof/>
            <w:webHidden/>
          </w:rPr>
          <w:instrText xml:space="preserve"> PAGEREF _Toc107398019 \h </w:instrText>
        </w:r>
        <w:r w:rsidR="00D63C89">
          <w:rPr>
            <w:noProof/>
            <w:webHidden/>
          </w:rPr>
        </w:r>
        <w:r w:rsidR="00D63C89">
          <w:rPr>
            <w:noProof/>
            <w:webHidden/>
          </w:rPr>
          <w:fldChar w:fldCharType="separate"/>
        </w:r>
        <w:r>
          <w:rPr>
            <w:noProof/>
            <w:webHidden/>
          </w:rPr>
          <w:t>49</w:t>
        </w:r>
        <w:r w:rsidR="00D63C89">
          <w:rPr>
            <w:noProof/>
            <w:webHidden/>
          </w:rPr>
          <w:fldChar w:fldCharType="end"/>
        </w:r>
      </w:hyperlink>
    </w:p>
    <w:p w14:paraId="31710C4E" w14:textId="0318938B" w:rsidR="00D63C89" w:rsidRDefault="00AA4856">
      <w:pPr>
        <w:pStyle w:val="TOC1"/>
        <w:rPr>
          <w:rFonts w:asciiTheme="minorHAnsi" w:eastAsiaTheme="minorEastAsia" w:hAnsiTheme="minorHAnsi" w:cstheme="minorBidi"/>
          <w:bCs w:val="0"/>
          <w:noProof/>
          <w:lang w:val="en-ZA" w:eastAsia="en-ZA"/>
        </w:rPr>
      </w:pPr>
      <w:hyperlink w:anchor="_Toc107398020" w:history="1">
        <w:r w:rsidR="00D63C89" w:rsidRPr="00FA3573">
          <w:rPr>
            <w:rStyle w:val="Hyperlink"/>
            <w:b/>
            <w:caps/>
            <w:noProof/>
            <w:lang w:val="en-ZA" w:eastAsia="en-US"/>
          </w:rPr>
          <w:t>29</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termination/expiration assistance</w:t>
        </w:r>
        <w:r w:rsidR="00D63C89">
          <w:rPr>
            <w:noProof/>
            <w:webHidden/>
          </w:rPr>
          <w:tab/>
        </w:r>
        <w:r w:rsidR="00D63C89">
          <w:rPr>
            <w:noProof/>
            <w:webHidden/>
          </w:rPr>
          <w:fldChar w:fldCharType="begin"/>
        </w:r>
        <w:r w:rsidR="00D63C89">
          <w:rPr>
            <w:noProof/>
            <w:webHidden/>
          </w:rPr>
          <w:instrText xml:space="preserve"> PAGEREF _Toc107398020 \h </w:instrText>
        </w:r>
        <w:r w:rsidR="00D63C89">
          <w:rPr>
            <w:noProof/>
            <w:webHidden/>
          </w:rPr>
        </w:r>
        <w:r w:rsidR="00D63C89">
          <w:rPr>
            <w:noProof/>
            <w:webHidden/>
          </w:rPr>
          <w:fldChar w:fldCharType="separate"/>
        </w:r>
        <w:r>
          <w:rPr>
            <w:noProof/>
            <w:webHidden/>
          </w:rPr>
          <w:t>49</w:t>
        </w:r>
        <w:r w:rsidR="00D63C89">
          <w:rPr>
            <w:noProof/>
            <w:webHidden/>
          </w:rPr>
          <w:fldChar w:fldCharType="end"/>
        </w:r>
      </w:hyperlink>
    </w:p>
    <w:p w14:paraId="58F1D8B0" w14:textId="2F11A595" w:rsidR="00D63C89" w:rsidRDefault="00AA4856">
      <w:pPr>
        <w:pStyle w:val="TOC1"/>
        <w:rPr>
          <w:rFonts w:asciiTheme="minorHAnsi" w:eastAsiaTheme="minorEastAsia" w:hAnsiTheme="minorHAnsi" w:cstheme="minorBidi"/>
          <w:bCs w:val="0"/>
          <w:noProof/>
          <w:lang w:val="en-ZA" w:eastAsia="en-ZA"/>
        </w:rPr>
      </w:pPr>
      <w:hyperlink w:anchor="_Toc107398021" w:history="1">
        <w:r w:rsidR="00D63C89" w:rsidRPr="00FA3573">
          <w:rPr>
            <w:rStyle w:val="Hyperlink"/>
            <w:b/>
            <w:caps/>
            <w:noProof/>
            <w:lang w:val="en-ZA" w:eastAsia="en-US"/>
          </w:rPr>
          <w:t>30</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Force Majeure</w:t>
        </w:r>
        <w:r w:rsidR="00D63C89">
          <w:rPr>
            <w:noProof/>
            <w:webHidden/>
          </w:rPr>
          <w:tab/>
        </w:r>
        <w:r w:rsidR="00D63C89">
          <w:rPr>
            <w:noProof/>
            <w:webHidden/>
          </w:rPr>
          <w:fldChar w:fldCharType="begin"/>
        </w:r>
        <w:r w:rsidR="00D63C89">
          <w:rPr>
            <w:noProof/>
            <w:webHidden/>
          </w:rPr>
          <w:instrText xml:space="preserve"> PAGEREF _Toc107398021 \h </w:instrText>
        </w:r>
        <w:r w:rsidR="00D63C89">
          <w:rPr>
            <w:noProof/>
            <w:webHidden/>
          </w:rPr>
        </w:r>
        <w:r w:rsidR="00D63C89">
          <w:rPr>
            <w:noProof/>
            <w:webHidden/>
          </w:rPr>
          <w:fldChar w:fldCharType="separate"/>
        </w:r>
        <w:r>
          <w:rPr>
            <w:noProof/>
            <w:webHidden/>
          </w:rPr>
          <w:t>49</w:t>
        </w:r>
        <w:r w:rsidR="00D63C89">
          <w:rPr>
            <w:noProof/>
            <w:webHidden/>
          </w:rPr>
          <w:fldChar w:fldCharType="end"/>
        </w:r>
      </w:hyperlink>
    </w:p>
    <w:p w14:paraId="5112B54C" w14:textId="44F151AC" w:rsidR="00D63C89" w:rsidRDefault="00AA4856">
      <w:pPr>
        <w:pStyle w:val="TOC1"/>
        <w:rPr>
          <w:rFonts w:asciiTheme="minorHAnsi" w:eastAsiaTheme="minorEastAsia" w:hAnsiTheme="minorHAnsi" w:cstheme="minorBidi"/>
          <w:bCs w:val="0"/>
          <w:noProof/>
          <w:lang w:val="en-ZA" w:eastAsia="en-ZA"/>
        </w:rPr>
      </w:pPr>
      <w:hyperlink w:anchor="_Toc107398022" w:history="1">
        <w:r w:rsidR="00D63C89" w:rsidRPr="00FA3573">
          <w:rPr>
            <w:rStyle w:val="Hyperlink"/>
            <w:b/>
            <w:caps/>
            <w:noProof/>
            <w:lang w:val="en-ZA" w:eastAsia="en-US"/>
          </w:rPr>
          <w:t>31</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Records Retention</w:t>
        </w:r>
        <w:r w:rsidR="00D63C89">
          <w:rPr>
            <w:noProof/>
            <w:webHidden/>
          </w:rPr>
          <w:tab/>
        </w:r>
        <w:r w:rsidR="00D63C89">
          <w:rPr>
            <w:noProof/>
            <w:webHidden/>
          </w:rPr>
          <w:fldChar w:fldCharType="begin"/>
        </w:r>
        <w:r w:rsidR="00D63C89">
          <w:rPr>
            <w:noProof/>
            <w:webHidden/>
          </w:rPr>
          <w:instrText xml:space="preserve"> PAGEREF _Toc107398022 \h </w:instrText>
        </w:r>
        <w:r w:rsidR="00D63C89">
          <w:rPr>
            <w:noProof/>
            <w:webHidden/>
          </w:rPr>
        </w:r>
        <w:r w:rsidR="00D63C89">
          <w:rPr>
            <w:noProof/>
            <w:webHidden/>
          </w:rPr>
          <w:fldChar w:fldCharType="separate"/>
        </w:r>
        <w:r>
          <w:rPr>
            <w:noProof/>
            <w:webHidden/>
          </w:rPr>
          <w:t>50</w:t>
        </w:r>
        <w:r w:rsidR="00D63C89">
          <w:rPr>
            <w:noProof/>
            <w:webHidden/>
          </w:rPr>
          <w:fldChar w:fldCharType="end"/>
        </w:r>
      </w:hyperlink>
    </w:p>
    <w:p w14:paraId="55C20AE3" w14:textId="6E4F0D80" w:rsidR="00D63C89" w:rsidRDefault="00AA4856">
      <w:pPr>
        <w:pStyle w:val="TOC1"/>
        <w:rPr>
          <w:rFonts w:asciiTheme="minorHAnsi" w:eastAsiaTheme="minorEastAsia" w:hAnsiTheme="minorHAnsi" w:cstheme="minorBidi"/>
          <w:bCs w:val="0"/>
          <w:noProof/>
          <w:lang w:val="en-ZA" w:eastAsia="en-ZA"/>
        </w:rPr>
      </w:pPr>
      <w:hyperlink w:anchor="_Toc107398023" w:history="1">
        <w:r w:rsidR="00D63C89" w:rsidRPr="00FA3573">
          <w:rPr>
            <w:rStyle w:val="Hyperlink"/>
            <w:b/>
            <w:caps/>
            <w:noProof/>
            <w:lang w:val="en-ZA" w:eastAsia="en-US"/>
          </w:rPr>
          <w:t>32</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Consents and Approvals</w:t>
        </w:r>
        <w:r w:rsidR="00D63C89">
          <w:rPr>
            <w:noProof/>
            <w:webHidden/>
          </w:rPr>
          <w:tab/>
        </w:r>
        <w:r w:rsidR="00D63C89">
          <w:rPr>
            <w:noProof/>
            <w:webHidden/>
          </w:rPr>
          <w:fldChar w:fldCharType="begin"/>
        </w:r>
        <w:r w:rsidR="00D63C89">
          <w:rPr>
            <w:noProof/>
            <w:webHidden/>
          </w:rPr>
          <w:instrText xml:space="preserve"> PAGEREF _Toc107398023 \h </w:instrText>
        </w:r>
        <w:r w:rsidR="00D63C89">
          <w:rPr>
            <w:noProof/>
            <w:webHidden/>
          </w:rPr>
        </w:r>
        <w:r w:rsidR="00D63C89">
          <w:rPr>
            <w:noProof/>
            <w:webHidden/>
          </w:rPr>
          <w:fldChar w:fldCharType="separate"/>
        </w:r>
        <w:r>
          <w:rPr>
            <w:noProof/>
            <w:webHidden/>
          </w:rPr>
          <w:t>50</w:t>
        </w:r>
        <w:r w:rsidR="00D63C89">
          <w:rPr>
            <w:noProof/>
            <w:webHidden/>
          </w:rPr>
          <w:fldChar w:fldCharType="end"/>
        </w:r>
      </w:hyperlink>
    </w:p>
    <w:p w14:paraId="10287DFC" w14:textId="67E97B0D" w:rsidR="00D63C89" w:rsidRDefault="00AA4856">
      <w:pPr>
        <w:pStyle w:val="TOC1"/>
        <w:rPr>
          <w:rFonts w:asciiTheme="minorHAnsi" w:eastAsiaTheme="minorEastAsia" w:hAnsiTheme="minorHAnsi" w:cstheme="minorBidi"/>
          <w:bCs w:val="0"/>
          <w:noProof/>
          <w:lang w:val="en-ZA" w:eastAsia="en-ZA"/>
        </w:rPr>
      </w:pPr>
      <w:hyperlink w:anchor="_Toc107398024" w:history="1">
        <w:r w:rsidR="00D63C89" w:rsidRPr="00FA3573">
          <w:rPr>
            <w:rStyle w:val="Hyperlink"/>
            <w:b/>
            <w:caps/>
            <w:noProof/>
            <w:lang w:val="en-ZA" w:eastAsia="en-US"/>
          </w:rPr>
          <w:t>33</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Applicable Law and Jurisdiction</w:t>
        </w:r>
        <w:r w:rsidR="00D63C89">
          <w:rPr>
            <w:noProof/>
            <w:webHidden/>
          </w:rPr>
          <w:tab/>
        </w:r>
        <w:r w:rsidR="00D63C89">
          <w:rPr>
            <w:noProof/>
            <w:webHidden/>
          </w:rPr>
          <w:fldChar w:fldCharType="begin"/>
        </w:r>
        <w:r w:rsidR="00D63C89">
          <w:rPr>
            <w:noProof/>
            <w:webHidden/>
          </w:rPr>
          <w:instrText xml:space="preserve"> PAGEREF _Toc107398024 \h </w:instrText>
        </w:r>
        <w:r w:rsidR="00D63C89">
          <w:rPr>
            <w:noProof/>
            <w:webHidden/>
          </w:rPr>
        </w:r>
        <w:r w:rsidR="00D63C89">
          <w:rPr>
            <w:noProof/>
            <w:webHidden/>
          </w:rPr>
          <w:fldChar w:fldCharType="separate"/>
        </w:r>
        <w:r>
          <w:rPr>
            <w:noProof/>
            <w:webHidden/>
          </w:rPr>
          <w:t>51</w:t>
        </w:r>
        <w:r w:rsidR="00D63C89">
          <w:rPr>
            <w:noProof/>
            <w:webHidden/>
          </w:rPr>
          <w:fldChar w:fldCharType="end"/>
        </w:r>
      </w:hyperlink>
    </w:p>
    <w:p w14:paraId="7C75E603" w14:textId="5E5DE44D" w:rsidR="00D63C89" w:rsidRDefault="00AA4856">
      <w:pPr>
        <w:pStyle w:val="TOC1"/>
        <w:rPr>
          <w:rFonts w:asciiTheme="minorHAnsi" w:eastAsiaTheme="minorEastAsia" w:hAnsiTheme="minorHAnsi" w:cstheme="minorBidi"/>
          <w:bCs w:val="0"/>
          <w:noProof/>
          <w:lang w:val="en-ZA" w:eastAsia="en-ZA"/>
        </w:rPr>
      </w:pPr>
      <w:hyperlink w:anchor="_Toc107398025" w:history="1">
        <w:r w:rsidR="00D63C89" w:rsidRPr="00FA3573">
          <w:rPr>
            <w:rStyle w:val="Hyperlink"/>
            <w:b/>
            <w:caps/>
            <w:noProof/>
            <w:lang w:val="en-ZA" w:eastAsia="en-US"/>
          </w:rPr>
          <w:t>34</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Legal and Regulatory Compliance</w:t>
        </w:r>
        <w:r w:rsidR="00D63C89">
          <w:rPr>
            <w:noProof/>
            <w:webHidden/>
          </w:rPr>
          <w:tab/>
        </w:r>
        <w:r w:rsidR="00D63C89">
          <w:rPr>
            <w:noProof/>
            <w:webHidden/>
          </w:rPr>
          <w:fldChar w:fldCharType="begin"/>
        </w:r>
        <w:r w:rsidR="00D63C89">
          <w:rPr>
            <w:noProof/>
            <w:webHidden/>
          </w:rPr>
          <w:instrText xml:space="preserve"> PAGEREF _Toc107398025 \h </w:instrText>
        </w:r>
        <w:r w:rsidR="00D63C89">
          <w:rPr>
            <w:noProof/>
            <w:webHidden/>
          </w:rPr>
        </w:r>
        <w:r w:rsidR="00D63C89">
          <w:rPr>
            <w:noProof/>
            <w:webHidden/>
          </w:rPr>
          <w:fldChar w:fldCharType="separate"/>
        </w:r>
        <w:r>
          <w:rPr>
            <w:noProof/>
            <w:webHidden/>
          </w:rPr>
          <w:t>51</w:t>
        </w:r>
        <w:r w:rsidR="00D63C89">
          <w:rPr>
            <w:noProof/>
            <w:webHidden/>
          </w:rPr>
          <w:fldChar w:fldCharType="end"/>
        </w:r>
      </w:hyperlink>
    </w:p>
    <w:p w14:paraId="52060D81" w14:textId="1786A693" w:rsidR="00D63C89" w:rsidRDefault="00AA4856">
      <w:pPr>
        <w:pStyle w:val="TOC1"/>
        <w:rPr>
          <w:rFonts w:asciiTheme="minorHAnsi" w:eastAsiaTheme="minorEastAsia" w:hAnsiTheme="minorHAnsi" w:cstheme="minorBidi"/>
          <w:bCs w:val="0"/>
          <w:noProof/>
          <w:lang w:val="en-ZA" w:eastAsia="en-ZA"/>
        </w:rPr>
      </w:pPr>
      <w:hyperlink w:anchor="_Toc107398026" w:history="1">
        <w:r w:rsidR="00D63C89" w:rsidRPr="00FA3573">
          <w:rPr>
            <w:rStyle w:val="Hyperlink"/>
            <w:caps/>
            <w:noProof/>
            <w:lang w:val="en-ZA" w:eastAsia="en-US"/>
          </w:rPr>
          <w:t>35</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Warranties</w:t>
        </w:r>
        <w:r w:rsidR="00D63C89">
          <w:rPr>
            <w:noProof/>
            <w:webHidden/>
          </w:rPr>
          <w:tab/>
        </w:r>
        <w:r w:rsidR="00D63C89">
          <w:rPr>
            <w:noProof/>
            <w:webHidden/>
          </w:rPr>
          <w:fldChar w:fldCharType="begin"/>
        </w:r>
        <w:r w:rsidR="00D63C89">
          <w:rPr>
            <w:noProof/>
            <w:webHidden/>
          </w:rPr>
          <w:instrText xml:space="preserve"> PAGEREF _Toc107398026 \h </w:instrText>
        </w:r>
        <w:r w:rsidR="00D63C89">
          <w:rPr>
            <w:noProof/>
            <w:webHidden/>
          </w:rPr>
        </w:r>
        <w:r w:rsidR="00D63C89">
          <w:rPr>
            <w:noProof/>
            <w:webHidden/>
          </w:rPr>
          <w:fldChar w:fldCharType="separate"/>
        </w:r>
        <w:r>
          <w:rPr>
            <w:noProof/>
            <w:webHidden/>
          </w:rPr>
          <w:t>51</w:t>
        </w:r>
        <w:r w:rsidR="00D63C89">
          <w:rPr>
            <w:noProof/>
            <w:webHidden/>
          </w:rPr>
          <w:fldChar w:fldCharType="end"/>
        </w:r>
      </w:hyperlink>
    </w:p>
    <w:p w14:paraId="4D40F6FD" w14:textId="5CDECCAE" w:rsidR="00D63C89" w:rsidRDefault="00AA4856">
      <w:pPr>
        <w:pStyle w:val="TOC1"/>
        <w:rPr>
          <w:rFonts w:asciiTheme="minorHAnsi" w:eastAsiaTheme="minorEastAsia" w:hAnsiTheme="minorHAnsi" w:cstheme="minorBidi"/>
          <w:bCs w:val="0"/>
          <w:noProof/>
          <w:lang w:val="en-ZA" w:eastAsia="en-ZA"/>
        </w:rPr>
      </w:pPr>
      <w:hyperlink w:anchor="_Toc107398027" w:history="1">
        <w:r w:rsidR="00D63C89" w:rsidRPr="00FA3573">
          <w:rPr>
            <w:rStyle w:val="Hyperlink"/>
            <w:b/>
            <w:caps/>
            <w:noProof/>
            <w:lang w:val="en-ZA" w:eastAsia="en-US"/>
          </w:rPr>
          <w:t>36</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CO-OPERATION</w:t>
        </w:r>
        <w:r w:rsidR="00D63C89">
          <w:rPr>
            <w:noProof/>
            <w:webHidden/>
          </w:rPr>
          <w:tab/>
        </w:r>
        <w:r w:rsidR="00D63C89">
          <w:rPr>
            <w:noProof/>
            <w:webHidden/>
          </w:rPr>
          <w:fldChar w:fldCharType="begin"/>
        </w:r>
        <w:r w:rsidR="00D63C89">
          <w:rPr>
            <w:noProof/>
            <w:webHidden/>
          </w:rPr>
          <w:instrText xml:space="preserve"> PAGEREF _Toc107398027 \h </w:instrText>
        </w:r>
        <w:r w:rsidR="00D63C89">
          <w:rPr>
            <w:noProof/>
            <w:webHidden/>
          </w:rPr>
        </w:r>
        <w:r w:rsidR="00D63C89">
          <w:rPr>
            <w:noProof/>
            <w:webHidden/>
          </w:rPr>
          <w:fldChar w:fldCharType="separate"/>
        </w:r>
        <w:r>
          <w:rPr>
            <w:noProof/>
            <w:webHidden/>
          </w:rPr>
          <w:t>58</w:t>
        </w:r>
        <w:r w:rsidR="00D63C89">
          <w:rPr>
            <w:noProof/>
            <w:webHidden/>
          </w:rPr>
          <w:fldChar w:fldCharType="end"/>
        </w:r>
      </w:hyperlink>
    </w:p>
    <w:p w14:paraId="50501BAE" w14:textId="5DAE2994" w:rsidR="00D63C89" w:rsidRDefault="00AA4856">
      <w:pPr>
        <w:pStyle w:val="TOC1"/>
        <w:rPr>
          <w:rFonts w:asciiTheme="minorHAnsi" w:eastAsiaTheme="minorEastAsia" w:hAnsiTheme="minorHAnsi" w:cstheme="minorBidi"/>
          <w:bCs w:val="0"/>
          <w:noProof/>
          <w:lang w:val="en-ZA" w:eastAsia="en-ZA"/>
        </w:rPr>
      </w:pPr>
      <w:hyperlink w:anchor="_Toc107398028" w:history="1">
        <w:r w:rsidR="00D63C89" w:rsidRPr="00FA3573">
          <w:rPr>
            <w:rStyle w:val="Hyperlink"/>
            <w:caps/>
            <w:noProof/>
            <w:lang w:val="en-ZA" w:eastAsia="en-US"/>
          </w:rPr>
          <w:t>37</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DISPUTES</w:t>
        </w:r>
        <w:r w:rsidR="00D63C89">
          <w:rPr>
            <w:noProof/>
            <w:webHidden/>
          </w:rPr>
          <w:tab/>
        </w:r>
        <w:r w:rsidR="00D63C89">
          <w:rPr>
            <w:noProof/>
            <w:webHidden/>
          </w:rPr>
          <w:fldChar w:fldCharType="begin"/>
        </w:r>
        <w:r w:rsidR="00D63C89">
          <w:rPr>
            <w:noProof/>
            <w:webHidden/>
          </w:rPr>
          <w:instrText xml:space="preserve"> PAGEREF _Toc107398028 \h </w:instrText>
        </w:r>
        <w:r w:rsidR="00D63C89">
          <w:rPr>
            <w:noProof/>
            <w:webHidden/>
          </w:rPr>
        </w:r>
        <w:r w:rsidR="00D63C89">
          <w:rPr>
            <w:noProof/>
            <w:webHidden/>
          </w:rPr>
          <w:fldChar w:fldCharType="separate"/>
        </w:r>
        <w:r>
          <w:rPr>
            <w:noProof/>
            <w:webHidden/>
          </w:rPr>
          <w:t>58</w:t>
        </w:r>
        <w:r w:rsidR="00D63C89">
          <w:rPr>
            <w:noProof/>
            <w:webHidden/>
          </w:rPr>
          <w:fldChar w:fldCharType="end"/>
        </w:r>
      </w:hyperlink>
    </w:p>
    <w:p w14:paraId="2C42BEE6" w14:textId="6626A2BC" w:rsidR="00D63C89" w:rsidRDefault="00AA4856">
      <w:pPr>
        <w:pStyle w:val="TOC1"/>
        <w:rPr>
          <w:rFonts w:asciiTheme="minorHAnsi" w:eastAsiaTheme="minorEastAsia" w:hAnsiTheme="minorHAnsi" w:cstheme="minorBidi"/>
          <w:bCs w:val="0"/>
          <w:noProof/>
          <w:lang w:val="en-ZA" w:eastAsia="en-ZA"/>
        </w:rPr>
      </w:pPr>
      <w:hyperlink w:anchor="_Toc107398029" w:history="1">
        <w:r w:rsidR="00D63C89" w:rsidRPr="00FA3573">
          <w:rPr>
            <w:rStyle w:val="Hyperlink"/>
            <w:b/>
            <w:caps/>
            <w:noProof/>
            <w:lang w:val="en-ZA" w:eastAsia="en-US"/>
          </w:rPr>
          <w:t>38</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Addresses</w:t>
        </w:r>
        <w:r w:rsidR="00D63C89">
          <w:rPr>
            <w:noProof/>
            <w:webHidden/>
          </w:rPr>
          <w:tab/>
        </w:r>
        <w:r w:rsidR="00D63C89">
          <w:rPr>
            <w:noProof/>
            <w:webHidden/>
          </w:rPr>
          <w:fldChar w:fldCharType="begin"/>
        </w:r>
        <w:r w:rsidR="00D63C89">
          <w:rPr>
            <w:noProof/>
            <w:webHidden/>
          </w:rPr>
          <w:instrText xml:space="preserve"> PAGEREF _Toc107398029 \h </w:instrText>
        </w:r>
        <w:r w:rsidR="00D63C89">
          <w:rPr>
            <w:noProof/>
            <w:webHidden/>
          </w:rPr>
        </w:r>
        <w:r w:rsidR="00D63C89">
          <w:rPr>
            <w:noProof/>
            <w:webHidden/>
          </w:rPr>
          <w:fldChar w:fldCharType="separate"/>
        </w:r>
        <w:r>
          <w:rPr>
            <w:noProof/>
            <w:webHidden/>
          </w:rPr>
          <w:t>60</w:t>
        </w:r>
        <w:r w:rsidR="00D63C89">
          <w:rPr>
            <w:noProof/>
            <w:webHidden/>
          </w:rPr>
          <w:fldChar w:fldCharType="end"/>
        </w:r>
      </w:hyperlink>
    </w:p>
    <w:p w14:paraId="17A24B7C" w14:textId="281CECC4" w:rsidR="00D63C89" w:rsidRDefault="00AA4856">
      <w:pPr>
        <w:pStyle w:val="TOC1"/>
        <w:rPr>
          <w:rFonts w:asciiTheme="minorHAnsi" w:eastAsiaTheme="minorEastAsia" w:hAnsiTheme="minorHAnsi" w:cstheme="minorBidi"/>
          <w:bCs w:val="0"/>
          <w:noProof/>
          <w:lang w:val="en-ZA" w:eastAsia="en-ZA"/>
        </w:rPr>
      </w:pPr>
      <w:hyperlink w:anchor="_Toc107398030" w:history="1">
        <w:r w:rsidR="00D63C89" w:rsidRPr="00FA3573">
          <w:rPr>
            <w:rStyle w:val="Hyperlink"/>
            <w:b/>
            <w:caps/>
            <w:noProof/>
            <w:lang w:val="en-ZA" w:eastAsia="en-US"/>
          </w:rPr>
          <w:t>39</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Broad-Based Black Economic Empowerment ("BBBEE")</w:t>
        </w:r>
        <w:r w:rsidR="00D63C89">
          <w:rPr>
            <w:noProof/>
            <w:webHidden/>
          </w:rPr>
          <w:tab/>
        </w:r>
        <w:r w:rsidR="00D63C89">
          <w:rPr>
            <w:noProof/>
            <w:webHidden/>
          </w:rPr>
          <w:fldChar w:fldCharType="begin"/>
        </w:r>
        <w:r w:rsidR="00D63C89">
          <w:rPr>
            <w:noProof/>
            <w:webHidden/>
          </w:rPr>
          <w:instrText xml:space="preserve"> PAGEREF _Toc107398030 \h </w:instrText>
        </w:r>
        <w:r w:rsidR="00D63C89">
          <w:rPr>
            <w:noProof/>
            <w:webHidden/>
          </w:rPr>
        </w:r>
        <w:r w:rsidR="00D63C89">
          <w:rPr>
            <w:noProof/>
            <w:webHidden/>
          </w:rPr>
          <w:fldChar w:fldCharType="separate"/>
        </w:r>
        <w:r>
          <w:rPr>
            <w:noProof/>
            <w:webHidden/>
          </w:rPr>
          <w:t>61</w:t>
        </w:r>
        <w:r w:rsidR="00D63C89">
          <w:rPr>
            <w:noProof/>
            <w:webHidden/>
          </w:rPr>
          <w:fldChar w:fldCharType="end"/>
        </w:r>
      </w:hyperlink>
    </w:p>
    <w:p w14:paraId="483683ED" w14:textId="2AB579B4" w:rsidR="00D63C89" w:rsidRDefault="00AA4856">
      <w:pPr>
        <w:pStyle w:val="TOC1"/>
        <w:rPr>
          <w:rFonts w:asciiTheme="minorHAnsi" w:eastAsiaTheme="minorEastAsia" w:hAnsiTheme="minorHAnsi" w:cstheme="minorBidi"/>
          <w:bCs w:val="0"/>
          <w:noProof/>
          <w:lang w:val="en-ZA" w:eastAsia="en-ZA"/>
        </w:rPr>
      </w:pPr>
      <w:hyperlink w:anchor="_Toc107398031" w:history="1">
        <w:r w:rsidR="00D63C89" w:rsidRPr="00FA3573">
          <w:rPr>
            <w:rStyle w:val="Hyperlink"/>
            <w:b/>
            <w:caps/>
            <w:noProof/>
            <w:lang w:val="en-ZA" w:eastAsia="en-US"/>
          </w:rPr>
          <w:t>40</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Tax Compliance</w:t>
        </w:r>
        <w:r w:rsidR="00D63C89">
          <w:rPr>
            <w:noProof/>
            <w:webHidden/>
          </w:rPr>
          <w:tab/>
        </w:r>
        <w:r w:rsidR="00D63C89">
          <w:rPr>
            <w:noProof/>
            <w:webHidden/>
          </w:rPr>
          <w:fldChar w:fldCharType="begin"/>
        </w:r>
        <w:r w:rsidR="00D63C89">
          <w:rPr>
            <w:noProof/>
            <w:webHidden/>
          </w:rPr>
          <w:instrText xml:space="preserve"> PAGEREF _Toc107398031 \h </w:instrText>
        </w:r>
        <w:r w:rsidR="00D63C89">
          <w:rPr>
            <w:noProof/>
            <w:webHidden/>
          </w:rPr>
        </w:r>
        <w:r w:rsidR="00D63C89">
          <w:rPr>
            <w:noProof/>
            <w:webHidden/>
          </w:rPr>
          <w:fldChar w:fldCharType="separate"/>
        </w:r>
        <w:r>
          <w:rPr>
            <w:noProof/>
            <w:webHidden/>
          </w:rPr>
          <w:t>61</w:t>
        </w:r>
        <w:r w:rsidR="00D63C89">
          <w:rPr>
            <w:noProof/>
            <w:webHidden/>
          </w:rPr>
          <w:fldChar w:fldCharType="end"/>
        </w:r>
      </w:hyperlink>
    </w:p>
    <w:p w14:paraId="6E6FF78F" w14:textId="2AD5DAF0" w:rsidR="00D63C89" w:rsidRDefault="00AA4856">
      <w:pPr>
        <w:pStyle w:val="TOC1"/>
        <w:rPr>
          <w:rFonts w:asciiTheme="minorHAnsi" w:eastAsiaTheme="minorEastAsia" w:hAnsiTheme="minorHAnsi" w:cstheme="minorBidi"/>
          <w:bCs w:val="0"/>
          <w:noProof/>
          <w:lang w:val="en-ZA" w:eastAsia="en-ZA"/>
        </w:rPr>
      </w:pPr>
      <w:hyperlink w:anchor="_Toc107398032" w:history="1">
        <w:r w:rsidR="00D63C89" w:rsidRPr="00FA3573">
          <w:rPr>
            <w:rStyle w:val="Hyperlink"/>
            <w:b/>
            <w:caps/>
            <w:noProof/>
            <w:lang w:val="en-ZA" w:eastAsia="en-US"/>
          </w:rPr>
          <w:t>41</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Ethical Business Practices</w:t>
        </w:r>
        <w:r w:rsidR="00D63C89">
          <w:rPr>
            <w:noProof/>
            <w:webHidden/>
          </w:rPr>
          <w:tab/>
        </w:r>
        <w:r w:rsidR="00D63C89">
          <w:rPr>
            <w:noProof/>
            <w:webHidden/>
          </w:rPr>
          <w:fldChar w:fldCharType="begin"/>
        </w:r>
        <w:r w:rsidR="00D63C89">
          <w:rPr>
            <w:noProof/>
            <w:webHidden/>
          </w:rPr>
          <w:instrText xml:space="preserve"> PAGEREF _Toc107398032 \h </w:instrText>
        </w:r>
        <w:r w:rsidR="00D63C89">
          <w:rPr>
            <w:noProof/>
            <w:webHidden/>
          </w:rPr>
        </w:r>
        <w:r w:rsidR="00D63C89">
          <w:rPr>
            <w:noProof/>
            <w:webHidden/>
          </w:rPr>
          <w:fldChar w:fldCharType="separate"/>
        </w:r>
        <w:r>
          <w:rPr>
            <w:noProof/>
            <w:webHidden/>
          </w:rPr>
          <w:t>62</w:t>
        </w:r>
        <w:r w:rsidR="00D63C89">
          <w:rPr>
            <w:noProof/>
            <w:webHidden/>
          </w:rPr>
          <w:fldChar w:fldCharType="end"/>
        </w:r>
      </w:hyperlink>
    </w:p>
    <w:p w14:paraId="58790855" w14:textId="5FCA6D57" w:rsidR="00D63C89" w:rsidRDefault="00AA4856">
      <w:pPr>
        <w:pStyle w:val="TOC1"/>
        <w:rPr>
          <w:rFonts w:asciiTheme="minorHAnsi" w:eastAsiaTheme="minorEastAsia" w:hAnsiTheme="minorHAnsi" w:cstheme="minorBidi"/>
          <w:bCs w:val="0"/>
          <w:noProof/>
          <w:lang w:val="en-ZA" w:eastAsia="en-ZA"/>
        </w:rPr>
      </w:pPr>
      <w:hyperlink w:anchor="_Toc107398033" w:history="1">
        <w:r w:rsidR="00D63C89" w:rsidRPr="00FA3573">
          <w:rPr>
            <w:rStyle w:val="Hyperlink"/>
            <w:b/>
            <w:caps/>
            <w:noProof/>
            <w:lang w:val="en-ZA" w:eastAsia="en-US"/>
          </w:rPr>
          <w:t>42</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Conflict of Interest</w:t>
        </w:r>
        <w:r w:rsidR="00D63C89">
          <w:rPr>
            <w:noProof/>
            <w:webHidden/>
          </w:rPr>
          <w:tab/>
        </w:r>
        <w:r w:rsidR="00D63C89">
          <w:rPr>
            <w:noProof/>
            <w:webHidden/>
          </w:rPr>
          <w:fldChar w:fldCharType="begin"/>
        </w:r>
        <w:r w:rsidR="00D63C89">
          <w:rPr>
            <w:noProof/>
            <w:webHidden/>
          </w:rPr>
          <w:instrText xml:space="preserve"> PAGEREF _Toc107398033 \h </w:instrText>
        </w:r>
        <w:r w:rsidR="00D63C89">
          <w:rPr>
            <w:noProof/>
            <w:webHidden/>
          </w:rPr>
        </w:r>
        <w:r w:rsidR="00D63C89">
          <w:rPr>
            <w:noProof/>
            <w:webHidden/>
          </w:rPr>
          <w:fldChar w:fldCharType="separate"/>
        </w:r>
        <w:r>
          <w:rPr>
            <w:noProof/>
            <w:webHidden/>
          </w:rPr>
          <w:t>64</w:t>
        </w:r>
        <w:r w:rsidR="00D63C89">
          <w:rPr>
            <w:noProof/>
            <w:webHidden/>
          </w:rPr>
          <w:fldChar w:fldCharType="end"/>
        </w:r>
      </w:hyperlink>
    </w:p>
    <w:p w14:paraId="3641878F" w14:textId="4A20CABC" w:rsidR="00D63C89" w:rsidRDefault="00AA4856">
      <w:pPr>
        <w:pStyle w:val="TOC1"/>
        <w:rPr>
          <w:rFonts w:asciiTheme="minorHAnsi" w:eastAsiaTheme="minorEastAsia" w:hAnsiTheme="minorHAnsi" w:cstheme="minorBidi"/>
          <w:bCs w:val="0"/>
          <w:noProof/>
          <w:lang w:val="en-ZA" w:eastAsia="en-ZA"/>
        </w:rPr>
      </w:pPr>
      <w:hyperlink w:anchor="_Toc107398034" w:history="1">
        <w:r w:rsidR="00D63C89" w:rsidRPr="00FA3573">
          <w:rPr>
            <w:rStyle w:val="Hyperlink"/>
            <w:b/>
            <w:caps/>
            <w:noProof/>
            <w:lang w:val="en-ZA" w:eastAsia="en-US"/>
          </w:rPr>
          <w:t>43</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new laws and inability to perform</w:t>
        </w:r>
        <w:r w:rsidR="00D63C89">
          <w:rPr>
            <w:noProof/>
            <w:webHidden/>
          </w:rPr>
          <w:tab/>
        </w:r>
        <w:r w:rsidR="00D63C89">
          <w:rPr>
            <w:noProof/>
            <w:webHidden/>
          </w:rPr>
          <w:fldChar w:fldCharType="begin"/>
        </w:r>
        <w:r w:rsidR="00D63C89">
          <w:rPr>
            <w:noProof/>
            <w:webHidden/>
          </w:rPr>
          <w:instrText xml:space="preserve"> PAGEREF _Toc107398034 \h </w:instrText>
        </w:r>
        <w:r w:rsidR="00D63C89">
          <w:rPr>
            <w:noProof/>
            <w:webHidden/>
          </w:rPr>
        </w:r>
        <w:r w:rsidR="00D63C89">
          <w:rPr>
            <w:noProof/>
            <w:webHidden/>
          </w:rPr>
          <w:fldChar w:fldCharType="separate"/>
        </w:r>
        <w:r>
          <w:rPr>
            <w:noProof/>
            <w:webHidden/>
          </w:rPr>
          <w:t>64</w:t>
        </w:r>
        <w:r w:rsidR="00D63C89">
          <w:rPr>
            <w:noProof/>
            <w:webHidden/>
          </w:rPr>
          <w:fldChar w:fldCharType="end"/>
        </w:r>
      </w:hyperlink>
    </w:p>
    <w:p w14:paraId="0AFA5B42" w14:textId="317B38D5" w:rsidR="00D63C89" w:rsidRDefault="00AA4856">
      <w:pPr>
        <w:pStyle w:val="TOC1"/>
        <w:rPr>
          <w:rFonts w:asciiTheme="minorHAnsi" w:eastAsiaTheme="minorEastAsia" w:hAnsiTheme="minorHAnsi" w:cstheme="minorBidi"/>
          <w:bCs w:val="0"/>
          <w:noProof/>
          <w:lang w:val="en-ZA" w:eastAsia="en-ZA"/>
        </w:rPr>
      </w:pPr>
      <w:hyperlink w:anchor="_Toc107398035" w:history="1">
        <w:r w:rsidR="00D63C89" w:rsidRPr="00FA3573">
          <w:rPr>
            <w:rStyle w:val="Hyperlink"/>
            <w:b/>
            <w:caps/>
            <w:noProof/>
            <w:lang w:val="en-ZA" w:eastAsia="en-US"/>
          </w:rPr>
          <w:t>44</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BUSINESS CONTINUITY MANAGEMENT</w:t>
        </w:r>
        <w:r w:rsidR="00D63C89">
          <w:rPr>
            <w:noProof/>
            <w:webHidden/>
          </w:rPr>
          <w:tab/>
        </w:r>
        <w:r w:rsidR="00D63C89">
          <w:rPr>
            <w:noProof/>
            <w:webHidden/>
          </w:rPr>
          <w:fldChar w:fldCharType="begin"/>
        </w:r>
        <w:r w:rsidR="00D63C89">
          <w:rPr>
            <w:noProof/>
            <w:webHidden/>
          </w:rPr>
          <w:instrText xml:space="preserve"> PAGEREF _Toc107398035 \h </w:instrText>
        </w:r>
        <w:r w:rsidR="00D63C89">
          <w:rPr>
            <w:noProof/>
            <w:webHidden/>
          </w:rPr>
        </w:r>
        <w:r w:rsidR="00D63C89">
          <w:rPr>
            <w:noProof/>
            <w:webHidden/>
          </w:rPr>
          <w:fldChar w:fldCharType="separate"/>
        </w:r>
        <w:r>
          <w:rPr>
            <w:noProof/>
            <w:webHidden/>
          </w:rPr>
          <w:t>65</w:t>
        </w:r>
        <w:r w:rsidR="00D63C89">
          <w:rPr>
            <w:noProof/>
            <w:webHidden/>
          </w:rPr>
          <w:fldChar w:fldCharType="end"/>
        </w:r>
      </w:hyperlink>
    </w:p>
    <w:p w14:paraId="418BB271" w14:textId="38660DC2" w:rsidR="00D63C89" w:rsidRDefault="00AA4856">
      <w:pPr>
        <w:pStyle w:val="TOC1"/>
        <w:rPr>
          <w:rFonts w:asciiTheme="minorHAnsi" w:eastAsiaTheme="minorEastAsia" w:hAnsiTheme="minorHAnsi" w:cstheme="minorBidi"/>
          <w:bCs w:val="0"/>
          <w:noProof/>
          <w:lang w:val="en-ZA" w:eastAsia="en-ZA"/>
        </w:rPr>
      </w:pPr>
      <w:hyperlink w:anchor="_Toc107398036" w:history="1">
        <w:r w:rsidR="00D63C89" w:rsidRPr="00FA3573">
          <w:rPr>
            <w:rStyle w:val="Hyperlink"/>
            <w:b/>
            <w:caps/>
            <w:noProof/>
            <w:lang w:val="en-ZA" w:eastAsia="en-US"/>
          </w:rPr>
          <w:t>45</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Relationship between the Parties</w:t>
        </w:r>
        <w:r w:rsidR="00D63C89">
          <w:rPr>
            <w:noProof/>
            <w:webHidden/>
          </w:rPr>
          <w:tab/>
        </w:r>
        <w:r w:rsidR="00D63C89">
          <w:rPr>
            <w:noProof/>
            <w:webHidden/>
          </w:rPr>
          <w:fldChar w:fldCharType="begin"/>
        </w:r>
        <w:r w:rsidR="00D63C89">
          <w:rPr>
            <w:noProof/>
            <w:webHidden/>
          </w:rPr>
          <w:instrText xml:space="preserve"> PAGEREF _Toc107398036 \h </w:instrText>
        </w:r>
        <w:r w:rsidR="00D63C89">
          <w:rPr>
            <w:noProof/>
            <w:webHidden/>
          </w:rPr>
        </w:r>
        <w:r w:rsidR="00D63C89">
          <w:rPr>
            <w:noProof/>
            <w:webHidden/>
          </w:rPr>
          <w:fldChar w:fldCharType="separate"/>
        </w:r>
        <w:r>
          <w:rPr>
            <w:noProof/>
            <w:webHidden/>
          </w:rPr>
          <w:t>65</w:t>
        </w:r>
        <w:r w:rsidR="00D63C89">
          <w:rPr>
            <w:noProof/>
            <w:webHidden/>
          </w:rPr>
          <w:fldChar w:fldCharType="end"/>
        </w:r>
      </w:hyperlink>
    </w:p>
    <w:p w14:paraId="27496D1F" w14:textId="066DD695" w:rsidR="00D63C89" w:rsidRDefault="00AA4856">
      <w:pPr>
        <w:pStyle w:val="TOC1"/>
        <w:rPr>
          <w:rFonts w:asciiTheme="minorHAnsi" w:eastAsiaTheme="minorEastAsia" w:hAnsiTheme="minorHAnsi" w:cstheme="minorBidi"/>
          <w:bCs w:val="0"/>
          <w:noProof/>
          <w:lang w:val="en-ZA" w:eastAsia="en-ZA"/>
        </w:rPr>
      </w:pPr>
      <w:hyperlink w:anchor="_Toc107398037" w:history="1">
        <w:r w:rsidR="00D63C89" w:rsidRPr="00FA3573">
          <w:rPr>
            <w:rStyle w:val="Hyperlink"/>
            <w:b/>
            <w:caps/>
            <w:noProof/>
            <w:lang w:val="en-ZA" w:eastAsia="en-US"/>
          </w:rPr>
          <w:t>46</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General</w:t>
        </w:r>
        <w:r w:rsidR="00D63C89">
          <w:rPr>
            <w:noProof/>
            <w:webHidden/>
          </w:rPr>
          <w:tab/>
        </w:r>
        <w:r w:rsidR="00D63C89">
          <w:rPr>
            <w:noProof/>
            <w:webHidden/>
          </w:rPr>
          <w:fldChar w:fldCharType="begin"/>
        </w:r>
        <w:r w:rsidR="00D63C89">
          <w:rPr>
            <w:noProof/>
            <w:webHidden/>
          </w:rPr>
          <w:instrText xml:space="preserve"> PAGEREF _Toc107398037 \h </w:instrText>
        </w:r>
        <w:r w:rsidR="00D63C89">
          <w:rPr>
            <w:noProof/>
            <w:webHidden/>
          </w:rPr>
        </w:r>
        <w:r w:rsidR="00D63C89">
          <w:rPr>
            <w:noProof/>
            <w:webHidden/>
          </w:rPr>
          <w:fldChar w:fldCharType="separate"/>
        </w:r>
        <w:r>
          <w:rPr>
            <w:noProof/>
            <w:webHidden/>
          </w:rPr>
          <w:t>65</w:t>
        </w:r>
        <w:r w:rsidR="00D63C89">
          <w:rPr>
            <w:noProof/>
            <w:webHidden/>
          </w:rPr>
          <w:fldChar w:fldCharType="end"/>
        </w:r>
      </w:hyperlink>
    </w:p>
    <w:p w14:paraId="46EC1075" w14:textId="77B25683" w:rsidR="00D63C89" w:rsidRDefault="00AA4856">
      <w:pPr>
        <w:pStyle w:val="TOC1"/>
        <w:rPr>
          <w:rFonts w:asciiTheme="minorHAnsi" w:eastAsiaTheme="minorEastAsia" w:hAnsiTheme="minorHAnsi" w:cstheme="minorBidi"/>
          <w:bCs w:val="0"/>
          <w:noProof/>
          <w:lang w:val="en-ZA" w:eastAsia="en-ZA"/>
        </w:rPr>
      </w:pPr>
      <w:hyperlink w:anchor="_Toc107398038" w:history="1">
        <w:r w:rsidR="00D63C89" w:rsidRPr="00FA3573">
          <w:rPr>
            <w:rStyle w:val="Hyperlink"/>
            <w:b/>
            <w:caps/>
            <w:noProof/>
            <w:lang w:val="en-ZA" w:eastAsia="en-US"/>
          </w:rPr>
          <w:t>47</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Covenant of Good Faith</w:t>
        </w:r>
        <w:r w:rsidR="00D63C89">
          <w:rPr>
            <w:noProof/>
            <w:webHidden/>
          </w:rPr>
          <w:tab/>
        </w:r>
        <w:r w:rsidR="00D63C89">
          <w:rPr>
            <w:noProof/>
            <w:webHidden/>
          </w:rPr>
          <w:fldChar w:fldCharType="begin"/>
        </w:r>
        <w:r w:rsidR="00D63C89">
          <w:rPr>
            <w:noProof/>
            <w:webHidden/>
          </w:rPr>
          <w:instrText xml:space="preserve"> PAGEREF _Toc107398038 \h </w:instrText>
        </w:r>
        <w:r w:rsidR="00D63C89">
          <w:rPr>
            <w:noProof/>
            <w:webHidden/>
          </w:rPr>
        </w:r>
        <w:r w:rsidR="00D63C89">
          <w:rPr>
            <w:noProof/>
            <w:webHidden/>
          </w:rPr>
          <w:fldChar w:fldCharType="separate"/>
        </w:r>
        <w:r>
          <w:rPr>
            <w:noProof/>
            <w:webHidden/>
          </w:rPr>
          <w:t>67</w:t>
        </w:r>
        <w:r w:rsidR="00D63C89">
          <w:rPr>
            <w:noProof/>
            <w:webHidden/>
          </w:rPr>
          <w:fldChar w:fldCharType="end"/>
        </w:r>
      </w:hyperlink>
    </w:p>
    <w:p w14:paraId="69403C4E" w14:textId="1A3BD9D8" w:rsidR="00D63C89" w:rsidRDefault="00AA4856">
      <w:pPr>
        <w:pStyle w:val="TOC1"/>
        <w:rPr>
          <w:rFonts w:asciiTheme="minorHAnsi" w:eastAsiaTheme="minorEastAsia" w:hAnsiTheme="minorHAnsi" w:cstheme="minorBidi"/>
          <w:bCs w:val="0"/>
          <w:noProof/>
          <w:lang w:val="en-ZA" w:eastAsia="en-ZA"/>
        </w:rPr>
      </w:pPr>
      <w:hyperlink w:anchor="_Toc107398039" w:history="1">
        <w:r w:rsidR="00D63C89" w:rsidRPr="00FA3573">
          <w:rPr>
            <w:rStyle w:val="Hyperlink"/>
            <w:b/>
            <w:caps/>
            <w:noProof/>
            <w:lang w:val="en-ZA" w:eastAsia="en-US"/>
          </w:rPr>
          <w:t>48</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Costs</w:t>
        </w:r>
        <w:r w:rsidR="00D63C89">
          <w:rPr>
            <w:noProof/>
            <w:webHidden/>
          </w:rPr>
          <w:tab/>
        </w:r>
        <w:r w:rsidR="00D63C89">
          <w:rPr>
            <w:noProof/>
            <w:webHidden/>
          </w:rPr>
          <w:fldChar w:fldCharType="begin"/>
        </w:r>
        <w:r w:rsidR="00D63C89">
          <w:rPr>
            <w:noProof/>
            <w:webHidden/>
          </w:rPr>
          <w:instrText xml:space="preserve"> PAGEREF _Toc107398039 \h </w:instrText>
        </w:r>
        <w:r w:rsidR="00D63C89">
          <w:rPr>
            <w:noProof/>
            <w:webHidden/>
          </w:rPr>
        </w:r>
        <w:r w:rsidR="00D63C89">
          <w:rPr>
            <w:noProof/>
            <w:webHidden/>
          </w:rPr>
          <w:fldChar w:fldCharType="separate"/>
        </w:r>
        <w:r>
          <w:rPr>
            <w:noProof/>
            <w:webHidden/>
          </w:rPr>
          <w:t>67</w:t>
        </w:r>
        <w:r w:rsidR="00D63C89">
          <w:rPr>
            <w:noProof/>
            <w:webHidden/>
          </w:rPr>
          <w:fldChar w:fldCharType="end"/>
        </w:r>
      </w:hyperlink>
    </w:p>
    <w:p w14:paraId="70A40F6C" w14:textId="5B9334B6" w:rsidR="00D63C89" w:rsidRPr="00C53428" w:rsidRDefault="00AA4856" w:rsidP="00C53428">
      <w:pPr>
        <w:pStyle w:val="TOC1"/>
        <w:rPr>
          <w:noProof/>
          <w:color w:val="0000FF"/>
          <w:u w:val="single"/>
        </w:rPr>
      </w:pPr>
      <w:hyperlink w:anchor="_Toc107398040" w:history="1">
        <w:r w:rsidR="00D63C89" w:rsidRPr="00FA3573">
          <w:rPr>
            <w:rStyle w:val="Hyperlink"/>
            <w:b/>
            <w:caps/>
            <w:noProof/>
            <w:lang w:val="en-ZA" w:eastAsia="en-US"/>
          </w:rPr>
          <w:t>49</w:t>
        </w:r>
        <w:r w:rsidR="00D63C89">
          <w:rPr>
            <w:rFonts w:asciiTheme="minorHAnsi" w:eastAsiaTheme="minorEastAsia" w:hAnsiTheme="minorHAnsi" w:cstheme="minorBidi"/>
            <w:bCs w:val="0"/>
            <w:noProof/>
            <w:lang w:val="en-ZA" w:eastAsia="en-ZA"/>
          </w:rPr>
          <w:tab/>
        </w:r>
        <w:r w:rsidR="00D63C89" w:rsidRPr="00FA3573">
          <w:rPr>
            <w:rStyle w:val="Hyperlink"/>
            <w:b/>
            <w:caps/>
            <w:noProof/>
            <w:lang w:val="en-ZA" w:eastAsia="en-US"/>
          </w:rPr>
          <w:t>Authorised Signatories</w:t>
        </w:r>
        <w:r w:rsidR="00D63C89">
          <w:rPr>
            <w:noProof/>
            <w:webHidden/>
          </w:rPr>
          <w:tab/>
        </w:r>
        <w:r w:rsidR="00D63C89">
          <w:rPr>
            <w:noProof/>
            <w:webHidden/>
          </w:rPr>
          <w:fldChar w:fldCharType="begin"/>
        </w:r>
        <w:r w:rsidR="00D63C89">
          <w:rPr>
            <w:noProof/>
            <w:webHidden/>
          </w:rPr>
          <w:instrText xml:space="preserve"> PAGEREF _Toc107398040 \h </w:instrText>
        </w:r>
        <w:r w:rsidR="00D63C89">
          <w:rPr>
            <w:noProof/>
            <w:webHidden/>
          </w:rPr>
        </w:r>
        <w:r w:rsidR="00D63C89">
          <w:rPr>
            <w:noProof/>
            <w:webHidden/>
          </w:rPr>
          <w:fldChar w:fldCharType="separate"/>
        </w:r>
        <w:r>
          <w:rPr>
            <w:noProof/>
            <w:webHidden/>
          </w:rPr>
          <w:t>67</w:t>
        </w:r>
        <w:r w:rsidR="00D63C89">
          <w:rPr>
            <w:noProof/>
            <w:webHidden/>
          </w:rPr>
          <w:fldChar w:fldCharType="end"/>
        </w:r>
      </w:hyperlink>
      <w:r w:rsidR="00C53428">
        <w:rPr>
          <w:rFonts w:asciiTheme="minorHAnsi" w:eastAsiaTheme="minorEastAsia" w:hAnsiTheme="minorHAnsi" w:cstheme="minorBidi"/>
          <w:bCs w:val="0"/>
          <w:noProof/>
          <w:lang w:val="en-ZA" w:eastAsia="en-ZA"/>
        </w:rPr>
        <w:t xml:space="preserve"> </w:t>
      </w:r>
    </w:p>
    <w:p w14:paraId="0EBFC2DE" w14:textId="50FCD5A5" w:rsidR="00D63C89" w:rsidRDefault="00AA4856">
      <w:pPr>
        <w:pStyle w:val="TOC1"/>
        <w:rPr>
          <w:rFonts w:asciiTheme="minorHAnsi" w:eastAsiaTheme="minorEastAsia" w:hAnsiTheme="minorHAnsi" w:cstheme="minorBidi"/>
          <w:bCs w:val="0"/>
          <w:noProof/>
          <w:lang w:val="en-ZA" w:eastAsia="en-ZA"/>
        </w:rPr>
      </w:pPr>
      <w:hyperlink w:anchor="_Toc107398098" w:history="1">
        <w:r w:rsidR="00D63C89" w:rsidRPr="00FA3573">
          <w:rPr>
            <w:rStyle w:val="Hyperlink"/>
            <w:b/>
            <w:noProof/>
            <w:lang w:val="en-US" w:eastAsia="en-US"/>
          </w:rPr>
          <w:t xml:space="preserve">ANNEXURE </w:t>
        </w:r>
        <w:r w:rsidR="00131ED6">
          <w:rPr>
            <w:rStyle w:val="Hyperlink"/>
            <w:b/>
            <w:noProof/>
            <w:lang w:val="en-US" w:eastAsia="en-US"/>
          </w:rPr>
          <w:t>A</w:t>
        </w:r>
        <w:r w:rsidR="00D63C89">
          <w:rPr>
            <w:noProof/>
            <w:webHidden/>
          </w:rPr>
          <w:tab/>
        </w:r>
        <w:r w:rsidR="00D63C89">
          <w:rPr>
            <w:noProof/>
            <w:webHidden/>
          </w:rPr>
          <w:fldChar w:fldCharType="begin"/>
        </w:r>
        <w:r w:rsidR="00D63C89">
          <w:rPr>
            <w:noProof/>
            <w:webHidden/>
          </w:rPr>
          <w:instrText xml:space="preserve"> PAGEREF _Toc107398098 \h </w:instrText>
        </w:r>
        <w:r w:rsidR="00D63C89">
          <w:rPr>
            <w:noProof/>
            <w:webHidden/>
          </w:rPr>
        </w:r>
        <w:r w:rsidR="00D63C89">
          <w:rPr>
            <w:noProof/>
            <w:webHidden/>
          </w:rPr>
          <w:fldChar w:fldCharType="separate"/>
        </w:r>
        <w:r>
          <w:rPr>
            <w:noProof/>
            <w:webHidden/>
          </w:rPr>
          <w:t>76</w:t>
        </w:r>
        <w:r w:rsidR="00D63C89">
          <w:rPr>
            <w:noProof/>
            <w:webHidden/>
          </w:rPr>
          <w:fldChar w:fldCharType="end"/>
        </w:r>
      </w:hyperlink>
    </w:p>
    <w:p w14:paraId="793A5AA9" w14:textId="36D78949" w:rsidR="00D63C89" w:rsidRDefault="00AA4856">
      <w:pPr>
        <w:pStyle w:val="TOC1"/>
        <w:rPr>
          <w:rFonts w:asciiTheme="minorHAnsi" w:eastAsiaTheme="minorEastAsia" w:hAnsiTheme="minorHAnsi" w:cstheme="minorBidi"/>
          <w:bCs w:val="0"/>
          <w:noProof/>
          <w:lang w:val="en-ZA" w:eastAsia="en-ZA"/>
        </w:rPr>
      </w:pPr>
      <w:hyperlink w:anchor="_Toc107398159" w:history="1">
        <w:r w:rsidR="00D63C89" w:rsidRPr="00FA3573">
          <w:rPr>
            <w:rStyle w:val="Hyperlink"/>
            <w:b/>
            <w:caps/>
            <w:noProof/>
            <w:lang w:val="en-ZA" w:eastAsia="en-US"/>
          </w:rPr>
          <w:t>ANNEXURE B- fees</w:t>
        </w:r>
        <w:r w:rsidR="00D63C89">
          <w:rPr>
            <w:noProof/>
            <w:webHidden/>
          </w:rPr>
          <w:tab/>
        </w:r>
        <w:r w:rsidR="00D63C89">
          <w:rPr>
            <w:noProof/>
            <w:webHidden/>
          </w:rPr>
          <w:fldChar w:fldCharType="begin"/>
        </w:r>
        <w:r w:rsidR="00D63C89">
          <w:rPr>
            <w:noProof/>
            <w:webHidden/>
          </w:rPr>
          <w:instrText xml:space="preserve"> PAGEREF _Toc107398159 \h </w:instrText>
        </w:r>
        <w:r w:rsidR="00D63C89">
          <w:rPr>
            <w:noProof/>
            <w:webHidden/>
          </w:rPr>
        </w:r>
        <w:r w:rsidR="00D63C89">
          <w:rPr>
            <w:noProof/>
            <w:webHidden/>
          </w:rPr>
          <w:fldChar w:fldCharType="separate"/>
        </w:r>
        <w:r>
          <w:rPr>
            <w:noProof/>
            <w:webHidden/>
          </w:rPr>
          <w:t>79</w:t>
        </w:r>
        <w:r w:rsidR="00D63C89">
          <w:rPr>
            <w:noProof/>
            <w:webHidden/>
          </w:rPr>
          <w:fldChar w:fldCharType="end"/>
        </w:r>
      </w:hyperlink>
    </w:p>
    <w:p w14:paraId="4F8047B7" w14:textId="4EB4FD5B" w:rsidR="001350BE" w:rsidRPr="009506B6" w:rsidRDefault="00AA5ADE" w:rsidP="00DD24D3">
      <w:pPr>
        <w:keepNext/>
        <w:keepLines/>
        <w:spacing w:before="120" w:after="240" w:line="360" w:lineRule="auto"/>
        <w:jc w:val="both"/>
        <w:rPr>
          <w:rFonts w:ascii="Arial" w:hAnsi="Arial" w:cs="Arial"/>
          <w:b/>
          <w:bCs/>
          <w:i/>
          <w:iCs/>
          <w:sz w:val="22"/>
          <w:szCs w:val="22"/>
        </w:rPr>
      </w:pPr>
      <w:r w:rsidRPr="009506B6">
        <w:rPr>
          <w:rFonts w:ascii="Arial" w:hAnsi="Arial" w:cs="Arial"/>
          <w:b/>
          <w:bCs/>
          <w:i/>
          <w:iCs/>
          <w:sz w:val="22"/>
          <w:szCs w:val="22"/>
          <w:lang w:val="en-ZA"/>
        </w:rPr>
        <w:fldChar w:fldCharType="end"/>
      </w:r>
      <w:bookmarkStart w:id="2" w:name="_Toc531439677"/>
    </w:p>
    <w:p w14:paraId="074C06FC" w14:textId="77777777" w:rsidR="001350BE" w:rsidRPr="009506B6" w:rsidRDefault="001350BE" w:rsidP="00DD24D3">
      <w:pPr>
        <w:pStyle w:val="ListParagraph"/>
        <w:keepNext/>
        <w:keepLines/>
        <w:numPr>
          <w:ilvl w:val="0"/>
          <w:numId w:val="16"/>
        </w:numPr>
        <w:spacing w:before="120" w:after="240" w:line="360" w:lineRule="auto"/>
        <w:contextualSpacing w:val="0"/>
        <w:jc w:val="both"/>
        <w:rPr>
          <w:b/>
          <w:bCs/>
          <w:lang w:val="en-ZA"/>
        </w:rPr>
      </w:pPr>
      <w:r w:rsidRPr="009506B6">
        <w:rPr>
          <w:lang w:val="en-ZA"/>
        </w:rPr>
        <w:br w:type="page"/>
      </w:r>
    </w:p>
    <w:p w14:paraId="0AB49A50" w14:textId="77777777" w:rsidR="00EA722C" w:rsidRPr="009506B6" w:rsidRDefault="00EA722C" w:rsidP="00DD24D3">
      <w:pPr>
        <w:pStyle w:val="ListParagraph"/>
        <w:keepNext/>
        <w:keepLines/>
        <w:numPr>
          <w:ilvl w:val="0"/>
          <w:numId w:val="17"/>
        </w:numPr>
        <w:spacing w:before="120" w:after="240" w:line="360" w:lineRule="auto"/>
        <w:ind w:left="454" w:hanging="454"/>
        <w:contextualSpacing w:val="0"/>
        <w:jc w:val="both"/>
        <w:outlineLvl w:val="0"/>
        <w:rPr>
          <w:b/>
          <w:bCs/>
          <w:caps/>
        </w:rPr>
      </w:pPr>
      <w:bookmarkStart w:id="3" w:name="_Toc107397991"/>
      <w:r w:rsidRPr="009506B6">
        <w:rPr>
          <w:b/>
          <w:bCs/>
          <w:caps/>
        </w:rPr>
        <w:lastRenderedPageBreak/>
        <w:t>PARTIES</w:t>
      </w:r>
      <w:bookmarkEnd w:id="3"/>
    </w:p>
    <w:p w14:paraId="4D909B58" w14:textId="77777777" w:rsidR="006C76EA" w:rsidRPr="009506B6" w:rsidRDefault="006C76EA" w:rsidP="00DD24D3">
      <w:pPr>
        <w:pStyle w:val="ListParagraph"/>
        <w:keepNext/>
        <w:keepLines/>
        <w:numPr>
          <w:ilvl w:val="1"/>
          <w:numId w:val="17"/>
        </w:numPr>
        <w:spacing w:before="120" w:after="240" w:line="360" w:lineRule="auto"/>
        <w:ind w:left="1440" w:hanging="720"/>
        <w:contextualSpacing w:val="0"/>
        <w:jc w:val="both"/>
        <w:rPr>
          <w:b/>
          <w:bCs/>
        </w:rPr>
      </w:pPr>
      <w:bookmarkStart w:id="4" w:name="_Toc12416521"/>
      <w:r w:rsidRPr="009506B6">
        <w:t>The Parties to this Agreement are:</w:t>
      </w:r>
      <w:bookmarkEnd w:id="4"/>
    </w:p>
    <w:p w14:paraId="3FA46638" w14:textId="1953E40B" w:rsidR="006C76EA" w:rsidRPr="009506B6" w:rsidRDefault="00BD6069" w:rsidP="00DD24D3">
      <w:pPr>
        <w:pStyle w:val="ListParagraph"/>
        <w:keepNext/>
        <w:keepLines/>
        <w:numPr>
          <w:ilvl w:val="2"/>
          <w:numId w:val="17"/>
        </w:numPr>
        <w:spacing w:before="120" w:after="240" w:line="360" w:lineRule="auto"/>
        <w:ind w:left="1860" w:hanging="1140"/>
        <w:contextualSpacing w:val="0"/>
        <w:jc w:val="both"/>
        <w:rPr>
          <w:b/>
        </w:rPr>
      </w:pPr>
      <w:bookmarkStart w:id="5" w:name="_Toc12416522"/>
      <w:r w:rsidRPr="00121B59">
        <w:rPr>
          <w:b/>
          <w:bCs/>
        </w:rPr>
        <w:t xml:space="preserve">The </w:t>
      </w:r>
      <w:r w:rsidR="006C76EA" w:rsidRPr="00121B59">
        <w:rPr>
          <w:b/>
          <w:bCs/>
        </w:rPr>
        <w:t>South African Revenue Service</w:t>
      </w:r>
      <w:r w:rsidR="006C76EA" w:rsidRPr="009506B6">
        <w:t xml:space="preserve">, </w:t>
      </w:r>
      <w:bookmarkStart w:id="6" w:name="_Hlk41918638"/>
      <w:r w:rsidR="006C76EA" w:rsidRPr="009506B6">
        <w:t xml:space="preserve">an organ of state within the public administration but outside the public service established in terms of Section 2 of the South African Revenue Service Act, 1997 (Act No. 34 of 1997), with its principal </w:t>
      </w:r>
      <w:r w:rsidR="00DC256F" w:rsidRPr="009506B6">
        <w:t>place of business situated at</w:t>
      </w:r>
      <w:r w:rsidR="00DD24D3">
        <w:t xml:space="preserve"> </w:t>
      </w:r>
      <w:r w:rsidR="006C76EA" w:rsidRPr="009506B6">
        <w:t xml:space="preserve">299 </w:t>
      </w:r>
      <w:proofErr w:type="spellStart"/>
      <w:r w:rsidR="006C76EA" w:rsidRPr="009506B6">
        <w:t>Bronkhorst</w:t>
      </w:r>
      <w:proofErr w:type="spellEnd"/>
      <w:r w:rsidR="006C76EA" w:rsidRPr="009506B6">
        <w:t xml:space="preserve"> Street, </w:t>
      </w:r>
      <w:proofErr w:type="spellStart"/>
      <w:r w:rsidR="006C76EA" w:rsidRPr="009506B6">
        <w:t>Nieuw</w:t>
      </w:r>
      <w:proofErr w:type="spellEnd"/>
      <w:r w:rsidR="006C76EA" w:rsidRPr="009506B6">
        <w:t xml:space="preserve"> </w:t>
      </w:r>
      <w:proofErr w:type="spellStart"/>
      <w:r w:rsidR="006C76EA" w:rsidRPr="009506B6">
        <w:t>Muckleneuk</w:t>
      </w:r>
      <w:proofErr w:type="spellEnd"/>
      <w:r w:rsidR="006C76EA" w:rsidRPr="009506B6">
        <w:t>, Pretoria</w:t>
      </w:r>
      <w:r w:rsidRPr="009506B6">
        <w:t xml:space="preserve"> (“</w:t>
      </w:r>
      <w:r w:rsidRPr="009506B6">
        <w:rPr>
          <w:b/>
          <w:bCs/>
        </w:rPr>
        <w:t>SARS</w:t>
      </w:r>
      <w:r w:rsidRPr="009506B6">
        <w:t>”)</w:t>
      </w:r>
      <w:r w:rsidR="006C76EA" w:rsidRPr="009506B6">
        <w:t>;</w:t>
      </w:r>
      <w:r w:rsidRPr="009506B6">
        <w:t xml:space="preserve"> </w:t>
      </w:r>
      <w:bookmarkEnd w:id="6"/>
      <w:r w:rsidRPr="009506B6">
        <w:t>and</w:t>
      </w:r>
      <w:bookmarkEnd w:id="5"/>
      <w:r w:rsidRPr="009506B6">
        <w:t xml:space="preserve"> </w:t>
      </w:r>
    </w:p>
    <w:p w14:paraId="20F257B9" w14:textId="5DDED626" w:rsidR="009A6F45" w:rsidRPr="009506B6" w:rsidRDefault="00DF7E48" w:rsidP="00DD24D3">
      <w:pPr>
        <w:pStyle w:val="ListParagraph"/>
        <w:keepNext/>
        <w:keepLines/>
        <w:numPr>
          <w:ilvl w:val="2"/>
          <w:numId w:val="17"/>
        </w:numPr>
        <w:spacing w:before="120" w:after="240" w:line="360" w:lineRule="auto"/>
        <w:ind w:left="1860" w:hanging="1140"/>
        <w:contextualSpacing w:val="0"/>
        <w:jc w:val="both"/>
        <w:rPr>
          <w:b/>
        </w:rPr>
      </w:pPr>
      <w:bookmarkStart w:id="7" w:name="_Toc12416523"/>
      <w:r>
        <w:rPr>
          <w:b/>
          <w:bCs/>
          <w:color w:val="000000" w:themeColor="text1"/>
          <w:lang w:val="en-US"/>
        </w:rPr>
        <w:t>_______________</w:t>
      </w:r>
      <w:r w:rsidRPr="009506B6">
        <w:t xml:space="preserve">, </w:t>
      </w:r>
      <w:r>
        <w:t>incorporated</w:t>
      </w:r>
      <w:r w:rsidR="00AB41C2">
        <w:t xml:space="preserve"> in accordance with the Laws of South Africa with </w:t>
      </w:r>
      <w:r w:rsidR="009A6F45" w:rsidRPr="009506B6">
        <w:t>Registration Number:</w:t>
      </w:r>
      <w:r w:rsidR="00556EE1" w:rsidRPr="009506B6">
        <w:t xml:space="preserve"> </w:t>
      </w:r>
      <w:r>
        <w:rPr>
          <w:b/>
          <w:bCs/>
          <w:lang w:val="en-US"/>
        </w:rPr>
        <w:t>_______________</w:t>
      </w:r>
      <w:r w:rsidR="001452C7">
        <w:rPr>
          <w:lang w:val="en-US"/>
        </w:rPr>
        <w:t xml:space="preserve"> </w:t>
      </w:r>
      <w:r w:rsidR="009A6F45" w:rsidRPr="009506B6">
        <w:t xml:space="preserve">with its principal </w:t>
      </w:r>
      <w:r w:rsidR="00DC256F" w:rsidRPr="009506B6">
        <w:t xml:space="preserve">place of business </w:t>
      </w:r>
      <w:r w:rsidR="00547EFE" w:rsidRPr="009506B6">
        <w:t>situated</w:t>
      </w:r>
      <w:r w:rsidRPr="00DF7E48">
        <w:rPr>
          <w:b/>
          <w:bCs/>
        </w:rPr>
        <w:t>_______________</w:t>
      </w:r>
      <w:r w:rsidR="00755949" w:rsidRPr="009506B6">
        <w:t>,</w:t>
      </w:r>
      <w:r w:rsidR="00411C35" w:rsidRPr="009506B6" w:rsidDel="00411C35">
        <w:t xml:space="preserve"> </w:t>
      </w:r>
      <w:r w:rsidR="009A6F45" w:rsidRPr="009506B6">
        <w:t xml:space="preserve">(the </w:t>
      </w:r>
      <w:r w:rsidR="009A6F45" w:rsidRPr="009506B6">
        <w:rPr>
          <w:b/>
          <w:bCs/>
        </w:rPr>
        <w:t>Service Provider</w:t>
      </w:r>
      <w:r w:rsidR="009A6F45" w:rsidRPr="009506B6">
        <w:t>”)</w:t>
      </w:r>
      <w:r w:rsidR="005C3422">
        <w:t>;</w:t>
      </w:r>
      <w:bookmarkEnd w:id="7"/>
    </w:p>
    <w:p w14:paraId="0C1C24D5" w14:textId="77777777" w:rsidR="00411C35" w:rsidRPr="009506B6" w:rsidRDefault="00411C35" w:rsidP="00DD24D3">
      <w:pPr>
        <w:pStyle w:val="ListParagraph"/>
        <w:keepNext/>
        <w:keepLines/>
        <w:spacing w:before="120" w:after="240" w:line="360" w:lineRule="auto"/>
        <w:ind w:left="1860"/>
        <w:contextualSpacing w:val="0"/>
        <w:jc w:val="both"/>
        <w:rPr>
          <w:b/>
        </w:rPr>
      </w:pPr>
      <w:r w:rsidRPr="009506B6">
        <w:rPr>
          <w:bCs/>
        </w:rPr>
        <w:t>(collectively referred to herein as the</w:t>
      </w:r>
      <w:r w:rsidRPr="009506B6">
        <w:rPr>
          <w:b/>
        </w:rPr>
        <w:t xml:space="preserve"> “Parties” </w:t>
      </w:r>
      <w:r w:rsidRPr="009506B6">
        <w:rPr>
          <w:bCs/>
        </w:rPr>
        <w:t>and individually as a</w:t>
      </w:r>
      <w:r w:rsidRPr="009506B6">
        <w:rPr>
          <w:b/>
        </w:rPr>
        <w:t xml:space="preserve"> “Party”)</w:t>
      </w:r>
    </w:p>
    <w:p w14:paraId="70E7A372" w14:textId="3A1E9272" w:rsidR="00C007BB" w:rsidRPr="009506B6" w:rsidRDefault="00C007BB" w:rsidP="00DD24D3">
      <w:pPr>
        <w:pStyle w:val="ListParagraph"/>
        <w:keepNext/>
        <w:keepLines/>
        <w:numPr>
          <w:ilvl w:val="0"/>
          <w:numId w:val="17"/>
        </w:numPr>
        <w:spacing w:before="120" w:after="240" w:line="360" w:lineRule="auto"/>
        <w:ind w:left="454" w:hanging="454"/>
        <w:contextualSpacing w:val="0"/>
        <w:jc w:val="both"/>
        <w:outlineLvl w:val="0"/>
        <w:rPr>
          <w:b/>
          <w:bCs/>
          <w:caps/>
        </w:rPr>
      </w:pPr>
      <w:bookmarkStart w:id="8" w:name="_Toc263162270"/>
      <w:bookmarkStart w:id="9" w:name="_Ref41315652"/>
      <w:bookmarkStart w:id="10" w:name="_Toc107397992"/>
      <w:bookmarkEnd w:id="8"/>
      <w:r w:rsidRPr="009506B6">
        <w:rPr>
          <w:b/>
          <w:bCs/>
          <w:caps/>
        </w:rPr>
        <w:t>INTERPRETATION</w:t>
      </w:r>
      <w:bookmarkEnd w:id="2"/>
      <w:r w:rsidR="006C76EA" w:rsidRPr="009506B6">
        <w:rPr>
          <w:b/>
          <w:bCs/>
          <w:caps/>
        </w:rPr>
        <w:t xml:space="preserve"> AND DEFINITIONS</w:t>
      </w:r>
      <w:bookmarkEnd w:id="9"/>
      <w:bookmarkEnd w:id="10"/>
    </w:p>
    <w:p w14:paraId="0176431B" w14:textId="77777777" w:rsidR="00FB6364" w:rsidRPr="009506B6" w:rsidRDefault="00D507A3" w:rsidP="00DD24D3">
      <w:pPr>
        <w:pStyle w:val="ListParagraph"/>
        <w:keepNext/>
        <w:keepLines/>
        <w:numPr>
          <w:ilvl w:val="1"/>
          <w:numId w:val="17"/>
        </w:numPr>
        <w:spacing w:before="120" w:after="240" w:line="360" w:lineRule="auto"/>
        <w:ind w:left="1440" w:hanging="720"/>
        <w:contextualSpacing w:val="0"/>
        <w:jc w:val="both"/>
      </w:pPr>
      <w:bookmarkStart w:id="11" w:name="_Toc12416535"/>
      <w:r w:rsidRPr="009506B6">
        <w:t xml:space="preserve">The </w:t>
      </w:r>
      <w:r w:rsidR="006233B6" w:rsidRPr="009506B6">
        <w:t xml:space="preserve">headings in </w:t>
      </w:r>
      <w:r w:rsidRPr="009506B6">
        <w:t>this Agreement are for reference purposes only and will not govern or affect the interpretation of nor modify nor amplify the terms of this Agreement.</w:t>
      </w:r>
      <w:bookmarkEnd w:id="11"/>
    </w:p>
    <w:p w14:paraId="30F90B7F" w14:textId="77777777" w:rsidR="00FB6364" w:rsidRPr="009506B6" w:rsidRDefault="00D507A3" w:rsidP="00DD24D3">
      <w:pPr>
        <w:pStyle w:val="ListParagraph"/>
        <w:keepNext/>
        <w:keepLines/>
        <w:numPr>
          <w:ilvl w:val="1"/>
          <w:numId w:val="17"/>
        </w:numPr>
        <w:spacing w:before="120" w:after="240" w:line="360" w:lineRule="auto"/>
        <w:ind w:left="1440" w:hanging="720"/>
        <w:contextualSpacing w:val="0"/>
        <w:jc w:val="both"/>
      </w:pPr>
      <w:bookmarkStart w:id="12" w:name="_Toc12416536"/>
      <w:r w:rsidRPr="009506B6">
        <w:t>Unless inconsistent with the context, the words and expressions have the following meanings and similar expressions will have corresponding meanings:</w:t>
      </w:r>
      <w:bookmarkEnd w:id="12"/>
    </w:p>
    <w:p w14:paraId="5D3AD2D0" w14:textId="6636D3A6" w:rsidR="00CE0EC7" w:rsidRPr="009506B6" w:rsidRDefault="006B720B" w:rsidP="00DD24D3">
      <w:pPr>
        <w:pStyle w:val="ListParagraph"/>
        <w:keepNext/>
        <w:keepLines/>
        <w:numPr>
          <w:ilvl w:val="2"/>
          <w:numId w:val="17"/>
        </w:numPr>
        <w:spacing w:before="120" w:after="240" w:line="360" w:lineRule="auto"/>
        <w:ind w:left="1860" w:hanging="1140"/>
        <w:contextualSpacing w:val="0"/>
        <w:jc w:val="both"/>
      </w:pPr>
      <w:bookmarkStart w:id="13" w:name="_Toc12416537"/>
      <w:r w:rsidRPr="00E17C29">
        <w:rPr>
          <w:b/>
          <w:bCs/>
        </w:rPr>
        <w:t>“Amount at Risk”</w:t>
      </w:r>
      <w:r>
        <w:t xml:space="preserve"> means a maximum of twenty percent (2</w:t>
      </w:r>
      <w:r w:rsidR="009328B8">
        <w:t>0</w:t>
      </w:r>
      <w:r>
        <w:t>%) of the Service Provider’s total invoice in respect of a Purchase Order, which may be at a risk in respect of Services Credits due to SARS resulting from any Service Level Failures;</w:t>
      </w:r>
    </w:p>
    <w:p w14:paraId="34B66C70" w14:textId="183AD9C8" w:rsidR="00CE0EC7" w:rsidRPr="009506B6" w:rsidRDefault="00CE0EC7" w:rsidP="00DF7E48">
      <w:pPr>
        <w:pStyle w:val="ListParagraph"/>
        <w:keepNext/>
        <w:keepLines/>
        <w:spacing w:before="120" w:after="240" w:line="360" w:lineRule="auto"/>
        <w:ind w:left="1860"/>
        <w:contextualSpacing w:val="0"/>
        <w:jc w:val="both"/>
      </w:pPr>
      <w:bookmarkStart w:id="14" w:name="_Toc12416538"/>
      <w:bookmarkEnd w:id="13"/>
    </w:p>
    <w:p w14:paraId="556AD203" w14:textId="5A1C6048" w:rsidR="00773C52" w:rsidRPr="009506B6" w:rsidRDefault="00773C52" w:rsidP="00DD24D3">
      <w:pPr>
        <w:pStyle w:val="ListParagraph"/>
        <w:keepNext/>
        <w:keepLines/>
        <w:numPr>
          <w:ilvl w:val="2"/>
          <w:numId w:val="17"/>
        </w:numPr>
        <w:spacing w:before="120" w:after="240" w:line="360" w:lineRule="auto"/>
        <w:ind w:left="1860" w:hanging="1140"/>
        <w:contextualSpacing w:val="0"/>
        <w:jc w:val="both"/>
        <w:rPr>
          <w:b/>
          <w:bCs/>
        </w:rPr>
      </w:pPr>
      <w:r w:rsidRPr="009506B6">
        <w:rPr>
          <w:b/>
          <w:bCs/>
        </w:rPr>
        <w:lastRenderedPageBreak/>
        <w:t>"Acts of Insolvency"</w:t>
      </w:r>
      <w:r w:rsidRPr="009506B6">
        <w:t xml:space="preserve"> means when a Party is unable to pay its debts, </w:t>
      </w:r>
      <w:r w:rsidR="002862D0" w:rsidRPr="009506B6">
        <w:t xml:space="preserve">it </w:t>
      </w:r>
      <w:r w:rsidRPr="009506B6">
        <w:t>becomes insolvent,</w:t>
      </w:r>
      <w:r w:rsidR="002862D0" w:rsidRPr="009506B6">
        <w:t xml:space="preserve"> and</w:t>
      </w:r>
      <w:r w:rsidRPr="009506B6">
        <w:t xml:space="preserve"> is going through </w:t>
      </w:r>
      <w:r w:rsidR="002862D0" w:rsidRPr="009506B6">
        <w:t xml:space="preserve">a </w:t>
      </w:r>
      <w:r w:rsidRPr="009506B6">
        <w:t>business rescue,</w:t>
      </w:r>
      <w:r w:rsidR="00DD24D3">
        <w:t xml:space="preserve"> </w:t>
      </w:r>
      <w:r w:rsidRPr="009506B6">
        <w:t>the subject of any order made or a resolution passed for the administration, winding-up or dissolution (otherwise than for the purpose of a solvent amalgamation or reconstruction), has an administrative or other receiver, manager, trustee, liquidator, administrator, or similar officer appointed over all or any substantial part of its assets, enters into or proposes any composition or arrangement with its creditors generally or is the subject of any events or circumstances or analogous to the foregoing in the Republic of South Africa, as fully defined in the Insolvency Act, 1936 (Act No. 24 of 1936), as amended;</w:t>
      </w:r>
      <w:bookmarkEnd w:id="14"/>
    </w:p>
    <w:p w14:paraId="7E07A84F" w14:textId="65960C3A" w:rsidR="0021290E" w:rsidRPr="009506B6" w:rsidRDefault="0021290E" w:rsidP="00DD24D3">
      <w:pPr>
        <w:pStyle w:val="ListParagraph"/>
        <w:keepNext/>
        <w:keepLines/>
        <w:numPr>
          <w:ilvl w:val="2"/>
          <w:numId w:val="17"/>
        </w:numPr>
        <w:spacing w:before="120" w:after="240" w:line="360" w:lineRule="auto"/>
        <w:ind w:left="1860" w:hanging="1140"/>
        <w:contextualSpacing w:val="0"/>
        <w:jc w:val="both"/>
      </w:pPr>
      <w:bookmarkStart w:id="15" w:name="_Toc12416539"/>
      <w:r w:rsidRPr="009506B6">
        <w:rPr>
          <w:b/>
          <w:bCs/>
        </w:rPr>
        <w:t>“Ad Hoc Services”</w:t>
      </w:r>
      <w:r w:rsidRPr="009506B6">
        <w:t xml:space="preserve"> means additional services required by SARS from time to time, that are related to the Services</w:t>
      </w:r>
      <w:r w:rsidR="00411C35" w:rsidRPr="009506B6">
        <w:t xml:space="preserve"> and procured by SARS during the Term, subject to SARS’s procurement governance processes and procedures</w:t>
      </w:r>
      <w:r w:rsidRPr="009506B6">
        <w:t>;</w:t>
      </w:r>
      <w:bookmarkEnd w:id="15"/>
      <w:r w:rsidR="0089144C" w:rsidRPr="009506B6">
        <w:t xml:space="preserve"> which include amongst others, project assistance, professional services required by SARS;</w:t>
      </w:r>
    </w:p>
    <w:p w14:paraId="06D0DC22" w14:textId="7D656623" w:rsidR="00F3655E" w:rsidRPr="009506B6" w:rsidRDefault="00F3655E" w:rsidP="00DD24D3">
      <w:pPr>
        <w:pStyle w:val="ListParagraph"/>
        <w:keepNext/>
        <w:keepLines/>
        <w:numPr>
          <w:ilvl w:val="2"/>
          <w:numId w:val="17"/>
        </w:numPr>
        <w:spacing w:before="120" w:after="240" w:line="360" w:lineRule="auto"/>
        <w:ind w:left="1860" w:hanging="1140"/>
        <w:contextualSpacing w:val="0"/>
        <w:jc w:val="both"/>
      </w:pPr>
      <w:bookmarkStart w:id="16" w:name="_Toc12416540"/>
      <w:r w:rsidRPr="009506B6">
        <w:rPr>
          <w:b/>
          <w:bCs/>
        </w:rPr>
        <w:t>“Agreement”</w:t>
      </w:r>
      <w:r w:rsidRPr="009506B6">
        <w:t xml:space="preserve"> means </w:t>
      </w:r>
      <w:r w:rsidR="00DF7E48">
        <w:t xml:space="preserve">this Drug Testing Kit agreement </w:t>
      </w:r>
      <w:r w:rsidRPr="009506B6">
        <w:t>including its annexures and</w:t>
      </w:r>
      <w:r w:rsidR="00F15393" w:rsidRPr="009506B6">
        <w:t>/or</w:t>
      </w:r>
      <w:r w:rsidRPr="009506B6">
        <w:t xml:space="preserve"> schedules thereto as amended and/or added from time to time by the Parties in writing and </w:t>
      </w:r>
      <w:r w:rsidR="009D5445" w:rsidRPr="009506B6">
        <w:t>RF</w:t>
      </w:r>
      <w:r w:rsidR="00BC3150" w:rsidRPr="009506B6">
        <w:t>P</w:t>
      </w:r>
      <w:r w:rsidR="00411C35" w:rsidRPr="009506B6">
        <w:t xml:space="preserve"> Document</w:t>
      </w:r>
      <w:r w:rsidRPr="009506B6">
        <w:t>;</w:t>
      </w:r>
      <w:bookmarkEnd w:id="16"/>
    </w:p>
    <w:p w14:paraId="1599BA87" w14:textId="21BAE550" w:rsidR="00F3655E" w:rsidRPr="009506B6" w:rsidRDefault="00F3655E" w:rsidP="00DD24D3">
      <w:pPr>
        <w:pStyle w:val="ListParagraph"/>
        <w:keepNext/>
        <w:keepLines/>
        <w:numPr>
          <w:ilvl w:val="2"/>
          <w:numId w:val="17"/>
        </w:numPr>
        <w:spacing w:before="120" w:after="240" w:line="360" w:lineRule="auto"/>
        <w:ind w:left="1860" w:hanging="1140"/>
        <w:contextualSpacing w:val="0"/>
        <w:jc w:val="both"/>
      </w:pPr>
      <w:bookmarkStart w:id="17" w:name="_Toc12416541"/>
      <w:r w:rsidRPr="009506B6">
        <w:rPr>
          <w:b/>
          <w:bCs/>
        </w:rPr>
        <w:t>“Affiliate(s)”</w:t>
      </w:r>
      <w:r w:rsidRPr="009506B6">
        <w:t xml:space="preserve"> means, with respect to any entity, any other entity Controlling, Controlled by or under common Control with such entity.</w:t>
      </w:r>
      <w:r w:rsidR="00DD24D3">
        <w:t xml:space="preserve"> </w:t>
      </w:r>
      <w:r w:rsidRPr="009506B6">
        <w:t>The term "Affiliate" will also include:</w:t>
      </w:r>
      <w:bookmarkEnd w:id="17"/>
    </w:p>
    <w:p w14:paraId="45958D08" w14:textId="77777777" w:rsidR="00F3655E" w:rsidRPr="009506B6" w:rsidRDefault="00F3655E" w:rsidP="00DD24D3">
      <w:pPr>
        <w:pStyle w:val="ListParagraph"/>
        <w:keepNext/>
        <w:keepLines/>
        <w:numPr>
          <w:ilvl w:val="3"/>
          <w:numId w:val="17"/>
        </w:numPr>
        <w:spacing w:before="120" w:after="240" w:line="360" w:lineRule="auto"/>
        <w:ind w:left="2280" w:hanging="1140"/>
        <w:contextualSpacing w:val="0"/>
        <w:jc w:val="both"/>
      </w:pPr>
      <w:bookmarkStart w:id="18" w:name="_Toc12416542"/>
      <w:r w:rsidRPr="009506B6">
        <w:t>a subsidiary of such entity, as the term "subsidiary" is defined in section 3 of the Companies Act 71 of 2008, as amended; and</w:t>
      </w:r>
      <w:bookmarkEnd w:id="18"/>
    </w:p>
    <w:p w14:paraId="15504A65" w14:textId="77777777" w:rsidR="00F3655E" w:rsidRPr="009506B6" w:rsidRDefault="00F3655E" w:rsidP="00DD24D3">
      <w:pPr>
        <w:pStyle w:val="ListParagraph"/>
        <w:keepNext/>
        <w:keepLines/>
        <w:numPr>
          <w:ilvl w:val="3"/>
          <w:numId w:val="17"/>
        </w:numPr>
        <w:spacing w:before="120" w:after="240" w:line="360" w:lineRule="auto"/>
        <w:ind w:left="2280" w:hanging="1140"/>
        <w:contextualSpacing w:val="0"/>
        <w:jc w:val="both"/>
      </w:pPr>
      <w:bookmarkStart w:id="19" w:name="_Toc12416543"/>
      <w:r w:rsidRPr="009506B6">
        <w:t>any foreign company which, if it were registered under such Act, would fall within the ambit of such term.</w:t>
      </w:r>
      <w:bookmarkEnd w:id="19"/>
    </w:p>
    <w:p w14:paraId="4442BA0A" w14:textId="77777777" w:rsidR="00E244E7" w:rsidRPr="009506B6" w:rsidRDefault="00E244E7" w:rsidP="00DD24D3">
      <w:pPr>
        <w:pStyle w:val="ListParagraph"/>
        <w:keepNext/>
        <w:keepLines/>
        <w:numPr>
          <w:ilvl w:val="2"/>
          <w:numId w:val="17"/>
        </w:numPr>
        <w:spacing w:before="120" w:after="240" w:line="360" w:lineRule="auto"/>
        <w:ind w:left="1860" w:hanging="1140"/>
        <w:contextualSpacing w:val="0"/>
        <w:jc w:val="both"/>
      </w:pPr>
      <w:bookmarkStart w:id="20" w:name="_Toc12416544"/>
      <w:r w:rsidRPr="009506B6">
        <w:rPr>
          <w:b/>
          <w:bCs/>
        </w:rPr>
        <w:t>“AFSA”</w:t>
      </w:r>
      <w:r w:rsidRPr="009506B6">
        <w:t xml:space="preserve"> means the Arbitration Foundation of Southern Africa;</w:t>
      </w:r>
      <w:bookmarkEnd w:id="20"/>
    </w:p>
    <w:p w14:paraId="4EE7F80F" w14:textId="77777777" w:rsidR="00F3655E" w:rsidRPr="009506B6" w:rsidRDefault="00F3655E" w:rsidP="00DD24D3">
      <w:pPr>
        <w:pStyle w:val="ListParagraph"/>
        <w:keepNext/>
        <w:keepLines/>
        <w:numPr>
          <w:ilvl w:val="2"/>
          <w:numId w:val="17"/>
        </w:numPr>
        <w:spacing w:before="120" w:after="240" w:line="360" w:lineRule="auto"/>
        <w:ind w:left="1860" w:hanging="1140"/>
        <w:contextualSpacing w:val="0"/>
        <w:jc w:val="both"/>
      </w:pPr>
      <w:bookmarkStart w:id="21" w:name="_Toc12416545"/>
      <w:r w:rsidRPr="009506B6">
        <w:rPr>
          <w:b/>
          <w:bCs/>
        </w:rPr>
        <w:lastRenderedPageBreak/>
        <w:t>“Applicable Law(s)</w:t>
      </w:r>
      <w:r w:rsidRPr="009506B6">
        <w:t>” means any statute which includes without being limited thereto, Companies Act, PFMA, PAJA, PAIA, POPIA, ECA and RICA, including any regulation, directive, or subordinate legislation; the common law; any binding court order as between the Parties, judgment; any applicable securities industry code, standard enforceable by law; or any applicable direction, policy or order that is given by the Authority where there is an onus on the Parties to adhere to the aforesaid;</w:t>
      </w:r>
      <w:bookmarkEnd w:id="21"/>
    </w:p>
    <w:p w14:paraId="34243CE7" w14:textId="01F41BCF" w:rsidR="00F3655E" w:rsidRPr="009506B6" w:rsidRDefault="00F3655E" w:rsidP="00DD24D3">
      <w:pPr>
        <w:pStyle w:val="ListParagraph"/>
        <w:keepNext/>
        <w:keepLines/>
        <w:numPr>
          <w:ilvl w:val="2"/>
          <w:numId w:val="17"/>
        </w:numPr>
        <w:spacing w:before="120" w:after="240" w:line="360" w:lineRule="auto"/>
        <w:ind w:left="1860" w:hanging="1140"/>
        <w:contextualSpacing w:val="0"/>
        <w:jc w:val="both"/>
      </w:pPr>
      <w:bookmarkStart w:id="22" w:name="_Toc12416546"/>
      <w:r w:rsidRPr="009506B6">
        <w:rPr>
          <w:b/>
          <w:bCs/>
        </w:rPr>
        <w:t>“Authority”</w:t>
      </w:r>
      <w:r w:rsidRPr="009506B6">
        <w:t xml:space="preserve"> means any agency, tribunal, commission, regulator, self-regulatory body or other similar body having jurisdiction over the Deliverables and/or Services activities or operations of any of the Parties in any territory that is applicable to this Agreement, including without limitation, </w:t>
      </w:r>
      <w:r w:rsidR="00F17E4E" w:rsidRPr="009506B6">
        <w:t xml:space="preserve">Information Regulator, </w:t>
      </w:r>
      <w:r w:rsidRPr="009506B6">
        <w:t>SARB and SARS;</w:t>
      </w:r>
      <w:bookmarkEnd w:id="22"/>
      <w:r w:rsidRPr="009506B6">
        <w:t xml:space="preserve"> </w:t>
      </w:r>
    </w:p>
    <w:p w14:paraId="6D414182" w14:textId="77777777" w:rsidR="00F3655E" w:rsidRPr="009506B6" w:rsidRDefault="00F3655E" w:rsidP="00DD24D3">
      <w:pPr>
        <w:pStyle w:val="ListParagraph"/>
        <w:keepNext/>
        <w:keepLines/>
        <w:numPr>
          <w:ilvl w:val="2"/>
          <w:numId w:val="17"/>
        </w:numPr>
        <w:spacing w:before="120" w:after="240" w:line="360" w:lineRule="auto"/>
        <w:ind w:left="1860" w:hanging="1140"/>
        <w:contextualSpacing w:val="0"/>
        <w:jc w:val="both"/>
      </w:pPr>
      <w:bookmarkStart w:id="23" w:name="_Toc12416547"/>
      <w:r w:rsidRPr="009506B6">
        <w:rPr>
          <w:b/>
          <w:bCs/>
        </w:rPr>
        <w:t>“B-BBEE”</w:t>
      </w:r>
      <w:r w:rsidRPr="009506B6">
        <w:t xml:space="preserve"> means broad-based black economic empowerment as defined in the Broad-Based Black Economic Empowerment Act, 2003 (Act No. 53 of 2003) as amended from time to time;</w:t>
      </w:r>
      <w:bookmarkEnd w:id="23"/>
    </w:p>
    <w:p w14:paraId="7B7AFF06" w14:textId="77777777" w:rsidR="00F3655E" w:rsidRPr="009506B6" w:rsidRDefault="00F3655E" w:rsidP="00DD24D3">
      <w:pPr>
        <w:pStyle w:val="ListParagraph"/>
        <w:keepNext/>
        <w:keepLines/>
        <w:numPr>
          <w:ilvl w:val="2"/>
          <w:numId w:val="17"/>
        </w:numPr>
        <w:spacing w:before="120" w:after="240" w:line="360" w:lineRule="auto"/>
        <w:ind w:left="1860" w:hanging="1140"/>
        <w:contextualSpacing w:val="0"/>
        <w:jc w:val="both"/>
        <w:rPr>
          <w:color w:val="000000" w:themeColor="text1"/>
        </w:rPr>
      </w:pPr>
      <w:bookmarkStart w:id="24" w:name="_Toc12416548"/>
      <w:r w:rsidRPr="009506B6">
        <w:rPr>
          <w:b/>
          <w:bCs/>
        </w:rPr>
        <w:t>“BEE Codes</w:t>
      </w:r>
      <w:r w:rsidRPr="009506B6">
        <w:t xml:space="preserve">” means the Codes of Good Practice on Black Economic Empowerment gazetted by the Minister of Trade and Industry under section 9 of the Broad-Based Black Economic Empowerment Act, 2003 (Act No. 53 of 2003), as amended, applicable to and binding on the Service </w:t>
      </w:r>
      <w:r w:rsidRPr="009506B6">
        <w:rPr>
          <w:color w:val="000000" w:themeColor="text1"/>
        </w:rPr>
        <w:t>Provider;</w:t>
      </w:r>
      <w:bookmarkEnd w:id="24"/>
    </w:p>
    <w:p w14:paraId="3896917A" w14:textId="77777777" w:rsidR="00F3655E" w:rsidRPr="009506B6" w:rsidRDefault="00F3655E" w:rsidP="00DD24D3">
      <w:pPr>
        <w:pStyle w:val="ListParagraph"/>
        <w:keepNext/>
        <w:keepLines/>
        <w:numPr>
          <w:ilvl w:val="2"/>
          <w:numId w:val="17"/>
        </w:numPr>
        <w:spacing w:before="120" w:after="240" w:line="360" w:lineRule="auto"/>
        <w:ind w:left="1860" w:hanging="1140"/>
        <w:contextualSpacing w:val="0"/>
        <w:jc w:val="both"/>
      </w:pPr>
      <w:bookmarkStart w:id="25" w:name="_Toc12416549"/>
      <w:r w:rsidRPr="009506B6">
        <w:rPr>
          <w:b/>
          <w:bCs/>
        </w:rPr>
        <w:t>“BEE Status”</w:t>
      </w:r>
      <w:r w:rsidRPr="009506B6">
        <w:t xml:space="preserve"> means the BEE Status of the Service Provider</w:t>
      </w:r>
      <w:r w:rsidRPr="009506B6">
        <w:rPr>
          <w:color w:val="000000" w:themeColor="text1"/>
        </w:rPr>
        <w:t xml:space="preserve"> </w:t>
      </w:r>
      <w:r w:rsidRPr="009506B6">
        <w:t>based on its generic scorecard as measured and certified by a verification agency in accordance with the applicable BEE Codes;</w:t>
      </w:r>
      <w:bookmarkEnd w:id="25"/>
    </w:p>
    <w:p w14:paraId="0357B863" w14:textId="77777777" w:rsidR="00F3655E" w:rsidRPr="009506B6" w:rsidRDefault="00F3655E" w:rsidP="00DD24D3">
      <w:pPr>
        <w:pStyle w:val="ListParagraph"/>
        <w:keepNext/>
        <w:keepLines/>
        <w:numPr>
          <w:ilvl w:val="2"/>
          <w:numId w:val="17"/>
        </w:numPr>
        <w:spacing w:before="120" w:after="240" w:line="360" w:lineRule="auto"/>
        <w:ind w:left="1860" w:hanging="1140"/>
        <w:contextualSpacing w:val="0"/>
        <w:jc w:val="both"/>
      </w:pPr>
      <w:bookmarkStart w:id="26" w:name="_Toc12416550"/>
      <w:r w:rsidRPr="009506B6">
        <w:rPr>
          <w:b/>
          <w:bCs/>
        </w:rPr>
        <w:t>“BEE Verification Certificate”</w:t>
      </w:r>
      <w:r w:rsidRPr="009506B6">
        <w:t xml:space="preserve"> means a certificate issued by a Verification Agency, verifying the Service Provider's BEE Status level, the details of its scorecard performance, as may be applicable, and any other aspect of its BEE performance under the Codes;</w:t>
      </w:r>
      <w:bookmarkEnd w:id="26"/>
    </w:p>
    <w:p w14:paraId="574950E1" w14:textId="77777777" w:rsidR="0041748B" w:rsidRPr="009506B6" w:rsidRDefault="0041748B" w:rsidP="00DD24D3">
      <w:pPr>
        <w:pStyle w:val="ListParagraph"/>
        <w:keepNext/>
        <w:keepLines/>
        <w:numPr>
          <w:ilvl w:val="2"/>
          <w:numId w:val="17"/>
        </w:numPr>
        <w:spacing w:before="120" w:after="240" w:line="360" w:lineRule="auto"/>
        <w:ind w:left="1860" w:hanging="1140"/>
        <w:contextualSpacing w:val="0"/>
        <w:jc w:val="both"/>
      </w:pPr>
      <w:bookmarkStart w:id="27" w:name="_Toc12416551"/>
      <w:r w:rsidRPr="009506B6">
        <w:rPr>
          <w:b/>
          <w:bCs/>
        </w:rPr>
        <w:t>“Best Industry Practices”</w:t>
      </w:r>
      <w:r w:rsidRPr="009506B6">
        <w:t xml:space="preserve"> means the best industry practice, quality standards and requirements prescribed by ITI</w:t>
      </w:r>
      <w:r w:rsidR="00AC35B6" w:rsidRPr="009506B6">
        <w:t>L</w:t>
      </w:r>
      <w:r w:rsidRPr="009506B6">
        <w:t xml:space="preserve"> and/or ISO;</w:t>
      </w:r>
      <w:bookmarkEnd w:id="27"/>
    </w:p>
    <w:p w14:paraId="40E811C3" w14:textId="77777777" w:rsidR="00F3655E" w:rsidRPr="009506B6" w:rsidRDefault="00F3655E" w:rsidP="00DD24D3">
      <w:pPr>
        <w:pStyle w:val="ListParagraph"/>
        <w:keepNext/>
        <w:keepLines/>
        <w:numPr>
          <w:ilvl w:val="2"/>
          <w:numId w:val="17"/>
        </w:numPr>
        <w:spacing w:before="120" w:after="240" w:line="360" w:lineRule="auto"/>
        <w:ind w:left="1860" w:hanging="1140"/>
        <w:contextualSpacing w:val="0"/>
        <w:jc w:val="both"/>
      </w:pPr>
      <w:bookmarkStart w:id="28" w:name="_Toc12416553"/>
      <w:r w:rsidRPr="009506B6">
        <w:rPr>
          <w:b/>
          <w:bCs/>
        </w:rPr>
        <w:lastRenderedPageBreak/>
        <w:t>“Business Day”</w:t>
      </w:r>
      <w:r w:rsidRPr="009506B6">
        <w:t xml:space="preserve"> means any day other than a Saturday, Sunday or public holiday in the Republic of South Africa;</w:t>
      </w:r>
      <w:bookmarkEnd w:id="28"/>
    </w:p>
    <w:p w14:paraId="21FE2DFF" w14:textId="77777777" w:rsidR="00F3655E" w:rsidRPr="009506B6" w:rsidRDefault="00F3655E" w:rsidP="00DD24D3">
      <w:pPr>
        <w:pStyle w:val="ListParagraph"/>
        <w:keepNext/>
        <w:keepLines/>
        <w:numPr>
          <w:ilvl w:val="2"/>
          <w:numId w:val="17"/>
        </w:numPr>
        <w:spacing w:before="120" w:after="240" w:line="360" w:lineRule="auto"/>
        <w:ind w:left="1860" w:hanging="1140"/>
        <w:contextualSpacing w:val="0"/>
        <w:jc w:val="both"/>
      </w:pPr>
      <w:bookmarkStart w:id="29" w:name="_Toc12416554"/>
      <w:r w:rsidRPr="009506B6">
        <w:rPr>
          <w:b/>
          <w:bCs/>
        </w:rPr>
        <w:t>“Commercially Reasonable Efforts”</w:t>
      </w:r>
      <w:r w:rsidRPr="009506B6">
        <w:t xml:space="preserve"> means taking such steps and performing in such a manner as a well-managed firm / consultancy would undertake where such firm / consultancy was acting in a prudent and reasonable manner to achieve the particular result for its own benefit, provided always that such steps are within the reasonable control of the Party;</w:t>
      </w:r>
      <w:bookmarkEnd w:id="29"/>
    </w:p>
    <w:p w14:paraId="2F376668" w14:textId="77777777" w:rsidR="0075739D" w:rsidRPr="009506B6" w:rsidRDefault="0075739D" w:rsidP="00DD24D3">
      <w:pPr>
        <w:pStyle w:val="ListParagraph"/>
        <w:keepNext/>
        <w:keepLines/>
        <w:numPr>
          <w:ilvl w:val="2"/>
          <w:numId w:val="17"/>
        </w:numPr>
        <w:spacing w:before="120" w:after="240" w:line="360" w:lineRule="auto"/>
        <w:ind w:left="1860" w:hanging="1140"/>
        <w:contextualSpacing w:val="0"/>
        <w:jc w:val="both"/>
      </w:pPr>
      <w:bookmarkStart w:id="30" w:name="_Toc12416555"/>
      <w:r w:rsidRPr="009506B6">
        <w:rPr>
          <w:b/>
          <w:bCs/>
        </w:rPr>
        <w:t>“Companies Act”</w:t>
      </w:r>
      <w:r w:rsidRPr="009506B6">
        <w:t xml:space="preserve"> means the Companies Act, 2008 (Act No. 71 of 2008), as amended</w:t>
      </w:r>
      <w:r w:rsidR="00572F3E" w:rsidRPr="009506B6">
        <w:t>;</w:t>
      </w:r>
      <w:bookmarkEnd w:id="30"/>
    </w:p>
    <w:p w14:paraId="7B60644B" w14:textId="77777777" w:rsidR="00AF0115" w:rsidRPr="009506B6" w:rsidRDefault="00AF0115" w:rsidP="00DD24D3">
      <w:pPr>
        <w:pStyle w:val="ListParagraph"/>
        <w:keepNext/>
        <w:keepLines/>
        <w:numPr>
          <w:ilvl w:val="2"/>
          <w:numId w:val="17"/>
        </w:numPr>
        <w:spacing w:before="120" w:after="240" w:line="360" w:lineRule="auto"/>
        <w:ind w:left="1860" w:hanging="1140"/>
        <w:contextualSpacing w:val="0"/>
        <w:jc w:val="both"/>
      </w:pPr>
      <w:bookmarkStart w:id="31" w:name="_Toc12416556"/>
      <w:r w:rsidRPr="009506B6">
        <w:rPr>
          <w:b/>
          <w:bCs/>
        </w:rPr>
        <w:t>“Confidential Information”</w:t>
      </w:r>
      <w:r w:rsidRPr="009506B6">
        <w:t xml:space="preserve"> means</w:t>
      </w:r>
      <w:bookmarkEnd w:id="31"/>
      <w:r w:rsidRPr="009506B6">
        <w:t xml:space="preserve"> </w:t>
      </w:r>
    </w:p>
    <w:p w14:paraId="3BF47A25" w14:textId="6982FA83" w:rsidR="00F3655E" w:rsidRPr="009506B6" w:rsidRDefault="00F3655E" w:rsidP="00DD24D3">
      <w:pPr>
        <w:pStyle w:val="ListParagraph"/>
        <w:keepNext/>
        <w:keepLines/>
        <w:numPr>
          <w:ilvl w:val="3"/>
          <w:numId w:val="17"/>
        </w:numPr>
        <w:spacing w:before="120" w:after="240" w:line="360" w:lineRule="auto"/>
        <w:ind w:left="1860" w:hanging="1140"/>
        <w:contextualSpacing w:val="0"/>
        <w:jc w:val="both"/>
        <w:rPr>
          <w:rFonts w:eastAsia="MS Mincho"/>
          <w:b/>
          <w:bCs/>
        </w:rPr>
      </w:pPr>
      <w:bookmarkStart w:id="32" w:name="_Toc12416557"/>
      <w:r w:rsidRPr="009506B6">
        <w:t>means</w:t>
      </w:r>
      <w:r w:rsidRPr="009506B6">
        <w:rPr>
          <w:rFonts w:eastAsia="MS Mincho"/>
        </w:rPr>
        <w:t xml:space="preserve"> in relation to SARS, subject to sub-</w:t>
      </w:r>
      <w:r w:rsidR="00E23CEB" w:rsidRPr="009506B6">
        <w:rPr>
          <w:rFonts w:eastAsia="MS Mincho"/>
        </w:rPr>
        <w:t>Clause</w:t>
      </w:r>
      <w:r w:rsidRPr="009506B6">
        <w:rPr>
          <w:rFonts w:eastAsia="MS Mincho"/>
        </w:rPr>
        <w:t xml:space="preserve"> </w:t>
      </w:r>
      <w:r w:rsidR="00A06FC1">
        <w:rPr>
          <w:rFonts w:eastAsia="MS Mincho"/>
          <w:bCs/>
        </w:rPr>
        <w:t>2.2.17.</w:t>
      </w:r>
      <w:r w:rsidR="00E9211E">
        <w:rPr>
          <w:rFonts w:eastAsia="MS Mincho"/>
          <w:bCs/>
        </w:rPr>
        <w:t>5</w:t>
      </w:r>
      <w:r w:rsidR="00045CAB" w:rsidRPr="009506B6">
        <w:rPr>
          <w:rFonts w:eastAsia="MS Mincho"/>
        </w:rPr>
        <w:t xml:space="preserve"> </w:t>
      </w:r>
      <w:r w:rsidRPr="009506B6">
        <w:rPr>
          <w:rFonts w:eastAsia="MS Mincho"/>
        </w:rPr>
        <w:t>immediately below in this definition any information or data of any nature, whether provided orally or in writing or otherwise obtained and in any format or medium, which constitutes:</w:t>
      </w:r>
      <w:bookmarkEnd w:id="32"/>
    </w:p>
    <w:p w14:paraId="2CFEC2AC" w14:textId="77777777" w:rsidR="00F3655E" w:rsidRPr="009506B6" w:rsidRDefault="00F3655E" w:rsidP="00DD24D3">
      <w:pPr>
        <w:pStyle w:val="ListParagraph"/>
        <w:keepNext/>
        <w:keepLines/>
        <w:numPr>
          <w:ilvl w:val="4"/>
          <w:numId w:val="17"/>
        </w:numPr>
        <w:spacing w:before="120" w:after="240" w:line="360" w:lineRule="auto"/>
        <w:ind w:left="2280" w:hanging="1140"/>
        <w:contextualSpacing w:val="0"/>
        <w:jc w:val="both"/>
        <w:rPr>
          <w:rFonts w:eastAsia="MS Mincho"/>
          <w:b/>
          <w:bCs/>
        </w:rPr>
      </w:pPr>
      <w:bookmarkStart w:id="33" w:name="_Toc12416558"/>
      <w:r w:rsidRPr="009506B6">
        <w:rPr>
          <w:rFonts w:eastAsia="MS Mincho"/>
        </w:rPr>
        <w:t>SARS Information;</w:t>
      </w:r>
      <w:bookmarkEnd w:id="33"/>
    </w:p>
    <w:p w14:paraId="447F032C" w14:textId="02DCE01F" w:rsidR="00F3655E" w:rsidRPr="009506B6" w:rsidRDefault="00F3655E" w:rsidP="00DD24D3">
      <w:pPr>
        <w:pStyle w:val="ListParagraph"/>
        <w:keepNext/>
        <w:keepLines/>
        <w:numPr>
          <w:ilvl w:val="4"/>
          <w:numId w:val="17"/>
        </w:numPr>
        <w:spacing w:before="120" w:after="240" w:line="360" w:lineRule="auto"/>
        <w:ind w:left="2280" w:hanging="1140"/>
        <w:contextualSpacing w:val="0"/>
        <w:jc w:val="both"/>
        <w:rPr>
          <w:rFonts w:eastAsia="MS Mincho"/>
          <w:b/>
          <w:bCs/>
        </w:rPr>
      </w:pPr>
      <w:bookmarkStart w:id="34" w:name="_Toc12416559"/>
      <w:r w:rsidRPr="009506B6">
        <w:rPr>
          <w:rFonts w:eastAsia="MS Mincho"/>
        </w:rPr>
        <w:t>SARS Data;</w:t>
      </w:r>
      <w:bookmarkEnd w:id="34"/>
    </w:p>
    <w:p w14:paraId="57A97BC9" w14:textId="12A97E6E" w:rsidR="00F3655E" w:rsidRPr="009506B6" w:rsidRDefault="00F3655E" w:rsidP="00DD24D3">
      <w:pPr>
        <w:pStyle w:val="ListParagraph"/>
        <w:keepNext/>
        <w:keepLines/>
        <w:numPr>
          <w:ilvl w:val="4"/>
          <w:numId w:val="17"/>
        </w:numPr>
        <w:spacing w:before="120" w:after="240" w:line="360" w:lineRule="auto"/>
        <w:ind w:left="2280" w:hanging="1140"/>
        <w:contextualSpacing w:val="0"/>
        <w:jc w:val="both"/>
        <w:rPr>
          <w:rFonts w:eastAsia="MS Mincho"/>
          <w:b/>
          <w:bCs/>
        </w:rPr>
      </w:pPr>
      <w:bookmarkStart w:id="35" w:name="_Toc12416560"/>
      <w:r w:rsidRPr="009506B6">
        <w:rPr>
          <w:rFonts w:eastAsia="MS Mincho"/>
        </w:rPr>
        <w:t>Taxpayer Information;</w:t>
      </w:r>
      <w:bookmarkEnd w:id="35"/>
    </w:p>
    <w:p w14:paraId="1BFEAED4" w14:textId="77777777" w:rsidR="00F3655E" w:rsidRPr="009506B6" w:rsidRDefault="00F3655E" w:rsidP="00DD24D3">
      <w:pPr>
        <w:pStyle w:val="ListParagraph"/>
        <w:keepNext/>
        <w:keepLines/>
        <w:numPr>
          <w:ilvl w:val="4"/>
          <w:numId w:val="17"/>
        </w:numPr>
        <w:spacing w:before="120" w:after="240" w:line="360" w:lineRule="auto"/>
        <w:ind w:left="2280" w:hanging="1140"/>
        <w:contextualSpacing w:val="0"/>
        <w:jc w:val="both"/>
      </w:pPr>
      <w:bookmarkStart w:id="36" w:name="_Toc12416561"/>
      <w:r w:rsidRPr="009506B6">
        <w:t>Information as defined in section 68 of the Tax Administration Act, 2011 (Act No. 28 of 2011) (hereinafter referred to as “</w:t>
      </w:r>
      <w:r w:rsidRPr="009506B6">
        <w:rPr>
          <w:b/>
          <w:bCs/>
        </w:rPr>
        <w:t>TAACT</w:t>
      </w:r>
      <w:r w:rsidRPr="009506B6">
        <w:t>”);</w:t>
      </w:r>
      <w:bookmarkEnd w:id="36"/>
    </w:p>
    <w:p w14:paraId="1485C892" w14:textId="77777777" w:rsidR="00F3655E" w:rsidRPr="009506B6" w:rsidRDefault="00F3655E" w:rsidP="00DD24D3">
      <w:pPr>
        <w:pStyle w:val="ListParagraph"/>
        <w:keepNext/>
        <w:keepLines/>
        <w:numPr>
          <w:ilvl w:val="4"/>
          <w:numId w:val="17"/>
        </w:numPr>
        <w:spacing w:before="120" w:after="240" w:line="360" w:lineRule="auto"/>
        <w:ind w:left="2280" w:hanging="1140"/>
        <w:contextualSpacing w:val="0"/>
        <w:jc w:val="both"/>
      </w:pPr>
      <w:bookmarkStart w:id="37" w:name="_Toc12416562"/>
      <w:r w:rsidRPr="009506B6">
        <w:rPr>
          <w:color w:val="000000" w:themeColor="text1"/>
        </w:rPr>
        <w:lastRenderedPageBreak/>
        <w:t xml:space="preserve">information which by its nature, content, or circumstances of disclosure is or ought reasonably to be identifiable by the Service Provider as </w:t>
      </w:r>
      <w:r w:rsidRPr="009506B6">
        <w:t>confidential (including by reason of such information not being generally known to, or readily ascertainable by, third parties generally) and/or proprietary to SARS, including (</w:t>
      </w:r>
      <w:proofErr w:type="spellStart"/>
      <w:r w:rsidRPr="009506B6">
        <w:t>i</w:t>
      </w:r>
      <w:proofErr w:type="spellEnd"/>
      <w:r w:rsidRPr="009506B6">
        <w:t xml:space="preserve">) information regarding SARS Personnel, independent contractors and suppliers of SARS; processes and plans of SARS and governmental entities; projections, manuals, forecasts, and analyses of SARS; Intellectual Property owned by or licensed to SARS; (ii) information relating to the knowledge, know-how, expertise, trade secrets and activities of SARS; (iii) any information which SARS (without creating a presumption that only so designated information is confidential), acting reasonably, may </w:t>
      </w:r>
      <w:r w:rsidRPr="009506B6">
        <w:rPr>
          <w:color w:val="000000" w:themeColor="text1"/>
        </w:rPr>
        <w:t xml:space="preserve">designate in writing, at the time of disclosure to the Service Provider, as </w:t>
      </w:r>
      <w:r w:rsidRPr="009506B6">
        <w:t>being confidential information; and (iv) and any other information of SARS which would be regarded by a reasonable person to be confidential or proprietary in nature;</w:t>
      </w:r>
      <w:bookmarkEnd w:id="37"/>
      <w:r w:rsidRPr="009506B6">
        <w:t xml:space="preserve"> </w:t>
      </w:r>
    </w:p>
    <w:p w14:paraId="6B6C3C70" w14:textId="269CEDFE" w:rsidR="00F3655E" w:rsidRPr="009506B6" w:rsidRDefault="00F3655E" w:rsidP="00DD24D3">
      <w:pPr>
        <w:pStyle w:val="ListParagraph"/>
        <w:keepNext/>
        <w:keepLines/>
        <w:numPr>
          <w:ilvl w:val="4"/>
          <w:numId w:val="17"/>
        </w:numPr>
        <w:spacing w:before="120" w:after="240" w:line="360" w:lineRule="auto"/>
        <w:ind w:left="2280" w:hanging="1140"/>
        <w:contextualSpacing w:val="0"/>
        <w:jc w:val="both"/>
      </w:pPr>
      <w:bookmarkStart w:id="38" w:name="_Toc12416563"/>
      <w:r w:rsidRPr="009506B6">
        <w:lastRenderedPageBreak/>
        <w:t>in terms of Applicable L</w:t>
      </w:r>
      <w:r w:rsidR="00045CAB" w:rsidRPr="009506B6">
        <w:t>aws</w:t>
      </w:r>
      <w:r w:rsidRPr="009506B6">
        <w:t xml:space="preserve"> or by its nature, content, or </w:t>
      </w:r>
      <w:r w:rsidRPr="009506B6">
        <w:rPr>
          <w:color w:val="000000" w:themeColor="text1"/>
        </w:rPr>
        <w:t>circumstances</w:t>
      </w:r>
      <w:r w:rsidRPr="009506B6">
        <w:t xml:space="preserve"> of disclosure is or ought reasonably to be identifiable by the Service </w:t>
      </w:r>
      <w:r w:rsidRPr="009506B6">
        <w:rPr>
          <w:color w:val="000000" w:themeColor="text1"/>
        </w:rPr>
        <w:t>Provider a</w:t>
      </w:r>
      <w:r w:rsidRPr="009506B6">
        <w:t>s confidential (including by reason of such information not being generally known to, or readily ascertainable by, third parties generally) and/or proprietary to SARS, including: (</w:t>
      </w:r>
      <w:proofErr w:type="spellStart"/>
      <w:r w:rsidRPr="009506B6">
        <w:t>i</w:t>
      </w:r>
      <w:proofErr w:type="spellEnd"/>
      <w:r w:rsidRPr="009506B6">
        <w:t>) data,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Intellectual Property owned by or licensed to SARS or a Governmental Entity; (ii) information relating to the knowledge, know-how, show-how,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w:t>
      </w:r>
      <w:r w:rsidR="00DD24D3">
        <w:t xml:space="preserve"> </w:t>
      </w:r>
      <w:r w:rsidRPr="009506B6">
        <w:t xml:space="preserve">any other information of SARS or Governmental Entities which would be regarded by a reasonable person to be confidential or proprietary in nature; SARS or any person acting on behalf of SARS discloses or provides (or has previously disclosed or provided) </w:t>
      </w:r>
      <w:r w:rsidRPr="009506B6">
        <w:rPr>
          <w:color w:val="000000" w:themeColor="text1"/>
        </w:rPr>
        <w:t xml:space="preserve">to the Service Provider (including </w:t>
      </w:r>
      <w:r w:rsidRPr="009506B6">
        <w:t>Service Provider</w:t>
      </w:r>
      <w:r w:rsidRPr="009506B6">
        <w:rPr>
          <w:color w:val="FF0000"/>
        </w:rPr>
        <w:t xml:space="preserve"> </w:t>
      </w:r>
      <w:r w:rsidRPr="009506B6">
        <w:t>Personnel, Service Provider</w:t>
      </w:r>
      <w:r w:rsidRPr="009506B6">
        <w:rPr>
          <w:color w:val="FF0000"/>
        </w:rPr>
        <w:t xml:space="preserve"> </w:t>
      </w:r>
      <w:r w:rsidRPr="009506B6">
        <w:t xml:space="preserve">affiliates, </w:t>
      </w:r>
      <w:r w:rsidR="008A2F88" w:rsidRPr="009506B6">
        <w:t>s</w:t>
      </w:r>
      <w:r w:rsidRPr="009506B6">
        <w:t>ubcontractors, Third Party suppliers or agents, as applicable) or which the Service Provider</w:t>
      </w:r>
      <w:r w:rsidR="003177CB" w:rsidRPr="009506B6">
        <w:t xml:space="preserve"> </w:t>
      </w:r>
      <w:r w:rsidRPr="009506B6">
        <w:t>(including the Service Provider’s Personnel, Affiliates, Subcontractors, Third Party suppliers or agents, as applicable), otherwise becomes aware of in connection with this Agreement or as a result of the provision or receipt of the Services under this Agreement, and which information will</w:t>
      </w:r>
      <w:r w:rsidR="00843228" w:rsidRPr="009506B6">
        <w:t xml:space="preserve"> be</w:t>
      </w:r>
      <w:r w:rsidRPr="009506B6">
        <w:t xml:space="preserve"> include</w:t>
      </w:r>
      <w:r w:rsidR="00843228" w:rsidRPr="009506B6">
        <w:t>d in</w:t>
      </w:r>
      <w:r w:rsidRPr="009506B6">
        <w:t xml:space="preserve"> this Agreement;</w:t>
      </w:r>
      <w:bookmarkEnd w:id="38"/>
    </w:p>
    <w:p w14:paraId="325785C1" w14:textId="77777777" w:rsidR="00F3655E" w:rsidRPr="009506B6" w:rsidRDefault="00F3655E" w:rsidP="00DD24D3">
      <w:pPr>
        <w:pStyle w:val="ListParagraph"/>
        <w:keepNext/>
        <w:keepLines/>
        <w:numPr>
          <w:ilvl w:val="3"/>
          <w:numId w:val="17"/>
        </w:numPr>
        <w:spacing w:before="120" w:after="240" w:line="360" w:lineRule="auto"/>
        <w:ind w:left="1860" w:hanging="1140"/>
        <w:contextualSpacing w:val="0"/>
        <w:jc w:val="both"/>
      </w:pPr>
      <w:bookmarkStart w:id="39" w:name="_Toc12416564"/>
      <w:r w:rsidRPr="009506B6">
        <w:lastRenderedPageBreak/>
        <w:t>means in relation to the Service Provider, any information or data of any nature, whether provided orally or in writing and in any format or medium, which is clearly designated in writing by Service Provider, at the time of disclosure to SARS, as being Confidential Information, and which written designation is, in each case acknowledged by SARS, by SARS initialling such designation, or which information by its nature could reasonably be expected to be confidential under the circumstances in which it is disclosed;</w:t>
      </w:r>
      <w:bookmarkEnd w:id="39"/>
    </w:p>
    <w:p w14:paraId="62B31AB2" w14:textId="346D67AB" w:rsidR="00F3655E" w:rsidRPr="009506B6" w:rsidRDefault="00F3655E" w:rsidP="00DD24D3">
      <w:pPr>
        <w:pStyle w:val="ListParagraph"/>
        <w:keepNext/>
        <w:keepLines/>
        <w:numPr>
          <w:ilvl w:val="3"/>
          <w:numId w:val="17"/>
        </w:numPr>
        <w:spacing w:before="120" w:after="240" w:line="360" w:lineRule="auto"/>
        <w:ind w:left="1860" w:hanging="1140"/>
        <w:contextualSpacing w:val="0"/>
        <w:jc w:val="both"/>
      </w:pPr>
      <w:bookmarkStart w:id="40" w:name="_Ref532967108"/>
      <w:bookmarkStart w:id="41" w:name="_Toc12416565"/>
      <w:bookmarkStart w:id="42" w:name="_Ref41298305"/>
      <w:r w:rsidRPr="009506B6">
        <w:t>Confidential Information does not include information that</w:t>
      </w:r>
      <w:bookmarkEnd w:id="40"/>
      <w:r w:rsidR="00937378" w:rsidRPr="009506B6">
        <w:t xml:space="preserve"> </w:t>
      </w:r>
      <w:r w:rsidRPr="009506B6">
        <w:t xml:space="preserve">is lawfully publicly available to, or lawfully in the Receiving Party’s possession, at the time of disclosure thereof by the Disclosing Party (whether before or after the </w:t>
      </w:r>
      <w:r w:rsidR="00EE300D" w:rsidRPr="009506B6">
        <w:t>Effective</w:t>
      </w:r>
      <w:r w:rsidRPr="009506B6">
        <w:t xml:space="preserve"> Date) to the Receiving Party; or (ii) is independently developed or learned by the Receiving Party without reference to or use of the Confidential Information of the Disclosing Party; or (iii) is in or enters the public domain without breach of this Agreement or any other obligation owed by the Receiving Party to the Disclosing Party; or (iv) the Receiving Party receives from a Third Party without restriction on disclosure and without breach of a non-disclosure obligation; provided always that notwithstanding the foregoing:</w:t>
      </w:r>
      <w:bookmarkEnd w:id="41"/>
      <w:bookmarkEnd w:id="42"/>
    </w:p>
    <w:p w14:paraId="0C1419DA" w14:textId="77777777" w:rsidR="00F3655E" w:rsidRPr="009506B6" w:rsidRDefault="00F3655E" w:rsidP="00DD24D3">
      <w:pPr>
        <w:pStyle w:val="ListParagraph"/>
        <w:keepNext/>
        <w:keepLines/>
        <w:numPr>
          <w:ilvl w:val="4"/>
          <w:numId w:val="17"/>
        </w:numPr>
        <w:spacing w:before="120" w:after="240" w:line="360" w:lineRule="auto"/>
        <w:ind w:left="2280" w:hanging="1140"/>
        <w:contextualSpacing w:val="0"/>
        <w:jc w:val="both"/>
        <w:rPr>
          <w:rFonts w:eastAsia="MS Mincho"/>
        </w:rPr>
      </w:pPr>
      <w:bookmarkStart w:id="43" w:name="_Toc12416566"/>
      <w:r w:rsidRPr="009506B6">
        <w:rPr>
          <w:rFonts w:eastAsia="MS Mincho"/>
        </w:rPr>
        <w:t>the onus will at all times rest on the Receiving Party to establish that such information falls within such exclusions;</w:t>
      </w:r>
      <w:bookmarkEnd w:id="43"/>
    </w:p>
    <w:p w14:paraId="7A3064FB" w14:textId="77777777" w:rsidR="00F3655E" w:rsidRPr="009506B6" w:rsidRDefault="00F3655E" w:rsidP="00DD24D3">
      <w:pPr>
        <w:pStyle w:val="ListParagraph"/>
        <w:keepNext/>
        <w:keepLines/>
        <w:numPr>
          <w:ilvl w:val="4"/>
          <w:numId w:val="17"/>
        </w:numPr>
        <w:spacing w:before="120" w:after="240" w:line="360" w:lineRule="auto"/>
        <w:ind w:left="2280" w:hanging="1140"/>
        <w:contextualSpacing w:val="0"/>
        <w:jc w:val="both"/>
        <w:rPr>
          <w:rFonts w:eastAsia="MS Mincho"/>
        </w:rPr>
      </w:pPr>
      <w:bookmarkStart w:id="44" w:name="_Toc12416567"/>
      <w:r w:rsidRPr="009506B6">
        <w:rPr>
          <w:rFonts w:eastAsia="MS Mincho"/>
        </w:rPr>
        <w:t>the information disclosed will not be deemed to be within the foregoing exclusions merely because such information is embraced by more general information that is publicly available or in a Party’s possession;</w:t>
      </w:r>
      <w:bookmarkEnd w:id="44"/>
    </w:p>
    <w:p w14:paraId="2D9EF881" w14:textId="77777777" w:rsidR="00F3655E" w:rsidRPr="009506B6" w:rsidRDefault="00F3655E" w:rsidP="00DD24D3">
      <w:pPr>
        <w:pStyle w:val="ListParagraph"/>
        <w:keepNext/>
        <w:keepLines/>
        <w:numPr>
          <w:ilvl w:val="4"/>
          <w:numId w:val="17"/>
        </w:numPr>
        <w:spacing w:before="120" w:after="240" w:line="360" w:lineRule="auto"/>
        <w:ind w:left="2280" w:hanging="1140"/>
        <w:contextualSpacing w:val="0"/>
        <w:jc w:val="both"/>
        <w:rPr>
          <w:rFonts w:eastAsia="MS Mincho"/>
        </w:rPr>
      </w:pPr>
      <w:bookmarkStart w:id="45" w:name="_Toc12416568"/>
      <w:r w:rsidRPr="009506B6">
        <w:rPr>
          <w:rFonts w:eastAsia="MS Mincho"/>
        </w:rPr>
        <w:t>any combination of features will not be deemed to be within the foregoing exclusions merely because individual features are publicly available or in a Party’s possession, but only if the combination itself is publicly available or in a Party’s possession; and</w:t>
      </w:r>
      <w:bookmarkEnd w:id="45"/>
      <w:r w:rsidRPr="009506B6">
        <w:rPr>
          <w:rFonts w:eastAsia="MS Mincho"/>
        </w:rPr>
        <w:t xml:space="preserve"> </w:t>
      </w:r>
    </w:p>
    <w:p w14:paraId="46B04880" w14:textId="6C80AD0F" w:rsidR="00F3655E" w:rsidRPr="009506B6" w:rsidRDefault="00D06A7E" w:rsidP="00DD24D3">
      <w:pPr>
        <w:pStyle w:val="ListParagraph"/>
        <w:keepNext/>
        <w:keepLines/>
        <w:numPr>
          <w:ilvl w:val="4"/>
          <w:numId w:val="17"/>
        </w:numPr>
        <w:spacing w:before="120" w:after="240" w:line="360" w:lineRule="auto"/>
        <w:ind w:left="2280" w:hanging="1140"/>
        <w:contextualSpacing w:val="0"/>
        <w:jc w:val="both"/>
        <w:rPr>
          <w:rFonts w:eastAsia="MS Mincho"/>
        </w:rPr>
      </w:pPr>
      <w:bookmarkStart w:id="46" w:name="_Toc12416569"/>
      <w:r w:rsidRPr="009506B6">
        <w:rPr>
          <w:rFonts w:eastAsia="MS Mincho"/>
        </w:rPr>
        <w:lastRenderedPageBreak/>
        <w:t xml:space="preserve">the </w:t>
      </w:r>
      <w:r w:rsidR="00F3655E" w:rsidRPr="009506B6">
        <w:rPr>
          <w:rFonts w:eastAsia="MS Mincho"/>
        </w:rPr>
        <w:t xml:space="preserve">determination of whether information is Confidential Information will not be affected by </w:t>
      </w:r>
      <w:r w:rsidR="00DD2F19" w:rsidRPr="009506B6">
        <w:rPr>
          <w:rFonts w:eastAsia="MS Mincho"/>
        </w:rPr>
        <w:t>whether</w:t>
      </w:r>
      <w:r w:rsidR="00F3655E" w:rsidRPr="009506B6">
        <w:rPr>
          <w:rFonts w:eastAsia="MS Mincho"/>
        </w:rPr>
        <w:t xml:space="preserve"> such information is subject to, or protected by, common law or statute related to copyright, patent, trademarks or otherwise.</w:t>
      </w:r>
      <w:bookmarkEnd w:id="46"/>
    </w:p>
    <w:p w14:paraId="73DA35F5" w14:textId="39B4ACAF" w:rsidR="00F3655E" w:rsidRPr="009506B6" w:rsidRDefault="00F3655E" w:rsidP="00DD24D3">
      <w:pPr>
        <w:pStyle w:val="ListParagraph"/>
        <w:keepNext/>
        <w:keepLines/>
        <w:numPr>
          <w:ilvl w:val="2"/>
          <w:numId w:val="17"/>
        </w:numPr>
        <w:spacing w:before="120" w:after="240" w:line="360" w:lineRule="auto"/>
        <w:ind w:left="1860" w:hanging="1140"/>
        <w:contextualSpacing w:val="0"/>
        <w:jc w:val="both"/>
        <w:rPr>
          <w:b/>
          <w:bCs/>
        </w:rPr>
      </w:pPr>
      <w:bookmarkStart w:id="47" w:name="_Toc12416570"/>
      <w:r w:rsidRPr="009506B6">
        <w:t>“</w:t>
      </w:r>
      <w:r w:rsidRPr="009506B6">
        <w:rPr>
          <w:b/>
          <w:bCs/>
        </w:rPr>
        <w:t>Control</w:t>
      </w:r>
      <w:r w:rsidRPr="009506B6">
        <w:t>” means with regard to any entity, the right or power to dictate the management of and otherwise control such entity by any of:</w:t>
      </w:r>
      <w:bookmarkEnd w:id="47"/>
    </w:p>
    <w:p w14:paraId="1554E195" w14:textId="77777777" w:rsidR="00F3655E" w:rsidRPr="009506B6" w:rsidRDefault="00F3655E" w:rsidP="00DD24D3">
      <w:pPr>
        <w:pStyle w:val="ListParagraph"/>
        <w:keepNext/>
        <w:keepLines/>
        <w:numPr>
          <w:ilvl w:val="3"/>
          <w:numId w:val="17"/>
        </w:numPr>
        <w:spacing w:before="120" w:after="240" w:line="360" w:lineRule="auto"/>
        <w:ind w:left="2280" w:hanging="1140"/>
        <w:contextualSpacing w:val="0"/>
        <w:jc w:val="both"/>
      </w:pPr>
      <w:bookmarkStart w:id="48" w:name="_Toc12416571"/>
      <w:r w:rsidRPr="009506B6">
        <w:t>holding directly or indirectly the majority of the issued share capital or stock (or other ownership interest if not a corporation) of such entity ordinarily having voting rights;</w:t>
      </w:r>
      <w:bookmarkEnd w:id="48"/>
      <w:r w:rsidRPr="009506B6">
        <w:t xml:space="preserve"> </w:t>
      </w:r>
    </w:p>
    <w:p w14:paraId="745EC20E" w14:textId="77777777" w:rsidR="00F3655E" w:rsidRPr="009506B6" w:rsidRDefault="00F3655E" w:rsidP="00DD24D3">
      <w:pPr>
        <w:pStyle w:val="ListParagraph"/>
        <w:keepNext/>
        <w:keepLines/>
        <w:numPr>
          <w:ilvl w:val="3"/>
          <w:numId w:val="17"/>
        </w:numPr>
        <w:spacing w:before="120" w:after="240" w:line="360" w:lineRule="auto"/>
        <w:ind w:left="2280" w:hanging="1140"/>
        <w:contextualSpacing w:val="0"/>
        <w:jc w:val="both"/>
      </w:pPr>
      <w:bookmarkStart w:id="49" w:name="_Toc12416572"/>
      <w:r w:rsidRPr="009506B6">
        <w:t>controlling the majority of the voting rights in such entity; or</w:t>
      </w:r>
      <w:bookmarkEnd w:id="49"/>
      <w:r w:rsidRPr="009506B6">
        <w:t xml:space="preserve"> </w:t>
      </w:r>
    </w:p>
    <w:p w14:paraId="72478460" w14:textId="77777777" w:rsidR="00F3655E" w:rsidRPr="009506B6" w:rsidRDefault="00F3655E" w:rsidP="00DD24D3">
      <w:pPr>
        <w:pStyle w:val="ListParagraph"/>
        <w:keepNext/>
        <w:keepLines/>
        <w:numPr>
          <w:ilvl w:val="3"/>
          <w:numId w:val="17"/>
        </w:numPr>
        <w:spacing w:before="120" w:after="240" w:line="360" w:lineRule="auto"/>
        <w:ind w:left="2280" w:hanging="1140"/>
        <w:contextualSpacing w:val="0"/>
        <w:jc w:val="both"/>
      </w:pPr>
      <w:bookmarkStart w:id="50" w:name="_Toc12416573"/>
      <w:r w:rsidRPr="009506B6">
        <w:t>having the right to appoint or remove directors holding a majority of the voting rights at meetings of the board of directors of such entity.</w:t>
      </w:r>
      <w:bookmarkEnd w:id="50"/>
    </w:p>
    <w:p w14:paraId="3CAE494B" w14:textId="4C51884A" w:rsidR="006E6EA1" w:rsidRPr="009506B6" w:rsidRDefault="006E6EA1" w:rsidP="00DD24D3">
      <w:pPr>
        <w:pStyle w:val="ListParagraph"/>
        <w:keepNext/>
        <w:keepLines/>
        <w:numPr>
          <w:ilvl w:val="2"/>
          <w:numId w:val="17"/>
        </w:numPr>
        <w:spacing w:before="120" w:after="240" w:line="360" w:lineRule="auto"/>
        <w:ind w:left="1860" w:hanging="1140"/>
        <w:contextualSpacing w:val="0"/>
        <w:jc w:val="both"/>
      </w:pPr>
      <w:bookmarkStart w:id="51" w:name="_Toc12416574"/>
      <w:r w:rsidRPr="009506B6">
        <w:t>“</w:t>
      </w:r>
      <w:r w:rsidRPr="009506B6">
        <w:rPr>
          <w:b/>
          <w:bCs/>
        </w:rPr>
        <w:t>Data Protection Legislation</w:t>
      </w:r>
      <w:r w:rsidRPr="009506B6">
        <w:t xml:space="preserve">” means </w:t>
      </w:r>
      <w:r w:rsidR="00E42605" w:rsidRPr="009506B6">
        <w:t xml:space="preserve">collectively, POPIA and </w:t>
      </w:r>
      <w:r w:rsidR="006F3330" w:rsidRPr="009506B6">
        <w:t xml:space="preserve">any other </w:t>
      </w:r>
      <w:r w:rsidRPr="009506B6">
        <w:t>legislation applicable to the protection of Personal Information in the Republic of South Africa;</w:t>
      </w:r>
      <w:bookmarkEnd w:id="51"/>
    </w:p>
    <w:p w14:paraId="053E83D0" w14:textId="77777777" w:rsidR="006E6EA1" w:rsidRPr="009506B6" w:rsidRDefault="006E6EA1" w:rsidP="00DD24D3">
      <w:pPr>
        <w:pStyle w:val="ListParagraph"/>
        <w:keepNext/>
        <w:keepLines/>
        <w:numPr>
          <w:ilvl w:val="2"/>
          <w:numId w:val="17"/>
        </w:numPr>
        <w:spacing w:before="120" w:after="240" w:line="360" w:lineRule="auto"/>
        <w:ind w:left="1860" w:hanging="1140"/>
        <w:contextualSpacing w:val="0"/>
        <w:jc w:val="both"/>
      </w:pPr>
      <w:bookmarkStart w:id="52" w:name="_Toc12416575"/>
      <w:r w:rsidRPr="009506B6">
        <w:rPr>
          <w:b/>
          <w:bCs/>
        </w:rPr>
        <w:t>“Data Subject”</w:t>
      </w:r>
      <w:r w:rsidRPr="009506B6">
        <w:t xml:space="preserve"> means the person to whom Personal Information relates;</w:t>
      </w:r>
      <w:bookmarkEnd w:id="52"/>
    </w:p>
    <w:p w14:paraId="5BE3F655" w14:textId="284829F3" w:rsidR="00552A1D" w:rsidRPr="009506B6" w:rsidRDefault="00552A1D" w:rsidP="004A6D58">
      <w:pPr>
        <w:pStyle w:val="ListParagraph"/>
        <w:keepNext/>
        <w:keepLines/>
        <w:numPr>
          <w:ilvl w:val="2"/>
          <w:numId w:val="17"/>
        </w:numPr>
        <w:spacing w:before="120" w:after="240" w:line="360" w:lineRule="auto"/>
        <w:ind w:left="1860" w:hanging="1140"/>
        <w:contextualSpacing w:val="0"/>
        <w:jc w:val="both"/>
      </w:pPr>
      <w:bookmarkStart w:id="53" w:name="_Toc12416577"/>
      <w:r w:rsidRPr="009506B6">
        <w:rPr>
          <w:b/>
          <w:bCs/>
        </w:rPr>
        <w:t>"Deliverable</w:t>
      </w:r>
      <w:r w:rsidR="00F3655E" w:rsidRPr="009506B6">
        <w:rPr>
          <w:b/>
          <w:bCs/>
        </w:rPr>
        <w:t>(s)</w:t>
      </w:r>
      <w:r w:rsidRPr="009506B6">
        <w:rPr>
          <w:b/>
          <w:bCs/>
        </w:rPr>
        <w:t>"</w:t>
      </w:r>
      <w:r w:rsidRPr="009506B6">
        <w:t xml:space="preserve"> means</w:t>
      </w:r>
      <w:r w:rsidR="007F57D4">
        <w:t xml:space="preserve"> all of the goods, products, services</w:t>
      </w:r>
      <w:r w:rsidRPr="009506B6">
        <w:t xml:space="preserve"> </w:t>
      </w:r>
      <w:r w:rsidR="0021290E" w:rsidRPr="009506B6">
        <w:t>and/</w:t>
      </w:r>
      <w:r w:rsidR="00F3655E" w:rsidRPr="009506B6">
        <w:t xml:space="preserve">or </w:t>
      </w:r>
      <w:r w:rsidRPr="009506B6">
        <w:t xml:space="preserve">Documentation, including any other material, specification, documentation which are provided by the Service Provider </w:t>
      </w:r>
      <w:r w:rsidR="0021290E" w:rsidRPr="009506B6">
        <w:t xml:space="preserve">to </w:t>
      </w:r>
      <w:r w:rsidR="00F3655E" w:rsidRPr="009506B6">
        <w:t>SARS</w:t>
      </w:r>
      <w:r w:rsidRPr="009506B6">
        <w:t xml:space="preserve"> as part of the Services pursuant to this Agreement;</w:t>
      </w:r>
      <w:bookmarkEnd w:id="53"/>
    </w:p>
    <w:p w14:paraId="536E031A" w14:textId="1E61DF51" w:rsidR="00552A1D" w:rsidRDefault="00552A1D" w:rsidP="00DD24D3">
      <w:pPr>
        <w:pStyle w:val="ListParagraph"/>
        <w:keepNext/>
        <w:keepLines/>
        <w:numPr>
          <w:ilvl w:val="2"/>
          <w:numId w:val="17"/>
        </w:numPr>
        <w:spacing w:before="120" w:after="240" w:line="360" w:lineRule="auto"/>
        <w:ind w:left="1860" w:hanging="1140"/>
        <w:contextualSpacing w:val="0"/>
        <w:jc w:val="both"/>
      </w:pPr>
      <w:bookmarkStart w:id="54" w:name="_Toc12416579"/>
      <w:r w:rsidRPr="009506B6">
        <w:rPr>
          <w:b/>
          <w:bCs/>
        </w:rPr>
        <w:t>"Disclosing Party"</w:t>
      </w:r>
      <w:r w:rsidRPr="009506B6">
        <w:t xml:space="preserve"> </w:t>
      </w:r>
      <w:r w:rsidR="0021290E" w:rsidRPr="009506B6">
        <w:t>means a Party disclosing the Confidential Information to the Receiving Party</w:t>
      </w:r>
      <w:r w:rsidRPr="009506B6">
        <w:t>;</w:t>
      </w:r>
      <w:bookmarkEnd w:id="54"/>
    </w:p>
    <w:p w14:paraId="2BC0EFC8" w14:textId="028AA4F0" w:rsidR="00E17C29" w:rsidRPr="009506B6" w:rsidRDefault="00E17C29" w:rsidP="00DD24D3">
      <w:pPr>
        <w:pStyle w:val="ListParagraph"/>
        <w:keepNext/>
        <w:keepLines/>
        <w:numPr>
          <w:ilvl w:val="2"/>
          <w:numId w:val="17"/>
        </w:numPr>
        <w:spacing w:before="120" w:after="240" w:line="360" w:lineRule="auto"/>
        <w:ind w:left="1860" w:hanging="1140"/>
        <w:contextualSpacing w:val="0"/>
        <w:jc w:val="both"/>
      </w:pPr>
      <w:r>
        <w:rPr>
          <w:b/>
          <w:bCs/>
        </w:rPr>
        <w:t xml:space="preserve">“Drug Testing Kit” </w:t>
      </w:r>
      <w:r w:rsidR="009A5298">
        <w:t xml:space="preserve">means </w:t>
      </w:r>
      <w:r w:rsidR="009A5298" w:rsidRPr="009A5298">
        <w:t xml:space="preserve">portable kits </w:t>
      </w:r>
      <w:r w:rsidR="009A5298">
        <w:t xml:space="preserve">used </w:t>
      </w:r>
      <w:r w:rsidR="009A5298" w:rsidRPr="009A5298">
        <w:t xml:space="preserve">to conduct drug </w:t>
      </w:r>
      <w:r w:rsidR="00D95645" w:rsidRPr="009A5298">
        <w:t>testing when</w:t>
      </w:r>
      <w:r w:rsidR="009A5298" w:rsidRPr="009A5298">
        <w:t xml:space="preserve"> suspected narcotics are discovered in cargo, luggage, vehicles, trucks and any other smuggling methodologies in the ports of entry</w:t>
      </w:r>
      <w:r w:rsidR="002951BC">
        <w:t xml:space="preserve"> as more described in the RFP document(s)</w:t>
      </w:r>
      <w:r w:rsidR="009A5298">
        <w:t>;</w:t>
      </w:r>
    </w:p>
    <w:p w14:paraId="66ECF459" w14:textId="77777777" w:rsidR="00E244E7" w:rsidRPr="009506B6" w:rsidRDefault="00E244E7" w:rsidP="00DD24D3">
      <w:pPr>
        <w:pStyle w:val="ListParagraph"/>
        <w:keepNext/>
        <w:keepLines/>
        <w:numPr>
          <w:ilvl w:val="2"/>
          <w:numId w:val="17"/>
        </w:numPr>
        <w:spacing w:before="120" w:after="240" w:line="360" w:lineRule="auto"/>
        <w:ind w:left="1860" w:hanging="1140"/>
        <w:contextualSpacing w:val="0"/>
        <w:jc w:val="both"/>
      </w:pPr>
      <w:bookmarkStart w:id="55" w:name="_Toc12416581"/>
      <w:r w:rsidRPr="009506B6">
        <w:rPr>
          <w:b/>
          <w:bCs/>
        </w:rPr>
        <w:lastRenderedPageBreak/>
        <w:t>“ECA”</w:t>
      </w:r>
      <w:r w:rsidRPr="009506B6">
        <w:t xml:space="preserve"> means the Electronic Communications Act, 2005 (Act No. 36 of 2005), as amended;</w:t>
      </w:r>
      <w:bookmarkEnd w:id="55"/>
    </w:p>
    <w:p w14:paraId="2B66EA20" w14:textId="3B149A49" w:rsidR="009126CE" w:rsidRPr="009506B6" w:rsidRDefault="00E244E7" w:rsidP="00DD24D3">
      <w:pPr>
        <w:pStyle w:val="ListParagraph"/>
        <w:keepNext/>
        <w:keepLines/>
        <w:numPr>
          <w:ilvl w:val="2"/>
          <w:numId w:val="17"/>
        </w:numPr>
        <w:spacing w:before="120" w:after="240" w:line="360" w:lineRule="auto"/>
        <w:ind w:left="1860" w:hanging="1140"/>
        <w:contextualSpacing w:val="0"/>
        <w:jc w:val="both"/>
      </w:pPr>
      <w:bookmarkStart w:id="56" w:name="_Toc12416582"/>
      <w:r w:rsidRPr="00E17C29">
        <w:rPr>
          <w:b/>
          <w:bCs/>
        </w:rPr>
        <w:t>“Effective Date”</w:t>
      </w:r>
      <w:r w:rsidRPr="009506B6">
        <w:t xml:space="preserve"> </w:t>
      </w:r>
      <w:r w:rsidR="009126CE" w:rsidRPr="009506B6">
        <w:t>means</w:t>
      </w:r>
      <w:r w:rsidR="00C517E8" w:rsidRPr="009506B6">
        <w:t xml:space="preserve"> </w:t>
      </w:r>
      <w:r w:rsidR="004A6D58">
        <w:rPr>
          <w:b/>
          <w:bCs/>
        </w:rPr>
        <w:t>__________</w:t>
      </w:r>
      <w:r w:rsidR="00E43418" w:rsidRPr="009506B6">
        <w:t>,</w:t>
      </w:r>
      <w:r w:rsidR="00840245" w:rsidRPr="009506B6">
        <w:t xml:space="preserve"> being the date </w:t>
      </w:r>
      <w:r w:rsidR="009126CE" w:rsidRPr="009506B6">
        <w:t>upon which the Service Provider</w:t>
      </w:r>
      <w:r w:rsidR="009126CE" w:rsidRPr="009506B6">
        <w:rPr>
          <w:color w:val="000000" w:themeColor="text1"/>
        </w:rPr>
        <w:t xml:space="preserve"> </w:t>
      </w:r>
      <w:r w:rsidR="009126CE" w:rsidRPr="009506B6">
        <w:t>commence</w:t>
      </w:r>
      <w:r w:rsidR="00194001" w:rsidRPr="009506B6">
        <w:t>d</w:t>
      </w:r>
      <w:r w:rsidR="009126CE" w:rsidRPr="009506B6">
        <w:t xml:space="preserve"> with the</w:t>
      </w:r>
      <w:r w:rsidR="00DB2607" w:rsidRPr="009506B6">
        <w:t xml:space="preserve"> provision of the </w:t>
      </w:r>
      <w:r w:rsidR="00506E58" w:rsidRPr="009506B6">
        <w:t>Services</w:t>
      </w:r>
      <w:r w:rsidR="00DB2607" w:rsidRPr="009506B6">
        <w:t xml:space="preserve"> </w:t>
      </w:r>
      <w:r w:rsidR="00176420" w:rsidRPr="009506B6">
        <w:t xml:space="preserve">or any part </w:t>
      </w:r>
      <w:r w:rsidR="000215A0" w:rsidRPr="009506B6">
        <w:t>thereof notwithstanding</w:t>
      </w:r>
      <w:r w:rsidR="009126CE" w:rsidRPr="009506B6">
        <w:t xml:space="preserve"> the Signature Date;</w:t>
      </w:r>
      <w:bookmarkEnd w:id="56"/>
    </w:p>
    <w:p w14:paraId="33A0D163" w14:textId="44B2E26C" w:rsidR="00840245" w:rsidRPr="009506B6" w:rsidRDefault="00840245" w:rsidP="00DD24D3">
      <w:pPr>
        <w:pStyle w:val="ListParagraph"/>
        <w:keepNext/>
        <w:keepLines/>
        <w:numPr>
          <w:ilvl w:val="2"/>
          <w:numId w:val="17"/>
        </w:numPr>
        <w:spacing w:before="120" w:after="240" w:line="360" w:lineRule="auto"/>
        <w:ind w:left="1860" w:hanging="1140"/>
        <w:contextualSpacing w:val="0"/>
        <w:jc w:val="both"/>
      </w:pPr>
      <w:bookmarkStart w:id="57" w:name="_Toc12416584"/>
      <w:r w:rsidRPr="009506B6">
        <w:rPr>
          <w:b/>
          <w:bCs/>
        </w:rPr>
        <w:t>“Fees”</w:t>
      </w:r>
      <w:r w:rsidRPr="009506B6">
        <w:t xml:space="preserve"> means </w:t>
      </w:r>
      <w:r w:rsidR="001B379F" w:rsidRPr="009506B6">
        <w:t xml:space="preserve">the </w:t>
      </w:r>
      <w:r w:rsidR="001B379F">
        <w:t>fees</w:t>
      </w:r>
      <w:r w:rsidRPr="009506B6">
        <w:t xml:space="preserve"> payable by SARS to </w:t>
      </w:r>
      <w:r w:rsidRPr="009506B6">
        <w:rPr>
          <w:color w:val="000000" w:themeColor="text1"/>
        </w:rPr>
        <w:t xml:space="preserve">the Service </w:t>
      </w:r>
      <w:r w:rsidR="00411C35" w:rsidRPr="009506B6">
        <w:rPr>
          <w:color w:val="000000" w:themeColor="text1"/>
        </w:rPr>
        <w:t xml:space="preserve">Provider </w:t>
      </w:r>
      <w:r w:rsidR="00411C35" w:rsidRPr="009506B6">
        <w:t>for</w:t>
      </w:r>
      <w:r w:rsidR="00050C56">
        <w:t xml:space="preserve"> the provision </w:t>
      </w:r>
      <w:r w:rsidR="00571BC2">
        <w:t>and</w:t>
      </w:r>
      <w:r w:rsidR="00571BC2" w:rsidRPr="009506B6">
        <w:t xml:space="preserve"> delivery</w:t>
      </w:r>
      <w:r w:rsidR="0015018A">
        <w:t xml:space="preserve"> of </w:t>
      </w:r>
      <w:r w:rsidR="007F57D4">
        <w:t xml:space="preserve">the </w:t>
      </w:r>
      <w:r w:rsidR="00571BC2">
        <w:t>D</w:t>
      </w:r>
      <w:r w:rsidR="0015018A">
        <w:t xml:space="preserve">rug </w:t>
      </w:r>
      <w:r w:rsidR="00571BC2">
        <w:t>T</w:t>
      </w:r>
      <w:r w:rsidR="0015018A">
        <w:t xml:space="preserve">esting </w:t>
      </w:r>
      <w:r w:rsidR="00571BC2">
        <w:t>K</w:t>
      </w:r>
      <w:r w:rsidR="0015018A">
        <w:t>its to a specified SARS office or site,</w:t>
      </w:r>
      <w:r w:rsidR="0015018A" w:rsidRPr="009506B6">
        <w:t xml:space="preserve"> fees</w:t>
      </w:r>
      <w:r w:rsidRPr="009506B6">
        <w:t xml:space="preserve"> are as </w:t>
      </w:r>
      <w:bookmarkStart w:id="58" w:name="_Hlk71023422"/>
      <w:r w:rsidRPr="009506B6">
        <w:t xml:space="preserve">set out in </w:t>
      </w:r>
      <w:r w:rsidR="009A6F45" w:rsidRPr="009506B6">
        <w:t xml:space="preserve">Clause </w:t>
      </w:r>
      <w:r w:rsidR="0015018A">
        <w:t>13</w:t>
      </w:r>
      <w:r w:rsidR="009A6F45" w:rsidRPr="009506B6">
        <w:t xml:space="preserve"> below</w:t>
      </w:r>
      <w:r w:rsidR="00CD57FF" w:rsidRPr="009506B6">
        <w:t xml:space="preserve"> and </w:t>
      </w:r>
      <w:r w:rsidR="0015018A">
        <w:rPr>
          <w:b/>
          <w:bCs/>
        </w:rPr>
        <w:t>Annexure</w:t>
      </w:r>
      <w:r w:rsidR="00475BEB" w:rsidRPr="009506B6">
        <w:rPr>
          <w:b/>
          <w:bCs/>
        </w:rPr>
        <w:t xml:space="preserve"> </w:t>
      </w:r>
      <w:bookmarkEnd w:id="58"/>
      <w:r w:rsidR="00D63C89">
        <w:rPr>
          <w:b/>
          <w:bCs/>
        </w:rPr>
        <w:t>B</w:t>
      </w:r>
      <w:r w:rsidRPr="009506B6">
        <w:t>;</w:t>
      </w:r>
      <w:bookmarkEnd w:id="57"/>
      <w:r w:rsidRPr="009506B6">
        <w:t xml:space="preserve"> </w:t>
      </w:r>
    </w:p>
    <w:p w14:paraId="3B8D8BDF" w14:textId="42AE3061" w:rsidR="00E244E7" w:rsidRPr="009506B6" w:rsidRDefault="00E244E7" w:rsidP="00DD24D3">
      <w:pPr>
        <w:pStyle w:val="ListParagraph"/>
        <w:keepNext/>
        <w:keepLines/>
        <w:numPr>
          <w:ilvl w:val="2"/>
          <w:numId w:val="17"/>
        </w:numPr>
        <w:spacing w:before="120" w:after="240" w:line="360" w:lineRule="auto"/>
        <w:ind w:left="1860" w:hanging="1140"/>
        <w:contextualSpacing w:val="0"/>
        <w:jc w:val="both"/>
      </w:pPr>
      <w:bookmarkStart w:id="59" w:name="_Toc12416585"/>
      <w:r w:rsidRPr="009506B6">
        <w:rPr>
          <w:b/>
          <w:bCs/>
        </w:rPr>
        <w:t>“Force Majeure Event”</w:t>
      </w:r>
      <w:r w:rsidRPr="009506B6">
        <w:t xml:space="preserve"> means any circumstances beyond a Party’s reasonable control and includes, without limitation: (</w:t>
      </w:r>
      <w:proofErr w:type="spellStart"/>
      <w:r w:rsidRPr="009506B6">
        <w:t>i</w:t>
      </w:r>
      <w:proofErr w:type="spellEnd"/>
      <w:r w:rsidRPr="009506B6">
        <w:t xml:space="preserve">)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w:t>
      </w:r>
      <w:r w:rsidR="005B7901" w:rsidRPr="009506B6">
        <w:t xml:space="preserve">pandemics, </w:t>
      </w:r>
      <w:r w:rsidRPr="009506B6">
        <w:t>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bookmarkEnd w:id="59"/>
    </w:p>
    <w:p w14:paraId="4E514553" w14:textId="77777777" w:rsidR="00E244E7" w:rsidRPr="009506B6" w:rsidRDefault="00E244E7" w:rsidP="00DD24D3">
      <w:pPr>
        <w:pStyle w:val="ListParagraph"/>
        <w:keepNext/>
        <w:keepLines/>
        <w:numPr>
          <w:ilvl w:val="2"/>
          <w:numId w:val="17"/>
        </w:numPr>
        <w:spacing w:before="120" w:after="240" w:line="360" w:lineRule="auto"/>
        <w:ind w:left="1860" w:hanging="1140"/>
        <w:contextualSpacing w:val="0"/>
        <w:jc w:val="both"/>
      </w:pPr>
      <w:bookmarkStart w:id="60" w:name="_Toc12416588"/>
      <w:r w:rsidRPr="009506B6">
        <w:rPr>
          <w:b/>
          <w:bCs/>
        </w:rPr>
        <w:t>“ICT”</w:t>
      </w:r>
      <w:r w:rsidRPr="009506B6">
        <w:t xml:space="preserve"> means information communication and technology;</w:t>
      </w:r>
      <w:bookmarkEnd w:id="60"/>
      <w:r w:rsidRPr="009506B6">
        <w:t xml:space="preserve"> </w:t>
      </w:r>
    </w:p>
    <w:p w14:paraId="1EDD6DCD" w14:textId="687415ED" w:rsidR="0041748B" w:rsidRPr="009506B6" w:rsidRDefault="0041748B" w:rsidP="00DD24D3">
      <w:pPr>
        <w:pStyle w:val="ListParagraph"/>
        <w:keepNext/>
        <w:keepLines/>
        <w:numPr>
          <w:ilvl w:val="2"/>
          <w:numId w:val="17"/>
        </w:numPr>
        <w:spacing w:before="120" w:after="240" w:line="360" w:lineRule="auto"/>
        <w:ind w:left="1860" w:hanging="1140"/>
        <w:contextualSpacing w:val="0"/>
        <w:jc w:val="both"/>
      </w:pPr>
      <w:bookmarkStart w:id="61" w:name="_Toc12416589"/>
      <w:r w:rsidRPr="009506B6">
        <w:rPr>
          <w:b/>
          <w:bCs/>
        </w:rPr>
        <w:t>“Incident”</w:t>
      </w:r>
      <w:r w:rsidRPr="009506B6">
        <w:t xml:space="preserve"> means any event that is not part of the standard operation of a </w:t>
      </w:r>
      <w:r w:rsidR="0015018A" w:rsidRPr="009506B6">
        <w:t>service,</w:t>
      </w:r>
      <w:r w:rsidRPr="009506B6">
        <w:t xml:space="preserve"> and which causes, or may cause, an interruption to</w:t>
      </w:r>
      <w:bookmarkEnd w:id="61"/>
      <w:r w:rsidR="004A6D58">
        <w:t xml:space="preserve"> the delivery of the service.</w:t>
      </w:r>
      <w:r w:rsidRPr="009506B6">
        <w:t xml:space="preserve"> </w:t>
      </w:r>
    </w:p>
    <w:p w14:paraId="2FCA137C" w14:textId="77777777" w:rsidR="00E244E7" w:rsidRPr="009506B6" w:rsidRDefault="00E244E7" w:rsidP="00DD24D3">
      <w:pPr>
        <w:pStyle w:val="ListParagraph"/>
        <w:keepNext/>
        <w:keepLines/>
        <w:numPr>
          <w:ilvl w:val="2"/>
          <w:numId w:val="17"/>
        </w:numPr>
        <w:spacing w:before="120" w:after="240" w:line="360" w:lineRule="auto"/>
        <w:ind w:left="1860" w:hanging="1140"/>
        <w:contextualSpacing w:val="0"/>
        <w:jc w:val="both"/>
      </w:pPr>
      <w:bookmarkStart w:id="62" w:name="_Toc12416590"/>
      <w:r w:rsidRPr="009506B6">
        <w:rPr>
          <w:b/>
          <w:bCs/>
        </w:rPr>
        <w:lastRenderedPageBreak/>
        <w:t>“Intellectual Property”</w:t>
      </w:r>
      <w:r w:rsidRPr="009506B6">
        <w:t xml:space="preserve"> 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bookmarkEnd w:id="62"/>
    </w:p>
    <w:p w14:paraId="765A56DB" w14:textId="77777777" w:rsidR="00E244E7" w:rsidRPr="009506B6" w:rsidRDefault="00E244E7" w:rsidP="00DD24D3">
      <w:pPr>
        <w:pStyle w:val="ListParagraph"/>
        <w:keepNext/>
        <w:keepLines/>
        <w:numPr>
          <w:ilvl w:val="2"/>
          <w:numId w:val="17"/>
        </w:numPr>
        <w:spacing w:before="120" w:after="240" w:line="360" w:lineRule="auto"/>
        <w:ind w:left="1860" w:hanging="1140"/>
        <w:contextualSpacing w:val="0"/>
        <w:jc w:val="both"/>
      </w:pPr>
      <w:bookmarkStart w:id="63" w:name="_Toc12416591"/>
      <w:r w:rsidRPr="009506B6">
        <w:rPr>
          <w:b/>
          <w:bCs/>
        </w:rPr>
        <w:t>“Intellectual Property Rights</w:t>
      </w:r>
      <w:r w:rsidRPr="009506B6">
        <w:t>” means all rights of whatever nature and however described in respect of Intellectual Property, including:</w:t>
      </w:r>
      <w:bookmarkEnd w:id="63"/>
    </w:p>
    <w:p w14:paraId="02C31576" w14:textId="77777777" w:rsidR="00E244E7" w:rsidRPr="009506B6" w:rsidRDefault="00E244E7" w:rsidP="00DD24D3">
      <w:pPr>
        <w:pStyle w:val="ListParagraph"/>
        <w:keepNext/>
        <w:keepLines/>
        <w:numPr>
          <w:ilvl w:val="3"/>
          <w:numId w:val="17"/>
        </w:numPr>
        <w:spacing w:before="120" w:after="240" w:line="360" w:lineRule="auto"/>
        <w:ind w:left="2280" w:hanging="1140"/>
        <w:contextualSpacing w:val="0"/>
        <w:jc w:val="both"/>
      </w:pPr>
      <w:bookmarkStart w:id="64" w:name="_Toc12416592"/>
      <w:r w:rsidRPr="009506B6">
        <w:t>all patents and other patent rights, including divisional and continuation patents, utility models;</w:t>
      </w:r>
      <w:bookmarkEnd w:id="64"/>
    </w:p>
    <w:p w14:paraId="111AF3C3" w14:textId="77777777" w:rsidR="00E244E7" w:rsidRPr="009506B6" w:rsidRDefault="00E244E7" w:rsidP="00DD24D3">
      <w:pPr>
        <w:pStyle w:val="ListParagraph"/>
        <w:keepNext/>
        <w:keepLines/>
        <w:numPr>
          <w:ilvl w:val="3"/>
          <w:numId w:val="17"/>
        </w:numPr>
        <w:spacing w:before="120" w:after="240" w:line="360" w:lineRule="auto"/>
        <w:ind w:left="2280" w:hanging="1140"/>
        <w:contextualSpacing w:val="0"/>
        <w:jc w:val="both"/>
      </w:pPr>
      <w:bookmarkStart w:id="65" w:name="_Toc12416593"/>
      <w:r w:rsidRPr="009506B6">
        <w:t>rights in and to inventions, whether patentable or not;</w:t>
      </w:r>
      <w:bookmarkEnd w:id="65"/>
    </w:p>
    <w:p w14:paraId="5206338B" w14:textId="77777777" w:rsidR="00E244E7" w:rsidRPr="009506B6" w:rsidRDefault="00E244E7" w:rsidP="00DD24D3">
      <w:pPr>
        <w:pStyle w:val="ListParagraph"/>
        <w:keepNext/>
        <w:keepLines/>
        <w:numPr>
          <w:ilvl w:val="3"/>
          <w:numId w:val="17"/>
        </w:numPr>
        <w:spacing w:before="120" w:after="240" w:line="360" w:lineRule="auto"/>
        <w:ind w:left="2280" w:hanging="1140"/>
        <w:contextualSpacing w:val="0"/>
        <w:jc w:val="both"/>
      </w:pPr>
      <w:bookmarkStart w:id="66" w:name="_Toc12416594"/>
      <w:r w:rsidRPr="009506B6">
        <w:t>rights in trademarks, service marks, logos, slogans, corporate, business and trade names, trade dress, brand names and other indicia of origin;</w:t>
      </w:r>
      <w:bookmarkEnd w:id="66"/>
    </w:p>
    <w:p w14:paraId="52F432B6" w14:textId="77777777" w:rsidR="00E244E7" w:rsidRPr="009506B6" w:rsidRDefault="00E244E7" w:rsidP="00DD24D3">
      <w:pPr>
        <w:pStyle w:val="ListParagraph"/>
        <w:keepNext/>
        <w:keepLines/>
        <w:numPr>
          <w:ilvl w:val="3"/>
          <w:numId w:val="17"/>
        </w:numPr>
        <w:spacing w:before="120" w:after="240" w:line="360" w:lineRule="auto"/>
        <w:ind w:left="2280" w:hanging="1140"/>
        <w:contextualSpacing w:val="0"/>
        <w:jc w:val="both"/>
      </w:pPr>
      <w:bookmarkStart w:id="67" w:name="_Toc12416595"/>
      <w:r w:rsidRPr="009506B6">
        <w:t>rights in designs, topography rights, rights in circuit layouts and mask-works;</w:t>
      </w:r>
      <w:bookmarkEnd w:id="67"/>
    </w:p>
    <w:p w14:paraId="7D4A5A70" w14:textId="77777777" w:rsidR="00E244E7" w:rsidRPr="009506B6" w:rsidRDefault="00E244E7" w:rsidP="00DD24D3">
      <w:pPr>
        <w:pStyle w:val="ListParagraph"/>
        <w:keepNext/>
        <w:keepLines/>
        <w:numPr>
          <w:ilvl w:val="3"/>
          <w:numId w:val="17"/>
        </w:numPr>
        <w:spacing w:before="120" w:after="240" w:line="360" w:lineRule="auto"/>
        <w:ind w:left="2280" w:hanging="1140"/>
        <w:contextualSpacing w:val="0"/>
        <w:jc w:val="both"/>
      </w:pPr>
      <w:bookmarkStart w:id="68" w:name="_Toc12416596"/>
      <w:r w:rsidRPr="009506B6">
        <w:t>copyright, including all copyright in and to computer programs;</w:t>
      </w:r>
      <w:bookmarkEnd w:id="68"/>
    </w:p>
    <w:p w14:paraId="287C713A" w14:textId="77777777" w:rsidR="00E244E7" w:rsidRPr="009506B6" w:rsidRDefault="00E244E7" w:rsidP="00DD24D3">
      <w:pPr>
        <w:pStyle w:val="ListParagraph"/>
        <w:keepNext/>
        <w:keepLines/>
        <w:numPr>
          <w:ilvl w:val="3"/>
          <w:numId w:val="17"/>
        </w:numPr>
        <w:spacing w:before="120" w:after="240" w:line="360" w:lineRule="auto"/>
        <w:ind w:left="2280" w:hanging="1140"/>
        <w:contextualSpacing w:val="0"/>
        <w:jc w:val="both"/>
      </w:pPr>
      <w:bookmarkStart w:id="69" w:name="_Toc12416597"/>
      <w:r w:rsidRPr="009506B6">
        <w:lastRenderedPageBreak/>
        <w:t>rights in internet domain names, reservations for internet domain names, uniform resource locators and corresponding internet sites;</w:t>
      </w:r>
      <w:bookmarkEnd w:id="69"/>
      <w:r w:rsidRPr="009506B6">
        <w:t xml:space="preserve"> </w:t>
      </w:r>
    </w:p>
    <w:p w14:paraId="49107F55" w14:textId="77777777" w:rsidR="00E244E7" w:rsidRPr="009506B6" w:rsidRDefault="00E244E7" w:rsidP="00DD24D3">
      <w:pPr>
        <w:pStyle w:val="ListParagraph"/>
        <w:keepNext/>
        <w:keepLines/>
        <w:numPr>
          <w:ilvl w:val="3"/>
          <w:numId w:val="17"/>
        </w:numPr>
        <w:spacing w:before="120" w:after="240" w:line="360" w:lineRule="auto"/>
        <w:ind w:left="2280" w:hanging="1140"/>
        <w:contextualSpacing w:val="0"/>
        <w:jc w:val="both"/>
      </w:pPr>
      <w:bookmarkStart w:id="70" w:name="_Toc12416598"/>
      <w:r w:rsidRPr="009506B6">
        <w:t>rights in databases and data collections; and</w:t>
      </w:r>
      <w:bookmarkEnd w:id="70"/>
    </w:p>
    <w:p w14:paraId="1C31BA64" w14:textId="1D7D1745" w:rsidR="004D20A5" w:rsidRPr="009506B6" w:rsidRDefault="00E244E7" w:rsidP="004A6D58">
      <w:pPr>
        <w:pStyle w:val="ListParagraph"/>
        <w:keepNext/>
        <w:keepLines/>
        <w:numPr>
          <w:ilvl w:val="3"/>
          <w:numId w:val="17"/>
        </w:numPr>
        <w:spacing w:before="120" w:after="240" w:line="360" w:lineRule="auto"/>
        <w:ind w:left="2280" w:hanging="1140"/>
        <w:contextualSpacing w:val="0"/>
        <w:jc w:val="both"/>
      </w:pPr>
      <w:bookmarkStart w:id="71" w:name="_Toc12416599"/>
      <w:r w:rsidRPr="009506B6">
        <w:t>know-how, show-how, trade secrets and confidential information, in each case whether or not registered and including applications for the registration, extension, renewal and re-issuance,</w:t>
      </w:r>
      <w:r w:rsidR="00DD24D3">
        <w:t xml:space="preserve"> </w:t>
      </w:r>
      <w:r w:rsidRPr="009506B6">
        <w:t>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bookmarkEnd w:id="71"/>
      <w:r w:rsidR="004A6D58">
        <w:t>.</w:t>
      </w:r>
    </w:p>
    <w:p w14:paraId="3AC852F7" w14:textId="77777777" w:rsidR="00D873E8" w:rsidRPr="009506B6" w:rsidDel="00FD75F0" w:rsidRDefault="00D873E8" w:rsidP="00DD24D3">
      <w:pPr>
        <w:pStyle w:val="ListParagraph"/>
        <w:keepNext/>
        <w:keepLines/>
        <w:numPr>
          <w:ilvl w:val="2"/>
          <w:numId w:val="17"/>
        </w:numPr>
        <w:spacing w:before="120" w:after="240" w:line="360" w:lineRule="auto"/>
        <w:ind w:left="1860" w:hanging="1140"/>
        <w:contextualSpacing w:val="0"/>
        <w:jc w:val="both"/>
      </w:pPr>
      <w:bookmarkStart w:id="72" w:name="_Toc12416609"/>
      <w:r w:rsidRPr="009506B6" w:rsidDel="00FD75F0">
        <w:rPr>
          <w:b/>
          <w:bCs/>
        </w:rPr>
        <w:t>“PAIA”</w:t>
      </w:r>
      <w:r w:rsidRPr="009506B6" w:rsidDel="00FD75F0">
        <w:t xml:space="preserve"> means the Promotion of Access to Information Act, 2000 (Act No. 2 of 2000), as amended;</w:t>
      </w:r>
      <w:bookmarkEnd w:id="72"/>
    </w:p>
    <w:p w14:paraId="32238FE5" w14:textId="77777777" w:rsidR="00D873E8" w:rsidRPr="009506B6" w:rsidDel="00FD75F0" w:rsidRDefault="00D873E8" w:rsidP="00DD24D3">
      <w:pPr>
        <w:pStyle w:val="ListParagraph"/>
        <w:keepNext/>
        <w:keepLines/>
        <w:numPr>
          <w:ilvl w:val="2"/>
          <w:numId w:val="17"/>
        </w:numPr>
        <w:spacing w:before="120" w:after="240" w:line="360" w:lineRule="auto"/>
        <w:ind w:left="1860" w:hanging="1140"/>
        <w:contextualSpacing w:val="0"/>
        <w:jc w:val="both"/>
      </w:pPr>
      <w:bookmarkStart w:id="73" w:name="_Toc12416610"/>
      <w:r w:rsidRPr="009506B6" w:rsidDel="00FD75F0">
        <w:rPr>
          <w:b/>
          <w:bCs/>
        </w:rPr>
        <w:t>“PAJA</w:t>
      </w:r>
      <w:r w:rsidRPr="009506B6" w:rsidDel="00FD75F0">
        <w:t>” means the Promotion of Administrative Justice A</w:t>
      </w:r>
      <w:r w:rsidR="000F0091" w:rsidRPr="009506B6">
        <w:t>c</w:t>
      </w:r>
      <w:r w:rsidRPr="009506B6" w:rsidDel="00FD75F0">
        <w:t>t, 2000 (Act No. 3 of 2000;</w:t>
      </w:r>
      <w:bookmarkEnd w:id="73"/>
    </w:p>
    <w:p w14:paraId="19540695" w14:textId="77777777" w:rsidR="00C82EDC" w:rsidRPr="009506B6" w:rsidRDefault="00C82EDC" w:rsidP="00DD24D3">
      <w:pPr>
        <w:pStyle w:val="ListParagraph"/>
        <w:keepNext/>
        <w:keepLines/>
        <w:numPr>
          <w:ilvl w:val="2"/>
          <w:numId w:val="17"/>
        </w:numPr>
        <w:spacing w:before="120" w:after="240" w:line="360" w:lineRule="auto"/>
        <w:ind w:left="1860" w:hanging="1140"/>
        <w:contextualSpacing w:val="0"/>
        <w:jc w:val="both"/>
      </w:pPr>
      <w:bookmarkStart w:id="74" w:name="_Toc12416613"/>
      <w:r w:rsidRPr="009506B6">
        <w:rPr>
          <w:b/>
          <w:bCs/>
        </w:rPr>
        <w:t>"Personal Information"</w:t>
      </w:r>
      <w:r w:rsidRPr="009506B6">
        <w:t xml:space="preserve"> means information relating to an identifiable, living, natural or juristic person</w:t>
      </w:r>
      <w:r w:rsidR="00C23293" w:rsidRPr="009506B6">
        <w:t xml:space="preserve"> as fully defined in section 1 of POPIA;</w:t>
      </w:r>
      <w:r w:rsidRPr="009506B6">
        <w:t xml:space="preserve"> </w:t>
      </w:r>
      <w:bookmarkEnd w:id="74"/>
    </w:p>
    <w:p w14:paraId="478D330F" w14:textId="77777777" w:rsidR="00C82EDC" w:rsidRPr="009506B6" w:rsidRDefault="00C82EDC" w:rsidP="00DD24D3">
      <w:pPr>
        <w:pStyle w:val="ListParagraph"/>
        <w:keepNext/>
        <w:keepLines/>
        <w:numPr>
          <w:ilvl w:val="2"/>
          <w:numId w:val="17"/>
        </w:numPr>
        <w:spacing w:before="120" w:after="240" w:line="360" w:lineRule="auto"/>
        <w:ind w:left="1860" w:hanging="1140"/>
        <w:contextualSpacing w:val="0"/>
        <w:jc w:val="both"/>
      </w:pPr>
      <w:bookmarkStart w:id="75" w:name="_Toc12416622"/>
      <w:r w:rsidRPr="009506B6">
        <w:rPr>
          <w:b/>
          <w:bCs/>
        </w:rPr>
        <w:t>“Personal Information Breach”</w:t>
      </w:r>
      <w:r w:rsidRPr="009506B6">
        <w:t xml:space="preserve"> means a breach of security leading to the accidental or unlawful destruction, loss, alteration, unauthorised disclosure of or access to, Personal Information transmitted, stored or otherwise Processed;</w:t>
      </w:r>
      <w:bookmarkEnd w:id="75"/>
    </w:p>
    <w:p w14:paraId="0EEC9161" w14:textId="77777777" w:rsidR="00D873E8" w:rsidRPr="009506B6" w:rsidDel="00FD75F0" w:rsidRDefault="00D873E8" w:rsidP="00DD24D3">
      <w:pPr>
        <w:pStyle w:val="ListParagraph"/>
        <w:keepNext/>
        <w:keepLines/>
        <w:numPr>
          <w:ilvl w:val="2"/>
          <w:numId w:val="17"/>
        </w:numPr>
        <w:spacing w:before="120" w:after="240" w:line="360" w:lineRule="auto"/>
        <w:ind w:left="1860" w:hanging="1140"/>
        <w:contextualSpacing w:val="0"/>
        <w:jc w:val="both"/>
      </w:pPr>
      <w:bookmarkStart w:id="76" w:name="_Toc12416623"/>
      <w:r w:rsidRPr="009506B6" w:rsidDel="00FD75F0">
        <w:rPr>
          <w:b/>
          <w:bCs/>
        </w:rPr>
        <w:t>“PFMA”</w:t>
      </w:r>
      <w:r w:rsidRPr="009506B6" w:rsidDel="00FD75F0">
        <w:t xml:space="preserve"> means the Public Finance Management Act, No. 1 of 1999;</w:t>
      </w:r>
      <w:bookmarkEnd w:id="76"/>
    </w:p>
    <w:p w14:paraId="2492024B" w14:textId="77777777" w:rsidR="00D873E8" w:rsidRPr="009506B6" w:rsidDel="00FD75F0" w:rsidRDefault="00D873E8" w:rsidP="00DD24D3">
      <w:pPr>
        <w:pStyle w:val="ListParagraph"/>
        <w:keepNext/>
        <w:keepLines/>
        <w:numPr>
          <w:ilvl w:val="2"/>
          <w:numId w:val="17"/>
        </w:numPr>
        <w:spacing w:before="120" w:after="240" w:line="360" w:lineRule="auto"/>
        <w:ind w:left="1860" w:hanging="1140"/>
        <w:contextualSpacing w:val="0"/>
        <w:jc w:val="both"/>
      </w:pPr>
      <w:bookmarkStart w:id="77" w:name="_Toc12416624"/>
      <w:r w:rsidRPr="009506B6" w:rsidDel="00FD75F0">
        <w:rPr>
          <w:b/>
          <w:bCs/>
        </w:rPr>
        <w:t>“POPIA”</w:t>
      </w:r>
      <w:r w:rsidRPr="009506B6" w:rsidDel="00FD75F0">
        <w:t xml:space="preserve"> means Protection of Personal Information Act, 2013 (Act No. </w:t>
      </w:r>
      <w:r w:rsidR="004D20A5" w:rsidRPr="009506B6">
        <w:t>4</w:t>
      </w:r>
      <w:r w:rsidRPr="009506B6" w:rsidDel="00FD75F0">
        <w:t xml:space="preserve"> of 2013);</w:t>
      </w:r>
      <w:bookmarkEnd w:id="77"/>
    </w:p>
    <w:p w14:paraId="02B1D4B3" w14:textId="77777777" w:rsidR="00CE0EC7" w:rsidRPr="009506B6" w:rsidRDefault="00CE0EC7" w:rsidP="00DD24D3">
      <w:pPr>
        <w:pStyle w:val="ListParagraph"/>
        <w:keepNext/>
        <w:keepLines/>
        <w:numPr>
          <w:ilvl w:val="2"/>
          <w:numId w:val="17"/>
        </w:numPr>
        <w:spacing w:before="120" w:after="240" w:line="360" w:lineRule="auto"/>
        <w:ind w:left="1860" w:hanging="1140"/>
        <w:contextualSpacing w:val="0"/>
        <w:jc w:val="both"/>
      </w:pPr>
      <w:bookmarkStart w:id="78" w:name="_Toc12416626"/>
      <w:r w:rsidRPr="009506B6">
        <w:rPr>
          <w:b/>
        </w:rPr>
        <w:t>“Premises”</w:t>
      </w:r>
      <w:r w:rsidRPr="009506B6">
        <w:t xml:space="preserve"> means any SARS’s offices where the Services are required;</w:t>
      </w:r>
    </w:p>
    <w:p w14:paraId="7B3986AE" w14:textId="77777777" w:rsidR="00C82EDC" w:rsidRPr="009506B6" w:rsidRDefault="00C82EDC" w:rsidP="00DD24D3">
      <w:pPr>
        <w:pStyle w:val="ListParagraph"/>
        <w:keepNext/>
        <w:keepLines/>
        <w:numPr>
          <w:ilvl w:val="2"/>
          <w:numId w:val="17"/>
        </w:numPr>
        <w:spacing w:before="120" w:after="240" w:line="360" w:lineRule="auto"/>
        <w:ind w:left="1860" w:hanging="1140"/>
        <w:contextualSpacing w:val="0"/>
        <w:jc w:val="both"/>
      </w:pPr>
      <w:bookmarkStart w:id="79" w:name="_Hlk71023771"/>
      <w:r w:rsidRPr="009506B6">
        <w:rPr>
          <w:b/>
          <w:bCs/>
        </w:rPr>
        <w:lastRenderedPageBreak/>
        <w:t>“Privacy and Data Protection Requirements”</w:t>
      </w:r>
      <w:r w:rsidRPr="009506B6">
        <w:t xml:space="preserve"> means the 8 (eight) requirements</w:t>
      </w:r>
      <w:r w:rsidR="00AC1C48" w:rsidRPr="009506B6">
        <w:t xml:space="preserve"> </w:t>
      </w:r>
      <w:r w:rsidRPr="009506B6">
        <w:t>for the lawful Processing of personal information contained in Chapter 3 of POPIA</w:t>
      </w:r>
      <w:bookmarkEnd w:id="79"/>
      <w:r w:rsidRPr="009506B6">
        <w:t>;</w:t>
      </w:r>
      <w:bookmarkEnd w:id="78"/>
    </w:p>
    <w:p w14:paraId="202AC474" w14:textId="77777777" w:rsidR="00707260" w:rsidRPr="009506B6" w:rsidRDefault="00707260" w:rsidP="00DD24D3">
      <w:pPr>
        <w:pStyle w:val="ListParagraph"/>
        <w:keepNext/>
        <w:keepLines/>
        <w:numPr>
          <w:ilvl w:val="2"/>
          <w:numId w:val="17"/>
        </w:numPr>
        <w:spacing w:before="120" w:after="240" w:line="360" w:lineRule="auto"/>
        <w:ind w:left="1860" w:hanging="1140"/>
        <w:contextualSpacing w:val="0"/>
        <w:jc w:val="both"/>
      </w:pPr>
      <w:bookmarkStart w:id="80" w:name="_Toc12416630"/>
      <w:r w:rsidRPr="009506B6">
        <w:t>"</w:t>
      </w:r>
      <w:r w:rsidRPr="009506B6">
        <w:rPr>
          <w:b/>
          <w:bCs/>
        </w:rPr>
        <w:t>Repo Rate</w:t>
      </w:r>
      <w:r w:rsidRPr="009506B6">
        <w:t>" means the interest rate (percent per annum) at which the South African Reserve Bank lends money to private banks</w:t>
      </w:r>
      <w:r w:rsidR="000F0091" w:rsidRPr="009506B6">
        <w:t>;</w:t>
      </w:r>
      <w:bookmarkEnd w:id="80"/>
      <w:r w:rsidRPr="009506B6">
        <w:t xml:space="preserve"> </w:t>
      </w:r>
    </w:p>
    <w:p w14:paraId="23BF5D66" w14:textId="1BE6353A" w:rsidR="004D20A5" w:rsidRDefault="004D20A5" w:rsidP="00DD24D3">
      <w:pPr>
        <w:pStyle w:val="ListParagraph"/>
        <w:keepNext/>
        <w:keepLines/>
        <w:numPr>
          <w:ilvl w:val="2"/>
          <w:numId w:val="17"/>
        </w:numPr>
        <w:spacing w:before="120" w:after="240" w:line="360" w:lineRule="auto"/>
        <w:ind w:left="1860" w:hanging="1140"/>
        <w:contextualSpacing w:val="0"/>
        <w:jc w:val="both"/>
      </w:pPr>
      <w:bookmarkStart w:id="81" w:name="_Toc12416631"/>
      <w:r w:rsidRPr="009506B6">
        <w:rPr>
          <w:b/>
          <w:bCs/>
        </w:rPr>
        <w:t>“Responsible Party”</w:t>
      </w:r>
      <w:r w:rsidRPr="009506B6">
        <w:t xml:space="preserve"> </w:t>
      </w:r>
      <w:r w:rsidR="000B076F" w:rsidRPr="009506B6">
        <w:t>means the party who determines the purpose of and means for Processing Personal Information and for the purposes of this Agreement, Responsible Party shall mean SARS;</w:t>
      </w:r>
      <w:bookmarkEnd w:id="81"/>
    </w:p>
    <w:p w14:paraId="6994A1BA" w14:textId="7F7E4BEC" w:rsidR="002951BC" w:rsidRPr="00D55339" w:rsidRDefault="002951BC" w:rsidP="00DD24D3">
      <w:pPr>
        <w:pStyle w:val="ListParagraph"/>
        <w:keepNext/>
        <w:keepLines/>
        <w:numPr>
          <w:ilvl w:val="2"/>
          <w:numId w:val="17"/>
        </w:numPr>
        <w:spacing w:before="120" w:after="240" w:line="360" w:lineRule="auto"/>
        <w:ind w:left="1860" w:hanging="1140"/>
        <w:contextualSpacing w:val="0"/>
        <w:jc w:val="both"/>
      </w:pPr>
      <w:r>
        <w:rPr>
          <w:b/>
          <w:bCs/>
        </w:rPr>
        <w:t xml:space="preserve">“RFP” </w:t>
      </w:r>
      <w:r w:rsidRPr="00D55339">
        <w:t>means SARS Request for Proposal number __________</w:t>
      </w:r>
    </w:p>
    <w:p w14:paraId="7F6EE1ED" w14:textId="77777777" w:rsidR="00511D76" w:rsidRPr="009506B6" w:rsidRDefault="00511D76" w:rsidP="00DD24D3">
      <w:pPr>
        <w:pStyle w:val="ListParagraph"/>
        <w:keepNext/>
        <w:keepLines/>
        <w:numPr>
          <w:ilvl w:val="2"/>
          <w:numId w:val="17"/>
        </w:numPr>
        <w:spacing w:before="120" w:after="240" w:line="360" w:lineRule="auto"/>
        <w:ind w:left="1860" w:hanging="1140"/>
        <w:contextualSpacing w:val="0"/>
        <w:jc w:val="both"/>
      </w:pPr>
      <w:bookmarkStart w:id="82" w:name="_Toc12416632"/>
      <w:r w:rsidRPr="009506B6">
        <w:rPr>
          <w:b/>
          <w:bCs/>
        </w:rPr>
        <w:t>“SANAS”</w:t>
      </w:r>
      <w:r w:rsidRPr="009506B6">
        <w:t xml:space="preserve"> means the South African National Accreditation System</w:t>
      </w:r>
      <w:r w:rsidR="00473A38" w:rsidRPr="009506B6">
        <w:t xml:space="preserve"> established in terms of Section 3 (1) of the Accreditation for Conformity Assessment Calibration and Good Laboratory Practice Act, 2006 (Act No. 19 of 2006) </w:t>
      </w:r>
      <w:r w:rsidRPr="009506B6">
        <w:t>and recognised by the South African Government as the national accreditation body;</w:t>
      </w:r>
      <w:bookmarkEnd w:id="82"/>
    </w:p>
    <w:p w14:paraId="5BDE3310" w14:textId="77777777" w:rsidR="008A2F88" w:rsidRPr="009506B6" w:rsidRDefault="008A2F88" w:rsidP="00DD24D3">
      <w:pPr>
        <w:pStyle w:val="ListParagraph"/>
        <w:keepNext/>
        <w:keepLines/>
        <w:numPr>
          <w:ilvl w:val="2"/>
          <w:numId w:val="17"/>
        </w:numPr>
        <w:spacing w:before="120" w:after="240" w:line="360" w:lineRule="auto"/>
        <w:ind w:left="1860" w:hanging="1140"/>
        <w:contextualSpacing w:val="0"/>
        <w:jc w:val="both"/>
      </w:pPr>
      <w:bookmarkStart w:id="83" w:name="_Toc12416633"/>
      <w:r w:rsidRPr="009506B6">
        <w:rPr>
          <w:b/>
          <w:bCs/>
        </w:rPr>
        <w:t>“SARS Act”</w:t>
      </w:r>
      <w:r w:rsidRPr="009506B6">
        <w:t xml:space="preserve"> means the South African Revenue Service Act, 1997 (Act No. 34 of 1997);</w:t>
      </w:r>
    </w:p>
    <w:p w14:paraId="7659D14A" w14:textId="77777777" w:rsidR="00511D76" w:rsidRPr="009506B6" w:rsidRDefault="00511D76" w:rsidP="00DD24D3">
      <w:pPr>
        <w:pStyle w:val="ListParagraph"/>
        <w:keepNext/>
        <w:keepLines/>
        <w:numPr>
          <w:ilvl w:val="2"/>
          <w:numId w:val="17"/>
        </w:numPr>
        <w:spacing w:before="120" w:after="240" w:line="360" w:lineRule="auto"/>
        <w:ind w:left="1860" w:hanging="1140"/>
        <w:contextualSpacing w:val="0"/>
        <w:jc w:val="both"/>
      </w:pPr>
      <w:r w:rsidRPr="009506B6">
        <w:rPr>
          <w:b/>
          <w:bCs/>
        </w:rPr>
        <w:t>“SARS Data”</w:t>
      </w:r>
      <w:r w:rsidRPr="009506B6">
        <w:t xml:space="preserve"> means any information and/or data including but not limited to data or any information owned and created by SARS, whether or not Confidential Information in any format, being information of SARS relating to SARS’s business operations, a taxpayer, its employees, contractors and Service Provider which information and/or data includes without being limited thereto, personal information as defined in the Tax Acts</w:t>
      </w:r>
      <w:r w:rsidR="00C57281" w:rsidRPr="009506B6">
        <w:t>,</w:t>
      </w:r>
      <w:r w:rsidRPr="009506B6">
        <w:t xml:space="preserve"> POPIA, or any other Applicable Legislation, including:</w:t>
      </w:r>
      <w:bookmarkEnd w:id="83"/>
    </w:p>
    <w:p w14:paraId="6EBEF3F9" w14:textId="77777777" w:rsidR="00511D76" w:rsidRPr="009506B6" w:rsidRDefault="00511D76" w:rsidP="00DD24D3">
      <w:pPr>
        <w:pStyle w:val="ListParagraph"/>
        <w:keepNext/>
        <w:keepLines/>
        <w:numPr>
          <w:ilvl w:val="3"/>
          <w:numId w:val="17"/>
        </w:numPr>
        <w:spacing w:before="120" w:after="240" w:line="360" w:lineRule="auto"/>
        <w:ind w:left="2280" w:hanging="1140"/>
        <w:contextualSpacing w:val="0"/>
        <w:jc w:val="both"/>
      </w:pPr>
      <w:bookmarkStart w:id="84" w:name="_Toc531439679"/>
      <w:bookmarkStart w:id="85" w:name="_Toc12416634"/>
      <w:r w:rsidRPr="009506B6">
        <w:t>all reports, documentation, software or inventions in material form, irrespective of media on which they occur, entered into, contained in and/or stored, collected, accessed or processed by the Service Provider for the purpose of providing the Services to SARS; and</w:t>
      </w:r>
      <w:bookmarkEnd w:id="84"/>
      <w:bookmarkEnd w:id="85"/>
    </w:p>
    <w:p w14:paraId="2EA28D78" w14:textId="024B56FA" w:rsidR="00511D76" w:rsidRPr="009506B6" w:rsidRDefault="00511D76" w:rsidP="00DD24D3">
      <w:pPr>
        <w:pStyle w:val="ListParagraph"/>
        <w:keepNext/>
        <w:keepLines/>
        <w:numPr>
          <w:ilvl w:val="3"/>
          <w:numId w:val="17"/>
        </w:numPr>
        <w:spacing w:before="120" w:after="240" w:line="360" w:lineRule="auto"/>
        <w:ind w:left="2280" w:hanging="1140"/>
        <w:contextualSpacing w:val="0"/>
        <w:jc w:val="both"/>
      </w:pPr>
      <w:bookmarkStart w:id="86" w:name="_Toc531439680"/>
      <w:bookmarkStart w:id="87" w:name="_Toc12416635"/>
      <w:r w:rsidRPr="009506B6">
        <w:lastRenderedPageBreak/>
        <w:t xml:space="preserve">all other records, data, files, input materials, reports, forms and other such items that may be received, computed, developed, used or stored by the Service Provider or any of the Service </w:t>
      </w:r>
      <w:r w:rsidR="00AF486D" w:rsidRPr="009506B6">
        <w:t>Provider Personnel</w:t>
      </w:r>
      <w:r w:rsidRPr="009506B6">
        <w:t>, Subcontractors, for or on behalf of SARS or in connection with the Services;</w:t>
      </w:r>
      <w:bookmarkEnd w:id="86"/>
      <w:bookmarkEnd w:id="87"/>
    </w:p>
    <w:p w14:paraId="643AFF26" w14:textId="4669ECC0" w:rsidR="00514D4D" w:rsidRPr="009506B6" w:rsidRDefault="00511D76" w:rsidP="00514D4D">
      <w:pPr>
        <w:pStyle w:val="ListParagraph"/>
        <w:keepNext/>
        <w:keepLines/>
        <w:numPr>
          <w:ilvl w:val="2"/>
          <w:numId w:val="17"/>
        </w:numPr>
        <w:spacing w:before="120" w:after="240" w:line="360" w:lineRule="auto"/>
        <w:ind w:left="1860" w:hanging="1140"/>
        <w:contextualSpacing w:val="0"/>
        <w:jc w:val="both"/>
      </w:pPr>
      <w:bookmarkStart w:id="88" w:name="_Toc12416636"/>
      <w:r w:rsidRPr="009506B6">
        <w:rPr>
          <w:b/>
          <w:bCs/>
        </w:rPr>
        <w:t>“</w:t>
      </w:r>
      <w:r w:rsidRPr="003908F2">
        <w:rPr>
          <w:b/>
          <w:bCs/>
        </w:rPr>
        <w:t>SARS’s Designated Representative”</w:t>
      </w:r>
      <w:r w:rsidRPr="009506B6">
        <w:t xml:space="preserve"> means </w:t>
      </w:r>
      <w:r w:rsidR="003908F2">
        <w:t xml:space="preserve">the person employed by SARS who is responsible for issuing the service request to the Service Provider and overseeing the Service Provider’s performance of the Services under the specified Service Level </w:t>
      </w:r>
      <w:bookmarkEnd w:id="88"/>
      <w:r w:rsidR="003908F2">
        <w:t>Agreement;</w:t>
      </w:r>
    </w:p>
    <w:p w14:paraId="5C27044E" w14:textId="0DBF4EE1" w:rsidR="00511D76" w:rsidRPr="009506B6" w:rsidRDefault="00511D76" w:rsidP="00DD24D3">
      <w:pPr>
        <w:pStyle w:val="ListParagraph"/>
        <w:keepNext/>
        <w:keepLines/>
        <w:numPr>
          <w:ilvl w:val="2"/>
          <w:numId w:val="17"/>
        </w:numPr>
        <w:spacing w:before="120" w:after="240" w:line="360" w:lineRule="auto"/>
        <w:ind w:left="1860" w:hanging="1140"/>
        <w:contextualSpacing w:val="0"/>
        <w:jc w:val="both"/>
      </w:pPr>
      <w:bookmarkStart w:id="89" w:name="_Toc12416637"/>
      <w:r w:rsidRPr="009506B6">
        <w:rPr>
          <w:b/>
          <w:bCs/>
        </w:rPr>
        <w:lastRenderedPageBreak/>
        <w:t>"SARS Information"</w:t>
      </w:r>
      <w:r w:rsidRPr="009506B6">
        <w:t xml:space="preserve"> means— (a) any information (including Personal Information) about a current or former SARS official, whether deceased or not; (b) information</w:t>
      </w:r>
      <w:r w:rsidR="00355CF7" w:rsidRPr="009506B6">
        <w:t xml:space="preserve"> that is</w:t>
      </w:r>
      <w:r w:rsidRPr="009506B6">
        <w:t xml:space="preserve"> subject to legal professional privilege vested in SARS; (c) information that was supplied in confidence by a third party to SARS, the disclosure of which could reasonably be expected to prejudice the future supply of similar information, or information from the same source; (d) information related to investigations and prosecutions described in section 39 of PAIA; (e) information related to the operations of SARS, including an opinion, advice, report, recommendation or an account of a consultation, discussion or deliberation that has occurred, if— (</w:t>
      </w:r>
      <w:proofErr w:type="spellStart"/>
      <w:r w:rsidRPr="009506B6">
        <w:t>i</w:t>
      </w:r>
      <w:proofErr w:type="spellEnd"/>
      <w:r w:rsidRPr="009506B6">
        <w:t>) the information was given, obtained or prepared by or on behalf of SARS for the purpose of assisting to formulate a policy or take a decision in the exercise of a power or performance of a duty conferred or imposed by law; and (ii) the disclosure of the information could reasonably be expected to frustrate the deliberative process in SARS or between SARS and other organs of state by— (aa) inhibiting the candid communication of an opinion, advice, report or recommendation or conduct of a consultation, discussion or deliberation; or (bb) frustrating the success of a policy or contemplated policy by the premature disclosure thereof; (f) information about research being or to be carried out by or on behalf of SARS, the disclosure of which would be likely to prejudice the outcome of the research; (g) information</w:t>
      </w:r>
      <w:r w:rsidR="00142A3C" w:rsidRPr="009506B6">
        <w:t xml:space="preserve"> about</w:t>
      </w:r>
      <w:r w:rsidRPr="009506B6">
        <w:t xml:space="preserve"> the disclosure of which could reasonably be expected to prejudice the economic interests or financial welfare of the Republic of South Africa or the ability of the government to manage the economy of the Republic of South Africa effectively in the best interests of the Republic of South Africa, including a contemplated change or decision not to charge a tax or a duty, levy, penalty, interest and similar moneys imposed under a Tax Act; (h) information supplied in confidence by or on behalf of another state or an international organization to SARS; (</w:t>
      </w:r>
      <w:proofErr w:type="spellStart"/>
      <w:r w:rsidRPr="009506B6">
        <w:t>i</w:t>
      </w:r>
      <w:proofErr w:type="spellEnd"/>
      <w:r w:rsidRPr="009506B6">
        <w:t xml:space="preserve">) a computer program, as defined in section 1(1) of the Copyright Act, 1978 (Act No. 98 of 1978), owned by SARS; (j) financial, commercial, scientific or technical information, other than trade secrets, of SARS, the disclosure of which would be likely to cause harm to the financial </w:t>
      </w:r>
      <w:r w:rsidRPr="009506B6">
        <w:lastRenderedPageBreak/>
        <w:t>interests of SARS; (k) information the disclosure of which could reasonably be expected to put SARS at a disadvantage in contractual or other negotiations; and (l) information relating to the security of SARS buildings, property, structures or systems;</w:t>
      </w:r>
      <w:bookmarkEnd w:id="89"/>
      <w:r w:rsidRPr="009506B6">
        <w:t xml:space="preserve"> </w:t>
      </w:r>
    </w:p>
    <w:p w14:paraId="5FDD0837" w14:textId="77777777" w:rsidR="00511D76" w:rsidRPr="009506B6" w:rsidRDefault="00511D76" w:rsidP="00DD24D3">
      <w:pPr>
        <w:pStyle w:val="ListParagraph"/>
        <w:keepNext/>
        <w:keepLines/>
        <w:numPr>
          <w:ilvl w:val="2"/>
          <w:numId w:val="17"/>
        </w:numPr>
        <w:spacing w:before="120" w:after="240" w:line="360" w:lineRule="auto"/>
        <w:ind w:left="1860" w:hanging="1140"/>
        <w:contextualSpacing w:val="0"/>
        <w:jc w:val="both"/>
      </w:pPr>
      <w:bookmarkStart w:id="90" w:name="_Toc12416638"/>
      <w:r w:rsidRPr="009506B6">
        <w:rPr>
          <w:b/>
          <w:bCs/>
        </w:rPr>
        <w:t>“SARS Personnel”</w:t>
      </w:r>
      <w:r w:rsidRPr="009506B6">
        <w:t xml:space="preserve"> means SARS’s staff, consultants and/or agent employed by SARS for the purposes of the Agreement;</w:t>
      </w:r>
      <w:bookmarkEnd w:id="90"/>
    </w:p>
    <w:p w14:paraId="3D9104B1" w14:textId="77777777" w:rsidR="00511D76" w:rsidRPr="009506B6" w:rsidRDefault="00511D76" w:rsidP="00DD24D3">
      <w:pPr>
        <w:pStyle w:val="ListParagraph"/>
        <w:keepNext/>
        <w:keepLines/>
        <w:numPr>
          <w:ilvl w:val="2"/>
          <w:numId w:val="17"/>
        </w:numPr>
        <w:spacing w:before="120" w:after="240" w:line="360" w:lineRule="auto"/>
        <w:ind w:left="1860" w:hanging="1140"/>
        <w:contextualSpacing w:val="0"/>
        <w:jc w:val="both"/>
      </w:pPr>
      <w:bookmarkStart w:id="91" w:name="_Toc12416639"/>
      <w:r w:rsidRPr="009506B6">
        <w:rPr>
          <w:b/>
          <w:bCs/>
        </w:rPr>
        <w:t>“SARS PPS&amp;G”</w:t>
      </w:r>
      <w:r w:rsidRPr="009506B6">
        <w:t xml:space="preserve"> means the </w:t>
      </w:r>
      <w:r w:rsidR="00856623" w:rsidRPr="009506B6">
        <w:t>SARS</w:t>
      </w:r>
      <w:r w:rsidRPr="009506B6">
        <w:t>’s policies, procedures, processes, standards, guidelines, and other similar issuances (including any updates, amendments or revisions) that are applicable to the Services or the Service Provider</w:t>
      </w:r>
      <w:r w:rsidR="00AF486D" w:rsidRPr="009506B6">
        <w:t xml:space="preserve"> </w:t>
      </w:r>
      <w:r w:rsidRPr="009506B6">
        <w:t>from time to time</w:t>
      </w:r>
      <w:r w:rsidR="00CE0EC7" w:rsidRPr="009506B6">
        <w:rPr>
          <w:sz w:val="24"/>
          <w:szCs w:val="24"/>
        </w:rPr>
        <w:t xml:space="preserve"> </w:t>
      </w:r>
      <w:r w:rsidR="00CE0EC7" w:rsidRPr="009506B6">
        <w:t>as may be amended, updated and/or replaced by SARS</w:t>
      </w:r>
      <w:r w:rsidRPr="009506B6">
        <w:t>;</w:t>
      </w:r>
      <w:bookmarkEnd w:id="91"/>
      <w:r w:rsidRPr="009506B6">
        <w:t xml:space="preserve"> </w:t>
      </w:r>
    </w:p>
    <w:p w14:paraId="7F6DC48D" w14:textId="35231824" w:rsidR="00552A1D" w:rsidRDefault="00552A1D" w:rsidP="00DD24D3">
      <w:pPr>
        <w:pStyle w:val="ListParagraph"/>
        <w:keepNext/>
        <w:keepLines/>
        <w:numPr>
          <w:ilvl w:val="2"/>
          <w:numId w:val="17"/>
        </w:numPr>
        <w:spacing w:before="120" w:after="240" w:line="360" w:lineRule="auto"/>
        <w:ind w:left="1860" w:hanging="1140"/>
        <w:contextualSpacing w:val="0"/>
        <w:jc w:val="both"/>
      </w:pPr>
      <w:bookmarkStart w:id="92" w:name="_Ref81397"/>
      <w:bookmarkStart w:id="93" w:name="_Toc12416640"/>
      <w:r w:rsidRPr="003908F2">
        <w:rPr>
          <w:b/>
          <w:bCs/>
        </w:rPr>
        <w:t>"Services"</w:t>
      </w:r>
      <w:r w:rsidRPr="009506B6">
        <w:t xml:space="preserve"> means the </w:t>
      </w:r>
      <w:bookmarkEnd w:id="92"/>
      <w:bookmarkEnd w:id="93"/>
      <w:r w:rsidR="00822549">
        <w:t xml:space="preserve">provision </w:t>
      </w:r>
      <w:r w:rsidR="00E17C29">
        <w:t xml:space="preserve">and delivery </w:t>
      </w:r>
      <w:r w:rsidR="00822549">
        <w:t xml:space="preserve">by the Service Provider to SARS of </w:t>
      </w:r>
      <w:r w:rsidR="00FF3A7A">
        <w:t xml:space="preserve">Drug </w:t>
      </w:r>
      <w:r w:rsidR="00E17C29">
        <w:t>T</w:t>
      </w:r>
      <w:r w:rsidR="00FF3A7A">
        <w:t xml:space="preserve">esting </w:t>
      </w:r>
      <w:r w:rsidR="00E17C29">
        <w:t>K</w:t>
      </w:r>
      <w:r w:rsidR="0015018A">
        <w:t>its as</w:t>
      </w:r>
      <w:r w:rsidR="00822549">
        <w:t xml:space="preserve"> contemplated in RFP</w:t>
      </w:r>
      <w:r w:rsidR="007F57D4">
        <w:t xml:space="preserve"> </w:t>
      </w:r>
      <w:r w:rsidR="009E48F9">
        <w:t>________</w:t>
      </w:r>
      <w:r w:rsidR="00822549">
        <w:t xml:space="preserve">including functions </w:t>
      </w:r>
      <w:r w:rsidR="00CC181E">
        <w:t>or responsibilities not specifically mentioned herein but which are reasonably and necessarily required for the proper performance and provision of the Services;</w:t>
      </w:r>
    </w:p>
    <w:p w14:paraId="482D834E" w14:textId="4478A017" w:rsidR="004D590B" w:rsidRPr="003908F2" w:rsidRDefault="004D590B" w:rsidP="00DD24D3">
      <w:pPr>
        <w:pStyle w:val="ListParagraph"/>
        <w:keepNext/>
        <w:keepLines/>
        <w:numPr>
          <w:ilvl w:val="2"/>
          <w:numId w:val="17"/>
        </w:numPr>
        <w:spacing w:before="120" w:after="240" w:line="360" w:lineRule="auto"/>
        <w:ind w:left="1860" w:hanging="1140"/>
        <w:contextualSpacing w:val="0"/>
        <w:jc w:val="both"/>
      </w:pPr>
      <w:r w:rsidRPr="003908F2">
        <w:rPr>
          <w:b/>
          <w:bCs/>
        </w:rPr>
        <w:t xml:space="preserve">Service Level </w:t>
      </w:r>
      <w:r w:rsidR="003908F2">
        <w:t xml:space="preserve">means the quantitative standards of performance of the Services </w:t>
      </w:r>
      <w:r w:rsidR="00F009CA">
        <w:t xml:space="preserve">that the Service Provider is required to satisfy under the Service Level Agreement attached herein as </w:t>
      </w:r>
      <w:r w:rsidR="00F009CA" w:rsidRPr="00F009CA">
        <w:rPr>
          <w:b/>
          <w:bCs/>
        </w:rPr>
        <w:t>Annexure A</w:t>
      </w:r>
      <w:r w:rsidR="00F009CA">
        <w:rPr>
          <w:b/>
          <w:bCs/>
        </w:rPr>
        <w:t>.</w:t>
      </w:r>
      <w:r w:rsidR="003908F2">
        <w:t xml:space="preserve"> </w:t>
      </w:r>
    </w:p>
    <w:p w14:paraId="1EACC98D" w14:textId="4AD707E8" w:rsidR="00CC181E" w:rsidRDefault="00CD57FF" w:rsidP="00DD24D3">
      <w:pPr>
        <w:pStyle w:val="ListParagraph"/>
        <w:keepNext/>
        <w:keepLines/>
        <w:numPr>
          <w:ilvl w:val="2"/>
          <w:numId w:val="17"/>
        </w:numPr>
        <w:spacing w:before="120" w:after="240" w:line="360" w:lineRule="auto"/>
        <w:ind w:left="1860" w:hanging="1140"/>
        <w:contextualSpacing w:val="0"/>
        <w:jc w:val="both"/>
      </w:pPr>
      <w:bookmarkStart w:id="94" w:name="_Hlk71024204"/>
      <w:bookmarkStart w:id="95" w:name="_Toc12416641"/>
      <w:r w:rsidRPr="009506B6">
        <w:rPr>
          <w:b/>
          <w:bCs/>
        </w:rPr>
        <w:t>“</w:t>
      </w:r>
      <w:r w:rsidRPr="00F009CA">
        <w:rPr>
          <w:b/>
          <w:bCs/>
        </w:rPr>
        <w:t>Service Level</w:t>
      </w:r>
      <w:r w:rsidR="004D590B" w:rsidRPr="00F009CA">
        <w:rPr>
          <w:b/>
          <w:bCs/>
        </w:rPr>
        <w:t xml:space="preserve"> Credit</w:t>
      </w:r>
      <w:r w:rsidRPr="009506B6">
        <w:t xml:space="preserve">” means </w:t>
      </w:r>
      <w:r w:rsidR="00CC181E" w:rsidRPr="009506B6">
        <w:t xml:space="preserve">a </w:t>
      </w:r>
      <w:r w:rsidR="00CC181E">
        <w:t>percentage of the Amount at Risk chargeable against a Service Level Failure that will be recoverable from the Service Provider via credit note or otherwise at SARS’ discretion.</w:t>
      </w:r>
    </w:p>
    <w:p w14:paraId="4A0B0CAB" w14:textId="53EC3DEB" w:rsidR="00CC181E" w:rsidRPr="00A13A07" w:rsidRDefault="00CC181E" w:rsidP="00DD24D3">
      <w:pPr>
        <w:pStyle w:val="ListParagraph"/>
        <w:keepNext/>
        <w:keepLines/>
        <w:numPr>
          <w:ilvl w:val="2"/>
          <w:numId w:val="17"/>
        </w:numPr>
        <w:spacing w:before="120" w:after="240" w:line="360" w:lineRule="auto"/>
        <w:ind w:left="1860" w:hanging="1140"/>
        <w:contextualSpacing w:val="0"/>
        <w:jc w:val="both"/>
        <w:rPr>
          <w:b/>
          <w:bCs/>
        </w:rPr>
      </w:pPr>
      <w:r w:rsidRPr="00CC181E">
        <w:rPr>
          <w:b/>
          <w:bCs/>
        </w:rPr>
        <w:t>“Service Level Failure”</w:t>
      </w:r>
      <w:r>
        <w:rPr>
          <w:b/>
          <w:bCs/>
        </w:rPr>
        <w:t xml:space="preserve"> </w:t>
      </w:r>
      <w:r>
        <w:t>means failure by the Service Provider to meet a Service Level;</w:t>
      </w:r>
    </w:p>
    <w:p w14:paraId="29103CAF" w14:textId="3E48B68B" w:rsidR="00A13A07" w:rsidRPr="00A13A07" w:rsidRDefault="00A13A07" w:rsidP="00DD24D3">
      <w:pPr>
        <w:pStyle w:val="ListParagraph"/>
        <w:keepNext/>
        <w:keepLines/>
        <w:numPr>
          <w:ilvl w:val="2"/>
          <w:numId w:val="17"/>
        </w:numPr>
        <w:spacing w:before="120" w:after="240" w:line="360" w:lineRule="auto"/>
        <w:ind w:left="1860" w:hanging="1140"/>
        <w:contextualSpacing w:val="0"/>
        <w:jc w:val="both"/>
        <w:rPr>
          <w:b/>
          <w:bCs/>
        </w:rPr>
      </w:pPr>
      <w:r w:rsidRPr="00A13A07">
        <w:rPr>
          <w:b/>
          <w:bCs/>
        </w:rPr>
        <w:t xml:space="preserve">Service </w:t>
      </w:r>
      <w:r w:rsidR="00B94503">
        <w:rPr>
          <w:b/>
          <w:bCs/>
        </w:rPr>
        <w:t>P</w:t>
      </w:r>
      <w:r>
        <w:rPr>
          <w:b/>
          <w:bCs/>
        </w:rPr>
        <w:t xml:space="preserve">rovider </w:t>
      </w:r>
      <w:r>
        <w:t>means</w:t>
      </w:r>
      <w:r w:rsidR="001D2D34">
        <w:t>____________</w:t>
      </w:r>
      <w:r>
        <w:t>, incorporated in accordance with the Laws of South Africa, with registration number</w:t>
      </w:r>
      <w:r w:rsidR="001D2D34">
        <w:t xml:space="preserve"> _________</w:t>
      </w:r>
      <w:r>
        <w:t xml:space="preserve">, and with registered address at </w:t>
      </w:r>
      <w:r w:rsidR="00484485">
        <w:t>______________</w:t>
      </w:r>
      <w:r>
        <w:t>;</w:t>
      </w:r>
    </w:p>
    <w:p w14:paraId="712E7810" w14:textId="3A61B0D1" w:rsidR="00A13A07" w:rsidRPr="00CC181E" w:rsidRDefault="00A13A07" w:rsidP="00DD24D3">
      <w:pPr>
        <w:pStyle w:val="ListParagraph"/>
        <w:keepNext/>
        <w:keepLines/>
        <w:numPr>
          <w:ilvl w:val="2"/>
          <w:numId w:val="17"/>
        </w:numPr>
        <w:spacing w:before="120" w:after="240" w:line="360" w:lineRule="auto"/>
        <w:ind w:left="1860" w:hanging="1140"/>
        <w:contextualSpacing w:val="0"/>
        <w:jc w:val="both"/>
        <w:rPr>
          <w:b/>
          <w:bCs/>
        </w:rPr>
      </w:pPr>
      <w:r>
        <w:rPr>
          <w:b/>
          <w:bCs/>
        </w:rPr>
        <w:lastRenderedPageBreak/>
        <w:t xml:space="preserve">Service Request </w:t>
      </w:r>
      <w:r>
        <w:t>means a specific written service instruction issued to the Service Provider to render the Services or part thereof, in terms of this Agreement, specifying the Services and/or Deliverables to be provided by the Service Provider to SARS, and signed by the SARS Designated Representative;</w:t>
      </w:r>
    </w:p>
    <w:p w14:paraId="5A54A808" w14:textId="3FA66219" w:rsidR="00060F5D" w:rsidRDefault="00060F5D" w:rsidP="00DD24D3">
      <w:pPr>
        <w:pStyle w:val="ListParagraph"/>
        <w:keepNext/>
        <w:keepLines/>
        <w:numPr>
          <w:ilvl w:val="2"/>
          <w:numId w:val="17"/>
        </w:numPr>
        <w:spacing w:before="120" w:after="240" w:line="360" w:lineRule="auto"/>
        <w:ind w:left="1860" w:hanging="1140"/>
        <w:contextualSpacing w:val="0"/>
        <w:jc w:val="both"/>
      </w:pPr>
      <w:bookmarkStart w:id="96" w:name="_Hlk71024228"/>
      <w:bookmarkStart w:id="97" w:name="_Toc12416642"/>
      <w:bookmarkEnd w:id="94"/>
      <w:bookmarkEnd w:id="95"/>
      <w:r w:rsidRPr="00F009CA">
        <w:rPr>
          <w:b/>
          <w:bCs/>
        </w:rPr>
        <w:t>"Service Level Agreement"</w:t>
      </w:r>
      <w:r w:rsidRPr="009506B6">
        <w:t xml:space="preserve"> means the Service Level Agreement attached hereto and marked </w:t>
      </w:r>
      <w:r w:rsidRPr="009506B6">
        <w:rPr>
          <w:b/>
          <w:bCs/>
        </w:rPr>
        <w:t>A</w:t>
      </w:r>
      <w:r w:rsidR="00CD57FF" w:rsidRPr="009506B6">
        <w:rPr>
          <w:b/>
          <w:bCs/>
        </w:rPr>
        <w:t xml:space="preserve">nnexure </w:t>
      </w:r>
      <w:bookmarkEnd w:id="96"/>
      <w:r w:rsidR="0015018A">
        <w:rPr>
          <w:b/>
          <w:bCs/>
        </w:rPr>
        <w:t>B</w:t>
      </w:r>
      <w:r w:rsidRPr="009506B6">
        <w:t>;</w:t>
      </w:r>
      <w:bookmarkEnd w:id="97"/>
    </w:p>
    <w:p w14:paraId="6D0E28CE" w14:textId="10B96418" w:rsidR="00571BC2" w:rsidRPr="009506B6" w:rsidRDefault="00F009CA" w:rsidP="00DD24D3">
      <w:pPr>
        <w:pStyle w:val="ListParagraph"/>
        <w:keepNext/>
        <w:keepLines/>
        <w:numPr>
          <w:ilvl w:val="2"/>
          <w:numId w:val="17"/>
        </w:numPr>
        <w:spacing w:before="120" w:after="240" w:line="360" w:lineRule="auto"/>
        <w:ind w:left="1860" w:hanging="1140"/>
        <w:contextualSpacing w:val="0"/>
        <w:jc w:val="both"/>
      </w:pPr>
      <w:r>
        <w:rPr>
          <w:b/>
          <w:bCs/>
        </w:rPr>
        <w:t>“</w:t>
      </w:r>
      <w:r w:rsidR="00571BC2">
        <w:rPr>
          <w:b/>
          <w:bCs/>
        </w:rPr>
        <w:t>Service Product</w:t>
      </w:r>
      <w:r>
        <w:rPr>
          <w:b/>
          <w:bCs/>
        </w:rPr>
        <w:t xml:space="preserve">” </w:t>
      </w:r>
      <w:r>
        <w:t>means the Drug Testing Kits to be supplied and delivered by the Service Provider</w:t>
      </w:r>
      <w:r w:rsidR="0077247A">
        <w:t>;</w:t>
      </w:r>
    </w:p>
    <w:p w14:paraId="7CBF15DE" w14:textId="77777777" w:rsidR="00C82EDC" w:rsidRPr="009506B6" w:rsidRDefault="00C82EDC" w:rsidP="00DD24D3">
      <w:pPr>
        <w:pStyle w:val="ListParagraph"/>
        <w:keepNext/>
        <w:keepLines/>
        <w:numPr>
          <w:ilvl w:val="2"/>
          <w:numId w:val="17"/>
        </w:numPr>
        <w:spacing w:before="120" w:after="240" w:line="360" w:lineRule="auto"/>
        <w:ind w:left="1860" w:hanging="1140"/>
        <w:contextualSpacing w:val="0"/>
        <w:jc w:val="both"/>
      </w:pPr>
      <w:bookmarkStart w:id="98" w:name="_Toc12416643"/>
      <w:r w:rsidRPr="00DD24D3">
        <w:rPr>
          <w:b/>
          <w:bCs/>
        </w:rPr>
        <w:t>“</w:t>
      </w:r>
      <w:r w:rsidRPr="00121B59">
        <w:rPr>
          <w:b/>
          <w:bCs/>
        </w:rPr>
        <w:t>Service Provider</w:t>
      </w:r>
      <w:r w:rsidR="00AF486D" w:rsidRPr="00121B59">
        <w:rPr>
          <w:b/>
          <w:bCs/>
        </w:rPr>
        <w:t xml:space="preserve"> </w:t>
      </w:r>
      <w:r w:rsidRPr="00121B59">
        <w:rPr>
          <w:b/>
          <w:bCs/>
        </w:rPr>
        <w:t>Personnel</w:t>
      </w:r>
      <w:r w:rsidRPr="00DD24D3">
        <w:rPr>
          <w:b/>
          <w:bCs/>
        </w:rPr>
        <w:t>”</w:t>
      </w:r>
      <w:r w:rsidRPr="009506B6">
        <w:t xml:space="preserve"> means the Service Provider’s staff, be they permanent, temporary or contractors, performing the Services on behalf of the Service Provider</w:t>
      </w:r>
      <w:r w:rsidR="00D873E8" w:rsidRPr="009506B6">
        <w:t>;</w:t>
      </w:r>
      <w:bookmarkEnd w:id="98"/>
      <w:r w:rsidRPr="009506B6">
        <w:t xml:space="preserve"> </w:t>
      </w:r>
    </w:p>
    <w:p w14:paraId="29CC7C9D" w14:textId="77777777" w:rsidR="00AD120A" w:rsidRDefault="00E1679A" w:rsidP="00AD120A">
      <w:pPr>
        <w:pStyle w:val="ListParagraph"/>
        <w:keepNext/>
        <w:keepLines/>
        <w:numPr>
          <w:ilvl w:val="2"/>
          <w:numId w:val="17"/>
        </w:numPr>
        <w:spacing w:before="120" w:after="240" w:line="360" w:lineRule="auto"/>
        <w:ind w:left="1860" w:hanging="1140"/>
        <w:contextualSpacing w:val="0"/>
        <w:jc w:val="both"/>
      </w:pPr>
      <w:bookmarkStart w:id="99" w:name="_Toc12416644"/>
      <w:r w:rsidRPr="009506B6">
        <w:rPr>
          <w:b/>
          <w:bCs/>
        </w:rPr>
        <w:t>“Signature Date”</w:t>
      </w:r>
      <w:r w:rsidRPr="009506B6">
        <w:t xml:space="preserve"> means the date of signature of this Agreement by the last Party signing;</w:t>
      </w:r>
      <w:bookmarkEnd w:id="99"/>
    </w:p>
    <w:p w14:paraId="31D536D4" w14:textId="0B525EE2" w:rsidR="00FD75F0" w:rsidRPr="009506B6" w:rsidRDefault="005A6F9A" w:rsidP="00AD120A">
      <w:pPr>
        <w:pStyle w:val="ListParagraph"/>
        <w:keepNext/>
        <w:keepLines/>
        <w:numPr>
          <w:ilvl w:val="2"/>
          <w:numId w:val="17"/>
        </w:numPr>
        <w:spacing w:before="120" w:after="240" w:line="360" w:lineRule="auto"/>
        <w:ind w:left="1860" w:hanging="1140"/>
        <w:contextualSpacing w:val="0"/>
        <w:jc w:val="both"/>
      </w:pPr>
      <w:r>
        <w:rPr>
          <w:b/>
          <w:bCs/>
        </w:rPr>
        <w:t>“</w:t>
      </w:r>
      <w:r w:rsidR="00AD120A">
        <w:rPr>
          <w:b/>
          <w:bCs/>
        </w:rPr>
        <w:t xml:space="preserve">Termination </w:t>
      </w:r>
      <w:r>
        <w:rPr>
          <w:b/>
          <w:bCs/>
        </w:rPr>
        <w:t>D</w:t>
      </w:r>
      <w:r w:rsidR="00AD120A">
        <w:rPr>
          <w:b/>
          <w:bCs/>
        </w:rPr>
        <w:t>ate</w:t>
      </w:r>
      <w:r>
        <w:rPr>
          <w:b/>
          <w:bCs/>
        </w:rPr>
        <w:t>”</w:t>
      </w:r>
      <w:r w:rsidR="00AD120A">
        <w:rPr>
          <w:b/>
          <w:bCs/>
        </w:rPr>
        <w:t xml:space="preserve"> </w:t>
      </w:r>
      <w:r w:rsidR="00AD120A" w:rsidRPr="009506B6">
        <w:t>means</w:t>
      </w:r>
      <w:r w:rsidR="00AD120A">
        <w:t xml:space="preserve"> </w:t>
      </w:r>
      <w:r w:rsidR="00484485">
        <w:t>_______________</w:t>
      </w:r>
      <w:r w:rsidR="00FD75F0" w:rsidRPr="009506B6">
        <w:t xml:space="preserve"> </w:t>
      </w:r>
    </w:p>
    <w:p w14:paraId="267B3711" w14:textId="790DD1D5" w:rsidR="000A1967" w:rsidRPr="009506B6" w:rsidRDefault="000A1967" w:rsidP="00DD24D3">
      <w:pPr>
        <w:pStyle w:val="ListParagraph"/>
        <w:keepNext/>
        <w:keepLines/>
        <w:numPr>
          <w:ilvl w:val="2"/>
          <w:numId w:val="17"/>
        </w:numPr>
        <w:spacing w:before="120" w:after="240" w:line="360" w:lineRule="auto"/>
        <w:ind w:left="1860" w:hanging="1140"/>
        <w:contextualSpacing w:val="0"/>
        <w:jc w:val="both"/>
      </w:pPr>
      <w:bookmarkStart w:id="100" w:name="_Toc12416654"/>
      <w:r w:rsidRPr="009506B6">
        <w:rPr>
          <w:b/>
          <w:bCs/>
        </w:rPr>
        <w:t>“Third Party”</w:t>
      </w:r>
      <w:r w:rsidRPr="009506B6">
        <w:t xml:space="preserve"> means a</w:t>
      </w:r>
      <w:r w:rsidR="00242E68" w:rsidRPr="009506B6">
        <w:t>ny p</w:t>
      </w:r>
      <w:r w:rsidRPr="009506B6">
        <w:t>erson other than SARS, Affiliates</w:t>
      </w:r>
      <w:r w:rsidR="00F635DA">
        <w:t>, Service Provider</w:t>
      </w:r>
      <w:r w:rsidR="00747CE0" w:rsidRPr="009506B6">
        <w:t xml:space="preserve"> or Subcontractor</w:t>
      </w:r>
      <w:r w:rsidR="00410405" w:rsidRPr="009506B6">
        <w:t>;</w:t>
      </w:r>
      <w:bookmarkEnd w:id="100"/>
    </w:p>
    <w:p w14:paraId="5FFC6044" w14:textId="6FE481E4" w:rsidR="001B4205" w:rsidRPr="009506B6" w:rsidRDefault="001B4205" w:rsidP="00DD24D3">
      <w:pPr>
        <w:pStyle w:val="ListParagraph"/>
        <w:keepNext/>
        <w:keepLines/>
        <w:numPr>
          <w:ilvl w:val="2"/>
          <w:numId w:val="17"/>
        </w:numPr>
        <w:spacing w:before="120" w:after="240" w:line="360" w:lineRule="auto"/>
        <w:ind w:left="1860" w:hanging="1140"/>
        <w:contextualSpacing w:val="0"/>
        <w:jc w:val="both"/>
      </w:pPr>
      <w:bookmarkStart w:id="101" w:name="_Toc12416655"/>
      <w:r w:rsidRPr="009506B6">
        <w:rPr>
          <w:b/>
          <w:bCs/>
        </w:rPr>
        <w:t>“Third Party Intellectual Property”</w:t>
      </w:r>
      <w:r w:rsidR="00242E68" w:rsidRPr="009506B6">
        <w:t xml:space="preserve"> </w:t>
      </w:r>
      <w:r w:rsidR="00DE652F" w:rsidRPr="009506B6">
        <w:t xml:space="preserve">means Intellectual Property owned by a </w:t>
      </w:r>
      <w:r w:rsidR="00B06E8E">
        <w:t>T</w:t>
      </w:r>
      <w:r w:rsidR="00DE652F" w:rsidRPr="009506B6">
        <w:t xml:space="preserve">hird </w:t>
      </w:r>
      <w:r w:rsidR="00B06E8E">
        <w:t>P</w:t>
      </w:r>
      <w:r w:rsidR="00DE652F" w:rsidRPr="009506B6">
        <w:t>arty and licensed for use by the Service Provider in the provision of the Services subject to SARS’s written consent;</w:t>
      </w:r>
      <w:bookmarkEnd w:id="101"/>
    </w:p>
    <w:p w14:paraId="7C534703" w14:textId="674FEE39" w:rsidR="00AD120A" w:rsidRPr="00AD120A" w:rsidRDefault="00AD120A" w:rsidP="00DD24D3">
      <w:pPr>
        <w:pStyle w:val="ListParagraph"/>
        <w:keepNext/>
        <w:keepLines/>
        <w:numPr>
          <w:ilvl w:val="2"/>
          <w:numId w:val="17"/>
        </w:numPr>
        <w:spacing w:before="120" w:after="240" w:line="360" w:lineRule="auto"/>
        <w:ind w:left="1860" w:hanging="1140"/>
        <w:contextualSpacing w:val="0"/>
        <w:jc w:val="both"/>
      </w:pPr>
      <w:r>
        <w:rPr>
          <w:b/>
          <w:bCs/>
        </w:rPr>
        <w:t xml:space="preserve">VAT </w:t>
      </w:r>
      <w:r w:rsidRPr="00AD120A">
        <w:t>means Value- Added Tax levied in terms of the Value – Added Tax, 1991 (Act No. 89 of 1991)</w:t>
      </w:r>
    </w:p>
    <w:p w14:paraId="599874DF" w14:textId="77777777" w:rsidR="00FB6364" w:rsidRPr="009506B6" w:rsidRDefault="00D507A3" w:rsidP="00DD24D3">
      <w:pPr>
        <w:pStyle w:val="ListParagraph"/>
        <w:keepNext/>
        <w:keepLines/>
        <w:numPr>
          <w:ilvl w:val="1"/>
          <w:numId w:val="17"/>
        </w:numPr>
        <w:spacing w:before="120" w:after="240" w:line="360" w:lineRule="auto"/>
        <w:ind w:left="1440" w:hanging="720"/>
        <w:contextualSpacing w:val="0"/>
        <w:jc w:val="both"/>
      </w:pPr>
      <w:bookmarkStart w:id="102" w:name="_Toc12416662"/>
      <w:r w:rsidRPr="009506B6">
        <w:t>Any reference in this Agreement to:</w:t>
      </w:r>
      <w:bookmarkEnd w:id="102"/>
    </w:p>
    <w:p w14:paraId="48C870DE" w14:textId="77777777" w:rsidR="00FB6364" w:rsidRPr="009506B6" w:rsidRDefault="00D507A3" w:rsidP="00DD24D3">
      <w:pPr>
        <w:pStyle w:val="ListParagraph"/>
        <w:keepNext/>
        <w:keepLines/>
        <w:numPr>
          <w:ilvl w:val="2"/>
          <w:numId w:val="17"/>
        </w:numPr>
        <w:spacing w:before="120" w:after="240" w:line="360" w:lineRule="auto"/>
        <w:ind w:left="1860" w:hanging="1140"/>
        <w:contextualSpacing w:val="0"/>
        <w:jc w:val="both"/>
      </w:pPr>
      <w:bookmarkStart w:id="103" w:name="_Toc12416663"/>
      <w:r w:rsidRPr="009506B6">
        <w:t>“</w:t>
      </w:r>
      <w:r w:rsidRPr="009506B6">
        <w:rPr>
          <w:b/>
          <w:bCs/>
        </w:rPr>
        <w:t>Clause</w:t>
      </w:r>
      <w:r w:rsidRPr="009506B6">
        <w:t xml:space="preserve">” shall, subject to any contrary indication, be construed as a reference to a Clause </w:t>
      </w:r>
      <w:r w:rsidR="00E41B5D" w:rsidRPr="009506B6">
        <w:t>in this Agreement</w:t>
      </w:r>
      <w:r w:rsidR="00191C0E" w:rsidRPr="009506B6">
        <w:t>.</w:t>
      </w:r>
      <w:bookmarkEnd w:id="103"/>
    </w:p>
    <w:p w14:paraId="4C9ED707" w14:textId="77777777" w:rsidR="00AD6052" w:rsidRPr="009506B6" w:rsidRDefault="00D507A3" w:rsidP="00DD24D3">
      <w:pPr>
        <w:pStyle w:val="ListParagraph"/>
        <w:keepNext/>
        <w:keepLines/>
        <w:numPr>
          <w:ilvl w:val="2"/>
          <w:numId w:val="17"/>
        </w:numPr>
        <w:spacing w:before="120" w:after="240" w:line="360" w:lineRule="auto"/>
        <w:ind w:left="1860" w:hanging="1140"/>
        <w:contextualSpacing w:val="0"/>
        <w:jc w:val="both"/>
      </w:pPr>
      <w:bookmarkStart w:id="104" w:name="_Toc12416664"/>
      <w:r w:rsidRPr="009506B6">
        <w:t>“</w:t>
      </w:r>
      <w:r w:rsidRPr="009506B6">
        <w:rPr>
          <w:b/>
          <w:bCs/>
        </w:rPr>
        <w:t>Person</w:t>
      </w:r>
      <w:r w:rsidRPr="009506B6">
        <w:t xml:space="preserve">” refers to any </w:t>
      </w:r>
      <w:r w:rsidR="00522A42" w:rsidRPr="009506B6">
        <w:t>p</w:t>
      </w:r>
      <w:r w:rsidRPr="009506B6">
        <w:t>erson</w:t>
      </w:r>
      <w:r w:rsidR="00522A42" w:rsidRPr="009506B6">
        <w:t xml:space="preserve"> including juristic entities</w:t>
      </w:r>
      <w:r w:rsidR="00191C0E" w:rsidRPr="009506B6">
        <w:t>.</w:t>
      </w:r>
      <w:bookmarkEnd w:id="104"/>
    </w:p>
    <w:p w14:paraId="04AC1458" w14:textId="77777777" w:rsidR="00FB6364" w:rsidRPr="009506B6" w:rsidRDefault="00D507A3" w:rsidP="00DD24D3">
      <w:pPr>
        <w:pStyle w:val="ListParagraph"/>
        <w:keepNext/>
        <w:keepLines/>
        <w:numPr>
          <w:ilvl w:val="1"/>
          <w:numId w:val="17"/>
        </w:numPr>
        <w:spacing w:before="120" w:after="240" w:line="360" w:lineRule="auto"/>
        <w:ind w:left="1440" w:hanging="720"/>
        <w:contextualSpacing w:val="0"/>
        <w:jc w:val="both"/>
      </w:pPr>
      <w:bookmarkStart w:id="105" w:name="_Toc12416665"/>
      <w:r w:rsidRPr="009506B6">
        <w:t>Unless inconsistent with the context or save where the contrary is expressly indicated:</w:t>
      </w:r>
      <w:bookmarkEnd w:id="105"/>
    </w:p>
    <w:p w14:paraId="58951D8E" w14:textId="77777777" w:rsidR="00FB6364" w:rsidRPr="009506B6" w:rsidRDefault="00D507A3" w:rsidP="00DD24D3">
      <w:pPr>
        <w:pStyle w:val="ListParagraph"/>
        <w:keepNext/>
        <w:keepLines/>
        <w:numPr>
          <w:ilvl w:val="2"/>
          <w:numId w:val="17"/>
        </w:numPr>
        <w:spacing w:before="120" w:after="240" w:line="360" w:lineRule="auto"/>
        <w:ind w:left="1860" w:hanging="1140"/>
        <w:contextualSpacing w:val="0"/>
        <w:jc w:val="both"/>
      </w:pPr>
      <w:bookmarkStart w:id="106" w:name="_Toc12416666"/>
      <w:r w:rsidRPr="009506B6">
        <w:lastRenderedPageBreak/>
        <w:t>if any provision in a definition is a substantive provision conferring rights or imposing obligations on a</w:t>
      </w:r>
      <w:r w:rsidR="00172156" w:rsidRPr="009506B6">
        <w:t>ny P</w:t>
      </w:r>
      <w:r w:rsidRPr="009506B6">
        <w:t>arty, notwithstanding that it appears only in the definition Clause, effect shall be given to it as if it were a substantive provision of this Agreement;</w:t>
      </w:r>
      <w:bookmarkEnd w:id="106"/>
    </w:p>
    <w:p w14:paraId="6B9BA328" w14:textId="77777777" w:rsidR="00FB6364" w:rsidRPr="009506B6" w:rsidRDefault="00D507A3" w:rsidP="00DD24D3">
      <w:pPr>
        <w:pStyle w:val="ListParagraph"/>
        <w:keepNext/>
        <w:keepLines/>
        <w:numPr>
          <w:ilvl w:val="2"/>
          <w:numId w:val="17"/>
        </w:numPr>
        <w:spacing w:before="120" w:after="240" w:line="360" w:lineRule="auto"/>
        <w:ind w:left="1860" w:hanging="1140"/>
        <w:contextualSpacing w:val="0"/>
        <w:jc w:val="both"/>
      </w:pPr>
      <w:bookmarkStart w:id="107" w:name="_Toc12416667"/>
      <w:r w:rsidRPr="009506B6">
        <w:t xml:space="preserve">when any number of days is prescribed in this Agreement, </w:t>
      </w:r>
      <w:r w:rsidR="00AD4C44" w:rsidRPr="009506B6">
        <w:t xml:space="preserve">such a period shall be computed by excluding </w:t>
      </w:r>
      <w:r w:rsidRPr="009506B6">
        <w:t xml:space="preserve">the first </w:t>
      </w:r>
      <w:r w:rsidR="00AD4C44" w:rsidRPr="009506B6">
        <w:t>and including</w:t>
      </w:r>
      <w:r w:rsidRPr="009506B6">
        <w:t xml:space="preserve"> </w:t>
      </w:r>
      <w:r w:rsidR="00AD4C44" w:rsidRPr="009506B6">
        <w:t xml:space="preserve">the </w:t>
      </w:r>
      <w:r w:rsidRPr="009506B6">
        <w:t>last day unless the last day falls on a day which is not a Business Day, in which case the last day shall be the next succeeding Business Day;</w:t>
      </w:r>
      <w:bookmarkEnd w:id="107"/>
    </w:p>
    <w:p w14:paraId="4CCF15D0" w14:textId="77777777" w:rsidR="00FB6364" w:rsidRPr="009506B6" w:rsidRDefault="00D507A3" w:rsidP="00DD24D3">
      <w:pPr>
        <w:pStyle w:val="ListParagraph"/>
        <w:keepNext/>
        <w:keepLines/>
        <w:numPr>
          <w:ilvl w:val="2"/>
          <w:numId w:val="17"/>
        </w:numPr>
        <w:spacing w:before="120" w:after="240" w:line="360" w:lineRule="auto"/>
        <w:ind w:left="1860" w:hanging="1140"/>
        <w:contextualSpacing w:val="0"/>
        <w:jc w:val="both"/>
      </w:pPr>
      <w:bookmarkStart w:id="108" w:name="_Toc12416668"/>
      <w:r w:rsidRPr="009506B6">
        <w:t xml:space="preserve">no provision of this Agreement constitutes a stipulation for the benefit of any Person who is not a </w:t>
      </w:r>
      <w:r w:rsidR="00172156" w:rsidRPr="009506B6">
        <w:t>P</w:t>
      </w:r>
      <w:r w:rsidRPr="009506B6">
        <w:t>arty to this Agreement;</w:t>
      </w:r>
      <w:r w:rsidR="004B77C0" w:rsidRPr="009506B6">
        <w:t xml:space="preserve"> and</w:t>
      </w:r>
      <w:bookmarkEnd w:id="108"/>
    </w:p>
    <w:p w14:paraId="3F84B623" w14:textId="57C031AF" w:rsidR="00FB6364" w:rsidRPr="009506B6" w:rsidRDefault="00D507A3" w:rsidP="00DD24D3">
      <w:pPr>
        <w:pStyle w:val="ListParagraph"/>
        <w:keepNext/>
        <w:keepLines/>
        <w:numPr>
          <w:ilvl w:val="2"/>
          <w:numId w:val="17"/>
        </w:numPr>
        <w:spacing w:before="120" w:after="240" w:line="360" w:lineRule="auto"/>
        <w:ind w:left="1860" w:hanging="1140"/>
        <w:contextualSpacing w:val="0"/>
        <w:jc w:val="both"/>
      </w:pPr>
      <w:bookmarkStart w:id="109" w:name="_Toc12416669"/>
      <w:r w:rsidRPr="009506B6">
        <w:t xml:space="preserve">a reference to a </w:t>
      </w:r>
      <w:r w:rsidR="00172156" w:rsidRPr="009506B6">
        <w:t>Party includes that P</w:t>
      </w:r>
      <w:r w:rsidRPr="009506B6">
        <w:t>arty’s successors-in-title and permitted assign</w:t>
      </w:r>
      <w:r w:rsidR="00CB6290" w:rsidRPr="009506B6">
        <w:t>ee</w:t>
      </w:r>
      <w:r w:rsidRPr="009506B6">
        <w:t>s</w:t>
      </w:r>
      <w:r w:rsidR="003C2EB4" w:rsidRPr="009506B6">
        <w:t xml:space="preserve">, including any other persons contemplated in </w:t>
      </w:r>
      <w:r w:rsidR="00B4157F" w:rsidRPr="009506B6">
        <w:t>C</w:t>
      </w:r>
      <w:r w:rsidR="003C2EB4" w:rsidRPr="009506B6">
        <w:t>lause</w:t>
      </w:r>
      <w:r w:rsidR="00B4157F" w:rsidRPr="009506B6">
        <w:t xml:space="preserve"> </w:t>
      </w:r>
      <w:r w:rsidR="00CB6290" w:rsidRPr="009506B6">
        <w:fldChar w:fldCharType="begin"/>
      </w:r>
      <w:r w:rsidR="00CB6290" w:rsidRPr="009506B6">
        <w:instrText xml:space="preserve"> REF _Ref345927829 \r \h  \* MERGEFORMAT </w:instrText>
      </w:r>
      <w:r w:rsidR="00CB6290" w:rsidRPr="009506B6">
        <w:fldChar w:fldCharType="separate"/>
      </w:r>
      <w:r w:rsidR="00AA4856">
        <w:t>2.8</w:t>
      </w:r>
      <w:r w:rsidR="00CB6290" w:rsidRPr="009506B6">
        <w:fldChar w:fldCharType="end"/>
      </w:r>
      <w:r w:rsidR="00F43F6C" w:rsidRPr="009506B6">
        <w:t xml:space="preserve"> </w:t>
      </w:r>
      <w:r w:rsidR="003C2EB4" w:rsidRPr="009506B6">
        <w:t>of this Agreement</w:t>
      </w:r>
      <w:r w:rsidRPr="009506B6">
        <w:t>.</w:t>
      </w:r>
      <w:bookmarkEnd w:id="109"/>
    </w:p>
    <w:p w14:paraId="614C33EE" w14:textId="77777777" w:rsidR="00FB6364" w:rsidRPr="009506B6" w:rsidRDefault="00D507A3" w:rsidP="00DD24D3">
      <w:pPr>
        <w:pStyle w:val="ListParagraph"/>
        <w:keepNext/>
        <w:keepLines/>
        <w:numPr>
          <w:ilvl w:val="1"/>
          <w:numId w:val="17"/>
        </w:numPr>
        <w:spacing w:before="120" w:after="240" w:line="360" w:lineRule="auto"/>
        <w:ind w:left="1440" w:hanging="720"/>
        <w:contextualSpacing w:val="0"/>
        <w:jc w:val="both"/>
      </w:pPr>
      <w:bookmarkStart w:id="110" w:name="_Toc12416670"/>
      <w:r w:rsidRPr="009506B6">
        <w:t>Unless inconsistent with the context, an expression which denotes:</w:t>
      </w:r>
      <w:bookmarkEnd w:id="110"/>
    </w:p>
    <w:p w14:paraId="43711BC9" w14:textId="77777777" w:rsidR="00FB6364" w:rsidRPr="009506B6" w:rsidRDefault="00D507A3" w:rsidP="00DD24D3">
      <w:pPr>
        <w:pStyle w:val="ListParagraph"/>
        <w:keepNext/>
        <w:keepLines/>
        <w:numPr>
          <w:ilvl w:val="2"/>
          <w:numId w:val="17"/>
        </w:numPr>
        <w:spacing w:before="120" w:after="240" w:line="360" w:lineRule="auto"/>
        <w:ind w:left="1860" w:hanging="1140"/>
        <w:contextualSpacing w:val="0"/>
        <w:jc w:val="both"/>
      </w:pPr>
      <w:bookmarkStart w:id="111" w:name="_Toc12416671"/>
      <w:r w:rsidRPr="009506B6">
        <w:t>any one gender includes the other gender;</w:t>
      </w:r>
      <w:r w:rsidR="00945040" w:rsidRPr="009506B6">
        <w:t xml:space="preserve"> and</w:t>
      </w:r>
      <w:bookmarkEnd w:id="111"/>
    </w:p>
    <w:p w14:paraId="6543BE31" w14:textId="77777777" w:rsidR="00FB6364" w:rsidRPr="009506B6" w:rsidRDefault="00D507A3" w:rsidP="00DD24D3">
      <w:pPr>
        <w:pStyle w:val="ListParagraph"/>
        <w:keepNext/>
        <w:keepLines/>
        <w:numPr>
          <w:ilvl w:val="2"/>
          <w:numId w:val="17"/>
        </w:numPr>
        <w:spacing w:before="120" w:after="240" w:line="360" w:lineRule="auto"/>
        <w:ind w:left="1860" w:hanging="1140"/>
        <w:contextualSpacing w:val="0"/>
        <w:jc w:val="both"/>
      </w:pPr>
      <w:bookmarkStart w:id="112" w:name="_Toc12416672"/>
      <w:r w:rsidRPr="009506B6">
        <w:t>the singular includes the plural and vice versa</w:t>
      </w:r>
      <w:r w:rsidR="00945040" w:rsidRPr="009506B6">
        <w:t>.</w:t>
      </w:r>
      <w:bookmarkEnd w:id="112"/>
    </w:p>
    <w:p w14:paraId="72E44546" w14:textId="452A9002" w:rsidR="00FB6364" w:rsidRPr="009506B6" w:rsidRDefault="001E44E9" w:rsidP="00DD24D3">
      <w:pPr>
        <w:pStyle w:val="ListParagraph"/>
        <w:keepNext/>
        <w:keepLines/>
        <w:numPr>
          <w:ilvl w:val="1"/>
          <w:numId w:val="17"/>
        </w:numPr>
        <w:spacing w:before="120" w:after="240" w:line="360" w:lineRule="auto"/>
        <w:ind w:left="1440" w:hanging="720"/>
        <w:contextualSpacing w:val="0"/>
        <w:jc w:val="both"/>
      </w:pPr>
      <w:bookmarkStart w:id="113" w:name="_Toc12416673"/>
      <w:r w:rsidRPr="009506B6">
        <w:t>Unless it is clear from a specific Clause in which a term has been defined</w:t>
      </w:r>
      <w:r w:rsidR="00E36D2A" w:rsidRPr="009506B6">
        <w:t>,</w:t>
      </w:r>
      <w:r w:rsidRPr="009506B6">
        <w:t xml:space="preserve"> that such definition has limited </w:t>
      </w:r>
      <w:r w:rsidR="00E36D2A" w:rsidRPr="009506B6">
        <w:t xml:space="preserve">the </w:t>
      </w:r>
      <w:r w:rsidRPr="009506B6">
        <w:t xml:space="preserve">application to the relevant Clause, </w:t>
      </w:r>
      <w:r w:rsidR="00D507A3" w:rsidRPr="009506B6">
        <w:t>any term defined within the context of any particular Clause in this Agreement</w:t>
      </w:r>
      <w:r w:rsidRPr="009506B6">
        <w:t xml:space="preserve"> </w:t>
      </w:r>
      <w:r w:rsidR="00D507A3" w:rsidRPr="009506B6">
        <w:t xml:space="preserve">shall bear the same meaning as ascribed to it </w:t>
      </w:r>
      <w:r w:rsidRPr="009506B6">
        <w:t>throughout the Agreement</w:t>
      </w:r>
      <w:r w:rsidR="00D507A3" w:rsidRPr="009506B6">
        <w:t xml:space="preserve">, notwithstanding that that term has been defined in </w:t>
      </w:r>
      <w:r w:rsidRPr="009506B6">
        <w:t>a specific</w:t>
      </w:r>
      <w:r w:rsidR="00D507A3" w:rsidRPr="009506B6">
        <w:t xml:space="preserve"> </w:t>
      </w:r>
      <w:r w:rsidRPr="009506B6">
        <w:t>C</w:t>
      </w:r>
      <w:r w:rsidR="00D507A3" w:rsidRPr="009506B6">
        <w:t>lause.</w:t>
      </w:r>
      <w:bookmarkEnd w:id="113"/>
    </w:p>
    <w:p w14:paraId="3A4288B7" w14:textId="77777777" w:rsidR="009C1B86" w:rsidRPr="009506B6" w:rsidRDefault="009C1B86" w:rsidP="00DD24D3">
      <w:pPr>
        <w:pStyle w:val="ListParagraph"/>
        <w:keepNext/>
        <w:keepLines/>
        <w:numPr>
          <w:ilvl w:val="1"/>
          <w:numId w:val="17"/>
        </w:numPr>
        <w:spacing w:before="120" w:after="240" w:line="360" w:lineRule="auto"/>
        <w:ind w:left="1440" w:hanging="720"/>
        <w:contextualSpacing w:val="0"/>
        <w:jc w:val="both"/>
      </w:pPr>
      <w:bookmarkStart w:id="114" w:name="_Toc12416674"/>
      <w:r w:rsidRPr="009506B6">
        <w:t xml:space="preserve">The termination of this Agreement will not affect the provisions </w:t>
      </w:r>
      <w:r w:rsidR="001E44E9" w:rsidRPr="009506B6">
        <w:t>of this Agreement which operate</w:t>
      </w:r>
      <w:r w:rsidRPr="009506B6">
        <w:t xml:space="preserve"> after any such termination or which of necessity must continue to have effect </w:t>
      </w:r>
      <w:r w:rsidR="00B25116" w:rsidRPr="009506B6">
        <w:t xml:space="preserve">after such </w:t>
      </w:r>
      <w:r w:rsidRPr="009506B6">
        <w:t>termination, notwithstanding that the clauses</w:t>
      </w:r>
      <w:r w:rsidR="00B25116" w:rsidRPr="009506B6">
        <w:t xml:space="preserve"> themselves do not expressly provide for this.</w:t>
      </w:r>
      <w:bookmarkEnd w:id="114"/>
    </w:p>
    <w:p w14:paraId="258398BE" w14:textId="77777777" w:rsidR="00FB6364" w:rsidRPr="009506B6" w:rsidRDefault="00D507A3" w:rsidP="00DD24D3">
      <w:pPr>
        <w:pStyle w:val="ListParagraph"/>
        <w:keepNext/>
        <w:keepLines/>
        <w:numPr>
          <w:ilvl w:val="1"/>
          <w:numId w:val="17"/>
        </w:numPr>
        <w:spacing w:before="120" w:after="240" w:line="360" w:lineRule="auto"/>
        <w:ind w:left="1440" w:hanging="720"/>
        <w:contextualSpacing w:val="0"/>
        <w:jc w:val="both"/>
      </w:pPr>
      <w:bookmarkStart w:id="115" w:name="_Ref345927829"/>
      <w:bookmarkStart w:id="116" w:name="_Toc12416675"/>
      <w:r w:rsidRPr="009506B6">
        <w:lastRenderedPageBreak/>
        <w:t>This Agreement is binding on the executors, administrators, trustees, permitted assign</w:t>
      </w:r>
      <w:r w:rsidR="00CB6290" w:rsidRPr="009506B6">
        <w:t>ee</w:t>
      </w:r>
      <w:r w:rsidRPr="009506B6">
        <w:t>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15"/>
      <w:bookmarkEnd w:id="116"/>
    </w:p>
    <w:p w14:paraId="448776B5" w14:textId="77777777" w:rsidR="00B01368" w:rsidRPr="009506B6" w:rsidRDefault="00D507A3" w:rsidP="00DD24D3">
      <w:pPr>
        <w:pStyle w:val="ListParagraph"/>
        <w:keepNext/>
        <w:keepLines/>
        <w:numPr>
          <w:ilvl w:val="1"/>
          <w:numId w:val="17"/>
        </w:numPr>
        <w:spacing w:before="120" w:after="240" w:line="360" w:lineRule="auto"/>
        <w:ind w:left="1440" w:hanging="720"/>
        <w:contextualSpacing w:val="0"/>
        <w:jc w:val="both"/>
      </w:pPr>
      <w:bookmarkStart w:id="117" w:name="_Toc12416676"/>
      <w:r w:rsidRPr="009506B6">
        <w:t>Where figures are referred to in numerals and in words, if there is any conflict between the two, the words shall prevail.</w:t>
      </w:r>
      <w:bookmarkEnd w:id="117"/>
    </w:p>
    <w:p w14:paraId="1BE1D4C0" w14:textId="63977C14" w:rsidR="00FB6364" w:rsidRPr="009506B6" w:rsidRDefault="00B01368" w:rsidP="00DD24D3">
      <w:pPr>
        <w:pStyle w:val="ListParagraph"/>
        <w:keepNext/>
        <w:keepLines/>
        <w:numPr>
          <w:ilvl w:val="1"/>
          <w:numId w:val="17"/>
        </w:numPr>
        <w:spacing w:before="120" w:after="240" w:line="360" w:lineRule="auto"/>
        <w:ind w:left="1440" w:hanging="720"/>
        <w:contextualSpacing w:val="0"/>
        <w:jc w:val="both"/>
      </w:pPr>
      <w:bookmarkStart w:id="118" w:name="_Toc12416677"/>
      <w:r w:rsidRPr="009506B6">
        <w:t xml:space="preserve">None of the provisions hereof shall be construed against or interpreted to the disadvantage of the Party responsible for the </w:t>
      </w:r>
      <w:r w:rsidR="00916F20" w:rsidRPr="009506B6">
        <w:t>drafting</w:t>
      </w:r>
      <w:r w:rsidRPr="009506B6">
        <w:t xml:space="preserve"> o</w:t>
      </w:r>
      <w:r w:rsidR="00945040" w:rsidRPr="009506B6">
        <w:t>r preparation of such provision.</w:t>
      </w:r>
      <w:bookmarkEnd w:id="118"/>
      <w:r w:rsidRPr="009506B6">
        <w:t xml:space="preserve"> </w:t>
      </w:r>
    </w:p>
    <w:p w14:paraId="69E63E47" w14:textId="650E9D52" w:rsidR="00872D64" w:rsidRPr="009506B6" w:rsidRDefault="0064474E" w:rsidP="00DD24D3">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19" w:name="_Ref103489035"/>
      <w:bookmarkStart w:id="120" w:name="_Toc531439536"/>
      <w:bookmarkStart w:id="121" w:name="_Toc531439681"/>
      <w:bookmarkStart w:id="122" w:name="_Toc107397993"/>
      <w:bookmarkStart w:id="123" w:name="_Toc519590959"/>
      <w:r w:rsidRPr="009506B6">
        <w:rPr>
          <w:b/>
          <w:bCs/>
          <w:caps/>
        </w:rPr>
        <w:t>Appointment</w:t>
      </w:r>
      <w:bookmarkEnd w:id="119"/>
      <w:bookmarkEnd w:id="120"/>
      <w:bookmarkEnd w:id="121"/>
      <w:r w:rsidR="001773FF" w:rsidRPr="009506B6">
        <w:rPr>
          <w:b/>
          <w:bCs/>
          <w:caps/>
        </w:rPr>
        <w:t xml:space="preserve"> and non-exclusivity</w:t>
      </w:r>
      <w:bookmarkEnd w:id="122"/>
    </w:p>
    <w:p w14:paraId="54AB19CC" w14:textId="760B74F0" w:rsidR="00E337E4" w:rsidRPr="009506B6" w:rsidRDefault="00E337E4" w:rsidP="00DD24D3">
      <w:pPr>
        <w:pStyle w:val="ListParagraph"/>
        <w:keepNext/>
        <w:keepLines/>
        <w:numPr>
          <w:ilvl w:val="1"/>
          <w:numId w:val="17"/>
        </w:numPr>
        <w:spacing w:before="120" w:after="240" w:line="360" w:lineRule="auto"/>
        <w:ind w:left="1440" w:hanging="720"/>
        <w:contextualSpacing w:val="0"/>
        <w:jc w:val="both"/>
      </w:pPr>
      <w:bookmarkStart w:id="124" w:name="_Toc12416684"/>
      <w:r w:rsidRPr="009506B6">
        <w:t>SARS hereby appoints the Service Provide</w:t>
      </w:r>
      <w:r w:rsidR="009C00BD" w:rsidRPr="009506B6">
        <w:t>r</w:t>
      </w:r>
      <w:r w:rsidRPr="009506B6">
        <w:t>, on a non-exclusive basis, to provide the Services on the terms and conditions of this Agreement, and the Service Provider hereby accepts such appointment.</w:t>
      </w:r>
      <w:bookmarkEnd w:id="124"/>
      <w:r w:rsidRPr="009506B6">
        <w:t xml:space="preserve"> </w:t>
      </w:r>
    </w:p>
    <w:p w14:paraId="1FC982AF" w14:textId="05EA618A" w:rsidR="001773FF" w:rsidRPr="009506B6" w:rsidRDefault="001773FF" w:rsidP="00DD24D3">
      <w:pPr>
        <w:pStyle w:val="ListParagraph"/>
        <w:keepNext/>
        <w:keepLines/>
        <w:numPr>
          <w:ilvl w:val="1"/>
          <w:numId w:val="17"/>
        </w:numPr>
        <w:spacing w:before="120" w:after="240" w:line="360" w:lineRule="auto"/>
        <w:ind w:left="1440" w:hanging="720"/>
        <w:contextualSpacing w:val="0"/>
        <w:jc w:val="both"/>
      </w:pPr>
      <w:bookmarkStart w:id="125" w:name="_Toc12416685"/>
      <w:r w:rsidRPr="009506B6">
        <w:t xml:space="preserve">Nothing contained herein will in any way be construed or constitute a guarantee in favour of the Service Provider that the Service Provider will receive any work or contract from SARS for </w:t>
      </w:r>
      <w:r w:rsidR="00A17F19" w:rsidRPr="009506B6">
        <w:t xml:space="preserve">the </w:t>
      </w:r>
      <w:r w:rsidR="00867DED">
        <w:t>S</w:t>
      </w:r>
      <w:r w:rsidRPr="009506B6">
        <w:t>ervices in the future, whether under this Agreement or otherwise.</w:t>
      </w:r>
    </w:p>
    <w:p w14:paraId="43097EB3" w14:textId="1E866A36" w:rsidR="00E337E4" w:rsidRPr="009506B6" w:rsidRDefault="00E337E4" w:rsidP="00DD24D3">
      <w:pPr>
        <w:pStyle w:val="ListParagraph"/>
        <w:keepNext/>
        <w:keepLines/>
        <w:numPr>
          <w:ilvl w:val="1"/>
          <w:numId w:val="17"/>
        </w:numPr>
        <w:spacing w:before="120" w:after="240" w:line="360" w:lineRule="auto"/>
        <w:ind w:left="1440" w:hanging="720"/>
        <w:contextualSpacing w:val="0"/>
        <w:jc w:val="both"/>
      </w:pPr>
      <w:r w:rsidRPr="009506B6">
        <w:t>SARS shall not be precluded from obtaining services that may be similar or identical to the Services from any other service provider and nothing contained herein shall in any way be construed or constitute a guarantee in favour of the Service Provider</w:t>
      </w:r>
      <w:r w:rsidR="00A17F19" w:rsidRPr="009506B6">
        <w:t>,</w:t>
      </w:r>
      <w:r w:rsidRPr="009506B6">
        <w:t xml:space="preserve"> that the Service Provider will receive any work or contract for services in the future, whether under this Agreement or otherwise</w:t>
      </w:r>
      <w:r w:rsidR="008268DE" w:rsidRPr="009506B6">
        <w:t xml:space="preserve"> from SARS</w:t>
      </w:r>
      <w:r w:rsidRPr="009506B6">
        <w:t>.</w:t>
      </w:r>
      <w:bookmarkEnd w:id="125"/>
    </w:p>
    <w:p w14:paraId="5E4E7FD4" w14:textId="4E120C87" w:rsidR="00E337E4" w:rsidRPr="009506B6" w:rsidRDefault="00E337E4" w:rsidP="00DD24D3">
      <w:pPr>
        <w:pStyle w:val="ListParagraph"/>
        <w:keepNext/>
        <w:keepLines/>
        <w:numPr>
          <w:ilvl w:val="0"/>
          <w:numId w:val="17"/>
        </w:numPr>
        <w:spacing w:before="120" w:after="240" w:line="360" w:lineRule="auto"/>
        <w:ind w:left="720" w:hanging="720"/>
        <w:contextualSpacing w:val="0"/>
        <w:jc w:val="both"/>
        <w:outlineLvl w:val="0"/>
        <w:rPr>
          <w:b/>
          <w:bCs/>
          <w:caps/>
        </w:rPr>
      </w:pPr>
      <w:bookmarkStart w:id="126" w:name="_Toc532440534"/>
      <w:bookmarkStart w:id="127" w:name="_Toc532440535"/>
      <w:bookmarkStart w:id="128" w:name="_Toc532440536"/>
      <w:bookmarkStart w:id="129" w:name="_Toc532440537"/>
      <w:bookmarkStart w:id="130" w:name="_Toc532440538"/>
      <w:bookmarkStart w:id="131" w:name="_Toc532440539"/>
      <w:bookmarkStart w:id="132" w:name="_Toc317231239"/>
      <w:bookmarkStart w:id="133" w:name="_Toc107397994"/>
      <w:bookmarkStart w:id="134" w:name="_Ref533020285"/>
      <w:bookmarkStart w:id="135" w:name="_Toc12416686"/>
      <w:bookmarkStart w:id="136" w:name="_Toc531439682"/>
      <w:bookmarkStart w:id="137" w:name="_Toc179617255"/>
      <w:bookmarkEnd w:id="126"/>
      <w:bookmarkEnd w:id="127"/>
      <w:bookmarkEnd w:id="128"/>
      <w:bookmarkEnd w:id="129"/>
      <w:bookmarkEnd w:id="130"/>
      <w:bookmarkEnd w:id="131"/>
      <w:r w:rsidRPr="009506B6">
        <w:rPr>
          <w:b/>
          <w:bCs/>
          <w:caps/>
        </w:rPr>
        <w:t>NATURE</w:t>
      </w:r>
      <w:r w:rsidRPr="009506B6">
        <w:rPr>
          <w:b/>
          <w:bCs/>
          <w:caps/>
          <w:lang w:val="en-ZA" w:eastAsia="en-US"/>
        </w:rPr>
        <w:t xml:space="preserve"> OF RELATIONSHIP</w:t>
      </w:r>
      <w:bookmarkEnd w:id="132"/>
      <w:bookmarkEnd w:id="133"/>
      <w:r w:rsidR="001D7860" w:rsidRPr="009506B6">
        <w:rPr>
          <w:b/>
          <w:bCs/>
          <w:caps/>
          <w:lang w:val="en-ZA" w:eastAsia="en-US"/>
        </w:rPr>
        <w:t xml:space="preserve"> </w:t>
      </w:r>
      <w:bookmarkEnd w:id="134"/>
      <w:bookmarkEnd w:id="135"/>
    </w:p>
    <w:p w14:paraId="048AC9F3" w14:textId="6C0253EC" w:rsidR="00C82EDC" w:rsidRPr="009506B6" w:rsidRDefault="00C82EDC" w:rsidP="00DD24D3">
      <w:pPr>
        <w:pStyle w:val="ListParagraph"/>
        <w:keepNext/>
        <w:keepLines/>
        <w:numPr>
          <w:ilvl w:val="1"/>
          <w:numId w:val="17"/>
        </w:numPr>
        <w:spacing w:before="120" w:after="240" w:line="360" w:lineRule="auto"/>
        <w:ind w:left="1440" w:hanging="720"/>
        <w:contextualSpacing w:val="0"/>
        <w:jc w:val="both"/>
      </w:pPr>
      <w:bookmarkStart w:id="138" w:name="_Toc12416687"/>
      <w:r w:rsidRPr="009506B6">
        <w:t>The Parties act for all purposes in terms of the Agreement as independent contractors.</w:t>
      </w:r>
      <w:r w:rsidR="00DD24D3">
        <w:t xml:space="preserve"> </w:t>
      </w:r>
      <w:r w:rsidRPr="009506B6">
        <w:t xml:space="preserve">Without limiting the </w:t>
      </w:r>
      <w:proofErr w:type="spellStart"/>
      <w:r w:rsidRPr="009506B6">
        <w:t>aforegoing</w:t>
      </w:r>
      <w:proofErr w:type="spellEnd"/>
      <w:r w:rsidRPr="009506B6">
        <w:t>:</w:t>
      </w:r>
      <w:bookmarkEnd w:id="138"/>
    </w:p>
    <w:p w14:paraId="5B723243" w14:textId="77777777" w:rsidR="00C82EDC" w:rsidRPr="009506B6" w:rsidRDefault="00C82EDC" w:rsidP="00DD24D3">
      <w:pPr>
        <w:pStyle w:val="ListParagraph"/>
        <w:keepNext/>
        <w:keepLines/>
        <w:numPr>
          <w:ilvl w:val="2"/>
          <w:numId w:val="17"/>
        </w:numPr>
        <w:spacing w:before="120" w:after="240" w:line="360" w:lineRule="auto"/>
        <w:ind w:left="1860" w:hanging="1140"/>
        <w:contextualSpacing w:val="0"/>
        <w:jc w:val="both"/>
      </w:pPr>
      <w:bookmarkStart w:id="139" w:name="_Toc12416688"/>
      <w:r w:rsidRPr="009506B6">
        <w:lastRenderedPageBreak/>
        <w:t>neither Party shall be entitled to contract on behalf of or bind the other Party in any manner whatsoever or to incur any liability or debt on behalf of the other Party; and</w:t>
      </w:r>
      <w:bookmarkEnd w:id="139"/>
    </w:p>
    <w:p w14:paraId="46FF1D04" w14:textId="77777777" w:rsidR="00C82EDC" w:rsidRPr="009506B6" w:rsidRDefault="00C82EDC" w:rsidP="00DD24D3">
      <w:pPr>
        <w:pStyle w:val="ListParagraph"/>
        <w:keepNext/>
        <w:keepLines/>
        <w:numPr>
          <w:ilvl w:val="2"/>
          <w:numId w:val="17"/>
        </w:numPr>
        <w:spacing w:before="120" w:after="240" w:line="360" w:lineRule="auto"/>
        <w:ind w:left="1860" w:hanging="1140"/>
        <w:contextualSpacing w:val="0"/>
        <w:jc w:val="both"/>
      </w:pPr>
      <w:bookmarkStart w:id="140" w:name="_Toc12416689"/>
      <w:r w:rsidRPr="009506B6">
        <w:t>the Service Provider shall not publish or cause to be published any advertisement or other information relating to SARS or SARS’s business without the prior written approval of SARS; and</w:t>
      </w:r>
      <w:bookmarkEnd w:id="140"/>
    </w:p>
    <w:p w14:paraId="4408F2C7" w14:textId="3B6A3DC0" w:rsidR="00250B24" w:rsidRPr="009506B6" w:rsidRDefault="00C82EDC" w:rsidP="00DD24D3">
      <w:pPr>
        <w:pStyle w:val="ListParagraph"/>
        <w:keepNext/>
        <w:keepLines/>
        <w:numPr>
          <w:ilvl w:val="2"/>
          <w:numId w:val="17"/>
        </w:numPr>
        <w:spacing w:before="120" w:after="240" w:line="360" w:lineRule="auto"/>
        <w:ind w:left="1860" w:hanging="1140"/>
        <w:contextualSpacing w:val="0"/>
        <w:jc w:val="both"/>
      </w:pPr>
      <w:bookmarkStart w:id="141" w:name="_Toc12416690"/>
      <w:r w:rsidRPr="008B00A7">
        <w:t xml:space="preserve">neither </w:t>
      </w:r>
      <w:r w:rsidR="00586C30" w:rsidRPr="008B00A7">
        <w:t>p</w:t>
      </w:r>
      <w:r w:rsidRPr="008B00A7">
        <w:t xml:space="preserve">arty’s </w:t>
      </w:r>
      <w:r w:rsidR="00586C30" w:rsidRPr="008B00A7">
        <w:t>s</w:t>
      </w:r>
      <w:r w:rsidRPr="008B00A7">
        <w:t xml:space="preserve">taff shall be deemed </w:t>
      </w:r>
      <w:r w:rsidR="00586C30" w:rsidRPr="008B00A7">
        <w:t>s</w:t>
      </w:r>
      <w:r w:rsidRPr="008B00A7">
        <w:t>taff of the other Party for any purpose whatsoever and for these purposes, where the Service Provider has utilised the fixed term contractors, temporary employees</w:t>
      </w:r>
      <w:r w:rsidRPr="009506B6">
        <w:t xml:space="preserve"> and/or consultants either as </w:t>
      </w:r>
      <w:r w:rsidR="00967473" w:rsidRPr="009506B6">
        <w:t>Service Provider Personnel</w:t>
      </w:r>
      <w:r w:rsidRPr="009506B6">
        <w:t xml:space="preserve">, the Service Provider undertakes to ensure that its contracts with the aforesaid </w:t>
      </w:r>
      <w:r w:rsidR="00967473" w:rsidRPr="009506B6">
        <w:t>Service Provider Personnel</w:t>
      </w:r>
      <w:r w:rsidRPr="009506B6">
        <w:t xml:space="preserve">, specifically states that the assignment to SARS is only for a project and is by no means a reflection of SARS as an intended employer of the </w:t>
      </w:r>
      <w:r w:rsidR="00967473" w:rsidRPr="009506B6">
        <w:t>Service Provider Personnel</w:t>
      </w:r>
      <w:r w:rsidRPr="009506B6">
        <w:t xml:space="preserve"> or deemed employer in terms of the deeming provision introduced by section 198 the Labour Act, 1995 (Act No. 66 of 1995 as amended)</w:t>
      </w:r>
      <w:r w:rsidR="00967473" w:rsidRPr="009506B6">
        <w:t xml:space="preserve"> (“</w:t>
      </w:r>
      <w:r w:rsidR="00967473" w:rsidRPr="009506B6">
        <w:rPr>
          <w:b/>
          <w:bCs/>
        </w:rPr>
        <w:t xml:space="preserve">the Labour </w:t>
      </w:r>
      <w:r w:rsidR="00C2179E" w:rsidRPr="009506B6">
        <w:rPr>
          <w:b/>
          <w:bCs/>
        </w:rPr>
        <w:t xml:space="preserve">Relations </w:t>
      </w:r>
      <w:r w:rsidR="00967473" w:rsidRPr="009506B6">
        <w:rPr>
          <w:b/>
          <w:bCs/>
        </w:rPr>
        <w:t>Act</w:t>
      </w:r>
      <w:r w:rsidR="00967473" w:rsidRPr="009506B6">
        <w:t>”)</w:t>
      </w:r>
      <w:r w:rsidRPr="009506B6">
        <w:t xml:space="preserve">, in the event of termination of this </w:t>
      </w:r>
      <w:r w:rsidR="00967473" w:rsidRPr="009506B6">
        <w:t>Agreement for any reason whatsoever</w:t>
      </w:r>
      <w:r w:rsidR="00250B24" w:rsidRPr="009506B6">
        <w:t>.</w:t>
      </w:r>
    </w:p>
    <w:p w14:paraId="26568B58" w14:textId="51FEFDE8" w:rsidR="00C82EDC" w:rsidRPr="009506B6" w:rsidRDefault="00C82EDC" w:rsidP="00DD24D3">
      <w:pPr>
        <w:pStyle w:val="ListParagraph"/>
        <w:keepNext/>
        <w:keepLines/>
        <w:numPr>
          <w:ilvl w:val="1"/>
          <w:numId w:val="17"/>
        </w:numPr>
        <w:spacing w:before="120" w:after="240" w:line="360" w:lineRule="auto"/>
        <w:ind w:left="1440" w:hanging="720"/>
        <w:contextualSpacing w:val="0"/>
        <w:jc w:val="both"/>
        <w:rPr>
          <w:b/>
          <w:bCs/>
        </w:rPr>
      </w:pPr>
      <w:r w:rsidRPr="009506B6">
        <w:t xml:space="preserve">In the </w:t>
      </w:r>
      <w:r w:rsidR="00967473" w:rsidRPr="009506B6">
        <w:t>e</w:t>
      </w:r>
      <w:r w:rsidRPr="009506B6">
        <w:t xml:space="preserve">vent that the Labour Act, deems the </w:t>
      </w:r>
      <w:r w:rsidR="00967473" w:rsidRPr="009506B6">
        <w:t>Service Provider Personnel</w:t>
      </w:r>
      <w:r w:rsidRPr="009506B6">
        <w:t xml:space="preserve"> to be employees for the purposes of the aforesaid section 198, the Service Provider undertakes to indemnify SARS in full against all costs, expenses (including legal expenses on an attorney own client scale), damages, loss (including loss of business or loss of profits), liabilities, demands, claims, actions or proceedings, which the Service Provider may incur arising as a result of the aforesaid </w:t>
      </w:r>
      <w:r w:rsidR="00967473" w:rsidRPr="009506B6">
        <w:t xml:space="preserve">Labour </w:t>
      </w:r>
      <w:r w:rsidRPr="009506B6">
        <w:t>Act.</w:t>
      </w:r>
      <w:bookmarkEnd w:id="141"/>
    </w:p>
    <w:p w14:paraId="713728C9" w14:textId="77777777" w:rsidR="001773FF" w:rsidRPr="009506B6" w:rsidRDefault="001773FF" w:rsidP="00DD24D3">
      <w:pPr>
        <w:pStyle w:val="ListParagraph"/>
        <w:keepNext/>
        <w:keepLines/>
        <w:numPr>
          <w:ilvl w:val="0"/>
          <w:numId w:val="17"/>
        </w:numPr>
        <w:spacing w:before="120" w:after="240" w:line="360" w:lineRule="auto"/>
        <w:ind w:left="720" w:hanging="720"/>
        <w:contextualSpacing w:val="0"/>
        <w:jc w:val="both"/>
        <w:outlineLvl w:val="0"/>
        <w:rPr>
          <w:b/>
          <w:bCs/>
          <w:caps/>
        </w:rPr>
      </w:pPr>
      <w:bookmarkStart w:id="142" w:name="_Toc41494341"/>
      <w:bookmarkStart w:id="143" w:name="_Toc107397995"/>
      <w:r w:rsidRPr="009506B6">
        <w:rPr>
          <w:b/>
          <w:bCs/>
          <w:caps/>
        </w:rPr>
        <w:t>Subcontractors</w:t>
      </w:r>
      <w:bookmarkEnd w:id="142"/>
      <w:bookmarkEnd w:id="143"/>
    </w:p>
    <w:p w14:paraId="6C249B02" w14:textId="77777777" w:rsidR="001773FF" w:rsidRPr="009506B6" w:rsidRDefault="001773FF" w:rsidP="00DD24D3">
      <w:pPr>
        <w:pStyle w:val="ListParagraph"/>
        <w:keepNext/>
        <w:keepLines/>
        <w:numPr>
          <w:ilvl w:val="1"/>
          <w:numId w:val="17"/>
        </w:numPr>
        <w:spacing w:before="120" w:after="240" w:line="360" w:lineRule="auto"/>
        <w:ind w:left="1440" w:hanging="720"/>
        <w:contextualSpacing w:val="0"/>
        <w:jc w:val="both"/>
      </w:pPr>
      <w:r w:rsidRPr="009506B6">
        <w:t>The Service Provider may not sub</w:t>
      </w:r>
      <w:r w:rsidRPr="009506B6">
        <w:noBreakHyphen/>
        <w:t xml:space="preserve">contract its obligations under this Agreement without the prior written consent of SARS which consent may be withheld by SARS in its sole discretion. </w:t>
      </w:r>
    </w:p>
    <w:p w14:paraId="535B7C75" w14:textId="77777777" w:rsidR="001773FF" w:rsidRPr="009506B6" w:rsidRDefault="001773FF" w:rsidP="00DD24D3">
      <w:pPr>
        <w:pStyle w:val="ListParagraph"/>
        <w:keepNext/>
        <w:keepLines/>
        <w:numPr>
          <w:ilvl w:val="1"/>
          <w:numId w:val="17"/>
        </w:numPr>
        <w:spacing w:before="120" w:after="240" w:line="360" w:lineRule="auto"/>
        <w:ind w:left="1440" w:hanging="720"/>
        <w:contextualSpacing w:val="0"/>
        <w:jc w:val="both"/>
      </w:pPr>
      <w:r w:rsidRPr="009506B6">
        <w:lastRenderedPageBreak/>
        <w:t>Should SARS consent to such appointment, the Service Provider will in no event be relieved of its obligations under this Agreement as a result of its use of any subcontractors. The Service Provider will at all times be responsible to SARS for fulfilment of all the Service Provider's obligations under this Agreement and will remain SARS’s sole point of contact regarding the Services, including with respect to payment.</w:t>
      </w:r>
    </w:p>
    <w:p w14:paraId="77C28186" w14:textId="77777777" w:rsidR="001773FF" w:rsidRPr="009506B6" w:rsidRDefault="001773FF" w:rsidP="00DD24D3">
      <w:pPr>
        <w:pStyle w:val="ListParagraph"/>
        <w:keepNext/>
        <w:keepLines/>
        <w:numPr>
          <w:ilvl w:val="1"/>
          <w:numId w:val="17"/>
        </w:numPr>
        <w:spacing w:before="120" w:after="240" w:line="360" w:lineRule="auto"/>
        <w:ind w:left="1440" w:hanging="720"/>
        <w:contextualSpacing w:val="0"/>
        <w:jc w:val="both"/>
      </w:pPr>
      <w:r w:rsidRPr="009506B6">
        <w:t>The Service Provider will supervise the activities and performance of each subcontractor and will be jointly and severally liable with each such subcontractor for any act or failure to act by such subcontractor.</w:t>
      </w:r>
    </w:p>
    <w:p w14:paraId="612C7AA5" w14:textId="77777777" w:rsidR="00E337E4" w:rsidRPr="00C10365" w:rsidRDefault="00E337E4" w:rsidP="00DD24D3">
      <w:pPr>
        <w:pStyle w:val="ListParagraph"/>
        <w:keepNext/>
        <w:keepLines/>
        <w:numPr>
          <w:ilvl w:val="0"/>
          <w:numId w:val="17"/>
        </w:numPr>
        <w:spacing w:before="120" w:after="240" w:line="360" w:lineRule="auto"/>
        <w:ind w:left="720" w:hanging="720"/>
        <w:contextualSpacing w:val="0"/>
        <w:jc w:val="both"/>
        <w:outlineLvl w:val="0"/>
        <w:rPr>
          <w:b/>
          <w:bCs/>
          <w:caps/>
        </w:rPr>
      </w:pPr>
      <w:bookmarkStart w:id="144" w:name="_Ref294725666"/>
      <w:bookmarkStart w:id="145" w:name="_Toc317231240"/>
      <w:bookmarkStart w:id="146" w:name="_Toc107397996"/>
      <w:r w:rsidRPr="00C10365">
        <w:rPr>
          <w:b/>
          <w:bCs/>
          <w:caps/>
        </w:rPr>
        <w:t>COMMENCEMENT</w:t>
      </w:r>
      <w:r w:rsidRPr="00C10365">
        <w:rPr>
          <w:b/>
          <w:bCs/>
          <w:caps/>
          <w:lang w:val="en-ZA" w:eastAsia="en-US"/>
        </w:rPr>
        <w:t xml:space="preserve"> AND DURATION</w:t>
      </w:r>
      <w:bookmarkEnd w:id="144"/>
      <w:bookmarkEnd w:id="145"/>
      <w:bookmarkEnd w:id="146"/>
    </w:p>
    <w:p w14:paraId="0269F751" w14:textId="0572D154" w:rsidR="008B4E7D" w:rsidRPr="009506B6" w:rsidRDefault="00256929" w:rsidP="00DD24D3">
      <w:pPr>
        <w:pStyle w:val="ListParagraph"/>
        <w:keepNext/>
        <w:keepLines/>
        <w:numPr>
          <w:ilvl w:val="1"/>
          <w:numId w:val="17"/>
        </w:numPr>
        <w:spacing w:before="120" w:after="240" w:line="360" w:lineRule="auto"/>
        <w:ind w:left="1440" w:hanging="720"/>
        <w:contextualSpacing w:val="0"/>
        <w:jc w:val="both"/>
        <w:rPr>
          <w:b/>
          <w:bCs/>
        </w:rPr>
      </w:pPr>
      <w:bookmarkStart w:id="147" w:name="_Toc12416692"/>
      <w:r w:rsidRPr="009506B6">
        <w:t xml:space="preserve">The term of this Agreement will </w:t>
      </w:r>
      <w:r w:rsidR="008B4E7D" w:rsidRPr="009506B6">
        <w:t>commence</w:t>
      </w:r>
      <w:r w:rsidRPr="009506B6">
        <w:t xml:space="preserve"> on the Effective Date and will</w:t>
      </w:r>
      <w:r w:rsidR="009E48F9">
        <w:t xml:space="preserve"> terminate on the</w:t>
      </w:r>
      <w:r w:rsidRPr="009506B6">
        <w:t xml:space="preserve"> </w:t>
      </w:r>
      <w:r w:rsidR="003145BF">
        <w:t>T</w:t>
      </w:r>
      <w:r w:rsidR="004D20A5" w:rsidRPr="009506B6">
        <w:t>ermina</w:t>
      </w:r>
      <w:r w:rsidR="00484485">
        <w:t>tion date</w:t>
      </w:r>
      <w:r w:rsidR="000B276F" w:rsidRPr="009506B6">
        <w:rPr>
          <w:lang w:val="en-US"/>
        </w:rPr>
        <w:t xml:space="preserve"> </w:t>
      </w:r>
      <w:r w:rsidR="008B4E7D" w:rsidRPr="009506B6">
        <w:t>(the “</w:t>
      </w:r>
      <w:r w:rsidR="008B4E7D" w:rsidRPr="009506B6">
        <w:rPr>
          <w:b/>
          <w:bCs/>
        </w:rPr>
        <w:t>Term</w:t>
      </w:r>
      <w:r w:rsidR="008B4E7D" w:rsidRPr="009506B6">
        <w:t xml:space="preserve">”), </w:t>
      </w:r>
      <w:r w:rsidRPr="009506B6">
        <w:t>unless</w:t>
      </w:r>
      <w:r w:rsidR="00EA4CF0" w:rsidRPr="009506B6">
        <w:t xml:space="preserve"> </w:t>
      </w:r>
      <w:r w:rsidRPr="009506B6">
        <w:t xml:space="preserve">extended </w:t>
      </w:r>
      <w:r w:rsidR="008B4E7D" w:rsidRPr="009506B6">
        <w:t xml:space="preserve">as contemplated in </w:t>
      </w:r>
      <w:r w:rsidR="00E23CEB" w:rsidRPr="009506B6">
        <w:t>Clause</w:t>
      </w:r>
      <w:r w:rsidRPr="009506B6">
        <w:t xml:space="preserve"> </w:t>
      </w:r>
      <w:r w:rsidR="0062578E" w:rsidRPr="009506B6">
        <w:fldChar w:fldCharType="begin"/>
      </w:r>
      <w:r w:rsidR="0062578E" w:rsidRPr="009506B6">
        <w:instrText xml:space="preserve"> REF _Ref534888753 \r \h  \* MERGEFORMAT </w:instrText>
      </w:r>
      <w:r w:rsidR="0062578E" w:rsidRPr="009506B6">
        <w:fldChar w:fldCharType="separate"/>
      </w:r>
      <w:r w:rsidR="00AA4856">
        <w:t>6.2</w:t>
      </w:r>
      <w:r w:rsidR="0062578E" w:rsidRPr="009506B6">
        <w:fldChar w:fldCharType="end"/>
      </w:r>
      <w:r w:rsidR="0062578E" w:rsidRPr="009506B6">
        <w:t xml:space="preserve"> below</w:t>
      </w:r>
      <w:r w:rsidRPr="009506B6">
        <w:t xml:space="preserve"> in which case</w:t>
      </w:r>
      <w:r w:rsidR="008B4E7D" w:rsidRPr="009506B6">
        <w:t>,</w:t>
      </w:r>
      <w:r w:rsidRPr="009506B6">
        <w:t xml:space="preserve"> the Agreement will expire at the end of such Renewal Term.</w:t>
      </w:r>
      <w:bookmarkEnd w:id="147"/>
      <w:r w:rsidRPr="009506B6">
        <w:t xml:space="preserve"> </w:t>
      </w:r>
    </w:p>
    <w:p w14:paraId="36419D11" w14:textId="305A829D" w:rsidR="00256929" w:rsidRPr="009506B6" w:rsidRDefault="00256929" w:rsidP="00DD24D3">
      <w:pPr>
        <w:pStyle w:val="ListParagraph"/>
        <w:keepNext/>
        <w:keepLines/>
        <w:numPr>
          <w:ilvl w:val="1"/>
          <w:numId w:val="17"/>
        </w:numPr>
        <w:spacing w:before="120" w:after="240" w:line="360" w:lineRule="auto"/>
        <w:ind w:left="1440" w:hanging="720"/>
        <w:contextualSpacing w:val="0"/>
        <w:jc w:val="both"/>
        <w:rPr>
          <w:b/>
          <w:bCs/>
        </w:rPr>
      </w:pPr>
      <w:bookmarkStart w:id="148" w:name="_Toc12416693"/>
      <w:bookmarkStart w:id="149" w:name="_Ref61878274"/>
      <w:bookmarkStart w:id="150" w:name="_Ref534888753"/>
      <w:r w:rsidRPr="009506B6">
        <w:t xml:space="preserve">Upon giving notice to Service </w:t>
      </w:r>
      <w:r w:rsidR="00250B24" w:rsidRPr="009506B6">
        <w:t>Provider no</w:t>
      </w:r>
      <w:r w:rsidRPr="009506B6">
        <w:t xml:space="preserve"> less than 60 (sixty) days prior to the then-existing expiration date of this Agreement, SARS will </w:t>
      </w:r>
      <w:r w:rsidR="00B644B0">
        <w:t xml:space="preserve">(subject to </w:t>
      </w:r>
      <w:r w:rsidR="00B644B0" w:rsidRPr="009506B6">
        <w:t>procurement governance processes and procedures applicable to the renewal of contracts or agreements</w:t>
      </w:r>
      <w:r w:rsidR="00B644B0">
        <w:t>)</w:t>
      </w:r>
      <w:r w:rsidR="00B644B0" w:rsidRPr="009506B6">
        <w:t xml:space="preserve"> </w:t>
      </w:r>
      <w:r w:rsidRPr="009506B6">
        <w:t>have the right to</w:t>
      </w:r>
      <w:r w:rsidR="009C00BD" w:rsidRPr="009506B6">
        <w:t xml:space="preserve"> </w:t>
      </w:r>
      <w:r w:rsidRPr="009506B6">
        <w:t xml:space="preserve">extend the Term of this Agreement, for a </w:t>
      </w:r>
      <w:r w:rsidR="00060F5D" w:rsidRPr="009506B6">
        <w:t xml:space="preserve">further </w:t>
      </w:r>
      <w:r w:rsidRPr="009506B6">
        <w:t xml:space="preserve">period </w:t>
      </w:r>
      <w:r w:rsidR="00B644B0">
        <w:t>approved by SARS</w:t>
      </w:r>
      <w:r w:rsidR="0059491D" w:rsidRPr="009506B6">
        <w:t xml:space="preserve"> </w:t>
      </w:r>
      <w:r w:rsidRPr="009506B6">
        <w:t>, on the same terms and conditions then in effect ("</w:t>
      </w:r>
      <w:r w:rsidRPr="009506B6">
        <w:rPr>
          <w:b/>
          <w:bCs/>
        </w:rPr>
        <w:t>Renewal Term</w:t>
      </w:r>
      <w:r w:rsidRPr="009506B6">
        <w:t>")</w:t>
      </w:r>
      <w:r w:rsidR="0059491D" w:rsidRPr="009506B6">
        <w:t xml:space="preserve"> except for the Fees </w:t>
      </w:r>
      <w:r w:rsidR="006839D5" w:rsidRPr="009506B6">
        <w:t xml:space="preserve">and Services </w:t>
      </w:r>
      <w:r w:rsidR="0059491D" w:rsidRPr="009506B6">
        <w:t>which shall be aligned to approved fees chargeable for the Renewal Term</w:t>
      </w:r>
      <w:r w:rsidR="006839D5" w:rsidRPr="009506B6">
        <w:t xml:space="preserve"> and scope of the Services</w:t>
      </w:r>
      <w:r w:rsidRPr="009506B6">
        <w:t>.</w:t>
      </w:r>
      <w:bookmarkEnd w:id="148"/>
      <w:bookmarkEnd w:id="149"/>
      <w:bookmarkEnd w:id="150"/>
      <w:r w:rsidR="00DD24D3">
        <w:t xml:space="preserve"> </w:t>
      </w:r>
    </w:p>
    <w:p w14:paraId="0E336953" w14:textId="4A02F1F4" w:rsidR="00C30828" w:rsidRPr="009506B6" w:rsidRDefault="00C82EDC" w:rsidP="00DD24D3">
      <w:pPr>
        <w:pStyle w:val="ListParagraph"/>
        <w:keepNext/>
        <w:keepLines/>
        <w:numPr>
          <w:ilvl w:val="1"/>
          <w:numId w:val="17"/>
        </w:numPr>
        <w:spacing w:before="120" w:after="240" w:line="360" w:lineRule="auto"/>
        <w:ind w:left="1440" w:hanging="720"/>
        <w:contextualSpacing w:val="0"/>
        <w:jc w:val="both"/>
        <w:rPr>
          <w:b/>
          <w:bCs/>
        </w:rPr>
      </w:pPr>
      <w:bookmarkStart w:id="151" w:name="_Toc532440542"/>
      <w:bookmarkStart w:id="152" w:name="_Toc532440543"/>
      <w:bookmarkStart w:id="153" w:name="_Toc532440544"/>
      <w:bookmarkStart w:id="154" w:name="_Toc532440545"/>
      <w:bookmarkStart w:id="155" w:name="_Toc12416694"/>
      <w:bookmarkStart w:id="156" w:name="_Ref282439997"/>
      <w:bookmarkEnd w:id="136"/>
      <w:bookmarkEnd w:id="137"/>
      <w:bookmarkEnd w:id="151"/>
      <w:bookmarkEnd w:id="152"/>
      <w:bookmarkEnd w:id="153"/>
      <w:bookmarkEnd w:id="154"/>
      <w:r w:rsidRPr="009506B6">
        <w:t xml:space="preserve">For the avoidance of doubt, it is recorded by the Parties that where </w:t>
      </w:r>
      <w:r w:rsidR="00471EE2">
        <w:t xml:space="preserve">SARS’ necessary </w:t>
      </w:r>
      <w:r w:rsidR="00347026" w:rsidRPr="009506B6">
        <w:t>procurement approval has not been obtained, this Agreement shall automatically terminate at the expiry of the Term</w:t>
      </w:r>
      <w:r w:rsidR="00256929" w:rsidRPr="009506B6">
        <w:t>.</w:t>
      </w:r>
      <w:bookmarkEnd w:id="155"/>
    </w:p>
    <w:p w14:paraId="655C5EF4" w14:textId="18B5BDB2" w:rsidR="00C30828" w:rsidRPr="009506B6" w:rsidRDefault="0087146A" w:rsidP="00DD24D3">
      <w:pPr>
        <w:pStyle w:val="ListParagraph"/>
        <w:keepNext/>
        <w:keepLines/>
        <w:numPr>
          <w:ilvl w:val="0"/>
          <w:numId w:val="17"/>
        </w:numPr>
        <w:spacing w:before="120" w:after="240" w:line="360" w:lineRule="auto"/>
        <w:ind w:left="720" w:hanging="720"/>
        <w:contextualSpacing w:val="0"/>
        <w:jc w:val="both"/>
        <w:outlineLvl w:val="0"/>
        <w:rPr>
          <w:b/>
          <w:bCs/>
          <w:caps/>
        </w:rPr>
      </w:pPr>
      <w:bookmarkStart w:id="157" w:name="_Ref293586844"/>
      <w:bookmarkStart w:id="158" w:name="_Ref292302649"/>
      <w:bookmarkStart w:id="159" w:name="_Toc292448107"/>
      <w:bookmarkStart w:id="160" w:name="_Toc294882289"/>
      <w:bookmarkStart w:id="161" w:name="_Toc339632581"/>
      <w:bookmarkStart w:id="162" w:name="_Ref293657714"/>
      <w:bookmarkStart w:id="163" w:name="_Ref293828718"/>
      <w:bookmarkStart w:id="164" w:name="_Toc294882290"/>
      <w:bookmarkStart w:id="165" w:name="_Toc339632582"/>
      <w:bookmarkStart w:id="166" w:name="_Toc261872197"/>
      <w:bookmarkStart w:id="167" w:name="_Toc261872712"/>
      <w:bookmarkStart w:id="168" w:name="_Toc261872939"/>
      <w:bookmarkStart w:id="169" w:name="_Toc261873121"/>
      <w:bookmarkStart w:id="170" w:name="_Toc261873252"/>
      <w:bookmarkStart w:id="171" w:name="_Toc263158498"/>
      <w:bookmarkStart w:id="172" w:name="_Toc263158621"/>
      <w:bookmarkStart w:id="173" w:name="_Toc263158744"/>
      <w:bookmarkStart w:id="174" w:name="_Toc263158867"/>
      <w:bookmarkStart w:id="175" w:name="_Toc263162662"/>
      <w:bookmarkStart w:id="176" w:name="_Toc263162943"/>
      <w:bookmarkStart w:id="177" w:name="_Toc263289406"/>
      <w:bookmarkStart w:id="178" w:name="_Ref263662926"/>
      <w:bookmarkStart w:id="179" w:name="_Ref284940180"/>
      <w:bookmarkStart w:id="180" w:name="_Toc268255223"/>
      <w:bookmarkStart w:id="181" w:name="_Ref293574388"/>
      <w:bookmarkStart w:id="182" w:name="_Ref291845590"/>
      <w:bookmarkStart w:id="183" w:name="_Ref291830974"/>
      <w:bookmarkStart w:id="184" w:name="_Ref291836341"/>
      <w:bookmarkStart w:id="185" w:name="_Toc294882292"/>
      <w:bookmarkStart w:id="186" w:name="_Toc339632584"/>
      <w:bookmarkStart w:id="187" w:name="_Ref294695189"/>
      <w:bookmarkStart w:id="188" w:name="_Toc294882293"/>
      <w:bookmarkStart w:id="189" w:name="_Toc339632585"/>
      <w:bookmarkStart w:id="190" w:name="_Toc107397997"/>
      <w:bookmarkStart w:id="191" w:name="_Hlk41915637"/>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Pr>
          <w:b/>
          <w:bCs/>
          <w:caps/>
        </w:rPr>
        <w:t>PRICE</w:t>
      </w:r>
      <w:bookmarkEnd w:id="190"/>
      <w:r w:rsidR="00471EE2">
        <w:rPr>
          <w:b/>
          <w:bCs/>
          <w:caps/>
        </w:rPr>
        <w:t xml:space="preserve"> </w:t>
      </w:r>
    </w:p>
    <w:p w14:paraId="569600C7" w14:textId="744C47D7" w:rsidR="0087146A" w:rsidRDefault="0087146A" w:rsidP="00DD24D3">
      <w:pPr>
        <w:pStyle w:val="ListParagraph"/>
        <w:keepNext/>
        <w:keepLines/>
        <w:numPr>
          <w:ilvl w:val="1"/>
          <w:numId w:val="17"/>
        </w:numPr>
        <w:spacing w:before="120" w:after="240" w:line="360" w:lineRule="auto"/>
        <w:ind w:left="1440" w:hanging="720"/>
        <w:contextualSpacing w:val="0"/>
        <w:jc w:val="both"/>
      </w:pPr>
      <w:bookmarkStart w:id="192" w:name="_Toc12416696"/>
      <w:bookmarkStart w:id="193" w:name="_Ref531689467"/>
      <w:r>
        <w:t>Subject to clause 1</w:t>
      </w:r>
      <w:r w:rsidR="00FD5C67">
        <w:t>2</w:t>
      </w:r>
      <w:r>
        <w:t xml:space="preserve"> and 1</w:t>
      </w:r>
      <w:r w:rsidR="00FD5C67">
        <w:t>3</w:t>
      </w:r>
      <w:r>
        <w:t xml:space="preserve"> below, SARS shall pay the Service Provider the prices set out in Annexure “</w:t>
      </w:r>
      <w:r w:rsidR="00514D4D">
        <w:t>C</w:t>
      </w:r>
      <w:r>
        <w:t>” hereto for the</w:t>
      </w:r>
      <w:r w:rsidR="00F009CA">
        <w:t xml:space="preserve"> Service Product as well as the delivery of the said</w:t>
      </w:r>
      <w:r>
        <w:t xml:space="preserve"> Service</w:t>
      </w:r>
      <w:r w:rsidR="00EC4CDA">
        <w:t xml:space="preserve"> Product</w:t>
      </w:r>
      <w:r>
        <w:t>.</w:t>
      </w:r>
    </w:p>
    <w:p w14:paraId="40FA95BA" w14:textId="47044738" w:rsidR="005A03AC" w:rsidRDefault="0087146A" w:rsidP="005A03AC">
      <w:pPr>
        <w:pStyle w:val="ListParagraph"/>
        <w:keepNext/>
        <w:keepLines/>
        <w:numPr>
          <w:ilvl w:val="1"/>
          <w:numId w:val="17"/>
        </w:numPr>
        <w:spacing w:before="120" w:after="240" w:line="360" w:lineRule="auto"/>
        <w:ind w:left="1440" w:hanging="720"/>
        <w:contextualSpacing w:val="0"/>
        <w:jc w:val="both"/>
      </w:pPr>
      <w:r>
        <w:t>The price is inclusive of VAT as well as all costs associated with the performance of the Services.</w:t>
      </w:r>
      <w:bookmarkStart w:id="194" w:name="_Hlk71025487"/>
      <w:bookmarkEnd w:id="191"/>
      <w:bookmarkEnd w:id="192"/>
    </w:p>
    <w:p w14:paraId="0A2CFC73" w14:textId="77777777" w:rsidR="00EC4CDA" w:rsidRDefault="00EC4CDA" w:rsidP="00EC4CDA">
      <w:pPr>
        <w:pStyle w:val="ListParagraph"/>
        <w:keepNext/>
        <w:keepLines/>
        <w:spacing w:before="120" w:after="240" w:line="360" w:lineRule="auto"/>
        <w:ind w:left="1440"/>
        <w:contextualSpacing w:val="0"/>
        <w:jc w:val="both"/>
      </w:pPr>
    </w:p>
    <w:p w14:paraId="3198C29F" w14:textId="77777777" w:rsidR="00EC4CDA" w:rsidRDefault="00347026" w:rsidP="00EC4CDA">
      <w:pPr>
        <w:pStyle w:val="ListParagraph"/>
        <w:keepNext/>
        <w:keepLines/>
        <w:numPr>
          <w:ilvl w:val="0"/>
          <w:numId w:val="17"/>
        </w:numPr>
        <w:spacing w:before="120" w:after="240" w:line="360" w:lineRule="auto"/>
        <w:ind w:left="720" w:hanging="720"/>
        <w:contextualSpacing w:val="0"/>
        <w:jc w:val="both"/>
        <w:outlineLvl w:val="0"/>
        <w:rPr>
          <w:b/>
          <w:bCs/>
          <w:caps/>
        </w:rPr>
      </w:pPr>
      <w:bookmarkStart w:id="195" w:name="_Ref11720093"/>
      <w:bookmarkStart w:id="196" w:name="_Toc107397998"/>
      <w:bookmarkEnd w:id="194"/>
      <w:r w:rsidRPr="009506B6">
        <w:rPr>
          <w:b/>
          <w:bCs/>
          <w:caps/>
        </w:rPr>
        <w:t>PROVISION OF THE SERVICES</w:t>
      </w:r>
      <w:bookmarkEnd w:id="195"/>
      <w:bookmarkEnd w:id="196"/>
    </w:p>
    <w:p w14:paraId="754B5DE6" w14:textId="1EF55364" w:rsidR="0089789E" w:rsidRPr="00EC4CDA" w:rsidRDefault="0089789E" w:rsidP="00EC4CDA">
      <w:pPr>
        <w:pStyle w:val="ListParagraph"/>
        <w:keepNext/>
        <w:keepLines/>
        <w:numPr>
          <w:ilvl w:val="1"/>
          <w:numId w:val="29"/>
        </w:numPr>
        <w:spacing w:before="120" w:after="240" w:line="360" w:lineRule="auto"/>
        <w:ind w:left="814"/>
        <w:contextualSpacing w:val="0"/>
        <w:jc w:val="both"/>
        <w:outlineLvl w:val="0"/>
        <w:rPr>
          <w:b/>
          <w:bCs/>
          <w:caps/>
        </w:rPr>
      </w:pPr>
      <w:bookmarkStart w:id="197" w:name="_Toc107397999"/>
      <w:r w:rsidRPr="00EC4CDA">
        <w:t xml:space="preserve">As and when SARS needs a </w:t>
      </w:r>
      <w:r w:rsidR="00B94503" w:rsidRPr="00EC4CDA">
        <w:t>Services,</w:t>
      </w:r>
      <w:r w:rsidRPr="00EC4CDA">
        <w:t xml:space="preserve"> SARS will issue a Service Request to the Service Provider via the dedicated em</w:t>
      </w:r>
      <w:r>
        <w:t>ail address, detailing amongst others;</w:t>
      </w:r>
      <w:bookmarkEnd w:id="197"/>
    </w:p>
    <w:p w14:paraId="0C616986" w14:textId="0C97D7C6" w:rsidR="0089789E" w:rsidRDefault="0089789E" w:rsidP="00EC4CDA">
      <w:pPr>
        <w:pStyle w:val="ListParagraph"/>
        <w:keepNext/>
        <w:keepLines/>
        <w:numPr>
          <w:ilvl w:val="2"/>
          <w:numId w:val="29"/>
        </w:numPr>
        <w:spacing w:before="120" w:after="240" w:line="360" w:lineRule="auto"/>
        <w:ind w:left="2671" w:hanging="1140"/>
        <w:contextualSpacing w:val="0"/>
        <w:jc w:val="both"/>
      </w:pPr>
      <w:bookmarkStart w:id="198" w:name="_Ref533019837"/>
      <w:bookmarkStart w:id="199" w:name="_Toc12416731"/>
      <w:r>
        <w:t>Service request required;</w:t>
      </w:r>
    </w:p>
    <w:p w14:paraId="464C4FE2" w14:textId="3F7BECCB" w:rsidR="0089789E" w:rsidRDefault="0089789E" w:rsidP="00EC4CDA">
      <w:pPr>
        <w:pStyle w:val="ListParagraph"/>
        <w:keepNext/>
        <w:keepLines/>
        <w:numPr>
          <w:ilvl w:val="2"/>
          <w:numId w:val="29"/>
        </w:numPr>
        <w:spacing w:before="120" w:after="240" w:line="360" w:lineRule="auto"/>
        <w:ind w:left="2671" w:hanging="1140"/>
        <w:contextualSpacing w:val="0"/>
        <w:jc w:val="both"/>
      </w:pPr>
      <w:r>
        <w:t>Quantity;</w:t>
      </w:r>
    </w:p>
    <w:p w14:paraId="071C0BF9" w14:textId="10B86208" w:rsidR="0089789E" w:rsidRDefault="0089789E" w:rsidP="00EC4CDA">
      <w:pPr>
        <w:pStyle w:val="ListParagraph"/>
        <w:keepNext/>
        <w:keepLines/>
        <w:numPr>
          <w:ilvl w:val="2"/>
          <w:numId w:val="29"/>
        </w:numPr>
        <w:spacing w:before="120" w:after="240" w:line="360" w:lineRule="auto"/>
        <w:ind w:left="2671" w:hanging="1140"/>
        <w:contextualSpacing w:val="0"/>
        <w:jc w:val="both"/>
      </w:pPr>
      <w:r>
        <w:t>The address of the</w:t>
      </w:r>
      <w:r w:rsidR="00B94503">
        <w:t xml:space="preserve"> relevant SARS site where the Services are to be delivered</w:t>
      </w:r>
      <w:r>
        <w:t>;</w:t>
      </w:r>
    </w:p>
    <w:p w14:paraId="25BE0EFD" w14:textId="0BE64C62" w:rsidR="0089789E" w:rsidRDefault="0089789E" w:rsidP="00EC4CDA">
      <w:pPr>
        <w:pStyle w:val="ListParagraph"/>
        <w:keepNext/>
        <w:keepLines/>
        <w:numPr>
          <w:ilvl w:val="2"/>
          <w:numId w:val="29"/>
        </w:numPr>
        <w:spacing w:before="120" w:after="240" w:line="360" w:lineRule="auto"/>
        <w:ind w:left="2671" w:hanging="1140"/>
        <w:contextualSpacing w:val="0"/>
        <w:jc w:val="both"/>
      </w:pPr>
      <w:r>
        <w:t xml:space="preserve">Applicable turnaround times for performance of the Services; and </w:t>
      </w:r>
    </w:p>
    <w:p w14:paraId="4DF3AFF6" w14:textId="0D26AF40" w:rsidR="00EC4CDA" w:rsidRDefault="0089789E" w:rsidP="00EC4CDA">
      <w:pPr>
        <w:pStyle w:val="ListParagraph"/>
        <w:keepNext/>
        <w:keepLines/>
        <w:numPr>
          <w:ilvl w:val="2"/>
          <w:numId w:val="29"/>
        </w:numPr>
        <w:spacing w:before="120" w:after="240" w:line="360" w:lineRule="auto"/>
        <w:ind w:left="2614" w:hanging="1140"/>
        <w:contextualSpacing w:val="0"/>
        <w:jc w:val="both"/>
      </w:pPr>
      <w:r>
        <w:t>The name</w:t>
      </w:r>
      <w:r w:rsidR="00D962D6">
        <w:t>/s and signature the SARS Designated representative and /or their appointed delegates</w:t>
      </w:r>
      <w:r w:rsidR="00EC4CDA">
        <w:t>.</w:t>
      </w:r>
    </w:p>
    <w:p w14:paraId="28918889" w14:textId="0594AB43" w:rsidR="00EC4CDA" w:rsidRDefault="00EC4CDA" w:rsidP="0089789E">
      <w:pPr>
        <w:pStyle w:val="ListParagraph"/>
        <w:keepNext/>
        <w:keepLines/>
        <w:numPr>
          <w:ilvl w:val="1"/>
          <w:numId w:val="29"/>
        </w:numPr>
        <w:spacing w:before="120" w:after="240" w:line="360" w:lineRule="auto"/>
        <w:ind w:left="1440" w:hanging="720"/>
        <w:contextualSpacing w:val="0"/>
        <w:jc w:val="both"/>
      </w:pPr>
      <w:bookmarkStart w:id="200" w:name="_Toc12416733"/>
      <w:bookmarkEnd w:id="198"/>
      <w:bookmarkEnd w:id="199"/>
      <w:r w:rsidRPr="00EC4CDA">
        <w:t>The Service Provider shall at the commencement Date provide SARS with a dedicated email address for purposes of communication with the Service Provider in connection with Services. All communications to the dedicated email address of the Service Provider shall be presumed received immediately upon dispatch by SARS. Move to</w:t>
      </w:r>
    </w:p>
    <w:p w14:paraId="2DE87386" w14:textId="5A84828F" w:rsidR="00D962D6" w:rsidRDefault="00D962D6" w:rsidP="0089789E">
      <w:pPr>
        <w:pStyle w:val="ListParagraph"/>
        <w:keepNext/>
        <w:keepLines/>
        <w:numPr>
          <w:ilvl w:val="1"/>
          <w:numId w:val="29"/>
        </w:numPr>
        <w:spacing w:before="120" w:after="240" w:line="360" w:lineRule="auto"/>
        <w:ind w:left="1440" w:hanging="720"/>
        <w:contextualSpacing w:val="0"/>
        <w:jc w:val="both"/>
      </w:pPr>
      <w:r>
        <w:t>The Service Provider shall provide SARS with a written quotation for the Services set forth in the Service Request within the ti</w:t>
      </w:r>
      <w:r w:rsidR="005A03AC">
        <w:t>m</w:t>
      </w:r>
      <w:r>
        <w:t xml:space="preserve">es set out in the Service Request. The purpose of such quotation would only be to acquire a cumulative price, </w:t>
      </w:r>
      <w:proofErr w:type="gramStart"/>
      <w:r>
        <w:t>taking into account</w:t>
      </w:r>
      <w:proofErr w:type="gramEnd"/>
      <w:r>
        <w:t xml:space="preserve"> the quantities to be procured in relation to a specific Service </w:t>
      </w:r>
      <w:r w:rsidR="002F6408">
        <w:t>Request, and that SARS reserves the right to extend such requests for quote to other parties should the need arise.</w:t>
      </w:r>
    </w:p>
    <w:p w14:paraId="5A3EF3FA" w14:textId="33C0A3A8" w:rsidR="002F6408" w:rsidRDefault="002F6408" w:rsidP="0089789E">
      <w:pPr>
        <w:pStyle w:val="ListParagraph"/>
        <w:keepNext/>
        <w:keepLines/>
        <w:numPr>
          <w:ilvl w:val="1"/>
          <w:numId w:val="29"/>
        </w:numPr>
        <w:spacing w:before="120" w:after="240" w:line="360" w:lineRule="auto"/>
        <w:ind w:left="1440" w:hanging="720"/>
        <w:contextualSpacing w:val="0"/>
        <w:jc w:val="both"/>
      </w:pPr>
      <w:r>
        <w:t>The provisions of this Agreement shall apply to each and every Service Request.</w:t>
      </w:r>
    </w:p>
    <w:p w14:paraId="558CDBED" w14:textId="7DF51370" w:rsidR="00347026" w:rsidRDefault="00347026" w:rsidP="0089789E">
      <w:pPr>
        <w:pStyle w:val="ListParagraph"/>
        <w:keepNext/>
        <w:keepLines/>
        <w:numPr>
          <w:ilvl w:val="1"/>
          <w:numId w:val="29"/>
        </w:numPr>
        <w:spacing w:before="120" w:after="240" w:line="360" w:lineRule="auto"/>
        <w:ind w:left="1440" w:hanging="720"/>
        <w:contextualSpacing w:val="0"/>
        <w:jc w:val="both"/>
      </w:pPr>
      <w:r w:rsidRPr="009506B6">
        <w:t xml:space="preserve">The Service Provider </w:t>
      </w:r>
      <w:bookmarkEnd w:id="200"/>
      <w:r w:rsidR="009875BA">
        <w:t>will provide the Services to SARS subject to the terms and conditions of this Agreement generally and, subject to the specifications set forth in the relevant Service Request.</w:t>
      </w:r>
    </w:p>
    <w:p w14:paraId="4CC18151" w14:textId="091A67A2" w:rsidR="009875BA" w:rsidRDefault="000A73BB" w:rsidP="0089789E">
      <w:pPr>
        <w:pStyle w:val="ListParagraph"/>
        <w:keepNext/>
        <w:keepLines/>
        <w:numPr>
          <w:ilvl w:val="1"/>
          <w:numId w:val="29"/>
        </w:numPr>
        <w:spacing w:before="120" w:after="240" w:line="360" w:lineRule="auto"/>
        <w:ind w:left="1440" w:hanging="720"/>
        <w:contextualSpacing w:val="0"/>
        <w:jc w:val="both"/>
      </w:pPr>
      <w:r>
        <w:lastRenderedPageBreak/>
        <w:t>It is agreed that notwithstanding any purchase orders, order forms or the like which SARS may provide to the Service Provider requesting any Services to be provided, such documents shall not be binding between the Parties unless they are preceded by a Service Request</w:t>
      </w:r>
      <w:r w:rsidR="002E2520">
        <w:t>.</w:t>
      </w:r>
    </w:p>
    <w:p w14:paraId="550669F9" w14:textId="24320772" w:rsidR="002E2520" w:rsidRPr="009506B6" w:rsidRDefault="002E2520" w:rsidP="0089789E">
      <w:pPr>
        <w:pStyle w:val="ListParagraph"/>
        <w:keepNext/>
        <w:keepLines/>
        <w:numPr>
          <w:ilvl w:val="1"/>
          <w:numId w:val="29"/>
        </w:numPr>
        <w:spacing w:before="120" w:after="240" w:line="360" w:lineRule="auto"/>
        <w:ind w:left="1440" w:hanging="720"/>
        <w:contextualSpacing w:val="0"/>
        <w:jc w:val="both"/>
      </w:pPr>
      <w:r>
        <w:t>SARS shall, after receipt of the written quotation peruse same and either reject or confirm the written quotation, where SARS accepts the written quotation</w:t>
      </w:r>
      <w:r w:rsidR="005A03AC">
        <w:t>.</w:t>
      </w:r>
    </w:p>
    <w:p w14:paraId="17DDFB7A" w14:textId="7917628A" w:rsidR="00E337E4" w:rsidRDefault="00E337E4" w:rsidP="0089789E">
      <w:pPr>
        <w:pStyle w:val="ListParagraph"/>
        <w:keepNext/>
        <w:keepLines/>
        <w:numPr>
          <w:ilvl w:val="1"/>
          <w:numId w:val="29"/>
        </w:numPr>
        <w:spacing w:before="120" w:after="240" w:line="360" w:lineRule="auto"/>
        <w:ind w:left="1440" w:hanging="720"/>
        <w:contextualSpacing w:val="0"/>
        <w:jc w:val="both"/>
      </w:pPr>
      <w:bookmarkStart w:id="201" w:name="_Toc12416734"/>
      <w:r w:rsidRPr="009506B6">
        <w:t xml:space="preserve">The Service Provider </w:t>
      </w:r>
      <w:bookmarkEnd w:id="201"/>
      <w:r w:rsidR="0096610F">
        <w:t>will provide SARS with print proofs of ordered Service</w:t>
      </w:r>
      <w:r w:rsidR="00E17C29">
        <w:t xml:space="preserve"> Product</w:t>
      </w:r>
      <w:r w:rsidR="0096610F">
        <w:t xml:space="preserve"> as evidenced in the sign off quotation within twenty-four (24) hours of receipt of </w:t>
      </w:r>
      <w:r w:rsidR="005A03AC">
        <w:t>request</w:t>
      </w:r>
      <w:r w:rsidR="0096610F">
        <w:t>.</w:t>
      </w:r>
      <w:r w:rsidR="002408A8">
        <w:t xml:space="preserve"> </w:t>
      </w:r>
    </w:p>
    <w:p w14:paraId="4F79F994" w14:textId="329B364B" w:rsidR="0096610F" w:rsidRPr="009506B6" w:rsidRDefault="0096610F" w:rsidP="0089789E">
      <w:pPr>
        <w:pStyle w:val="ListParagraph"/>
        <w:keepNext/>
        <w:keepLines/>
        <w:numPr>
          <w:ilvl w:val="1"/>
          <w:numId w:val="29"/>
        </w:numPr>
        <w:spacing w:before="120" w:after="240" w:line="360" w:lineRule="auto"/>
        <w:ind w:left="1440" w:hanging="720"/>
        <w:contextualSpacing w:val="0"/>
        <w:jc w:val="both"/>
      </w:pPr>
      <w:r>
        <w:t xml:space="preserve">The Service Provider specifically undertakes and agrees </w:t>
      </w:r>
      <w:r w:rsidR="001F3D84">
        <w:t xml:space="preserve">to </w:t>
      </w:r>
      <w:r w:rsidR="00344F90">
        <w:t>deliver and transport</w:t>
      </w:r>
      <w:r w:rsidR="001F3D84">
        <w:t xml:space="preserve"> the Service Products in strict accordance with the instructions</w:t>
      </w:r>
      <w:r w:rsidR="005A03AC">
        <w:t xml:space="preserve"> of the manufacturer of the products</w:t>
      </w:r>
      <w:r w:rsidR="00344F90">
        <w:t>.</w:t>
      </w:r>
      <w:r w:rsidR="001F3D84">
        <w:t xml:space="preserve"> </w:t>
      </w:r>
    </w:p>
    <w:p w14:paraId="736D0419" w14:textId="77777777" w:rsidR="00347026" w:rsidRPr="009506B6" w:rsidRDefault="00E337E4" w:rsidP="0089789E">
      <w:pPr>
        <w:pStyle w:val="ListParagraph"/>
        <w:keepNext/>
        <w:keepLines/>
        <w:numPr>
          <w:ilvl w:val="1"/>
          <w:numId w:val="29"/>
        </w:numPr>
        <w:spacing w:before="120" w:after="240" w:line="360" w:lineRule="auto"/>
        <w:ind w:left="1440" w:hanging="720"/>
        <w:contextualSpacing w:val="0"/>
        <w:jc w:val="both"/>
      </w:pPr>
      <w:bookmarkStart w:id="202" w:name="_Toc12416736"/>
      <w:r w:rsidRPr="009506B6">
        <w:t xml:space="preserve">The Service Provider </w:t>
      </w:r>
      <w:r w:rsidR="00347026" w:rsidRPr="009506B6">
        <w:t>undertakes for the Term:</w:t>
      </w:r>
      <w:bookmarkEnd w:id="202"/>
    </w:p>
    <w:p w14:paraId="384323A0" w14:textId="39C10A01" w:rsidR="00E337E4" w:rsidRPr="009506B6" w:rsidRDefault="00347026" w:rsidP="0089789E">
      <w:pPr>
        <w:pStyle w:val="ListParagraph"/>
        <w:keepNext/>
        <w:keepLines/>
        <w:numPr>
          <w:ilvl w:val="2"/>
          <w:numId w:val="29"/>
        </w:numPr>
        <w:spacing w:before="120" w:after="240" w:line="360" w:lineRule="auto"/>
        <w:ind w:left="1860" w:hanging="1140"/>
        <w:contextualSpacing w:val="0"/>
        <w:jc w:val="both"/>
      </w:pPr>
      <w:bookmarkStart w:id="203" w:name="_Toc12416737"/>
      <w:r w:rsidRPr="009506B6">
        <w:t xml:space="preserve">to use </w:t>
      </w:r>
      <w:r w:rsidR="00E337E4" w:rsidRPr="009506B6">
        <w:t>industry leading levels of functionality and performance</w:t>
      </w:r>
      <w:r w:rsidRPr="009506B6">
        <w:t xml:space="preserve"> </w:t>
      </w:r>
      <w:r w:rsidR="008405ED" w:rsidRPr="009506B6">
        <w:t xml:space="preserve">as prescribed by the Best Industry Practice </w:t>
      </w:r>
      <w:r w:rsidRPr="009506B6">
        <w:t>in the provision of the Services to SARS;</w:t>
      </w:r>
      <w:bookmarkEnd w:id="203"/>
      <w:r w:rsidR="00DD24D3">
        <w:t xml:space="preserve"> </w:t>
      </w:r>
    </w:p>
    <w:p w14:paraId="02BA8460" w14:textId="77777777" w:rsidR="00E337E4" w:rsidRPr="009506B6" w:rsidRDefault="00347026" w:rsidP="0089789E">
      <w:pPr>
        <w:pStyle w:val="ListParagraph"/>
        <w:keepNext/>
        <w:keepLines/>
        <w:numPr>
          <w:ilvl w:val="2"/>
          <w:numId w:val="29"/>
        </w:numPr>
        <w:spacing w:before="120" w:after="240" w:line="360" w:lineRule="auto"/>
        <w:ind w:left="1860" w:hanging="1140"/>
        <w:contextualSpacing w:val="0"/>
        <w:jc w:val="both"/>
      </w:pPr>
      <w:bookmarkStart w:id="204" w:name="_Toc12416738"/>
      <w:r w:rsidRPr="009506B6">
        <w:t xml:space="preserve">to </w:t>
      </w:r>
      <w:r w:rsidR="00E337E4" w:rsidRPr="009506B6">
        <w:t>implement such new technologies as it deems appropriate to deliver the Services to SARS in order to maintain competitiveness in the quality and scope of Services available to SARS and to take advantage of market cost efficiencies. The Service Provider will also keep the Services under this Agreement current with industry advances and leading technology standards</w:t>
      </w:r>
      <w:r w:rsidR="008405ED" w:rsidRPr="009506B6">
        <w:t xml:space="preserve">; </w:t>
      </w:r>
      <w:r w:rsidR="00102791" w:rsidRPr="009506B6">
        <w:t>a</w:t>
      </w:r>
      <w:r w:rsidR="008405ED" w:rsidRPr="009506B6">
        <w:t>nd</w:t>
      </w:r>
      <w:bookmarkEnd w:id="204"/>
    </w:p>
    <w:p w14:paraId="487502C8" w14:textId="7356028A" w:rsidR="00E337E4" w:rsidRPr="009506B6" w:rsidRDefault="00347026" w:rsidP="0089789E">
      <w:pPr>
        <w:pStyle w:val="ListParagraph"/>
        <w:keepNext/>
        <w:keepLines/>
        <w:numPr>
          <w:ilvl w:val="2"/>
          <w:numId w:val="29"/>
        </w:numPr>
        <w:spacing w:before="120" w:after="240" w:line="360" w:lineRule="auto"/>
        <w:ind w:left="1860" w:hanging="1140"/>
        <w:contextualSpacing w:val="0"/>
        <w:jc w:val="both"/>
      </w:pPr>
      <w:bookmarkStart w:id="205" w:name="_Ref166775628"/>
      <w:bookmarkStart w:id="206" w:name="_Toc12416739"/>
      <w:r w:rsidRPr="009506B6">
        <w:t xml:space="preserve">to </w:t>
      </w:r>
      <w:r w:rsidR="00E337E4" w:rsidRPr="009506B6">
        <w:t xml:space="preserve">provide SARS with information regarding any newly improved or enhanced commercially available information technologies that </w:t>
      </w:r>
      <w:r w:rsidR="006B3C3B" w:rsidRPr="009506B6">
        <w:t xml:space="preserve">the </w:t>
      </w:r>
      <w:r w:rsidR="00E337E4" w:rsidRPr="009506B6">
        <w:t xml:space="preserve">Service Provider becomes aware </w:t>
      </w:r>
      <w:r w:rsidR="00235F94" w:rsidRPr="009506B6">
        <w:t>of,</w:t>
      </w:r>
      <w:r w:rsidR="00E337E4" w:rsidRPr="009506B6">
        <w:t xml:space="preserve"> and which reasonably could be expected to have a positive impact on the Services including, without limitation, in the areas of increased efficiency, increased quality and/or reduced costs</w:t>
      </w:r>
      <w:bookmarkEnd w:id="205"/>
      <w:r w:rsidR="00E337E4" w:rsidRPr="009506B6">
        <w:t>.</w:t>
      </w:r>
      <w:bookmarkEnd w:id="206"/>
    </w:p>
    <w:p w14:paraId="1BBC6F96" w14:textId="77777777" w:rsidR="00E337E4" w:rsidRPr="009506B6" w:rsidRDefault="00E337E4" w:rsidP="0089789E">
      <w:pPr>
        <w:pStyle w:val="ListParagraph"/>
        <w:keepNext/>
        <w:keepLines/>
        <w:numPr>
          <w:ilvl w:val="1"/>
          <w:numId w:val="29"/>
        </w:numPr>
        <w:spacing w:before="120" w:after="240" w:line="360" w:lineRule="auto"/>
        <w:ind w:left="1440" w:hanging="720"/>
        <w:contextualSpacing w:val="0"/>
        <w:jc w:val="both"/>
      </w:pPr>
      <w:bookmarkStart w:id="207" w:name="_Toc12416741"/>
      <w:r w:rsidRPr="009506B6">
        <w:lastRenderedPageBreak/>
        <w:t>The risk of and liability for any erroneous Deliverables or any errors which may occur due to fraud or unlawful activity on the part of the Service Provider</w:t>
      </w:r>
      <w:r w:rsidR="004B0ADB" w:rsidRPr="009506B6">
        <w:t>’</w:t>
      </w:r>
      <w:r w:rsidRPr="009506B6">
        <w:t>s Staff shall lie with the Service Provider.</w:t>
      </w:r>
      <w:bookmarkEnd w:id="207"/>
    </w:p>
    <w:p w14:paraId="6847FC56" w14:textId="30B3C88A" w:rsidR="001C011E" w:rsidRPr="009506B6" w:rsidRDefault="00640F9C" w:rsidP="0089789E">
      <w:pPr>
        <w:pStyle w:val="ListParagraph"/>
        <w:keepNext/>
        <w:keepLines/>
        <w:numPr>
          <w:ilvl w:val="1"/>
          <w:numId w:val="29"/>
        </w:numPr>
        <w:spacing w:before="120" w:after="240" w:line="360" w:lineRule="auto"/>
        <w:ind w:left="1440" w:hanging="720"/>
        <w:contextualSpacing w:val="0"/>
        <w:jc w:val="both"/>
      </w:pPr>
      <w:bookmarkStart w:id="208" w:name="_Toc12416743"/>
      <w:r w:rsidRPr="009506B6">
        <w:t xml:space="preserve">Without limiting the provisions of this </w:t>
      </w:r>
      <w:r w:rsidR="00E23CEB" w:rsidRPr="009506B6">
        <w:t>Clause</w:t>
      </w:r>
      <w:r w:rsidR="00512533" w:rsidRPr="009506B6">
        <w:t xml:space="preserve"> </w:t>
      </w:r>
      <w:r w:rsidR="00512533" w:rsidRPr="009506B6">
        <w:fldChar w:fldCharType="begin"/>
      </w:r>
      <w:r w:rsidR="00512533" w:rsidRPr="009506B6">
        <w:instrText xml:space="preserve"> REF _Ref11720093 \r \h </w:instrText>
      </w:r>
      <w:r w:rsidR="004A16F1" w:rsidRPr="009506B6">
        <w:instrText xml:space="preserve"> \* MERGEFORMAT </w:instrText>
      </w:r>
      <w:r w:rsidR="00512533" w:rsidRPr="009506B6">
        <w:fldChar w:fldCharType="separate"/>
      </w:r>
      <w:r w:rsidR="00AA4856">
        <w:t>8</w:t>
      </w:r>
      <w:r w:rsidR="00512533" w:rsidRPr="009506B6">
        <w:fldChar w:fldCharType="end"/>
      </w:r>
      <w:r w:rsidRPr="009506B6">
        <w:t>, the Parties undertake to do all reasonable things, perform all reasonable actions and take all reasonable steps and, where necessary</w:t>
      </w:r>
      <w:r w:rsidR="006B3C3B" w:rsidRPr="009506B6">
        <w:t>,</w:t>
      </w:r>
      <w:r w:rsidRPr="009506B6">
        <w:t xml:space="preserve"> to procure the doing of same as may be open to them and necessary for or incidental to the putting into effect or maintenance of the terms, conditions and/or import of this Agreement where such things, actions, steps and procurement shall not materially </w:t>
      </w:r>
      <w:r w:rsidR="006B3C3B" w:rsidRPr="009506B6">
        <w:t xml:space="preserve">and/or </w:t>
      </w:r>
      <w:r w:rsidRPr="009506B6">
        <w:t>adversely affect such Party being expected to so perform.</w:t>
      </w:r>
      <w:bookmarkEnd w:id="208"/>
    </w:p>
    <w:p w14:paraId="43444144" w14:textId="58A513F5"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rPr>
          <w:b/>
          <w:bCs/>
        </w:rPr>
      </w:pPr>
      <w:bookmarkStart w:id="209" w:name="_Toc532895201"/>
      <w:bookmarkStart w:id="210" w:name="_Toc532895202"/>
      <w:bookmarkStart w:id="211" w:name="_Toc12416749"/>
      <w:bookmarkEnd w:id="209"/>
      <w:bookmarkEnd w:id="210"/>
      <w:r w:rsidRPr="009506B6">
        <w:t xml:space="preserve">In order to prevent disruption to the Services, the Service Provider will immediately notify </w:t>
      </w:r>
      <w:r w:rsidR="00A2781F" w:rsidRPr="009506B6">
        <w:t>SARS</w:t>
      </w:r>
      <w:r w:rsidR="00AD634F" w:rsidRPr="009506B6">
        <w:t xml:space="preserve"> </w:t>
      </w:r>
      <w:r w:rsidRPr="009506B6">
        <w:t xml:space="preserve">if an act or omission of a </w:t>
      </w:r>
      <w:r w:rsidR="0089444D" w:rsidRPr="009506B6">
        <w:t>Third-Party</w:t>
      </w:r>
      <w:r w:rsidRPr="009506B6">
        <w:t xml:space="preserve"> </w:t>
      </w:r>
      <w:r w:rsidR="00A2781F" w:rsidRPr="009506B6">
        <w:t>S</w:t>
      </w:r>
      <w:r w:rsidRPr="009506B6">
        <w:t xml:space="preserve">ervice </w:t>
      </w:r>
      <w:r w:rsidR="00A2781F" w:rsidRPr="009506B6">
        <w:t>P</w:t>
      </w:r>
      <w:r w:rsidRPr="009506B6">
        <w:t xml:space="preserve">rovider may cause a </w:t>
      </w:r>
      <w:r w:rsidR="001B379F" w:rsidRPr="009506B6">
        <w:t>problem or</w:t>
      </w:r>
      <w:r w:rsidRPr="009506B6">
        <w:t xml:space="preserve"> delay in providing the Services and will work with </w:t>
      </w:r>
      <w:r w:rsidR="00BA4FE1" w:rsidRPr="009506B6">
        <w:t>SARS</w:t>
      </w:r>
      <w:r w:rsidRPr="009506B6">
        <w:t xml:space="preserve"> to prevent or circumvent such problem or delay.</w:t>
      </w:r>
      <w:bookmarkEnd w:id="211"/>
    </w:p>
    <w:p w14:paraId="2C88A54C" w14:textId="78161AC5" w:rsidR="008C3606" w:rsidRPr="009506B6" w:rsidRDefault="008C3606" w:rsidP="0089789E">
      <w:pPr>
        <w:pStyle w:val="ListParagraph"/>
        <w:keepNext/>
        <w:keepLines/>
        <w:numPr>
          <w:ilvl w:val="0"/>
          <w:numId w:val="29"/>
        </w:numPr>
        <w:spacing w:before="120" w:after="240" w:line="360" w:lineRule="auto"/>
        <w:ind w:left="720" w:hanging="720"/>
        <w:contextualSpacing w:val="0"/>
        <w:jc w:val="both"/>
        <w:outlineLvl w:val="0"/>
        <w:rPr>
          <w:b/>
          <w:bCs/>
          <w:caps/>
        </w:rPr>
      </w:pPr>
      <w:bookmarkStart w:id="212" w:name="_Toc283885470"/>
      <w:bookmarkStart w:id="213" w:name="_Toc253058953"/>
      <w:bookmarkStart w:id="214" w:name="_Toc253063356"/>
      <w:bookmarkStart w:id="215" w:name="_Toc253063553"/>
      <w:bookmarkStart w:id="216" w:name="_Toc253063657"/>
      <w:bookmarkStart w:id="217" w:name="_Toc253063762"/>
      <w:bookmarkStart w:id="218" w:name="_Toc253122756"/>
      <w:bookmarkStart w:id="219" w:name="_Toc253122859"/>
      <w:bookmarkStart w:id="220" w:name="_Toc253122962"/>
      <w:bookmarkStart w:id="221" w:name="_Toc253128504"/>
      <w:bookmarkStart w:id="222" w:name="_Toc253136834"/>
      <w:bookmarkStart w:id="223" w:name="_Toc253136969"/>
      <w:bookmarkStart w:id="224" w:name="_Toc253137073"/>
      <w:bookmarkStart w:id="225" w:name="_Toc253137208"/>
      <w:bookmarkStart w:id="226" w:name="_Toc253137342"/>
      <w:bookmarkStart w:id="227" w:name="_Toc253137478"/>
      <w:bookmarkStart w:id="228" w:name="_Toc253137614"/>
      <w:bookmarkStart w:id="229" w:name="_Toc253058957"/>
      <w:bookmarkStart w:id="230" w:name="_Toc253063360"/>
      <w:bookmarkStart w:id="231" w:name="_Toc253063557"/>
      <w:bookmarkStart w:id="232" w:name="_Toc253063661"/>
      <w:bookmarkStart w:id="233" w:name="_Toc253058958"/>
      <w:bookmarkStart w:id="234" w:name="_Toc253063361"/>
      <w:bookmarkStart w:id="235" w:name="_Toc253063558"/>
      <w:bookmarkStart w:id="236" w:name="_Toc253063662"/>
      <w:bookmarkStart w:id="237" w:name="_Toc253058960"/>
      <w:bookmarkStart w:id="238" w:name="_Toc253063363"/>
      <w:bookmarkStart w:id="239" w:name="_Toc253063560"/>
      <w:bookmarkStart w:id="240" w:name="_Toc253063664"/>
      <w:bookmarkStart w:id="241" w:name="_Toc253063766"/>
      <w:bookmarkStart w:id="242" w:name="_Toc253122760"/>
      <w:bookmarkStart w:id="243" w:name="_Toc253122863"/>
      <w:bookmarkStart w:id="244" w:name="_Toc253122966"/>
      <w:bookmarkStart w:id="245" w:name="_Toc253128508"/>
      <w:bookmarkStart w:id="246" w:name="_Toc253136838"/>
      <w:bookmarkStart w:id="247" w:name="_Toc253136973"/>
      <w:bookmarkStart w:id="248" w:name="_Toc253137077"/>
      <w:bookmarkStart w:id="249" w:name="_Toc253137212"/>
      <w:bookmarkStart w:id="250" w:name="_Toc253137346"/>
      <w:bookmarkStart w:id="251" w:name="_Toc253137482"/>
      <w:bookmarkStart w:id="252" w:name="_Toc253137618"/>
      <w:bookmarkStart w:id="253" w:name="_Toc253058961"/>
      <w:bookmarkStart w:id="254" w:name="_Toc253063364"/>
      <w:bookmarkStart w:id="255" w:name="_Toc253063561"/>
      <w:bookmarkStart w:id="256" w:name="_Toc253063665"/>
      <w:bookmarkStart w:id="257" w:name="_Toc253063767"/>
      <w:bookmarkStart w:id="258" w:name="_Toc253122761"/>
      <w:bookmarkStart w:id="259" w:name="_Toc253122864"/>
      <w:bookmarkStart w:id="260" w:name="_Toc253122967"/>
      <w:bookmarkStart w:id="261" w:name="_Toc253128509"/>
      <w:bookmarkStart w:id="262" w:name="_Toc253136839"/>
      <w:bookmarkStart w:id="263" w:name="_Toc253136974"/>
      <w:bookmarkStart w:id="264" w:name="_Toc253137078"/>
      <w:bookmarkStart w:id="265" w:name="_Toc253137213"/>
      <w:bookmarkStart w:id="266" w:name="_Toc253137347"/>
      <w:bookmarkStart w:id="267" w:name="_Toc253137483"/>
      <w:bookmarkStart w:id="268" w:name="_Toc253137619"/>
      <w:bookmarkStart w:id="269" w:name="_Toc253058963"/>
      <w:bookmarkStart w:id="270" w:name="_Toc253063366"/>
      <w:bookmarkStart w:id="271" w:name="_Toc253063563"/>
      <w:bookmarkStart w:id="272" w:name="_Toc253063667"/>
      <w:bookmarkStart w:id="273" w:name="_Toc253063769"/>
      <w:bookmarkStart w:id="274" w:name="_Toc253122763"/>
      <w:bookmarkStart w:id="275" w:name="_Toc253122866"/>
      <w:bookmarkStart w:id="276" w:name="_Toc253122969"/>
      <w:bookmarkStart w:id="277" w:name="_Toc253128511"/>
      <w:bookmarkStart w:id="278" w:name="_Toc253136841"/>
      <w:bookmarkStart w:id="279" w:name="_Toc253136976"/>
      <w:bookmarkStart w:id="280" w:name="_Toc253137080"/>
      <w:bookmarkStart w:id="281" w:name="_Toc253137215"/>
      <w:bookmarkStart w:id="282" w:name="_Toc253137349"/>
      <w:bookmarkStart w:id="283" w:name="_Toc253137485"/>
      <w:bookmarkStart w:id="284" w:name="_Toc253137621"/>
      <w:bookmarkStart w:id="285" w:name="_Toc253058968"/>
      <w:bookmarkStart w:id="286" w:name="_Toc253063371"/>
      <w:bookmarkStart w:id="287" w:name="_Toc253063568"/>
      <w:bookmarkStart w:id="288" w:name="_Toc253063672"/>
      <w:bookmarkStart w:id="289" w:name="_Toc253063774"/>
      <w:bookmarkStart w:id="290" w:name="_Toc253122768"/>
      <w:bookmarkStart w:id="291" w:name="_Toc253122871"/>
      <w:bookmarkStart w:id="292" w:name="_Toc253122974"/>
      <w:bookmarkStart w:id="293" w:name="_Toc253128516"/>
      <w:bookmarkStart w:id="294" w:name="_Toc253136846"/>
      <w:bookmarkStart w:id="295" w:name="_Toc253136981"/>
      <w:bookmarkStart w:id="296" w:name="_Toc253137085"/>
      <w:bookmarkStart w:id="297" w:name="_Toc253137220"/>
      <w:bookmarkStart w:id="298" w:name="_Toc253137354"/>
      <w:bookmarkStart w:id="299" w:name="_Toc253137490"/>
      <w:bookmarkStart w:id="300" w:name="_Toc253137626"/>
      <w:bookmarkStart w:id="301" w:name="_Toc253058969"/>
      <w:bookmarkStart w:id="302" w:name="_Toc253063372"/>
      <w:bookmarkStart w:id="303" w:name="_Toc253063569"/>
      <w:bookmarkStart w:id="304" w:name="_Toc253063673"/>
      <w:bookmarkStart w:id="305" w:name="_Toc253063775"/>
      <w:bookmarkStart w:id="306" w:name="_Toc253122769"/>
      <w:bookmarkStart w:id="307" w:name="_Toc253122872"/>
      <w:bookmarkStart w:id="308" w:name="_Toc253122975"/>
      <w:bookmarkStart w:id="309" w:name="_Toc253128517"/>
      <w:bookmarkStart w:id="310" w:name="_Toc253136847"/>
      <w:bookmarkStart w:id="311" w:name="_Toc253136982"/>
      <w:bookmarkStart w:id="312" w:name="_Toc253137086"/>
      <w:bookmarkStart w:id="313" w:name="_Toc253137221"/>
      <w:bookmarkStart w:id="314" w:name="_Toc253137355"/>
      <w:bookmarkStart w:id="315" w:name="_Toc253137491"/>
      <w:bookmarkStart w:id="316" w:name="_Toc253137627"/>
      <w:bookmarkStart w:id="317" w:name="_Toc253058970"/>
      <w:bookmarkStart w:id="318" w:name="_Toc253063373"/>
      <w:bookmarkStart w:id="319" w:name="_Toc253063570"/>
      <w:bookmarkStart w:id="320" w:name="_Toc253063674"/>
      <w:bookmarkStart w:id="321" w:name="_Toc253063776"/>
      <w:bookmarkStart w:id="322" w:name="_Toc253122770"/>
      <w:bookmarkStart w:id="323" w:name="_Toc253122873"/>
      <w:bookmarkStart w:id="324" w:name="_Toc253122976"/>
      <w:bookmarkStart w:id="325" w:name="_Toc253128518"/>
      <w:bookmarkStart w:id="326" w:name="_Toc253136848"/>
      <w:bookmarkStart w:id="327" w:name="_Toc253136983"/>
      <w:bookmarkStart w:id="328" w:name="_Toc253137087"/>
      <w:bookmarkStart w:id="329" w:name="_Toc253137222"/>
      <w:bookmarkStart w:id="330" w:name="_Toc253137356"/>
      <w:bookmarkStart w:id="331" w:name="_Toc253137492"/>
      <w:bookmarkStart w:id="332" w:name="_Toc253137628"/>
      <w:bookmarkStart w:id="333" w:name="_Toc253058971"/>
      <w:bookmarkStart w:id="334" w:name="_Toc253063374"/>
      <w:bookmarkStart w:id="335" w:name="_Toc253063571"/>
      <w:bookmarkStart w:id="336" w:name="_Toc253063675"/>
      <w:bookmarkStart w:id="337" w:name="_Toc253063777"/>
      <w:bookmarkStart w:id="338" w:name="_Toc253122771"/>
      <w:bookmarkStart w:id="339" w:name="_Toc253122874"/>
      <w:bookmarkStart w:id="340" w:name="_Toc253122977"/>
      <w:bookmarkStart w:id="341" w:name="_Toc253128519"/>
      <w:bookmarkStart w:id="342" w:name="_Toc253136849"/>
      <w:bookmarkStart w:id="343" w:name="_Toc253136984"/>
      <w:bookmarkStart w:id="344" w:name="_Toc253137088"/>
      <w:bookmarkStart w:id="345" w:name="_Toc253137223"/>
      <w:bookmarkStart w:id="346" w:name="_Toc253137357"/>
      <w:bookmarkStart w:id="347" w:name="_Toc253137493"/>
      <w:bookmarkStart w:id="348" w:name="_Toc253137629"/>
      <w:bookmarkStart w:id="349" w:name="_Toc253058972"/>
      <w:bookmarkStart w:id="350" w:name="_Toc253063375"/>
      <w:bookmarkStart w:id="351" w:name="_Toc253063572"/>
      <w:bookmarkStart w:id="352" w:name="_Toc253063676"/>
      <w:bookmarkStart w:id="353" w:name="_Toc253063778"/>
      <w:bookmarkStart w:id="354" w:name="_Toc253122772"/>
      <w:bookmarkStart w:id="355" w:name="_Toc253122875"/>
      <w:bookmarkStart w:id="356" w:name="_Toc253122978"/>
      <w:bookmarkStart w:id="357" w:name="_Toc253128520"/>
      <w:bookmarkStart w:id="358" w:name="_Toc253136850"/>
      <w:bookmarkStart w:id="359" w:name="_Toc253136985"/>
      <w:bookmarkStart w:id="360" w:name="_Toc253137089"/>
      <w:bookmarkStart w:id="361" w:name="_Toc253137224"/>
      <w:bookmarkStart w:id="362" w:name="_Toc253137358"/>
      <w:bookmarkStart w:id="363" w:name="_Toc253137494"/>
      <w:bookmarkStart w:id="364" w:name="_Toc253137630"/>
      <w:bookmarkStart w:id="365" w:name="_Toc248563936"/>
      <w:bookmarkStart w:id="366" w:name="_Toc248645475"/>
      <w:bookmarkStart w:id="367" w:name="_Toc248808792"/>
      <w:bookmarkStart w:id="368" w:name="_Toc248823720"/>
      <w:bookmarkStart w:id="369" w:name="_Toc248824158"/>
      <w:bookmarkStart w:id="370" w:name="_Toc251074696"/>
      <w:bookmarkStart w:id="371" w:name="_Toc251154275"/>
      <w:bookmarkStart w:id="372" w:name="_Toc253058974"/>
      <w:bookmarkStart w:id="373" w:name="_Toc253063377"/>
      <w:bookmarkStart w:id="374" w:name="_Toc253063574"/>
      <w:bookmarkStart w:id="375" w:name="_Toc253063678"/>
      <w:bookmarkStart w:id="376" w:name="_Toc253063780"/>
      <w:bookmarkStart w:id="377" w:name="_Toc253122774"/>
      <w:bookmarkStart w:id="378" w:name="_Toc253122877"/>
      <w:bookmarkStart w:id="379" w:name="_Toc253122980"/>
      <w:bookmarkStart w:id="380" w:name="_Toc253128522"/>
      <w:bookmarkStart w:id="381" w:name="_Toc253136852"/>
      <w:bookmarkStart w:id="382" w:name="_Toc253136987"/>
      <w:bookmarkStart w:id="383" w:name="_Toc253137091"/>
      <w:bookmarkStart w:id="384" w:name="_Toc253137226"/>
      <w:bookmarkStart w:id="385" w:name="_Toc253137360"/>
      <w:bookmarkStart w:id="386" w:name="_Toc253137496"/>
      <w:bookmarkStart w:id="387" w:name="_Toc253137632"/>
      <w:bookmarkStart w:id="388" w:name="_Toc107398000"/>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9506B6">
        <w:rPr>
          <w:b/>
          <w:bCs/>
          <w:caps/>
        </w:rPr>
        <w:t>SERVICE PROVI</w:t>
      </w:r>
      <w:r w:rsidR="002A3395" w:rsidRPr="009506B6">
        <w:rPr>
          <w:b/>
          <w:bCs/>
          <w:caps/>
        </w:rPr>
        <w:t>D</w:t>
      </w:r>
      <w:r w:rsidRPr="009506B6">
        <w:rPr>
          <w:b/>
          <w:bCs/>
          <w:caps/>
        </w:rPr>
        <w:t>ER PERSONNEL</w:t>
      </w:r>
      <w:bookmarkEnd w:id="388"/>
    </w:p>
    <w:p w14:paraId="113A150D" w14:textId="6E05D28B" w:rsidR="008C3606" w:rsidRPr="009506B6" w:rsidRDefault="008C3606" w:rsidP="0089789E">
      <w:pPr>
        <w:pStyle w:val="ListParagraph"/>
        <w:keepNext/>
        <w:keepLines/>
        <w:numPr>
          <w:ilvl w:val="1"/>
          <w:numId w:val="29"/>
        </w:numPr>
        <w:spacing w:before="120" w:after="240" w:line="360" w:lineRule="auto"/>
        <w:ind w:left="1440" w:hanging="720"/>
        <w:contextualSpacing w:val="0"/>
        <w:jc w:val="both"/>
        <w:rPr>
          <w:caps/>
        </w:rPr>
      </w:pPr>
      <w:r w:rsidRPr="009506B6">
        <w:t xml:space="preserve">The </w:t>
      </w:r>
      <w:r w:rsidR="00755949" w:rsidRPr="009506B6">
        <w:t>S</w:t>
      </w:r>
      <w:r w:rsidRPr="009506B6">
        <w:t xml:space="preserve">ervice </w:t>
      </w:r>
      <w:r w:rsidR="00755949" w:rsidRPr="009506B6">
        <w:t>P</w:t>
      </w:r>
      <w:r w:rsidRPr="009506B6">
        <w:t>rovider shall:</w:t>
      </w:r>
    </w:p>
    <w:p w14:paraId="7C464F4A" w14:textId="3B66A0AD" w:rsidR="008C3606" w:rsidRPr="009506B6" w:rsidRDefault="008C3606" w:rsidP="0089789E">
      <w:pPr>
        <w:pStyle w:val="ListParagraph"/>
        <w:keepNext/>
        <w:keepLines/>
        <w:numPr>
          <w:ilvl w:val="2"/>
          <w:numId w:val="29"/>
        </w:numPr>
        <w:spacing w:before="120" w:after="240" w:line="360" w:lineRule="auto"/>
        <w:ind w:left="1860" w:hanging="1140"/>
        <w:contextualSpacing w:val="0"/>
        <w:jc w:val="both"/>
      </w:pPr>
      <w:r w:rsidRPr="009506B6">
        <w:t xml:space="preserve">ensure that the </w:t>
      </w:r>
      <w:r w:rsidR="00250B24" w:rsidRPr="009506B6">
        <w:t>Service Provider Personnel</w:t>
      </w:r>
      <w:r w:rsidRPr="009506B6">
        <w:t xml:space="preserve"> who perform the services are appropriately skilled, experienced and qualified to render the specific services for which they are responsible, and that each of them strictly </w:t>
      </w:r>
      <w:r w:rsidR="00E17C29" w:rsidRPr="009506B6">
        <w:t>complies</w:t>
      </w:r>
      <w:r w:rsidRPr="009506B6">
        <w:t xml:space="preserve"> with this </w:t>
      </w:r>
      <w:r w:rsidR="00A032D9" w:rsidRPr="009506B6">
        <w:t>A</w:t>
      </w:r>
      <w:r w:rsidRPr="009506B6">
        <w:t xml:space="preserve">greement including the </w:t>
      </w:r>
      <w:r w:rsidR="00A032D9" w:rsidRPr="009506B6">
        <w:t>S</w:t>
      </w:r>
      <w:r w:rsidRPr="009506B6">
        <w:t xml:space="preserve">ervice </w:t>
      </w:r>
      <w:r w:rsidR="00A032D9" w:rsidRPr="009506B6">
        <w:t>L</w:t>
      </w:r>
      <w:r w:rsidRPr="009506B6">
        <w:t xml:space="preserve">evel </w:t>
      </w:r>
      <w:r w:rsidR="00A032D9" w:rsidRPr="009506B6">
        <w:t>A</w:t>
      </w:r>
      <w:r w:rsidRPr="009506B6">
        <w:t xml:space="preserve">greement in the performance of the </w:t>
      </w:r>
      <w:r w:rsidR="00A032D9" w:rsidRPr="009506B6">
        <w:t>S</w:t>
      </w:r>
      <w:r w:rsidRPr="009506B6">
        <w:t>ervice;</w:t>
      </w:r>
    </w:p>
    <w:p w14:paraId="226D0D3D" w14:textId="36E3062A" w:rsidR="008C3606" w:rsidRPr="009506B6" w:rsidRDefault="008C3606" w:rsidP="0089789E">
      <w:pPr>
        <w:pStyle w:val="ListParagraph"/>
        <w:keepNext/>
        <w:keepLines/>
        <w:numPr>
          <w:ilvl w:val="2"/>
          <w:numId w:val="29"/>
        </w:numPr>
        <w:spacing w:before="120" w:after="240" w:line="360" w:lineRule="auto"/>
        <w:ind w:left="1860" w:hanging="1140"/>
        <w:contextualSpacing w:val="0"/>
        <w:jc w:val="both"/>
      </w:pPr>
      <w:r w:rsidRPr="009506B6">
        <w:t xml:space="preserve">duly comply with its contractual arrangements with all </w:t>
      </w:r>
      <w:r w:rsidR="00250B24" w:rsidRPr="009506B6">
        <w:t>Service Provider</w:t>
      </w:r>
      <w:r w:rsidRPr="009506B6">
        <w:t xml:space="preserve"> </w:t>
      </w:r>
      <w:r w:rsidR="00250B24" w:rsidRPr="009506B6">
        <w:t>P</w:t>
      </w:r>
      <w:r w:rsidRPr="009506B6">
        <w:t xml:space="preserve">ersonnel to ensure uninterrupted provision of </w:t>
      </w:r>
      <w:r w:rsidR="00A032D9" w:rsidRPr="009506B6">
        <w:t>S</w:t>
      </w:r>
      <w:r w:rsidRPr="009506B6">
        <w:t>ervices.</w:t>
      </w:r>
    </w:p>
    <w:p w14:paraId="4CA1A41E" w14:textId="1CA02DE2" w:rsidR="008C3606" w:rsidRPr="009506B6" w:rsidRDefault="008C3606" w:rsidP="0089789E">
      <w:pPr>
        <w:pStyle w:val="ListParagraph"/>
        <w:keepNext/>
        <w:keepLines/>
        <w:numPr>
          <w:ilvl w:val="2"/>
          <w:numId w:val="29"/>
        </w:numPr>
        <w:spacing w:before="120" w:after="240" w:line="360" w:lineRule="auto"/>
        <w:ind w:left="1860" w:hanging="1140"/>
        <w:contextualSpacing w:val="0"/>
        <w:jc w:val="both"/>
      </w:pPr>
      <w:r w:rsidRPr="009506B6">
        <w:lastRenderedPageBreak/>
        <w:t xml:space="preserve">be liable for any criminal activity, delicts, misconduct, failure to comply with any law and/or wrongdoing on the part of a </w:t>
      </w:r>
      <w:r w:rsidR="00250B24" w:rsidRPr="009506B6">
        <w:t>Service Provider Personnel</w:t>
      </w:r>
      <w:r w:rsidRPr="009506B6">
        <w:t xml:space="preserve"> committed (or omitted) by a </w:t>
      </w:r>
      <w:r w:rsidR="00250B24" w:rsidRPr="009506B6">
        <w:t>Service Provider Personnel</w:t>
      </w:r>
      <w:r w:rsidRPr="009506B6">
        <w:t xml:space="preserve"> in the course of the </w:t>
      </w:r>
      <w:r w:rsidR="00A032D9" w:rsidRPr="009506B6">
        <w:t>A</w:t>
      </w:r>
      <w:r w:rsidRPr="009506B6">
        <w:t xml:space="preserve">greement and the </w:t>
      </w:r>
      <w:r w:rsidR="00250B24" w:rsidRPr="009506B6">
        <w:t>Service Provider</w:t>
      </w:r>
      <w:r w:rsidRPr="009506B6">
        <w:t xml:space="preserve"> hereby </w:t>
      </w:r>
      <w:r w:rsidR="00A032D9" w:rsidRPr="009506B6">
        <w:t xml:space="preserve">(in addition to any other indemnities recorded elsewhere in the Agreement), </w:t>
      </w:r>
      <w:r w:rsidRPr="009506B6">
        <w:t xml:space="preserve">indemnifies </w:t>
      </w:r>
      <w:r w:rsidR="00250B24" w:rsidRPr="009506B6">
        <w:t>SARS</w:t>
      </w:r>
      <w:r w:rsidRPr="009506B6">
        <w:t xml:space="preserve"> and holds </w:t>
      </w:r>
      <w:r w:rsidR="00250B24" w:rsidRPr="009506B6">
        <w:t>SARS</w:t>
      </w:r>
      <w:r w:rsidRPr="009506B6">
        <w:t xml:space="preserve"> harmless against any costs, liabilities, expenses or damages of whatever nature suffered or incurred by </w:t>
      </w:r>
      <w:r w:rsidR="00250B24" w:rsidRPr="009506B6">
        <w:t>SARS</w:t>
      </w:r>
      <w:r w:rsidRPr="009506B6">
        <w:t xml:space="preserve">, and caused directly by any </w:t>
      </w:r>
      <w:r w:rsidR="00250B24" w:rsidRPr="009506B6">
        <w:t>Service Provider Personnel</w:t>
      </w:r>
      <w:r w:rsidRPr="009506B6">
        <w:t>.</w:t>
      </w:r>
      <w:bookmarkStart w:id="389" w:name="_Toc283110458"/>
      <w:bookmarkStart w:id="390" w:name="_Toc293325625"/>
      <w:bookmarkStart w:id="391" w:name="_Ref533020607"/>
      <w:bookmarkStart w:id="392" w:name="_Ref534976419"/>
      <w:bookmarkStart w:id="393" w:name="_Ref11720194"/>
      <w:bookmarkStart w:id="394" w:name="_Ref36711688"/>
    </w:p>
    <w:p w14:paraId="1E81A1B2" w14:textId="77777777" w:rsidR="00640F9C" w:rsidRPr="009506B6" w:rsidRDefault="00640F9C" w:rsidP="0089789E">
      <w:pPr>
        <w:pStyle w:val="ListParagraph"/>
        <w:keepNext/>
        <w:keepLines/>
        <w:numPr>
          <w:ilvl w:val="0"/>
          <w:numId w:val="29"/>
        </w:numPr>
        <w:spacing w:before="120" w:after="240" w:line="360" w:lineRule="auto"/>
        <w:ind w:left="720" w:hanging="720"/>
        <w:contextualSpacing w:val="0"/>
        <w:jc w:val="both"/>
        <w:outlineLvl w:val="0"/>
        <w:rPr>
          <w:b/>
          <w:caps/>
        </w:rPr>
      </w:pPr>
      <w:bookmarkStart w:id="395" w:name="_Toc107398001"/>
      <w:bookmarkStart w:id="396" w:name="_Toc283110463"/>
      <w:bookmarkStart w:id="397" w:name="_Toc293325627"/>
      <w:bookmarkStart w:id="398" w:name="_Ref528582797"/>
      <w:bookmarkEnd w:id="156"/>
      <w:bookmarkEnd w:id="193"/>
      <w:bookmarkEnd w:id="389"/>
      <w:bookmarkEnd w:id="390"/>
      <w:bookmarkEnd w:id="391"/>
      <w:bookmarkEnd w:id="392"/>
      <w:bookmarkEnd w:id="393"/>
      <w:bookmarkEnd w:id="394"/>
      <w:r w:rsidRPr="009506B6">
        <w:rPr>
          <w:b/>
          <w:caps/>
        </w:rPr>
        <w:t>SERVICE LEVELS</w:t>
      </w:r>
      <w:bookmarkEnd w:id="395"/>
      <w:r w:rsidRPr="009506B6">
        <w:rPr>
          <w:b/>
          <w:caps/>
        </w:rPr>
        <w:t xml:space="preserve"> </w:t>
      </w:r>
    </w:p>
    <w:p w14:paraId="6E24FC4F" w14:textId="6C7554FB" w:rsidR="00640F9C" w:rsidRPr="009506B6" w:rsidRDefault="00640F9C" w:rsidP="0089789E">
      <w:pPr>
        <w:pStyle w:val="ListParagraph"/>
        <w:keepNext/>
        <w:keepLines/>
        <w:numPr>
          <w:ilvl w:val="1"/>
          <w:numId w:val="29"/>
        </w:numPr>
        <w:spacing w:before="120" w:after="240" w:line="360" w:lineRule="auto"/>
        <w:ind w:left="1440" w:hanging="720"/>
        <w:contextualSpacing w:val="0"/>
        <w:jc w:val="both"/>
        <w:rPr>
          <w:b/>
          <w:bCs/>
        </w:rPr>
      </w:pPr>
      <w:bookmarkStart w:id="399" w:name="_Toc12416775"/>
      <w:r w:rsidRPr="009506B6">
        <w:t xml:space="preserve">The Service Provider shall perform the Services with promptness and diligence, where possible, and courtesy </w:t>
      </w:r>
      <w:r w:rsidR="007E188E" w:rsidRPr="009506B6">
        <w:t xml:space="preserve">on a best effort basis and ensuring that all </w:t>
      </w:r>
      <w:r w:rsidR="00512533" w:rsidRPr="009506B6">
        <w:t>S</w:t>
      </w:r>
      <w:r w:rsidR="007E188E" w:rsidRPr="009506B6">
        <w:t xml:space="preserve">ervice request logged are attended to during </w:t>
      </w:r>
      <w:r w:rsidR="009D67D3" w:rsidRPr="009506B6">
        <w:t>Business Hours</w:t>
      </w:r>
      <w:r w:rsidR="00A032D9" w:rsidRPr="009506B6">
        <w:t xml:space="preserve"> and/or Support Hours as stated in the Service Level Agreement</w:t>
      </w:r>
      <w:r w:rsidR="007E188E" w:rsidRPr="009506B6">
        <w:t>.</w:t>
      </w:r>
      <w:bookmarkEnd w:id="399"/>
      <w:r w:rsidRPr="009506B6">
        <w:t xml:space="preserve"> </w:t>
      </w:r>
    </w:p>
    <w:p w14:paraId="1BF049F4" w14:textId="77777777" w:rsidR="001D2BCE" w:rsidRPr="009506B6" w:rsidRDefault="001D2BCE" w:rsidP="0089789E">
      <w:pPr>
        <w:pStyle w:val="ListParagraph"/>
        <w:keepNext/>
        <w:keepLines/>
        <w:numPr>
          <w:ilvl w:val="0"/>
          <w:numId w:val="29"/>
        </w:numPr>
        <w:spacing w:before="120" w:after="240" w:line="360" w:lineRule="auto"/>
        <w:ind w:left="720" w:hanging="720"/>
        <w:contextualSpacing w:val="0"/>
        <w:jc w:val="both"/>
        <w:outlineLvl w:val="0"/>
        <w:rPr>
          <w:b/>
          <w:caps/>
        </w:rPr>
      </w:pPr>
      <w:bookmarkStart w:id="400" w:name="_Toc107398002"/>
      <w:r w:rsidRPr="009506B6">
        <w:rPr>
          <w:b/>
          <w:caps/>
        </w:rPr>
        <w:t>Health, safety and security procedures and guidelines</w:t>
      </w:r>
      <w:bookmarkEnd w:id="396"/>
      <w:bookmarkEnd w:id="397"/>
      <w:bookmarkEnd w:id="400"/>
    </w:p>
    <w:p w14:paraId="6C51D4CE" w14:textId="77777777" w:rsidR="008E6040" w:rsidRPr="009506B6" w:rsidRDefault="008E6040" w:rsidP="0089789E">
      <w:pPr>
        <w:pStyle w:val="ListParagraph"/>
        <w:keepNext/>
        <w:keepLines/>
        <w:numPr>
          <w:ilvl w:val="1"/>
          <w:numId w:val="29"/>
        </w:numPr>
        <w:spacing w:before="120" w:after="240" w:line="360" w:lineRule="auto"/>
        <w:ind w:left="1440" w:hanging="720"/>
        <w:contextualSpacing w:val="0"/>
        <w:jc w:val="both"/>
      </w:pPr>
      <w:bookmarkStart w:id="401" w:name="_Toc12416777"/>
      <w:r w:rsidRPr="009506B6">
        <w:t xml:space="preserve">SARS has in terms of OHS Act, </w:t>
      </w:r>
    </w:p>
    <w:p w14:paraId="1A5DC166" w14:textId="2B0674CD" w:rsidR="008E6040" w:rsidRPr="009506B6" w:rsidRDefault="008E6040" w:rsidP="0089789E">
      <w:pPr>
        <w:pStyle w:val="ListParagraph"/>
        <w:keepNext/>
        <w:keepLines/>
        <w:numPr>
          <w:ilvl w:val="2"/>
          <w:numId w:val="29"/>
        </w:numPr>
        <w:spacing w:before="120" w:after="240" w:line="360" w:lineRule="auto"/>
        <w:ind w:left="1860" w:hanging="1140"/>
        <w:contextualSpacing w:val="0"/>
        <w:jc w:val="both"/>
      </w:pPr>
      <w:bookmarkStart w:id="402" w:name="_Ref41297552"/>
      <w:r w:rsidRPr="009506B6">
        <w:t xml:space="preserve">established and provided a safe working environment for SARS’s Personnel and visitors to its Premises and further maintains the work </w:t>
      </w:r>
      <w:r w:rsidR="00121B59" w:rsidRPr="009506B6">
        <w:t>environment,</w:t>
      </w:r>
      <w:r w:rsidRPr="009506B6">
        <w:t xml:space="preserve"> which is safe, without risks to the health of SARS’s Personnel and visitors, in as far as is reasonably practical to eliminate or mitigate any health and safety hazard or potential health and safety hazard; and</w:t>
      </w:r>
      <w:bookmarkEnd w:id="402"/>
    </w:p>
    <w:p w14:paraId="19D12286" w14:textId="3DA99670" w:rsidR="008E6040" w:rsidRPr="009506B6" w:rsidRDefault="008E6040" w:rsidP="0089789E">
      <w:pPr>
        <w:pStyle w:val="ListParagraph"/>
        <w:keepNext/>
        <w:keepLines/>
        <w:numPr>
          <w:ilvl w:val="2"/>
          <w:numId w:val="29"/>
        </w:numPr>
        <w:spacing w:before="120" w:after="240" w:line="360" w:lineRule="auto"/>
        <w:ind w:left="1860" w:hanging="1140"/>
        <w:contextualSpacing w:val="0"/>
        <w:jc w:val="both"/>
      </w:pPr>
      <w:r w:rsidRPr="009506B6">
        <w:t>controls in place required to respond to any health safety risk which controls are regularly updated in line with the applicable provisions of the OHSA and where required, standards and guides as published by the aforesaid prescript and/or National Institute for Communicable Diseases (NICD).</w:t>
      </w:r>
      <w:r w:rsidR="00DD24D3">
        <w:t xml:space="preserve"> </w:t>
      </w:r>
    </w:p>
    <w:p w14:paraId="1931C1A3" w14:textId="77777777" w:rsidR="001773FF"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403" w:name="_Toc12416778"/>
      <w:bookmarkStart w:id="404" w:name="_Hlk41916416"/>
      <w:bookmarkEnd w:id="398"/>
      <w:bookmarkEnd w:id="401"/>
      <w:r w:rsidRPr="009506B6">
        <w:t>The Service Provider hereby agrees and undertakes</w:t>
      </w:r>
      <w:r w:rsidR="001773FF" w:rsidRPr="009506B6">
        <w:t>:</w:t>
      </w:r>
    </w:p>
    <w:p w14:paraId="07263890" w14:textId="31BBABF9" w:rsidR="001D2BCE" w:rsidRPr="009506B6" w:rsidRDefault="00121B59" w:rsidP="0089789E">
      <w:pPr>
        <w:pStyle w:val="ListParagraph"/>
        <w:keepNext/>
        <w:keepLines/>
        <w:numPr>
          <w:ilvl w:val="2"/>
          <w:numId w:val="29"/>
        </w:numPr>
        <w:spacing w:before="120" w:after="240" w:line="360" w:lineRule="auto"/>
        <w:ind w:left="1860" w:hanging="1140"/>
        <w:contextualSpacing w:val="0"/>
        <w:jc w:val="both"/>
      </w:pPr>
      <w:r>
        <w:lastRenderedPageBreak/>
        <w:t>i</w:t>
      </w:r>
      <w:r w:rsidR="001D2BCE" w:rsidRPr="009506B6">
        <w:t xml:space="preserve">n terms of section 37(2) of the </w:t>
      </w:r>
      <w:r w:rsidR="008E6040" w:rsidRPr="009506B6">
        <w:t>OHSA</w:t>
      </w:r>
      <w:r w:rsidR="001D2BCE" w:rsidRPr="009506B6">
        <w:t>, to ensure that the Service Provider and the Service Provider</w:t>
      </w:r>
      <w:r w:rsidR="004B0ADB" w:rsidRPr="009506B6">
        <w:t>’</w:t>
      </w:r>
      <w:r w:rsidR="001D2BCE" w:rsidRPr="009506B6">
        <w:t xml:space="preserve">s </w:t>
      </w:r>
      <w:r w:rsidR="001356A8" w:rsidRPr="009506B6">
        <w:t>Personnel</w:t>
      </w:r>
      <w:r w:rsidR="001D2BCE" w:rsidRPr="009506B6">
        <w:t xml:space="preserve"> comply </w:t>
      </w:r>
      <w:r w:rsidR="008E6040" w:rsidRPr="009506B6">
        <w:t xml:space="preserve">in all respects, </w:t>
      </w:r>
      <w:r w:rsidR="001D2BCE" w:rsidRPr="009506B6">
        <w:t>with the aforesaid</w:t>
      </w:r>
      <w:r w:rsidR="008E6040" w:rsidRPr="009506B6">
        <w:t xml:space="preserve"> OHSA and regulations </w:t>
      </w:r>
      <w:r w:rsidR="001D2BCE" w:rsidRPr="009506B6">
        <w:t xml:space="preserve">and accept sole responsibility for all health and safety matters relating to the provision of the Services, or in connection with or arising out of such Services, for the </w:t>
      </w:r>
      <w:r w:rsidR="008E6040" w:rsidRPr="009506B6">
        <w:t xml:space="preserve">Term </w:t>
      </w:r>
      <w:r w:rsidR="001D2BCE" w:rsidRPr="009506B6">
        <w:t xml:space="preserve">of this Agreement, including with regard to the </w:t>
      </w:r>
      <w:r w:rsidR="00967473" w:rsidRPr="009506B6">
        <w:t>Service Provider Personnel</w:t>
      </w:r>
      <w:r w:rsidR="001D2BCE" w:rsidRPr="009506B6">
        <w:t xml:space="preserve"> and ensuring that neither </w:t>
      </w:r>
      <w:r w:rsidR="00BA4FE1" w:rsidRPr="009506B6">
        <w:t>SARS</w:t>
      </w:r>
      <w:r w:rsidR="004B0ADB" w:rsidRPr="009506B6">
        <w:t>’</w:t>
      </w:r>
      <w:r w:rsidR="001D2BCE" w:rsidRPr="009506B6">
        <w:t xml:space="preserve">s </w:t>
      </w:r>
      <w:r w:rsidR="008E6040" w:rsidRPr="009506B6">
        <w:t xml:space="preserve">Personnel </w:t>
      </w:r>
      <w:r w:rsidR="001D2BCE" w:rsidRPr="009506B6">
        <w:t xml:space="preserve">nor any Third Party </w:t>
      </w:r>
      <w:r w:rsidR="001356A8" w:rsidRPr="009506B6">
        <w:t>S</w:t>
      </w:r>
      <w:r w:rsidR="001D2BCE" w:rsidRPr="009506B6">
        <w:t xml:space="preserve">ervice </w:t>
      </w:r>
      <w:r w:rsidR="001356A8" w:rsidRPr="009506B6">
        <w:t>P</w:t>
      </w:r>
      <w:r w:rsidR="001D2BCE" w:rsidRPr="009506B6">
        <w:t xml:space="preserve">roviders </w:t>
      </w:r>
      <w:r w:rsidR="008E6040" w:rsidRPr="009506B6">
        <w:t>s</w:t>
      </w:r>
      <w:r w:rsidR="001D2BCE" w:rsidRPr="009506B6">
        <w:t>taff</w:t>
      </w:r>
      <w:r w:rsidR="004B0ADB" w:rsidRPr="009506B6">
        <w:t>’</w:t>
      </w:r>
      <w:r w:rsidR="001D2BCE" w:rsidRPr="009506B6">
        <w:t>s health and safety is endangered in any way by the Service Provider</w:t>
      </w:r>
      <w:r w:rsidR="004B0ADB" w:rsidRPr="009506B6">
        <w:t>’</w:t>
      </w:r>
      <w:r w:rsidR="001D2BCE" w:rsidRPr="009506B6">
        <w:t>s activities or conduct in providing the Services</w:t>
      </w:r>
      <w:r w:rsidR="008E6040" w:rsidRPr="009506B6">
        <w:t xml:space="preserve"> </w:t>
      </w:r>
      <w:r w:rsidR="008E6040" w:rsidRPr="009506B6">
        <w:rPr>
          <w:iCs/>
        </w:rPr>
        <w:t>whilst at the Premises</w:t>
      </w:r>
      <w:r w:rsidR="001D2BCE" w:rsidRPr="009506B6">
        <w:t>.</w:t>
      </w:r>
      <w:bookmarkEnd w:id="403"/>
    </w:p>
    <w:p w14:paraId="6054A388" w14:textId="7E3B6305" w:rsidR="008E6040" w:rsidRPr="009506B6" w:rsidRDefault="008E6040" w:rsidP="0089789E">
      <w:pPr>
        <w:pStyle w:val="ListParagraph"/>
        <w:keepNext/>
        <w:keepLines/>
        <w:numPr>
          <w:ilvl w:val="2"/>
          <w:numId w:val="29"/>
        </w:numPr>
        <w:spacing w:before="120" w:after="240" w:line="360" w:lineRule="auto"/>
        <w:ind w:left="1860" w:hanging="1140"/>
        <w:contextualSpacing w:val="0"/>
        <w:jc w:val="both"/>
      </w:pPr>
      <w:r w:rsidRPr="009506B6">
        <w:t xml:space="preserve">to ensure that the Service Provider Staff will at all times and if required by SARS at its </w:t>
      </w:r>
      <w:r w:rsidR="001356A8" w:rsidRPr="009506B6">
        <w:t>Premises</w:t>
      </w:r>
      <w:r w:rsidRPr="009506B6">
        <w:t xml:space="preserve">, be in possession of the necessary PPE (Personal Protective Equipment) prescribed by the OHSA before entering SARS’s offices and Premises and shall when within SARS’s offices and/or Premises, adhere to SARS PPS&amp;G applicable to </w:t>
      </w:r>
      <w:r w:rsidRPr="009506B6">
        <w:rPr>
          <w:iCs/>
        </w:rPr>
        <w:t>SARS and</w:t>
      </w:r>
      <w:r w:rsidRPr="009506B6">
        <w:rPr>
          <w:b/>
          <w:i/>
        </w:rPr>
        <w:t xml:space="preserve"> </w:t>
      </w:r>
      <w:r w:rsidRPr="009506B6">
        <w:t>SARS's Personnel and are available to the Service Provider on request. Should SARS at any time have reason to believe that any member of the Service Provider Personnel is failing to comply with SARS PPS&amp;G, SARS will be entitled to deny such member of Service Provider Personnel to any or all of Premises and require the Service Provider to replace such member of Staff without delay.</w:t>
      </w:r>
    </w:p>
    <w:p w14:paraId="2A129397" w14:textId="77777777" w:rsidR="008E6040" w:rsidRPr="009506B6" w:rsidRDefault="001356A8" w:rsidP="0089789E">
      <w:pPr>
        <w:pStyle w:val="ListParagraph"/>
        <w:keepNext/>
        <w:keepLines/>
        <w:numPr>
          <w:ilvl w:val="1"/>
          <w:numId w:val="29"/>
        </w:numPr>
        <w:spacing w:before="120" w:after="240" w:line="360" w:lineRule="auto"/>
        <w:ind w:left="1440" w:hanging="720"/>
        <w:contextualSpacing w:val="0"/>
        <w:jc w:val="both"/>
      </w:pPr>
      <w:r w:rsidRPr="009506B6">
        <w:t xml:space="preserve">The Service Provider </w:t>
      </w:r>
      <w:r w:rsidR="008E6040" w:rsidRPr="009506B6">
        <w:t>undertakes and warrants to SARS that:</w:t>
      </w:r>
    </w:p>
    <w:p w14:paraId="25B4D303" w14:textId="77777777" w:rsidR="003D7F4D" w:rsidRPr="009506B6" w:rsidRDefault="003D7F4D" w:rsidP="0089789E">
      <w:pPr>
        <w:pStyle w:val="ListParagraph"/>
        <w:keepNext/>
        <w:keepLines/>
        <w:numPr>
          <w:ilvl w:val="2"/>
          <w:numId w:val="29"/>
        </w:numPr>
        <w:spacing w:before="120" w:after="240" w:line="360" w:lineRule="auto"/>
        <w:ind w:left="1860" w:hanging="1140"/>
        <w:contextualSpacing w:val="0"/>
        <w:jc w:val="both"/>
      </w:pPr>
      <w:r w:rsidRPr="009506B6">
        <w:t>it shall ensure that all Service Provider Personnel are and remain adequately and validly insured in terms of the Compensation for Occupational Injury and Diseases Act, 1993 (“</w:t>
      </w:r>
      <w:r w:rsidRPr="009506B6">
        <w:rPr>
          <w:b/>
        </w:rPr>
        <w:t>COIDA</w:t>
      </w:r>
      <w:r w:rsidRPr="009506B6">
        <w:t>”), and shall deliver proof to that effect to SARS as and when required to do so. In addition, the Service Provider shall, before commencement of the Services (notwithstanding the Effective Date), an Appointment, furnish to SARS a copy of a certificate of good standing issued by the Compensation Commissioner appointed in terms of COIDA;</w:t>
      </w:r>
    </w:p>
    <w:p w14:paraId="250FD4B0" w14:textId="77777777" w:rsidR="003D7F4D" w:rsidRPr="009506B6" w:rsidRDefault="003D7F4D" w:rsidP="0089789E">
      <w:pPr>
        <w:pStyle w:val="ListParagraph"/>
        <w:keepNext/>
        <w:keepLines/>
        <w:numPr>
          <w:ilvl w:val="2"/>
          <w:numId w:val="29"/>
        </w:numPr>
        <w:spacing w:before="120" w:after="240" w:line="360" w:lineRule="auto"/>
        <w:ind w:left="1860" w:hanging="1140"/>
        <w:contextualSpacing w:val="0"/>
        <w:jc w:val="both"/>
      </w:pPr>
      <w:r w:rsidRPr="009506B6">
        <w:t>it shall at all times comply with the provisions of COIDA and the OHSA;</w:t>
      </w:r>
    </w:p>
    <w:p w14:paraId="6B5F190F" w14:textId="77777777" w:rsidR="003D7F4D" w:rsidRPr="009506B6" w:rsidRDefault="003D7F4D" w:rsidP="0089789E">
      <w:pPr>
        <w:pStyle w:val="ListParagraph"/>
        <w:keepNext/>
        <w:keepLines/>
        <w:numPr>
          <w:ilvl w:val="2"/>
          <w:numId w:val="29"/>
        </w:numPr>
        <w:spacing w:before="120" w:after="240" w:line="360" w:lineRule="auto"/>
        <w:ind w:left="1860" w:hanging="1140"/>
        <w:contextualSpacing w:val="0"/>
        <w:jc w:val="both"/>
      </w:pPr>
      <w:r w:rsidRPr="009506B6">
        <w:lastRenderedPageBreak/>
        <w:t>it shall, at the request of SARS, furnish to SARS a copy of its own health, safety and environmental plan, policy and procedures pertaining to occupational health and safety, and amend such policy if SARS can reasonably demonstrate that the plan, policy and/or procedures are incomplete or inadequate;</w:t>
      </w:r>
    </w:p>
    <w:p w14:paraId="5BEA4AB2" w14:textId="77777777" w:rsidR="003D7F4D" w:rsidRPr="009506B6" w:rsidRDefault="003D7F4D" w:rsidP="0089789E">
      <w:pPr>
        <w:pStyle w:val="ListParagraph"/>
        <w:keepNext/>
        <w:keepLines/>
        <w:numPr>
          <w:ilvl w:val="2"/>
          <w:numId w:val="29"/>
        </w:numPr>
        <w:spacing w:before="120" w:after="240" w:line="360" w:lineRule="auto"/>
        <w:ind w:left="1860" w:hanging="1140"/>
        <w:contextualSpacing w:val="0"/>
        <w:jc w:val="both"/>
      </w:pPr>
      <w:r w:rsidRPr="009506B6">
        <w:t>it shall ensure that no Service Provider Personnel brings intoxicating drugs or liquor onto the Premises, and that no Service Provider Personnel arrives at the Premises under the influence of intoxicating drugs or liquor;</w:t>
      </w:r>
    </w:p>
    <w:p w14:paraId="46406522" w14:textId="77777777" w:rsidR="003D7F4D" w:rsidRPr="009506B6" w:rsidRDefault="003D7F4D" w:rsidP="0089789E">
      <w:pPr>
        <w:pStyle w:val="ListParagraph"/>
        <w:keepNext/>
        <w:keepLines/>
        <w:numPr>
          <w:ilvl w:val="2"/>
          <w:numId w:val="29"/>
        </w:numPr>
        <w:spacing w:before="120" w:after="240" w:line="360" w:lineRule="auto"/>
        <w:ind w:left="1860" w:hanging="1140"/>
        <w:contextualSpacing w:val="0"/>
        <w:jc w:val="both"/>
      </w:pPr>
      <w:r w:rsidRPr="009506B6">
        <w:t>it shall supply all personal protective equipment and clothing, and other safety measures and equipment, as may be necessary in the circumstances (or as may be requested by SARS from time to time) in order to protect Service Provider Personnel while they are at the Premises; and</w:t>
      </w:r>
    </w:p>
    <w:p w14:paraId="2F74945B" w14:textId="77777777" w:rsidR="003D7F4D" w:rsidRPr="009506B6" w:rsidRDefault="003D7F4D" w:rsidP="0089789E">
      <w:pPr>
        <w:pStyle w:val="ListParagraph"/>
        <w:keepNext/>
        <w:keepLines/>
        <w:numPr>
          <w:ilvl w:val="2"/>
          <w:numId w:val="29"/>
        </w:numPr>
        <w:spacing w:before="120" w:after="240" w:line="360" w:lineRule="auto"/>
        <w:ind w:left="1860" w:hanging="1140"/>
        <w:contextualSpacing w:val="0"/>
        <w:jc w:val="both"/>
      </w:pPr>
      <w:r w:rsidRPr="009506B6">
        <w:t>all equipment, tools and materials brought onto the Premises for use by the Service Provider Personnel, are in good working order for the Term, and that they meet the requirements contemplated in the OHSA.</w:t>
      </w:r>
    </w:p>
    <w:p w14:paraId="2A16718F" w14:textId="77777777" w:rsidR="001D0238" w:rsidRPr="009506B6" w:rsidRDefault="001D0238" w:rsidP="0089789E">
      <w:pPr>
        <w:pStyle w:val="ListParagraph"/>
        <w:keepNext/>
        <w:keepLines/>
        <w:numPr>
          <w:ilvl w:val="1"/>
          <w:numId w:val="29"/>
        </w:numPr>
        <w:spacing w:before="120" w:after="240" w:line="360" w:lineRule="auto"/>
        <w:ind w:left="1440" w:hanging="720"/>
        <w:contextualSpacing w:val="0"/>
        <w:jc w:val="both"/>
      </w:pPr>
      <w:bookmarkStart w:id="405" w:name="_Ref41297620"/>
      <w:r w:rsidRPr="009506B6">
        <w:t>SARS reserves (where applicable), the right to undertake audit(s) at any given time at the Service Provider’s and its sub-contractor’s premises to assess the Service Provider’s compliance with its health and safety plan;</w:t>
      </w:r>
    </w:p>
    <w:p w14:paraId="266C3A15" w14:textId="1100E51C" w:rsidR="003D7F4D" w:rsidRPr="009506B6" w:rsidRDefault="003D7F4D" w:rsidP="0089789E">
      <w:pPr>
        <w:pStyle w:val="ListParagraph"/>
        <w:keepNext/>
        <w:keepLines/>
        <w:numPr>
          <w:ilvl w:val="1"/>
          <w:numId w:val="29"/>
        </w:numPr>
        <w:spacing w:before="120" w:after="240" w:line="360" w:lineRule="auto"/>
        <w:ind w:left="1440" w:hanging="720"/>
        <w:contextualSpacing w:val="0"/>
        <w:jc w:val="both"/>
      </w:pPr>
      <w:bookmarkStart w:id="406" w:name="_Ref75182744"/>
      <w:r w:rsidRPr="009506B6">
        <w:t xml:space="preserve">The </w:t>
      </w:r>
      <w:r w:rsidR="00A032D9" w:rsidRPr="009506B6">
        <w:t xml:space="preserve">Service </w:t>
      </w:r>
      <w:r w:rsidRPr="009506B6">
        <w:t>Provider hereby indemnifies and agrees to hold SARS harmless against any loss, damages, liability or expense suffered or incurred by SARS:</w:t>
      </w:r>
      <w:bookmarkEnd w:id="405"/>
      <w:bookmarkEnd w:id="406"/>
    </w:p>
    <w:p w14:paraId="20FCF4FF" w14:textId="06236292" w:rsidR="003D7F4D" w:rsidRPr="009506B6" w:rsidRDefault="003D7F4D" w:rsidP="0089789E">
      <w:pPr>
        <w:pStyle w:val="ListParagraph"/>
        <w:keepNext/>
        <w:keepLines/>
        <w:numPr>
          <w:ilvl w:val="2"/>
          <w:numId w:val="29"/>
        </w:numPr>
        <w:spacing w:before="120" w:after="240" w:line="360" w:lineRule="auto"/>
        <w:ind w:left="1860" w:hanging="1140"/>
        <w:contextualSpacing w:val="0"/>
        <w:jc w:val="both"/>
      </w:pPr>
      <w:r w:rsidRPr="009506B6">
        <w:t>as a result of any breach in terms of this clause; and</w:t>
      </w:r>
    </w:p>
    <w:p w14:paraId="234FAB69" w14:textId="51257C70" w:rsidR="003D7F4D" w:rsidRPr="009506B6" w:rsidRDefault="003D7F4D" w:rsidP="0089789E">
      <w:pPr>
        <w:pStyle w:val="ListParagraph"/>
        <w:keepNext/>
        <w:keepLines/>
        <w:numPr>
          <w:ilvl w:val="2"/>
          <w:numId w:val="29"/>
        </w:numPr>
        <w:spacing w:before="120" w:after="240" w:line="360" w:lineRule="auto"/>
        <w:ind w:left="1860" w:hanging="1140"/>
        <w:contextualSpacing w:val="0"/>
        <w:jc w:val="both"/>
      </w:pPr>
      <w:r w:rsidRPr="009506B6">
        <w:t>in terms of the OHSA as a result of any Service Provider Personnel failing to comply with SARS PPS&amp;G as contemplated in clause 1</w:t>
      </w:r>
      <w:r w:rsidR="009003E0">
        <w:t>1</w:t>
      </w:r>
      <w:r w:rsidRPr="009506B6">
        <w:t>.2 above;</w:t>
      </w:r>
    </w:p>
    <w:p w14:paraId="426FADA4" w14:textId="77777777" w:rsidR="003D7F4D" w:rsidRPr="009506B6" w:rsidRDefault="003D7F4D" w:rsidP="0089789E">
      <w:pPr>
        <w:pStyle w:val="ListParagraph"/>
        <w:keepNext/>
        <w:keepLines/>
        <w:numPr>
          <w:ilvl w:val="2"/>
          <w:numId w:val="29"/>
        </w:numPr>
        <w:spacing w:before="120" w:after="240" w:line="360" w:lineRule="auto"/>
        <w:ind w:left="1860" w:hanging="1140"/>
        <w:contextualSpacing w:val="0"/>
        <w:jc w:val="both"/>
      </w:pPr>
      <w:r w:rsidRPr="009506B6">
        <w:lastRenderedPageBreak/>
        <w:t>as a result of any charge that may be brought against SARS in terms of Section 37 and related provisions of the OHSA, in the event that any of its personnel commit any offense in terms of the OHSA, while on the Premises.</w:t>
      </w:r>
    </w:p>
    <w:p w14:paraId="516545E4" w14:textId="1D9C7344" w:rsidR="003D7F4D" w:rsidRPr="009506B6" w:rsidRDefault="003D7F4D" w:rsidP="0089789E">
      <w:pPr>
        <w:pStyle w:val="ListParagraph"/>
        <w:keepNext/>
        <w:keepLines/>
        <w:numPr>
          <w:ilvl w:val="1"/>
          <w:numId w:val="29"/>
        </w:numPr>
        <w:spacing w:before="120" w:after="240" w:line="360" w:lineRule="auto"/>
        <w:ind w:left="1440" w:hanging="720"/>
        <w:contextualSpacing w:val="0"/>
        <w:jc w:val="both"/>
        <w:rPr>
          <w:b/>
          <w:i/>
        </w:rPr>
      </w:pPr>
      <w:r w:rsidRPr="009506B6">
        <w:t xml:space="preserve">The indemnity referred to in clause </w:t>
      </w:r>
      <w:r w:rsidR="00B644B0">
        <w:fldChar w:fldCharType="begin"/>
      </w:r>
      <w:r w:rsidR="00B644B0">
        <w:instrText xml:space="preserve"> REF _Ref75182744 \r \h </w:instrText>
      </w:r>
      <w:r w:rsidR="00DD24D3">
        <w:instrText xml:space="preserve"> \* MERGEFORMAT </w:instrText>
      </w:r>
      <w:r w:rsidR="00B644B0">
        <w:fldChar w:fldCharType="separate"/>
      </w:r>
      <w:r w:rsidR="00AA4856">
        <w:t>11.5</w:t>
      </w:r>
      <w:r w:rsidR="00B644B0">
        <w:fldChar w:fldCharType="end"/>
      </w:r>
      <w:r w:rsidRPr="009506B6">
        <w:t xml:space="preserve"> is in addition to the general indemnity contained elsewhere in this agreement and does not limit the ambit of the general indemnity in any way whatsoever.</w:t>
      </w:r>
    </w:p>
    <w:p w14:paraId="35372973" w14:textId="47AAF912" w:rsidR="001D2BCE" w:rsidRPr="009506B6" w:rsidRDefault="001D2BCE" w:rsidP="0089789E">
      <w:pPr>
        <w:pStyle w:val="ListParagraph"/>
        <w:keepNext/>
        <w:keepLines/>
        <w:numPr>
          <w:ilvl w:val="0"/>
          <w:numId w:val="29"/>
        </w:numPr>
        <w:spacing w:before="120" w:after="240" w:line="360" w:lineRule="auto"/>
        <w:ind w:left="720" w:hanging="720"/>
        <w:contextualSpacing w:val="0"/>
        <w:jc w:val="both"/>
        <w:outlineLvl w:val="0"/>
        <w:rPr>
          <w:b/>
          <w:caps/>
        </w:rPr>
      </w:pPr>
      <w:bookmarkStart w:id="407" w:name="_Ref254281632"/>
      <w:bookmarkStart w:id="408" w:name="_Toc283110464"/>
      <w:bookmarkStart w:id="409" w:name="_Toc293325628"/>
      <w:bookmarkStart w:id="410" w:name="_Toc107398003"/>
      <w:bookmarkStart w:id="411" w:name="_Hlk71268724"/>
      <w:bookmarkEnd w:id="404"/>
      <w:r w:rsidRPr="00246712">
        <w:rPr>
          <w:b/>
          <w:caps/>
        </w:rPr>
        <w:t>FEES</w:t>
      </w:r>
      <w:r w:rsidRPr="009506B6">
        <w:rPr>
          <w:b/>
          <w:caps/>
        </w:rPr>
        <w:t xml:space="preserve"> </w:t>
      </w:r>
      <w:r w:rsidR="00AD634F" w:rsidRPr="009506B6">
        <w:rPr>
          <w:b/>
          <w:caps/>
        </w:rPr>
        <w:t xml:space="preserve">invoicing </w:t>
      </w:r>
      <w:r w:rsidRPr="009506B6">
        <w:rPr>
          <w:b/>
          <w:caps/>
        </w:rPr>
        <w:t>and PAYMENT</w:t>
      </w:r>
      <w:bookmarkEnd w:id="407"/>
      <w:bookmarkEnd w:id="408"/>
      <w:bookmarkEnd w:id="409"/>
      <w:bookmarkEnd w:id="410"/>
    </w:p>
    <w:p w14:paraId="203DF0A7" w14:textId="3A32A7E5" w:rsidR="001D2BCE" w:rsidRPr="009506B6" w:rsidRDefault="00AD634F" w:rsidP="0089789E">
      <w:pPr>
        <w:pStyle w:val="ListParagraph"/>
        <w:keepNext/>
        <w:keepLines/>
        <w:numPr>
          <w:ilvl w:val="1"/>
          <w:numId w:val="29"/>
        </w:numPr>
        <w:spacing w:before="120" w:after="240" w:line="360" w:lineRule="auto"/>
        <w:ind w:left="1440" w:hanging="720"/>
        <w:contextualSpacing w:val="0"/>
        <w:jc w:val="both"/>
      </w:pPr>
      <w:bookmarkStart w:id="412" w:name="_Toc12416780"/>
      <w:bookmarkStart w:id="413" w:name="_Hlk71268835"/>
      <w:bookmarkStart w:id="414" w:name="_Toc507491287"/>
      <w:bookmarkStart w:id="415" w:name="_Ref507909783"/>
      <w:bookmarkStart w:id="416" w:name="_Toc12180430"/>
      <w:bookmarkStart w:id="417" w:name="_Toc71810191"/>
      <w:bookmarkStart w:id="418" w:name="_Toc74371490"/>
      <w:bookmarkStart w:id="419" w:name="_Toc77472940"/>
      <w:bookmarkStart w:id="420" w:name="_Toc102366585"/>
      <w:bookmarkStart w:id="421" w:name="_Toc145350018"/>
      <w:bookmarkEnd w:id="411"/>
      <w:r w:rsidRPr="009506B6">
        <w:t>In general, t</w:t>
      </w:r>
      <w:r w:rsidR="001D2BCE" w:rsidRPr="009506B6">
        <w:t xml:space="preserve">he </w:t>
      </w:r>
      <w:r w:rsidRPr="00E17C29">
        <w:t>Fees</w:t>
      </w:r>
      <w:r w:rsidR="001D2BCE" w:rsidRPr="009506B6">
        <w:t xml:space="preserve"> applicable to the Services are set out in </w:t>
      </w:r>
      <w:r w:rsidR="005A03AC">
        <w:rPr>
          <w:b/>
          <w:bCs/>
        </w:rPr>
        <w:t xml:space="preserve">Annexure </w:t>
      </w:r>
      <w:r w:rsidR="00D63C89">
        <w:rPr>
          <w:b/>
          <w:bCs/>
        </w:rPr>
        <w:t xml:space="preserve">B </w:t>
      </w:r>
      <w:r w:rsidR="00A032D9" w:rsidRPr="009506B6">
        <w:t>hereto</w:t>
      </w:r>
      <w:r w:rsidR="001D2BCE" w:rsidRPr="009506B6">
        <w:t>.</w:t>
      </w:r>
      <w:bookmarkEnd w:id="412"/>
    </w:p>
    <w:p w14:paraId="478A1067" w14:textId="55ED5376" w:rsidR="00475BEB" w:rsidRPr="009506B6" w:rsidRDefault="009D5445" w:rsidP="00C34EC7">
      <w:pPr>
        <w:pStyle w:val="ListParagraph"/>
        <w:keepNext/>
        <w:keepLines/>
        <w:numPr>
          <w:ilvl w:val="1"/>
          <w:numId w:val="29"/>
        </w:numPr>
        <w:spacing w:before="120" w:after="240" w:line="360" w:lineRule="auto"/>
        <w:ind w:left="1440" w:hanging="720"/>
        <w:contextualSpacing w:val="0"/>
        <w:jc w:val="both"/>
      </w:pPr>
      <w:bookmarkStart w:id="422" w:name="_Toc12416781"/>
      <w:bookmarkEnd w:id="413"/>
      <w:r w:rsidRPr="009506B6">
        <w:t xml:space="preserve">SARS shall </w:t>
      </w:r>
      <w:r w:rsidR="00A032D9" w:rsidRPr="009506B6">
        <w:t xml:space="preserve">for the Term, </w:t>
      </w:r>
      <w:r w:rsidRPr="009506B6">
        <w:t xml:space="preserve">pay the Service Provider </w:t>
      </w:r>
      <w:r w:rsidR="00F17E4E" w:rsidRPr="009506B6">
        <w:t>for the provision of the Services</w:t>
      </w:r>
      <w:r w:rsidR="00FD5C67">
        <w:t xml:space="preserve"> as</w:t>
      </w:r>
      <w:r w:rsidR="00475BEB" w:rsidRPr="009506B6">
        <w:t xml:space="preserve"> set out in </w:t>
      </w:r>
      <w:r w:rsidR="00C34EC7" w:rsidRPr="00E17C29">
        <w:t xml:space="preserve">Annexure </w:t>
      </w:r>
      <w:r w:rsidR="00FD5C67" w:rsidRPr="00E17C29">
        <w:t>B</w:t>
      </w:r>
      <w:r w:rsidR="00475BEB" w:rsidRPr="009506B6">
        <w:t xml:space="preserve"> </w:t>
      </w:r>
      <w:r w:rsidR="00427A91" w:rsidRPr="009506B6">
        <w:t>within 30 (thirty) days of receipt of the Service Provider</w:t>
      </w:r>
      <w:r w:rsidR="004B0ADB" w:rsidRPr="009506B6">
        <w:t>’</w:t>
      </w:r>
      <w:r w:rsidR="00427A91" w:rsidRPr="009506B6">
        <w:t>s invoice.</w:t>
      </w:r>
      <w:bookmarkEnd w:id="422"/>
      <w:r w:rsidR="00427A91" w:rsidRPr="009506B6">
        <w:t xml:space="preserve"> </w:t>
      </w:r>
      <w:bookmarkStart w:id="423" w:name="_Toc12416782"/>
      <w:bookmarkStart w:id="424" w:name="_Hlk41916841"/>
    </w:p>
    <w:p w14:paraId="2FD1F579" w14:textId="2CA1A4C7" w:rsidR="00640F9C" w:rsidRPr="009506B6" w:rsidRDefault="00640F9C" w:rsidP="0089789E">
      <w:pPr>
        <w:pStyle w:val="ListParagraph"/>
        <w:keepNext/>
        <w:keepLines/>
        <w:numPr>
          <w:ilvl w:val="1"/>
          <w:numId w:val="29"/>
        </w:numPr>
        <w:spacing w:before="120" w:after="240" w:line="360" w:lineRule="auto"/>
        <w:ind w:left="1440" w:hanging="720"/>
        <w:contextualSpacing w:val="0"/>
        <w:jc w:val="both"/>
      </w:pPr>
      <w:r w:rsidRPr="009506B6">
        <w:t xml:space="preserve">The Service Provider will (subject to the provisions of this </w:t>
      </w:r>
      <w:r w:rsidR="00E23CEB" w:rsidRPr="009506B6">
        <w:t>Clause</w:t>
      </w:r>
      <w:r w:rsidR="00703AFF">
        <w:t xml:space="preserve"> 12</w:t>
      </w:r>
      <w:r w:rsidRPr="009506B6">
        <w:t>), not be entitled to: (</w:t>
      </w:r>
      <w:proofErr w:type="spellStart"/>
      <w:r w:rsidRPr="009506B6">
        <w:t>i</w:t>
      </w:r>
      <w:proofErr w:type="spellEnd"/>
      <w:r w:rsidRPr="009506B6">
        <w:t xml:space="preserve">) impose or seek payment of any amounts or charges under the Agreement other than the </w:t>
      </w:r>
      <w:r w:rsidR="00B822C5" w:rsidRPr="009506B6">
        <w:t>Fees</w:t>
      </w:r>
      <w:r w:rsidRPr="009506B6">
        <w:t xml:space="preserve">; (ii) establish any new types of charges under the Agreement; or (iii) modify any of the </w:t>
      </w:r>
      <w:r w:rsidR="00B822C5" w:rsidRPr="009506B6">
        <w:t>Fees</w:t>
      </w:r>
      <w:r w:rsidRPr="009506B6">
        <w:t xml:space="preserve"> under the Agreement; unless SARS has agreed thereto in writing.</w:t>
      </w:r>
      <w:bookmarkEnd w:id="423"/>
    </w:p>
    <w:p w14:paraId="24C2E5B9" w14:textId="5E31722D" w:rsidR="00640F9C" w:rsidRPr="009506B6" w:rsidRDefault="00640F9C" w:rsidP="0089789E">
      <w:pPr>
        <w:pStyle w:val="ListParagraph"/>
        <w:keepNext/>
        <w:keepLines/>
        <w:numPr>
          <w:ilvl w:val="1"/>
          <w:numId w:val="29"/>
        </w:numPr>
        <w:spacing w:before="120" w:after="240" w:line="360" w:lineRule="auto"/>
        <w:ind w:left="1440" w:hanging="720"/>
        <w:contextualSpacing w:val="0"/>
        <w:jc w:val="both"/>
      </w:pPr>
      <w:bookmarkStart w:id="425" w:name="_Toc12416783"/>
      <w:r w:rsidRPr="009506B6">
        <w:t>Each invoice will consist of or have attached statement of the total amount due which will be itemised per Service.</w:t>
      </w:r>
      <w:bookmarkEnd w:id="425"/>
    </w:p>
    <w:p w14:paraId="63F3AE9D" w14:textId="77777777" w:rsidR="00640F9C" w:rsidRPr="009506B6" w:rsidRDefault="00640F9C" w:rsidP="0089789E">
      <w:pPr>
        <w:pStyle w:val="ListParagraph"/>
        <w:keepNext/>
        <w:keepLines/>
        <w:numPr>
          <w:ilvl w:val="1"/>
          <w:numId w:val="29"/>
        </w:numPr>
        <w:spacing w:before="120" w:after="240" w:line="360" w:lineRule="auto"/>
        <w:ind w:left="1440" w:hanging="720"/>
        <w:contextualSpacing w:val="0"/>
        <w:jc w:val="both"/>
      </w:pPr>
      <w:bookmarkStart w:id="426" w:name="_Toc12416784"/>
      <w:r w:rsidRPr="009506B6">
        <w:t>The Service Provider will verify that each invoice is complete and accurate and that it conforms to the requirements of the Agreement (including by carrying out detailed checks of each invoice) before issuing the invoice to SARS.</w:t>
      </w:r>
      <w:bookmarkEnd w:id="426"/>
      <w:r w:rsidRPr="009506B6">
        <w:t xml:space="preserve"> </w:t>
      </w:r>
    </w:p>
    <w:p w14:paraId="167EB705" w14:textId="0AC9C410" w:rsidR="00640F9C" w:rsidRPr="009506B6" w:rsidRDefault="00640F9C" w:rsidP="0089789E">
      <w:pPr>
        <w:pStyle w:val="ListParagraph"/>
        <w:keepNext/>
        <w:keepLines/>
        <w:numPr>
          <w:ilvl w:val="1"/>
          <w:numId w:val="29"/>
        </w:numPr>
        <w:spacing w:before="120" w:after="240" w:line="360" w:lineRule="auto"/>
        <w:ind w:left="1440" w:hanging="720"/>
        <w:contextualSpacing w:val="0"/>
        <w:jc w:val="both"/>
      </w:pPr>
      <w:bookmarkStart w:id="427" w:name="_Toc12416785"/>
      <w:bookmarkStart w:id="428" w:name="_Ref41907247"/>
      <w:r w:rsidRPr="009506B6">
        <w:t xml:space="preserve">SARS may withhold any amounts that it disputes in good faith, provided that such dispute shall either be discussed in the meetings as provided and/or automatically be referred to dispute resolution in terms of </w:t>
      </w:r>
      <w:r w:rsidR="00E23CEB" w:rsidRPr="009506B6">
        <w:t>Clause</w:t>
      </w:r>
      <w:r w:rsidRPr="009506B6">
        <w:t xml:space="preserve"> </w:t>
      </w:r>
      <w:r w:rsidR="00703AFF">
        <w:t>37</w:t>
      </w:r>
      <w:r w:rsidRPr="009506B6">
        <w:t>.</w:t>
      </w:r>
      <w:bookmarkEnd w:id="427"/>
      <w:bookmarkEnd w:id="428"/>
    </w:p>
    <w:p w14:paraId="31BBD5D8" w14:textId="2DFD2ADE" w:rsidR="00640F9C" w:rsidRPr="009506B6" w:rsidRDefault="00640F9C" w:rsidP="0089789E">
      <w:pPr>
        <w:pStyle w:val="ListParagraph"/>
        <w:keepNext/>
        <w:keepLines/>
        <w:numPr>
          <w:ilvl w:val="1"/>
          <w:numId w:val="29"/>
        </w:numPr>
        <w:spacing w:before="120" w:after="240" w:line="360" w:lineRule="auto"/>
        <w:ind w:left="1440" w:hanging="720"/>
        <w:contextualSpacing w:val="0"/>
        <w:jc w:val="both"/>
      </w:pPr>
      <w:bookmarkStart w:id="429" w:name="_Toc12416787"/>
      <w:r w:rsidRPr="009506B6">
        <w:lastRenderedPageBreak/>
        <w:t xml:space="preserve">The Service Provider will maintain complete and accurate records of, and supporting documentation for, the amounts invoiced </w:t>
      </w:r>
      <w:proofErr w:type="gramStart"/>
      <w:r w:rsidRPr="009506B6">
        <w:t>to</w:t>
      </w:r>
      <w:proofErr w:type="gramEnd"/>
      <w:r w:rsidRPr="009506B6">
        <w:t xml:space="preserve"> and payments made by SARS hereunder in accordance with generally accepted South African accounting practice (compliant with </w:t>
      </w:r>
      <w:r w:rsidR="00D26F4F" w:rsidRPr="009506B6">
        <w:t>F</w:t>
      </w:r>
      <w:r w:rsidR="005C365A" w:rsidRPr="009506B6">
        <w:t>AIS</w:t>
      </w:r>
      <w:r w:rsidRPr="009506B6">
        <w:t xml:space="preserve"> and IFRS) applied on a consistent basis.</w:t>
      </w:r>
      <w:bookmarkEnd w:id="429"/>
      <w:r w:rsidR="00DD24D3">
        <w:t xml:space="preserve"> </w:t>
      </w:r>
    </w:p>
    <w:p w14:paraId="0E0794F7" w14:textId="4BEDA001" w:rsidR="00640F9C" w:rsidRPr="009506B6" w:rsidRDefault="00A032D9" w:rsidP="0089789E">
      <w:pPr>
        <w:pStyle w:val="ListParagraph"/>
        <w:keepNext/>
        <w:keepLines/>
        <w:numPr>
          <w:ilvl w:val="1"/>
          <w:numId w:val="29"/>
        </w:numPr>
        <w:spacing w:before="120" w:after="240" w:line="360" w:lineRule="auto"/>
        <w:ind w:left="1440" w:hanging="720"/>
        <w:contextualSpacing w:val="0"/>
        <w:jc w:val="both"/>
      </w:pPr>
      <w:bookmarkStart w:id="430" w:name="_Toc12416788"/>
      <w:r w:rsidRPr="009506B6">
        <w:t xml:space="preserve"> SARS may as and when it deems necessary audit the Fees that have been paid to the Service Provider during the Term.</w:t>
      </w:r>
      <w:r w:rsidR="00DD24D3">
        <w:t xml:space="preserve"> </w:t>
      </w:r>
      <w:r w:rsidRPr="009506B6">
        <w:t>For these purposes, the Service Provider shall w</w:t>
      </w:r>
      <w:r w:rsidR="00640F9C" w:rsidRPr="009506B6">
        <w:t xml:space="preserve">ithin 10 (ten) days after SARS’s request, provide SARS with </w:t>
      </w:r>
      <w:r w:rsidRPr="009506B6">
        <w:t>response to any payment queries raised by SARS including any other</w:t>
      </w:r>
      <w:r w:rsidR="00640F9C" w:rsidRPr="009506B6">
        <w:t xml:space="preserve"> documentation or information reasonably required in order to verify the accuracy of the </w:t>
      </w:r>
      <w:r w:rsidR="00B822C5" w:rsidRPr="009506B6">
        <w:t>Fees</w:t>
      </w:r>
      <w:r w:rsidR="00640F9C" w:rsidRPr="009506B6">
        <w:t xml:space="preserve"> </w:t>
      </w:r>
      <w:r w:rsidRPr="009506B6">
        <w:t xml:space="preserve">invoiced and paid by SARS including </w:t>
      </w:r>
      <w:r w:rsidR="00640F9C" w:rsidRPr="009506B6">
        <w:t xml:space="preserve">compliance </w:t>
      </w:r>
      <w:r w:rsidRPr="009506B6">
        <w:t xml:space="preserve">by the Service Provider </w:t>
      </w:r>
      <w:r w:rsidR="00640F9C" w:rsidRPr="009506B6">
        <w:t>with the requirements of the Agreement.</w:t>
      </w:r>
      <w:bookmarkEnd w:id="430"/>
      <w:r w:rsidRPr="009506B6">
        <w:t xml:space="preserve"> In the event that SARS determines, at any time during the Term and/or expiry thereof that SARS has overpaid the Service Provider, the Service Provider shall refund such overpaid Fees to SARS in fully without any set off, including any interest thereon, calculated at Repo Rate.</w:t>
      </w:r>
    </w:p>
    <w:p w14:paraId="53EA84DF" w14:textId="77777777" w:rsidR="001D2BCE" w:rsidRPr="009506B6" w:rsidRDefault="00AD634F" w:rsidP="0089789E">
      <w:pPr>
        <w:pStyle w:val="ListParagraph"/>
        <w:keepNext/>
        <w:keepLines/>
        <w:numPr>
          <w:ilvl w:val="0"/>
          <w:numId w:val="29"/>
        </w:numPr>
        <w:spacing w:before="120" w:after="240" w:line="360" w:lineRule="auto"/>
        <w:ind w:left="720" w:hanging="720"/>
        <w:contextualSpacing w:val="0"/>
        <w:jc w:val="both"/>
        <w:outlineLvl w:val="0"/>
        <w:rPr>
          <w:b/>
          <w:caps/>
        </w:rPr>
      </w:pPr>
      <w:bookmarkStart w:id="431" w:name="_Toc107398004"/>
      <w:r w:rsidRPr="009506B6">
        <w:rPr>
          <w:b/>
          <w:caps/>
        </w:rPr>
        <w:t>T</w:t>
      </w:r>
      <w:r w:rsidR="001D2BCE" w:rsidRPr="009506B6">
        <w:rPr>
          <w:b/>
          <w:caps/>
        </w:rPr>
        <w:t xml:space="preserve">ax, </w:t>
      </w:r>
      <w:r w:rsidRPr="009506B6">
        <w:rPr>
          <w:b/>
          <w:caps/>
        </w:rPr>
        <w:t>D</w:t>
      </w:r>
      <w:r w:rsidR="001D2BCE" w:rsidRPr="009506B6">
        <w:rPr>
          <w:b/>
          <w:caps/>
        </w:rPr>
        <w:t xml:space="preserve">uties and </w:t>
      </w:r>
      <w:r w:rsidRPr="009506B6">
        <w:rPr>
          <w:b/>
          <w:caps/>
        </w:rPr>
        <w:t>C</w:t>
      </w:r>
      <w:r w:rsidR="001D2BCE" w:rsidRPr="009506B6">
        <w:rPr>
          <w:b/>
          <w:caps/>
        </w:rPr>
        <w:t>urrency issues</w:t>
      </w:r>
      <w:bookmarkEnd w:id="431"/>
    </w:p>
    <w:p w14:paraId="66F8413E" w14:textId="65E2E32E"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432" w:name="_Toc12416790"/>
      <w:bookmarkStart w:id="433" w:name="_Toc145350020"/>
      <w:bookmarkEnd w:id="414"/>
      <w:bookmarkEnd w:id="415"/>
      <w:bookmarkEnd w:id="416"/>
      <w:bookmarkEnd w:id="417"/>
      <w:bookmarkEnd w:id="418"/>
      <w:bookmarkEnd w:id="419"/>
      <w:bookmarkEnd w:id="420"/>
      <w:bookmarkEnd w:id="421"/>
      <w:r w:rsidRPr="009506B6">
        <w:t xml:space="preserve">Unless otherwise specified, all </w:t>
      </w:r>
      <w:r w:rsidR="00550AEE" w:rsidRPr="009506B6">
        <w:t>Fees</w:t>
      </w:r>
      <w:r w:rsidRPr="009506B6">
        <w:t xml:space="preserve"> </w:t>
      </w:r>
      <w:proofErr w:type="gramStart"/>
      <w:r w:rsidR="00497664">
        <w:t>payable</w:t>
      </w:r>
      <w:proofErr w:type="gramEnd"/>
      <w:r w:rsidR="00497664">
        <w:t xml:space="preserve"> are as detailed in Annexure </w:t>
      </w:r>
      <w:r w:rsidR="00D63C89">
        <w:t>B</w:t>
      </w:r>
      <w:r w:rsidR="00497664">
        <w:t xml:space="preserve"> hereto and are together with </w:t>
      </w:r>
      <w:r w:rsidRPr="009506B6">
        <w:t xml:space="preserve">expenses are recorded </w:t>
      </w:r>
      <w:r w:rsidR="00497664">
        <w:t>in</w:t>
      </w:r>
      <w:r w:rsidR="00475BEB" w:rsidRPr="009506B6">
        <w:t xml:space="preserve">clusive </w:t>
      </w:r>
      <w:r w:rsidRPr="009506B6">
        <w:t>of Value Added Tax. The Service Provider will be financially responsible for all taxes associated with the Services and will comply with all applicable laws relating to tax and tax invoices.</w:t>
      </w:r>
      <w:bookmarkEnd w:id="432"/>
    </w:p>
    <w:p w14:paraId="5CEBC662" w14:textId="77777777"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434" w:name="_Toc12416791"/>
      <w:r w:rsidRPr="009506B6">
        <w:t xml:space="preserve">All </w:t>
      </w:r>
      <w:r w:rsidR="00AD634F" w:rsidRPr="009506B6">
        <w:t>Fees</w:t>
      </w:r>
      <w:r w:rsidRPr="009506B6">
        <w:t xml:space="preserve"> set out in this Agreement are inclusive of any export and import tax.</w:t>
      </w:r>
      <w:bookmarkEnd w:id="434"/>
    </w:p>
    <w:p w14:paraId="5C2675CA" w14:textId="77777777"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435" w:name="_Toc12416792"/>
      <w:r w:rsidRPr="009506B6">
        <w:t xml:space="preserve">The </w:t>
      </w:r>
      <w:r w:rsidR="00AD634F" w:rsidRPr="009506B6">
        <w:t>Fees</w:t>
      </w:r>
      <w:r w:rsidRPr="009506B6">
        <w:t xml:space="preserve"> are stated in South African Rand and will be quoted, invoiced and paid in South African Rand. Subject only to the </w:t>
      </w:r>
      <w:r w:rsidR="00AD634F" w:rsidRPr="009506B6">
        <w:t xml:space="preserve">discounts </w:t>
      </w:r>
      <w:r w:rsidRPr="009506B6">
        <w:t xml:space="preserve">contemplated in </w:t>
      </w:r>
      <w:r w:rsidR="009E60F2" w:rsidRPr="009506B6">
        <w:t xml:space="preserve">the </w:t>
      </w:r>
      <w:r w:rsidR="005C229C" w:rsidRPr="009506B6">
        <w:t>RFP</w:t>
      </w:r>
      <w:r w:rsidR="009E60F2" w:rsidRPr="009506B6">
        <w:t>,</w:t>
      </w:r>
      <w:r w:rsidRPr="009506B6">
        <w:t xml:space="preserve"> the </w:t>
      </w:r>
      <w:r w:rsidR="00AD634F" w:rsidRPr="009506B6">
        <w:t>Fees</w:t>
      </w:r>
      <w:r w:rsidRPr="009506B6">
        <w:t xml:space="preserve"> are not subject to adjustment due to any currency fluctuations for the duration of the Agreement.</w:t>
      </w:r>
      <w:bookmarkEnd w:id="435"/>
    </w:p>
    <w:p w14:paraId="4A81BE91" w14:textId="77777777" w:rsidR="001D2BCE" w:rsidRPr="009506B6" w:rsidRDefault="001D2BCE" w:rsidP="0089789E">
      <w:pPr>
        <w:pStyle w:val="ListParagraph"/>
        <w:keepNext/>
        <w:keepLines/>
        <w:numPr>
          <w:ilvl w:val="0"/>
          <w:numId w:val="29"/>
        </w:numPr>
        <w:spacing w:before="120" w:after="240" w:line="360" w:lineRule="auto"/>
        <w:ind w:left="720" w:hanging="720"/>
        <w:contextualSpacing w:val="0"/>
        <w:jc w:val="both"/>
        <w:outlineLvl w:val="0"/>
        <w:rPr>
          <w:b/>
          <w:caps/>
        </w:rPr>
      </w:pPr>
      <w:bookmarkStart w:id="436" w:name="_Toc293325629"/>
      <w:bookmarkStart w:id="437" w:name="_Ref148459"/>
      <w:bookmarkStart w:id="438" w:name="_Ref41907387"/>
      <w:bookmarkStart w:id="439" w:name="_Toc107398005"/>
      <w:r w:rsidRPr="009506B6">
        <w:rPr>
          <w:b/>
          <w:caps/>
        </w:rPr>
        <w:t xml:space="preserve">Disputed </w:t>
      </w:r>
      <w:r w:rsidR="00550AEE" w:rsidRPr="009506B6">
        <w:rPr>
          <w:b/>
          <w:caps/>
        </w:rPr>
        <w:t>Fees</w:t>
      </w:r>
      <w:r w:rsidRPr="009506B6">
        <w:rPr>
          <w:b/>
          <w:caps/>
        </w:rPr>
        <w:t xml:space="preserve"> and Invoicing Errors</w:t>
      </w:r>
      <w:bookmarkEnd w:id="436"/>
      <w:bookmarkEnd w:id="437"/>
      <w:bookmarkEnd w:id="438"/>
      <w:bookmarkEnd w:id="439"/>
    </w:p>
    <w:p w14:paraId="6E78A800" w14:textId="2C44D6C8" w:rsidR="001D2BCE" w:rsidRPr="009506B6" w:rsidRDefault="00BA4FE1" w:rsidP="0089789E">
      <w:pPr>
        <w:pStyle w:val="ListParagraph"/>
        <w:keepNext/>
        <w:keepLines/>
        <w:numPr>
          <w:ilvl w:val="1"/>
          <w:numId w:val="29"/>
        </w:numPr>
        <w:spacing w:before="120" w:after="240" w:line="360" w:lineRule="auto"/>
        <w:ind w:left="1440" w:hanging="720"/>
        <w:contextualSpacing w:val="0"/>
        <w:jc w:val="both"/>
      </w:pPr>
      <w:bookmarkStart w:id="440" w:name="_Toc12416794"/>
      <w:r w:rsidRPr="009506B6">
        <w:lastRenderedPageBreak/>
        <w:t>SARS</w:t>
      </w:r>
      <w:r w:rsidR="001D2BCE" w:rsidRPr="009506B6">
        <w:t xml:space="preserve"> may withhold payment of any </w:t>
      </w:r>
      <w:r w:rsidR="00550AEE" w:rsidRPr="009506B6">
        <w:t xml:space="preserve">Fees </w:t>
      </w:r>
      <w:r w:rsidR="001D2BCE" w:rsidRPr="009506B6">
        <w:t xml:space="preserve">that </w:t>
      </w:r>
      <w:r w:rsidRPr="009506B6">
        <w:t>SARS</w:t>
      </w:r>
      <w:r w:rsidR="001D2BCE" w:rsidRPr="009506B6">
        <w:t xml:space="preserve"> disputes in good faith (or, if the disputed</w:t>
      </w:r>
      <w:r w:rsidR="00550AEE" w:rsidRPr="009506B6">
        <w:t xml:space="preserve"> Fees</w:t>
      </w:r>
      <w:r w:rsidR="001D2BCE" w:rsidRPr="009506B6">
        <w:t xml:space="preserve"> have already been paid, </w:t>
      </w:r>
      <w:r w:rsidRPr="009506B6">
        <w:t>SARS</w:t>
      </w:r>
      <w:r w:rsidR="001D2BCE" w:rsidRPr="009506B6">
        <w:t xml:space="preserve"> may withhold an equal amount from a later payment), including disputes in respect of an error in an invoice or an amount paid.</w:t>
      </w:r>
      <w:r w:rsidR="00DD24D3">
        <w:t xml:space="preserve"> </w:t>
      </w:r>
      <w:r w:rsidR="001D2BCE" w:rsidRPr="009506B6">
        <w:t xml:space="preserve">If </w:t>
      </w:r>
      <w:r w:rsidRPr="009506B6">
        <w:t>SARS</w:t>
      </w:r>
      <w:r w:rsidR="001D2BCE" w:rsidRPr="009506B6">
        <w:t xml:space="preserve"> withholds any such amount:</w:t>
      </w:r>
      <w:bookmarkEnd w:id="440"/>
    </w:p>
    <w:p w14:paraId="25D1F459" w14:textId="77777777" w:rsidR="001D2BCE" w:rsidRPr="009506B6" w:rsidRDefault="00BA4FE1" w:rsidP="0089789E">
      <w:pPr>
        <w:pStyle w:val="ListParagraph"/>
        <w:keepNext/>
        <w:keepLines/>
        <w:numPr>
          <w:ilvl w:val="2"/>
          <w:numId w:val="29"/>
        </w:numPr>
        <w:spacing w:before="120" w:after="240" w:line="360" w:lineRule="auto"/>
        <w:ind w:left="1860" w:hanging="1140"/>
        <w:contextualSpacing w:val="0"/>
        <w:jc w:val="both"/>
      </w:pPr>
      <w:bookmarkStart w:id="441" w:name="_Toc12416795"/>
      <w:r w:rsidRPr="009506B6">
        <w:t>SARS</w:t>
      </w:r>
      <w:r w:rsidR="001D2BCE" w:rsidRPr="009506B6">
        <w:t xml:space="preserve"> will promptly notify the Service Provider that it is disputing such </w:t>
      </w:r>
      <w:r w:rsidR="00550AEE" w:rsidRPr="009506B6">
        <w:t>Fees</w:t>
      </w:r>
      <w:r w:rsidR="001D2BCE" w:rsidRPr="009506B6">
        <w:t>; and</w:t>
      </w:r>
      <w:bookmarkEnd w:id="441"/>
    </w:p>
    <w:p w14:paraId="0297C6FD" w14:textId="5AA79C2E" w:rsidR="001D2BCE" w:rsidRPr="009506B6" w:rsidRDefault="001D2BCE" w:rsidP="0089789E">
      <w:pPr>
        <w:pStyle w:val="ListParagraph"/>
        <w:keepNext/>
        <w:keepLines/>
        <w:numPr>
          <w:ilvl w:val="2"/>
          <w:numId w:val="29"/>
        </w:numPr>
        <w:spacing w:before="120" w:after="240" w:line="360" w:lineRule="auto"/>
        <w:ind w:left="1860" w:hanging="1140"/>
        <w:contextualSpacing w:val="0"/>
        <w:jc w:val="both"/>
      </w:pPr>
      <w:bookmarkStart w:id="442" w:name="_Toc12416796"/>
      <w:r w:rsidRPr="009506B6">
        <w:t xml:space="preserve">the Parties will promptly address such dispute in accordance with </w:t>
      </w:r>
      <w:r w:rsidR="00E23CEB" w:rsidRPr="009506B6">
        <w:t>Clause</w:t>
      </w:r>
      <w:r w:rsidRPr="009506B6">
        <w:t xml:space="preserve"> </w:t>
      </w:r>
      <w:r w:rsidR="00497664">
        <w:t>3</w:t>
      </w:r>
      <w:r w:rsidR="00703AFF">
        <w:t>7</w:t>
      </w:r>
      <w:r w:rsidRPr="009506B6">
        <w:t xml:space="preserve"> of the Agreement.</w:t>
      </w:r>
      <w:bookmarkEnd w:id="442"/>
      <w:r w:rsidRPr="009506B6">
        <w:t xml:space="preserve"> </w:t>
      </w:r>
    </w:p>
    <w:p w14:paraId="13B9846C" w14:textId="77777777"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443" w:name="_Toc12416797"/>
      <w:r w:rsidRPr="009506B6">
        <w:t xml:space="preserve">If the dispute relates to (or is equal to (in the case of disputed </w:t>
      </w:r>
      <w:r w:rsidR="00550AEE" w:rsidRPr="009506B6">
        <w:t>Fees</w:t>
      </w:r>
      <w:r w:rsidRPr="009506B6">
        <w:t xml:space="preserve"> that have already been paid by </w:t>
      </w:r>
      <w:r w:rsidR="00BA4FE1" w:rsidRPr="009506B6">
        <w:t>SARS</w:t>
      </w:r>
      <w:r w:rsidRPr="009506B6">
        <w:t xml:space="preserve">)) only certain of the </w:t>
      </w:r>
      <w:r w:rsidR="00550AEE" w:rsidRPr="009506B6">
        <w:t>Fees</w:t>
      </w:r>
      <w:r w:rsidRPr="009506B6">
        <w:t xml:space="preserve"> included on an invoice, then </w:t>
      </w:r>
      <w:r w:rsidR="00BA4FE1" w:rsidRPr="009506B6">
        <w:t>SARS</w:t>
      </w:r>
      <w:r w:rsidRPr="009506B6">
        <w:t xml:space="preserve"> will pay the undisputed amounts in accordance with the provisions of </w:t>
      </w:r>
      <w:r w:rsidR="005C229C" w:rsidRPr="009506B6">
        <w:t>RFP</w:t>
      </w:r>
      <w:r w:rsidRPr="009506B6">
        <w:t>.</w:t>
      </w:r>
      <w:bookmarkEnd w:id="443"/>
      <w:r w:rsidRPr="009506B6">
        <w:t xml:space="preserve"> </w:t>
      </w:r>
    </w:p>
    <w:p w14:paraId="4F19D2AA" w14:textId="77777777"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444" w:name="_Toc12416798"/>
      <w:r w:rsidRPr="009506B6">
        <w:t xml:space="preserve">If an invoice is identified as incorrect by </w:t>
      </w:r>
      <w:r w:rsidR="00BA4FE1" w:rsidRPr="009506B6">
        <w:t>SARS</w:t>
      </w:r>
      <w:r w:rsidRPr="009506B6">
        <w:t>, the Service Provider will either (</w:t>
      </w:r>
      <w:proofErr w:type="spellStart"/>
      <w:r w:rsidRPr="009506B6">
        <w:t>i</w:t>
      </w:r>
      <w:proofErr w:type="spellEnd"/>
      <w:r w:rsidRPr="009506B6">
        <w:t xml:space="preserve">) issue a correct invoice if the amount stated on the invoice has not yet been paid; or (ii) make a correction on the next invoice if the amount has been paid by </w:t>
      </w:r>
      <w:r w:rsidR="00BA4FE1" w:rsidRPr="009506B6">
        <w:t>SARS</w:t>
      </w:r>
      <w:r w:rsidR="00D26F4F" w:rsidRPr="009506B6">
        <w:t>,</w:t>
      </w:r>
      <w:r w:rsidRPr="009506B6">
        <w:t xml:space="preserve"> provided however, that </w:t>
      </w:r>
      <w:r w:rsidR="00D26F4F" w:rsidRPr="009506B6">
        <w:t xml:space="preserve">the </w:t>
      </w:r>
      <w:r w:rsidRPr="009506B6">
        <w:t xml:space="preserve">Service Provider will refund any overpayments with interest calculated at the Repo Rate for the number of days from the date of </w:t>
      </w:r>
      <w:r w:rsidR="00BA4FE1" w:rsidRPr="009506B6">
        <w:t>SARS</w:t>
      </w:r>
      <w:r w:rsidRPr="009506B6">
        <w:t xml:space="preserve">’s payment to the date of the refund. </w:t>
      </w:r>
      <w:r w:rsidR="00BA4FE1" w:rsidRPr="009506B6">
        <w:t>SARS</w:t>
      </w:r>
      <w:r w:rsidRPr="009506B6">
        <w:t xml:space="preserve"> will not be responsible for paying interest on undercharged amounts, if any.</w:t>
      </w:r>
      <w:bookmarkEnd w:id="444"/>
    </w:p>
    <w:p w14:paraId="2CB3B3C7" w14:textId="2B692696"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445" w:name="_Toc12416799"/>
      <w:r w:rsidRPr="009506B6">
        <w:t>For the avoidance of doubt, the Parties record and agree that the Service Provider shall not be entitled to suspend or interrupt the provision of the Services until the dispute is resolved by the Parties and such resolution is recorded in writing.</w:t>
      </w:r>
      <w:bookmarkEnd w:id="445"/>
      <w:r w:rsidRPr="009506B6">
        <w:t xml:space="preserve"> </w:t>
      </w:r>
    </w:p>
    <w:p w14:paraId="7BFA1E95" w14:textId="4BB3BFDF" w:rsidR="001D0238" w:rsidRPr="009506B6" w:rsidRDefault="001D0238" w:rsidP="0089789E">
      <w:pPr>
        <w:pStyle w:val="ListParagraph"/>
        <w:keepNext/>
        <w:keepLines/>
        <w:numPr>
          <w:ilvl w:val="0"/>
          <w:numId w:val="29"/>
        </w:numPr>
        <w:spacing w:before="120" w:after="240" w:line="360" w:lineRule="auto"/>
        <w:ind w:left="720" w:hanging="720"/>
        <w:contextualSpacing w:val="0"/>
        <w:jc w:val="both"/>
        <w:outlineLvl w:val="0"/>
        <w:rPr>
          <w:b/>
          <w:bCs/>
        </w:rPr>
      </w:pPr>
      <w:bookmarkStart w:id="446" w:name="_Toc107398006"/>
      <w:r w:rsidRPr="009506B6">
        <w:rPr>
          <w:b/>
          <w:bCs/>
        </w:rPr>
        <w:t>SERVICE PROVIDER OBLIGATIONS TO REDUCE COSTS</w:t>
      </w:r>
      <w:bookmarkEnd w:id="446"/>
    </w:p>
    <w:p w14:paraId="49D4A00F" w14:textId="7713901A" w:rsidR="001D0238" w:rsidRPr="009506B6" w:rsidRDefault="001D0238" w:rsidP="0089789E">
      <w:pPr>
        <w:pStyle w:val="ListParagraph"/>
        <w:keepNext/>
        <w:keepLines/>
        <w:numPr>
          <w:ilvl w:val="1"/>
          <w:numId w:val="29"/>
        </w:numPr>
        <w:spacing w:before="120" w:after="240" w:line="360" w:lineRule="auto"/>
        <w:ind w:left="1440" w:hanging="720"/>
        <w:contextualSpacing w:val="0"/>
        <w:jc w:val="both"/>
      </w:pPr>
      <w:bookmarkStart w:id="447" w:name="_Ref42076089"/>
      <w:r w:rsidRPr="009506B6">
        <w:t>In consultation with SARS, the Service Provider will continuously investigate methods to reduce the Fees whilst maintaining Performance Standards.</w:t>
      </w:r>
      <w:bookmarkEnd w:id="447"/>
    </w:p>
    <w:p w14:paraId="448C2B4F" w14:textId="66169416" w:rsidR="001D0238" w:rsidRPr="009506B6" w:rsidRDefault="001D0238" w:rsidP="0089789E">
      <w:pPr>
        <w:pStyle w:val="ListParagraph"/>
        <w:keepNext/>
        <w:keepLines/>
        <w:numPr>
          <w:ilvl w:val="1"/>
          <w:numId w:val="29"/>
        </w:numPr>
        <w:spacing w:before="120" w:after="240" w:line="360" w:lineRule="auto"/>
        <w:ind w:left="1440" w:hanging="720"/>
        <w:contextualSpacing w:val="0"/>
        <w:jc w:val="both"/>
      </w:pPr>
      <w:r w:rsidRPr="009506B6">
        <w:t xml:space="preserve">Without limiting the generality of its obligations under Clause </w:t>
      </w:r>
      <w:r w:rsidRPr="009506B6">
        <w:fldChar w:fldCharType="begin"/>
      </w:r>
      <w:r w:rsidRPr="009506B6">
        <w:instrText xml:space="preserve"> REF _Ref42076089 \r \h </w:instrText>
      </w:r>
      <w:r w:rsidR="005B7901" w:rsidRPr="009506B6">
        <w:instrText xml:space="preserve"> \* MERGEFORMAT </w:instrText>
      </w:r>
      <w:r w:rsidRPr="009506B6">
        <w:fldChar w:fldCharType="separate"/>
      </w:r>
      <w:r w:rsidR="00AA4856">
        <w:t>15.1</w:t>
      </w:r>
      <w:r w:rsidRPr="009506B6">
        <w:fldChar w:fldCharType="end"/>
      </w:r>
      <w:r w:rsidRPr="009506B6">
        <w:t xml:space="preserve"> above, the Service Provider will:</w:t>
      </w:r>
    </w:p>
    <w:p w14:paraId="513520E0" w14:textId="5DDFBF43" w:rsidR="001D0238" w:rsidRPr="009506B6" w:rsidRDefault="001D0238" w:rsidP="0089789E">
      <w:pPr>
        <w:pStyle w:val="ListParagraph"/>
        <w:keepNext/>
        <w:keepLines/>
        <w:numPr>
          <w:ilvl w:val="2"/>
          <w:numId w:val="29"/>
        </w:numPr>
        <w:spacing w:before="120" w:after="240" w:line="360" w:lineRule="auto"/>
        <w:ind w:left="1860" w:hanging="1140"/>
        <w:contextualSpacing w:val="0"/>
        <w:jc w:val="both"/>
      </w:pPr>
      <w:r w:rsidRPr="009506B6">
        <w:lastRenderedPageBreak/>
        <w:t xml:space="preserve">use Commercially Reasonable Efforts to identify methodologies, processes and </w:t>
      </w:r>
      <w:r w:rsidR="00CB0ABC" w:rsidRPr="009506B6">
        <w:t>s</w:t>
      </w:r>
      <w:r w:rsidRPr="009506B6">
        <w:t xml:space="preserve">olutions and technologies that SARS or the Service Provider may employ to reduce consumption, costs and to claim applicable </w:t>
      </w:r>
      <w:r w:rsidR="00775A00" w:rsidRPr="009506B6">
        <w:t>discounts;</w:t>
      </w:r>
      <w:r w:rsidR="00775A00">
        <w:t xml:space="preserve"> and </w:t>
      </w:r>
    </w:p>
    <w:p w14:paraId="0641FC89" w14:textId="20B7C4B8" w:rsidR="001D0238" w:rsidRPr="009506B6" w:rsidRDefault="001D0238" w:rsidP="0089789E">
      <w:pPr>
        <w:pStyle w:val="ListParagraph"/>
        <w:keepNext/>
        <w:keepLines/>
        <w:numPr>
          <w:ilvl w:val="2"/>
          <w:numId w:val="29"/>
        </w:numPr>
        <w:spacing w:before="120" w:after="240" w:line="360" w:lineRule="auto"/>
        <w:ind w:left="1860" w:hanging="1140"/>
        <w:contextualSpacing w:val="0"/>
        <w:jc w:val="both"/>
      </w:pPr>
      <w:r w:rsidRPr="009506B6">
        <w:t>periodically report (but no less frequently than quarterly) on such efforts and make recommendations to SARS regarding the steps SARS, the Service Provider or both may take to reduce the Fees</w:t>
      </w:r>
      <w:r w:rsidR="005C3422">
        <w:t>.</w:t>
      </w:r>
    </w:p>
    <w:p w14:paraId="0504A1FA" w14:textId="77777777" w:rsidR="00D550D5" w:rsidRPr="009506B6" w:rsidRDefault="009A04BC" w:rsidP="0089789E">
      <w:pPr>
        <w:pStyle w:val="ListParagraph"/>
        <w:keepNext/>
        <w:keepLines/>
        <w:numPr>
          <w:ilvl w:val="0"/>
          <w:numId w:val="29"/>
        </w:numPr>
        <w:spacing w:before="120" w:after="240" w:line="360" w:lineRule="auto"/>
        <w:ind w:left="720" w:hanging="720"/>
        <w:contextualSpacing w:val="0"/>
        <w:jc w:val="both"/>
        <w:outlineLvl w:val="0"/>
        <w:rPr>
          <w:b/>
          <w:caps/>
        </w:rPr>
      </w:pPr>
      <w:bookmarkStart w:id="448" w:name="_Toc532440556"/>
      <w:bookmarkStart w:id="449" w:name="_Toc532440557"/>
      <w:bookmarkStart w:id="450" w:name="_Toc532440558"/>
      <w:bookmarkStart w:id="451" w:name="_Toc531439691"/>
      <w:bookmarkStart w:id="452" w:name="_Toc107398007"/>
      <w:bookmarkEnd w:id="123"/>
      <w:bookmarkEnd w:id="424"/>
      <w:bookmarkEnd w:id="433"/>
      <w:bookmarkEnd w:id="448"/>
      <w:bookmarkEnd w:id="449"/>
      <w:bookmarkEnd w:id="450"/>
      <w:r w:rsidRPr="009506B6">
        <w:rPr>
          <w:b/>
          <w:caps/>
        </w:rPr>
        <w:t>SARS’s Rights and Obligations</w:t>
      </w:r>
      <w:bookmarkEnd w:id="451"/>
      <w:bookmarkEnd w:id="452"/>
      <w:r w:rsidR="00D550D5" w:rsidRPr="009506B6">
        <w:rPr>
          <w:b/>
          <w:caps/>
        </w:rPr>
        <w:t xml:space="preserve"> </w:t>
      </w:r>
    </w:p>
    <w:p w14:paraId="522FF25E" w14:textId="77777777" w:rsidR="00121B59" w:rsidRDefault="009A04BC" w:rsidP="0089789E">
      <w:pPr>
        <w:pStyle w:val="ListParagraph"/>
        <w:keepNext/>
        <w:keepLines/>
        <w:numPr>
          <w:ilvl w:val="1"/>
          <w:numId w:val="29"/>
        </w:numPr>
        <w:spacing w:before="120" w:after="240" w:line="360" w:lineRule="auto"/>
        <w:ind w:left="1440" w:hanging="720"/>
        <w:contextualSpacing w:val="0"/>
        <w:jc w:val="both"/>
      </w:pPr>
      <w:bookmarkStart w:id="453" w:name="_Toc12416801"/>
      <w:bookmarkStart w:id="454" w:name="_Ref42076083"/>
      <w:r w:rsidRPr="009506B6">
        <w:t xml:space="preserve">SARS undertakes </w:t>
      </w:r>
      <w:r w:rsidR="00D56C14" w:rsidRPr="009506B6">
        <w:t>to</w:t>
      </w:r>
      <w:r w:rsidR="00121B59">
        <w:t>:</w:t>
      </w:r>
    </w:p>
    <w:p w14:paraId="1DC6AEA4" w14:textId="450282B6" w:rsidR="009A04BC" w:rsidRPr="009506B6" w:rsidRDefault="00D06A7E" w:rsidP="0089789E">
      <w:pPr>
        <w:pStyle w:val="ListParagraph"/>
        <w:keepNext/>
        <w:keepLines/>
        <w:numPr>
          <w:ilvl w:val="2"/>
          <w:numId w:val="29"/>
        </w:numPr>
        <w:spacing w:before="120" w:after="240" w:line="360" w:lineRule="auto"/>
        <w:ind w:left="1860" w:hanging="1140"/>
        <w:contextualSpacing w:val="0"/>
        <w:jc w:val="both"/>
      </w:pPr>
      <w:r w:rsidRPr="009506B6">
        <w:t>furnish</w:t>
      </w:r>
      <w:r w:rsidR="009A04BC" w:rsidRPr="009506B6">
        <w:t xml:space="preserve"> the Service Provider with any relevant information necessary for the Service Provider to perform the Services in compliance with the terms and conditions of this </w:t>
      </w:r>
      <w:r w:rsidR="00550AEE" w:rsidRPr="009506B6">
        <w:t>Agreement.</w:t>
      </w:r>
      <w:bookmarkEnd w:id="453"/>
      <w:bookmarkEnd w:id="454"/>
    </w:p>
    <w:p w14:paraId="3763C902" w14:textId="77777777" w:rsidR="00FB6364" w:rsidRPr="009506B6" w:rsidRDefault="003D231E"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455" w:name="_Ref179272966"/>
      <w:bookmarkStart w:id="456" w:name="_Toc179617258"/>
      <w:bookmarkStart w:id="457" w:name="_Toc531439695"/>
      <w:bookmarkStart w:id="458" w:name="_Toc107398008"/>
      <w:r w:rsidRPr="009506B6">
        <w:rPr>
          <w:b/>
          <w:caps/>
        </w:rPr>
        <w:t>Confidential</w:t>
      </w:r>
      <w:r w:rsidR="00005D4E" w:rsidRPr="009506B6">
        <w:rPr>
          <w:b/>
          <w:bCs/>
          <w:caps/>
          <w:lang w:val="en-ZA" w:eastAsia="en-US"/>
        </w:rPr>
        <w:t xml:space="preserve"> UNDERTAKING</w:t>
      </w:r>
      <w:bookmarkEnd w:id="455"/>
      <w:bookmarkEnd w:id="456"/>
      <w:bookmarkEnd w:id="457"/>
      <w:bookmarkEnd w:id="458"/>
    </w:p>
    <w:p w14:paraId="0A23232D" w14:textId="1523A05E" w:rsidR="00FF3C45" w:rsidRPr="009506B6" w:rsidRDefault="00FF3C45" w:rsidP="0089789E">
      <w:pPr>
        <w:pStyle w:val="ListParagraph"/>
        <w:keepNext/>
        <w:keepLines/>
        <w:numPr>
          <w:ilvl w:val="1"/>
          <w:numId w:val="29"/>
        </w:numPr>
        <w:spacing w:before="120" w:after="240" w:line="360" w:lineRule="auto"/>
        <w:ind w:left="1440" w:hanging="720"/>
        <w:contextualSpacing w:val="0"/>
        <w:jc w:val="both"/>
      </w:pPr>
      <w:bookmarkStart w:id="459" w:name="_Toc12416819"/>
      <w:r w:rsidRPr="009506B6">
        <w:t>The Parties shall ensure that prior to commencing the performance of the Services all the Service Provider</w:t>
      </w:r>
      <w:r w:rsidR="006C187B" w:rsidRPr="009506B6">
        <w:t xml:space="preserve"> P</w:t>
      </w:r>
      <w:r w:rsidRPr="009506B6">
        <w:t xml:space="preserve">ersonnel involved in the rendering of </w:t>
      </w:r>
      <w:r w:rsidR="006C187B" w:rsidRPr="009506B6">
        <w:t xml:space="preserve">the </w:t>
      </w:r>
      <w:r w:rsidRPr="009506B6">
        <w:t>Services</w:t>
      </w:r>
      <w:r w:rsidR="001B4205" w:rsidRPr="009506B6">
        <w:t xml:space="preserve">, </w:t>
      </w:r>
      <w:r w:rsidRPr="009506B6">
        <w:t>sign the SARS Oath of Secrecy and submit the original thereof to SARS for record keeping purposes.</w:t>
      </w:r>
      <w:bookmarkEnd w:id="459"/>
    </w:p>
    <w:p w14:paraId="010939D6" w14:textId="35D53DF5" w:rsidR="00FB6364" w:rsidRPr="009506B6" w:rsidRDefault="00100FD6" w:rsidP="0089789E">
      <w:pPr>
        <w:pStyle w:val="ListParagraph"/>
        <w:keepNext/>
        <w:keepLines/>
        <w:numPr>
          <w:ilvl w:val="1"/>
          <w:numId w:val="29"/>
        </w:numPr>
        <w:spacing w:before="120" w:after="240" w:line="360" w:lineRule="auto"/>
        <w:ind w:left="1440" w:hanging="720"/>
        <w:contextualSpacing w:val="0"/>
        <w:jc w:val="both"/>
      </w:pPr>
      <w:bookmarkStart w:id="460" w:name="_Toc12416820"/>
      <w:r w:rsidRPr="009506B6">
        <w:t xml:space="preserve">The Service Provider </w:t>
      </w:r>
      <w:r w:rsidR="00D507A3" w:rsidRPr="009506B6">
        <w:t>undertakes that for the duration of this Agreement and after the expiration or earlier termination of this Agreement for any reason, it will keep confidential</w:t>
      </w:r>
      <w:r w:rsidR="00944D31" w:rsidRPr="009506B6">
        <w:t xml:space="preserve"> all </w:t>
      </w:r>
      <w:r w:rsidR="004E6203" w:rsidRPr="009506B6">
        <w:t xml:space="preserve">SARS’s Confidential </w:t>
      </w:r>
      <w:r w:rsidR="00916AC1" w:rsidRPr="009506B6">
        <w:t>Information</w:t>
      </w:r>
      <w:r w:rsidR="00D507A3" w:rsidRPr="009506B6">
        <w:t>. This includes the knowledge acquired by</w:t>
      </w:r>
      <w:r w:rsidR="0026385D" w:rsidRPr="009506B6">
        <w:t xml:space="preserve"> </w:t>
      </w:r>
      <w:r w:rsidRPr="009506B6">
        <w:t>the Service Provider</w:t>
      </w:r>
      <w:r w:rsidR="001B4205" w:rsidRPr="009506B6">
        <w:t xml:space="preserve"> </w:t>
      </w:r>
      <w:r w:rsidR="00D347D9" w:rsidRPr="009506B6">
        <w:t xml:space="preserve">Personnel </w:t>
      </w:r>
      <w:r w:rsidR="00D507A3" w:rsidRPr="009506B6">
        <w:t xml:space="preserve">as a </w:t>
      </w:r>
      <w:r w:rsidR="00944D31" w:rsidRPr="009506B6">
        <w:t>result</w:t>
      </w:r>
      <w:r w:rsidR="00D507A3" w:rsidRPr="009506B6">
        <w:t xml:space="preserve"> of the work performed by </w:t>
      </w:r>
      <w:r w:rsidRPr="009506B6">
        <w:t xml:space="preserve">the Service Provider </w:t>
      </w:r>
      <w:r w:rsidR="00D507A3" w:rsidRPr="009506B6">
        <w:t>in terms of this Agreement and which by its nature</w:t>
      </w:r>
      <w:r w:rsidR="007E71EF" w:rsidRPr="009506B6">
        <w:t>,</w:t>
      </w:r>
      <w:r w:rsidR="00D507A3" w:rsidRPr="009506B6">
        <w:t xml:space="preserve"> is intended to be kept confidential.</w:t>
      </w:r>
      <w:bookmarkEnd w:id="460"/>
    </w:p>
    <w:p w14:paraId="59FC7AF7" w14:textId="67F09237" w:rsidR="005A4F33" w:rsidRPr="009506B6" w:rsidRDefault="00D507A3" w:rsidP="0089789E">
      <w:pPr>
        <w:pStyle w:val="ListParagraph"/>
        <w:keepNext/>
        <w:keepLines/>
        <w:numPr>
          <w:ilvl w:val="1"/>
          <w:numId w:val="29"/>
        </w:numPr>
        <w:spacing w:before="120" w:after="240" w:line="360" w:lineRule="auto"/>
        <w:ind w:left="1440" w:hanging="720"/>
        <w:contextualSpacing w:val="0"/>
        <w:jc w:val="both"/>
      </w:pPr>
      <w:bookmarkStart w:id="461" w:name="_Toc12416821"/>
      <w:r w:rsidRPr="009506B6">
        <w:t xml:space="preserve">The Parties agree that </w:t>
      </w:r>
      <w:r w:rsidR="004F22B9" w:rsidRPr="009506B6">
        <w:t>no</w:t>
      </w:r>
      <w:r w:rsidRPr="009506B6">
        <w:t xml:space="preserve"> trade and</w:t>
      </w:r>
      <w:r w:rsidR="004F22B9" w:rsidRPr="009506B6">
        <w:t>/or</w:t>
      </w:r>
      <w:r w:rsidRPr="009506B6">
        <w:t xml:space="preserve"> </w:t>
      </w:r>
      <w:r w:rsidR="004F22B9" w:rsidRPr="009506B6">
        <w:t>business</w:t>
      </w:r>
      <w:r w:rsidRPr="009506B6">
        <w:t xml:space="preserve"> secrets</w:t>
      </w:r>
      <w:r w:rsidR="004F22B9" w:rsidRPr="009506B6">
        <w:t>,</w:t>
      </w:r>
      <w:r w:rsidRPr="009506B6">
        <w:t xml:space="preserve"> </w:t>
      </w:r>
      <w:r w:rsidR="00ED02C8" w:rsidRPr="009506B6">
        <w:t>C</w:t>
      </w:r>
      <w:r w:rsidRPr="009506B6">
        <w:t xml:space="preserve">onfidential </w:t>
      </w:r>
      <w:r w:rsidR="00ED02C8" w:rsidRPr="009506B6">
        <w:t>I</w:t>
      </w:r>
      <w:r w:rsidRPr="009506B6">
        <w:t>nformation or methods of work suppl</w:t>
      </w:r>
      <w:r w:rsidR="005A4F33" w:rsidRPr="009506B6">
        <w:t>ied by one P</w:t>
      </w:r>
      <w:r w:rsidRPr="009506B6">
        <w:t>arty to the other shall be disclosed to any third party</w:t>
      </w:r>
      <w:r w:rsidR="004F22B9" w:rsidRPr="009506B6">
        <w:t>,</w:t>
      </w:r>
      <w:r w:rsidRPr="009506B6">
        <w:t xml:space="preserve"> without </w:t>
      </w:r>
      <w:r w:rsidR="005A4F33" w:rsidRPr="009506B6">
        <w:t xml:space="preserve">first obtaining the </w:t>
      </w:r>
      <w:r w:rsidRPr="009506B6">
        <w:t>written consent</w:t>
      </w:r>
      <w:r w:rsidR="005A4F33" w:rsidRPr="009506B6">
        <w:t xml:space="preserve"> of the other Party</w:t>
      </w:r>
      <w:r w:rsidR="007F0FD6" w:rsidRPr="009506B6">
        <w:t>, unless required by law</w:t>
      </w:r>
      <w:r w:rsidR="00F63F15" w:rsidRPr="009506B6">
        <w:t xml:space="preserve"> or competent court</w:t>
      </w:r>
      <w:r w:rsidR="006C187B" w:rsidRPr="009506B6">
        <w:t xml:space="preserve"> or Authority</w:t>
      </w:r>
      <w:r w:rsidR="00753D89" w:rsidRPr="009506B6">
        <w:t>.</w:t>
      </w:r>
      <w:bookmarkEnd w:id="461"/>
      <w:r w:rsidR="00DD24D3">
        <w:t xml:space="preserve"> </w:t>
      </w:r>
    </w:p>
    <w:p w14:paraId="460646B9" w14:textId="77777777" w:rsidR="00FB6364" w:rsidRPr="009506B6" w:rsidRDefault="00B939CE" w:rsidP="0089789E">
      <w:pPr>
        <w:pStyle w:val="ListParagraph"/>
        <w:keepNext/>
        <w:keepLines/>
        <w:numPr>
          <w:ilvl w:val="1"/>
          <w:numId w:val="29"/>
        </w:numPr>
        <w:spacing w:before="120" w:after="240" w:line="360" w:lineRule="auto"/>
        <w:ind w:left="1440" w:hanging="720"/>
        <w:contextualSpacing w:val="0"/>
        <w:jc w:val="both"/>
      </w:pPr>
      <w:bookmarkStart w:id="462" w:name="_Toc12416822"/>
      <w:r w:rsidRPr="009506B6">
        <w:lastRenderedPageBreak/>
        <w:t>The</w:t>
      </w:r>
      <w:r w:rsidR="00100FD6" w:rsidRPr="009506B6">
        <w:t xml:space="preserve"> Service Provider </w:t>
      </w:r>
      <w:r w:rsidR="00FA4B8F" w:rsidRPr="009506B6">
        <w:t xml:space="preserve">specifically acknowledges that all information relating to the Services, including and not limited to, literary works produced thereunder are of a sensitive nature and </w:t>
      </w:r>
      <w:r w:rsidR="004F22B9" w:rsidRPr="009506B6">
        <w:t>must be kept confidential</w:t>
      </w:r>
      <w:r w:rsidR="00FA4B8F" w:rsidRPr="009506B6">
        <w:t xml:space="preserve">. </w:t>
      </w:r>
      <w:r w:rsidRPr="009506B6">
        <w:t>The Service Provider</w:t>
      </w:r>
      <w:r w:rsidR="00FA4B8F" w:rsidRPr="009506B6">
        <w:t xml:space="preserve"> undertakes not </w:t>
      </w:r>
      <w:r w:rsidR="00863727" w:rsidRPr="009506B6">
        <w:t xml:space="preserve">to </w:t>
      </w:r>
      <w:r w:rsidR="00FA4B8F" w:rsidRPr="009506B6">
        <w:t>disclo</w:t>
      </w:r>
      <w:r w:rsidR="00863727" w:rsidRPr="009506B6">
        <w:t>se</w:t>
      </w:r>
      <w:r w:rsidR="00FA4B8F" w:rsidRPr="009506B6">
        <w:t xml:space="preserve"> such information without first obtaining the written consent of SARS</w:t>
      </w:r>
      <w:r w:rsidR="007F0FD6" w:rsidRPr="009506B6">
        <w:t xml:space="preserve"> unless required by law</w:t>
      </w:r>
      <w:r w:rsidR="00F63F15" w:rsidRPr="009506B6">
        <w:t xml:space="preserve"> or competent court</w:t>
      </w:r>
      <w:r w:rsidR="00753D89" w:rsidRPr="009506B6">
        <w:t>.</w:t>
      </w:r>
      <w:bookmarkEnd w:id="462"/>
      <w:r w:rsidR="00FA4B8F" w:rsidRPr="009506B6">
        <w:t xml:space="preserve"> </w:t>
      </w:r>
    </w:p>
    <w:p w14:paraId="79D40936" w14:textId="132646D6" w:rsidR="00565848" w:rsidRPr="009506B6" w:rsidRDefault="00FF3C45" w:rsidP="0089789E">
      <w:pPr>
        <w:pStyle w:val="ListParagraph"/>
        <w:keepNext/>
        <w:keepLines/>
        <w:numPr>
          <w:ilvl w:val="1"/>
          <w:numId w:val="29"/>
        </w:numPr>
        <w:spacing w:before="120" w:after="240" w:line="360" w:lineRule="auto"/>
        <w:ind w:left="1440" w:hanging="720"/>
        <w:contextualSpacing w:val="0"/>
        <w:jc w:val="both"/>
      </w:pPr>
      <w:bookmarkStart w:id="463" w:name="_Toc12416823"/>
      <w:r w:rsidRPr="009506B6">
        <w:t xml:space="preserve">If the Service Provider is uncertain about whether information is to be treated as confidential in terms of this Clause, it shall be obliged to treat it as such until </w:t>
      </w:r>
      <w:r w:rsidR="00507FAD" w:rsidRPr="009506B6">
        <w:t>advised otherwise</w:t>
      </w:r>
      <w:r w:rsidRPr="009506B6">
        <w:t xml:space="preserve">, in writing, </w:t>
      </w:r>
      <w:r w:rsidR="00507FAD" w:rsidRPr="009506B6">
        <w:t>by</w:t>
      </w:r>
      <w:r w:rsidRPr="009506B6">
        <w:t xml:space="preserve"> SARS.</w:t>
      </w:r>
      <w:bookmarkEnd w:id="463"/>
      <w:r w:rsidR="00DD24D3">
        <w:t xml:space="preserve"> </w:t>
      </w:r>
    </w:p>
    <w:p w14:paraId="56724CEF" w14:textId="77777777" w:rsidR="00E3197F" w:rsidRPr="009506B6" w:rsidRDefault="00E3197F" w:rsidP="0089789E">
      <w:pPr>
        <w:pStyle w:val="ListParagraph"/>
        <w:keepNext/>
        <w:keepLines/>
        <w:numPr>
          <w:ilvl w:val="1"/>
          <w:numId w:val="29"/>
        </w:numPr>
        <w:spacing w:before="120" w:after="240" w:line="360" w:lineRule="auto"/>
        <w:ind w:left="1440" w:hanging="720"/>
        <w:contextualSpacing w:val="0"/>
        <w:jc w:val="both"/>
      </w:pPr>
      <w:bookmarkStart w:id="464" w:name="_Toc12416824"/>
      <w:bookmarkStart w:id="465" w:name="_Ref41299288"/>
      <w:r w:rsidRPr="009506B6">
        <w:t xml:space="preserve">The </w:t>
      </w:r>
      <w:r w:rsidR="00FD5832" w:rsidRPr="009506B6">
        <w:t xml:space="preserve">Service Provider </w:t>
      </w:r>
      <w:r w:rsidR="00927EF6" w:rsidRPr="009506B6">
        <w:t>will</w:t>
      </w:r>
      <w:r w:rsidRPr="009506B6">
        <w:t xml:space="preserve"> protect the interests of </w:t>
      </w:r>
      <w:r w:rsidR="00FD5832" w:rsidRPr="009506B6">
        <w:t>SARS in</w:t>
      </w:r>
      <w:r w:rsidR="00D748D5" w:rsidRPr="009506B6">
        <w:t xml:space="preserve"> </w:t>
      </w:r>
      <w:r w:rsidRPr="009506B6">
        <w:t>its Confidential Information</w:t>
      </w:r>
      <w:r w:rsidR="00927EF6" w:rsidRPr="009506B6">
        <w:t xml:space="preserve"> by</w:t>
      </w:r>
      <w:r w:rsidRPr="009506B6">
        <w:t>:</w:t>
      </w:r>
      <w:bookmarkEnd w:id="464"/>
      <w:bookmarkEnd w:id="465"/>
    </w:p>
    <w:p w14:paraId="79FE5173" w14:textId="0AD99E1B" w:rsidR="00E3197F" w:rsidRPr="009506B6" w:rsidRDefault="00E3197F" w:rsidP="0089789E">
      <w:pPr>
        <w:pStyle w:val="ListParagraph"/>
        <w:keepNext/>
        <w:keepLines/>
        <w:numPr>
          <w:ilvl w:val="2"/>
          <w:numId w:val="29"/>
        </w:numPr>
        <w:spacing w:before="120" w:after="240" w:line="360" w:lineRule="auto"/>
        <w:ind w:left="1860" w:hanging="1140"/>
        <w:contextualSpacing w:val="0"/>
        <w:jc w:val="both"/>
      </w:pPr>
      <w:bookmarkStart w:id="466" w:name="_Toc12416825"/>
      <w:r w:rsidRPr="009506B6">
        <w:t>mak</w:t>
      </w:r>
      <w:r w:rsidR="00927EF6" w:rsidRPr="009506B6">
        <w:t>ing</w:t>
      </w:r>
      <w:r w:rsidRPr="009506B6">
        <w:t xml:space="preserve"> </w:t>
      </w:r>
      <w:r w:rsidR="00927EF6" w:rsidRPr="009506B6">
        <w:t>available such</w:t>
      </w:r>
      <w:r w:rsidRPr="009506B6">
        <w:t xml:space="preserve"> Confidential Information </w:t>
      </w:r>
      <w:r w:rsidR="00927EF6" w:rsidRPr="009506B6">
        <w:t xml:space="preserve">only </w:t>
      </w:r>
      <w:r w:rsidR="006C187B" w:rsidRPr="009506B6">
        <w:t xml:space="preserve">to </w:t>
      </w:r>
      <w:r w:rsidR="00475BEB" w:rsidRPr="009506B6">
        <w:t xml:space="preserve">the </w:t>
      </w:r>
      <w:r w:rsidR="00D347D9" w:rsidRPr="009506B6">
        <w:t>Service Provider Personnel</w:t>
      </w:r>
      <w:r w:rsidRPr="009506B6">
        <w:t xml:space="preserve"> who are actively involved in the execution of its obligations under this Agreement and then only on a “need to know” basis;</w:t>
      </w:r>
      <w:bookmarkEnd w:id="466"/>
    </w:p>
    <w:p w14:paraId="2C87A6CF" w14:textId="77777777" w:rsidR="00E3197F" w:rsidRPr="009506B6" w:rsidRDefault="00D748D5" w:rsidP="0089789E">
      <w:pPr>
        <w:pStyle w:val="ListParagraph"/>
        <w:keepNext/>
        <w:keepLines/>
        <w:numPr>
          <w:ilvl w:val="2"/>
          <w:numId w:val="29"/>
        </w:numPr>
        <w:spacing w:before="120" w:after="240" w:line="360" w:lineRule="auto"/>
        <w:ind w:left="1860" w:hanging="1140"/>
        <w:contextualSpacing w:val="0"/>
        <w:jc w:val="both"/>
      </w:pPr>
      <w:bookmarkStart w:id="467" w:name="_Toc12416826"/>
      <w:r w:rsidRPr="009506B6">
        <w:t>put</w:t>
      </w:r>
      <w:r w:rsidR="00927EF6" w:rsidRPr="009506B6">
        <w:t>ting</w:t>
      </w:r>
      <w:r w:rsidRPr="009506B6">
        <w:t xml:space="preserve"> in place internal security procedures </w:t>
      </w:r>
      <w:r w:rsidR="007F0FD6" w:rsidRPr="009506B6">
        <w:t>in accordance with current industry standards</w:t>
      </w:r>
      <w:r w:rsidR="004E6203" w:rsidRPr="009506B6">
        <w:t xml:space="preserve"> and/or Applicable </w:t>
      </w:r>
      <w:r w:rsidR="00313281" w:rsidRPr="009506B6">
        <w:t>Law to</w:t>
      </w:r>
      <w:r w:rsidRPr="009506B6">
        <w:t xml:space="preserve"> prevent unauthorised disclosure and tak</w:t>
      </w:r>
      <w:r w:rsidR="00927EF6" w:rsidRPr="009506B6">
        <w:t>ing</w:t>
      </w:r>
      <w:r w:rsidRPr="009506B6">
        <w:t xml:space="preserve"> all practical steps to impress upon those </w:t>
      </w:r>
      <w:r w:rsidR="00927EF6" w:rsidRPr="009506B6">
        <w:t>p</w:t>
      </w:r>
      <w:r w:rsidRPr="009506B6">
        <w:t>ersonnel who need to be given access to Confidential Information, the secret and confidential nature thereof;</w:t>
      </w:r>
      <w:bookmarkEnd w:id="467"/>
      <w:r w:rsidRPr="009506B6">
        <w:t xml:space="preserve"> </w:t>
      </w:r>
    </w:p>
    <w:p w14:paraId="6B171AC1" w14:textId="77777777" w:rsidR="00F9011D" w:rsidRPr="009506B6" w:rsidRDefault="00F9011D" w:rsidP="0089789E">
      <w:pPr>
        <w:pStyle w:val="ListParagraph"/>
        <w:keepNext/>
        <w:keepLines/>
        <w:numPr>
          <w:ilvl w:val="2"/>
          <w:numId w:val="29"/>
        </w:numPr>
        <w:spacing w:before="120" w:after="240" w:line="360" w:lineRule="auto"/>
        <w:ind w:left="1860" w:hanging="1140"/>
        <w:contextualSpacing w:val="0"/>
        <w:jc w:val="both"/>
      </w:pPr>
      <w:bookmarkStart w:id="468" w:name="_Toc12416827"/>
      <w:r w:rsidRPr="009506B6">
        <w:t>using the Confidential Information only for the purposes of and to the extent necessary for the Service Provider to comply with its obligations under this Agreement. In particular, the Service Provider shall not use the Confidential Information for the purpose of updating, supplementing or verifying its own data bases;</w:t>
      </w:r>
      <w:bookmarkEnd w:id="468"/>
    </w:p>
    <w:p w14:paraId="706A49DC" w14:textId="77777777" w:rsidR="00D748D5" w:rsidRPr="009506B6" w:rsidRDefault="00927EF6" w:rsidP="0089789E">
      <w:pPr>
        <w:pStyle w:val="ListParagraph"/>
        <w:keepNext/>
        <w:keepLines/>
        <w:numPr>
          <w:ilvl w:val="2"/>
          <w:numId w:val="29"/>
        </w:numPr>
        <w:spacing w:before="120" w:after="240" w:line="360" w:lineRule="auto"/>
        <w:ind w:left="1860" w:hanging="1140"/>
        <w:contextualSpacing w:val="0"/>
        <w:jc w:val="both"/>
      </w:pPr>
      <w:bookmarkStart w:id="469" w:name="_Toc12416828"/>
      <w:r w:rsidRPr="009506B6">
        <w:t>not</w:t>
      </w:r>
      <w:r w:rsidR="00D748D5" w:rsidRPr="009506B6">
        <w:t xml:space="preserve"> us</w:t>
      </w:r>
      <w:r w:rsidRPr="009506B6">
        <w:t>ing</w:t>
      </w:r>
      <w:r w:rsidR="00D748D5" w:rsidRPr="009506B6">
        <w:t xml:space="preserve"> any Confidential Information of </w:t>
      </w:r>
      <w:r w:rsidR="00FD5832" w:rsidRPr="009506B6">
        <w:t>SARS</w:t>
      </w:r>
      <w:r w:rsidR="00D748D5" w:rsidRPr="009506B6">
        <w:t xml:space="preserve">, or </w:t>
      </w:r>
      <w:r w:rsidRPr="009506B6">
        <w:t xml:space="preserve">disclosing </w:t>
      </w:r>
      <w:r w:rsidR="00D748D5" w:rsidRPr="009506B6">
        <w:t xml:space="preserve">directly or indirectly any Confidential Information of </w:t>
      </w:r>
      <w:r w:rsidR="00FD5832" w:rsidRPr="009506B6">
        <w:t>SARS</w:t>
      </w:r>
      <w:r w:rsidR="00D748D5" w:rsidRPr="009506B6">
        <w:t xml:space="preserve"> to third parties</w:t>
      </w:r>
      <w:r w:rsidRPr="009506B6">
        <w:t>, whether during this Agreement or thereafter</w:t>
      </w:r>
      <w:r w:rsidR="002343CA" w:rsidRPr="009506B6">
        <w:t>, unless required by law</w:t>
      </w:r>
      <w:r w:rsidR="00D748D5" w:rsidRPr="009506B6">
        <w:t>;</w:t>
      </w:r>
      <w:r w:rsidR="00533029" w:rsidRPr="009506B6">
        <w:t xml:space="preserve"> </w:t>
      </w:r>
      <w:bookmarkEnd w:id="469"/>
    </w:p>
    <w:p w14:paraId="38A05E8E" w14:textId="77777777" w:rsidR="00F9011D" w:rsidRPr="009506B6" w:rsidRDefault="00F9011D" w:rsidP="0089789E">
      <w:pPr>
        <w:pStyle w:val="ListParagraph"/>
        <w:keepNext/>
        <w:keepLines/>
        <w:numPr>
          <w:ilvl w:val="2"/>
          <w:numId w:val="29"/>
        </w:numPr>
        <w:spacing w:before="120" w:after="240" w:line="360" w:lineRule="auto"/>
        <w:ind w:left="1860" w:hanging="1140"/>
        <w:contextualSpacing w:val="0"/>
        <w:jc w:val="both"/>
      </w:pPr>
      <w:bookmarkStart w:id="470" w:name="_Toc12416829"/>
      <w:r w:rsidRPr="009506B6">
        <w:lastRenderedPageBreak/>
        <w:t xml:space="preserve">notifying SARS promptly of any unauthorised or unlawful use, disclosure and/or </w:t>
      </w:r>
      <w:r w:rsidR="00D26F4F" w:rsidRPr="009506B6">
        <w:t>P</w:t>
      </w:r>
      <w:r w:rsidRPr="009506B6">
        <w:t>rocessing (as defined by POPIA) of the Confidential Information of which the Service Provider becomes aware;</w:t>
      </w:r>
      <w:bookmarkEnd w:id="470"/>
    </w:p>
    <w:p w14:paraId="7B583B22" w14:textId="77777777" w:rsidR="00F9011D" w:rsidRPr="009506B6" w:rsidRDefault="00F9011D" w:rsidP="0089789E">
      <w:pPr>
        <w:pStyle w:val="ListParagraph"/>
        <w:keepNext/>
        <w:keepLines/>
        <w:numPr>
          <w:ilvl w:val="2"/>
          <w:numId w:val="29"/>
        </w:numPr>
        <w:spacing w:before="120" w:after="240" w:line="360" w:lineRule="auto"/>
        <w:ind w:left="1860" w:hanging="1140"/>
        <w:contextualSpacing w:val="0"/>
        <w:jc w:val="both"/>
      </w:pPr>
      <w:bookmarkStart w:id="471" w:name="_Toc12416830"/>
      <w:bookmarkStart w:id="472" w:name="_Ref531661291"/>
      <w:r w:rsidRPr="009506B6">
        <w:t>deleting or returning (at the request of SARS) the Confidential Information as may be required by SARS, without keeping copies thereof, immediately upon first written demand for deletion or the return thereof by SARS, whether or not the Service Provider has completed the provision of the Services in respect of any such Confidential Information, and in any event promptly after the use thereof in the provision of the Services;</w:t>
      </w:r>
      <w:bookmarkEnd w:id="471"/>
      <w:r w:rsidRPr="009506B6">
        <w:t xml:space="preserve"> </w:t>
      </w:r>
      <w:bookmarkEnd w:id="472"/>
    </w:p>
    <w:p w14:paraId="02E1877C" w14:textId="0ECCF0E0" w:rsidR="00F9011D" w:rsidRPr="009506B6" w:rsidRDefault="00F9011D" w:rsidP="0089789E">
      <w:pPr>
        <w:pStyle w:val="ListParagraph"/>
        <w:keepNext/>
        <w:keepLines/>
        <w:numPr>
          <w:ilvl w:val="2"/>
          <w:numId w:val="29"/>
        </w:numPr>
        <w:spacing w:before="120" w:after="240" w:line="360" w:lineRule="auto"/>
        <w:ind w:left="1860" w:hanging="1140"/>
        <w:contextualSpacing w:val="0"/>
        <w:jc w:val="both"/>
      </w:pPr>
      <w:bookmarkStart w:id="473" w:name="_Toc12416831"/>
      <w:r w:rsidRPr="009506B6">
        <w:t xml:space="preserve">providing reasonable evidence of the Service Provider’s compliance with its obligations under this </w:t>
      </w:r>
      <w:r w:rsidR="00E23CEB" w:rsidRPr="009506B6">
        <w:t>Clause</w:t>
      </w:r>
      <w:r w:rsidRPr="009506B6">
        <w:t xml:space="preserve"> to SARS on reasonable notice and request</w:t>
      </w:r>
      <w:r w:rsidR="00F30DED" w:rsidRPr="009506B6">
        <w:t>; and</w:t>
      </w:r>
      <w:bookmarkEnd w:id="473"/>
      <w:r w:rsidR="00F30DED" w:rsidRPr="009506B6">
        <w:t xml:space="preserve"> </w:t>
      </w:r>
    </w:p>
    <w:p w14:paraId="2117448A" w14:textId="77777777" w:rsidR="00D748D5" w:rsidRPr="009506B6" w:rsidRDefault="00927EF6" w:rsidP="0089789E">
      <w:pPr>
        <w:pStyle w:val="ListParagraph"/>
        <w:keepNext/>
        <w:keepLines/>
        <w:numPr>
          <w:ilvl w:val="2"/>
          <w:numId w:val="29"/>
        </w:numPr>
        <w:spacing w:before="120" w:after="240" w:line="360" w:lineRule="auto"/>
        <w:ind w:left="1860" w:hanging="1140"/>
        <w:contextualSpacing w:val="0"/>
        <w:jc w:val="both"/>
      </w:pPr>
      <w:bookmarkStart w:id="474" w:name="_Toc12416832"/>
      <w:r w:rsidRPr="009506B6">
        <w:t xml:space="preserve">ensuring that </w:t>
      </w:r>
      <w:r w:rsidR="00D748D5" w:rsidRPr="009506B6">
        <w:t xml:space="preserve">all Confidential Information of </w:t>
      </w:r>
      <w:r w:rsidR="00FD5832" w:rsidRPr="009506B6">
        <w:t>SARS</w:t>
      </w:r>
      <w:r w:rsidR="00D748D5" w:rsidRPr="009506B6">
        <w:t xml:space="preserve"> which </w:t>
      </w:r>
      <w:r w:rsidR="00533029" w:rsidRPr="009506B6">
        <w:t xml:space="preserve">has </w:t>
      </w:r>
      <w:r w:rsidR="00D748D5" w:rsidRPr="009506B6">
        <w:t xml:space="preserve">or will come into the possession of the </w:t>
      </w:r>
      <w:r w:rsidR="00FD5832" w:rsidRPr="009506B6">
        <w:t>Service Provider</w:t>
      </w:r>
      <w:r w:rsidR="00D748D5" w:rsidRPr="009506B6">
        <w:t xml:space="preserve"> and its </w:t>
      </w:r>
      <w:r w:rsidR="00FD5832" w:rsidRPr="009506B6">
        <w:t>p</w:t>
      </w:r>
      <w:r w:rsidR="00D748D5" w:rsidRPr="009506B6">
        <w:t xml:space="preserve">ersonnel, will at all times remain the sole and absolute property of </w:t>
      </w:r>
      <w:r w:rsidR="00FD5832" w:rsidRPr="009506B6">
        <w:t>SARS</w:t>
      </w:r>
      <w:r w:rsidR="00D748D5" w:rsidRPr="009506B6">
        <w:t>.</w:t>
      </w:r>
      <w:bookmarkEnd w:id="474"/>
    </w:p>
    <w:p w14:paraId="14AD2739" w14:textId="77DE6A2E" w:rsidR="00F30DED" w:rsidRPr="009506B6" w:rsidRDefault="00F30DED" w:rsidP="0089789E">
      <w:pPr>
        <w:pStyle w:val="ListParagraph"/>
        <w:keepNext/>
        <w:keepLines/>
        <w:numPr>
          <w:ilvl w:val="1"/>
          <w:numId w:val="29"/>
        </w:numPr>
        <w:spacing w:before="120" w:after="240" w:line="360" w:lineRule="auto"/>
        <w:ind w:left="1440" w:hanging="720"/>
        <w:contextualSpacing w:val="0"/>
        <w:jc w:val="both"/>
      </w:pPr>
      <w:bookmarkStart w:id="475" w:name="_Toc12416833"/>
      <w:r w:rsidRPr="009506B6">
        <w:t xml:space="preserve">The unauthorised disclosure by the Service Provider of the Confidential Information to a third party may cause irreparable loss, harm, and damage to SARS, and may lead to criminal sanction. As such, the Service Provider indemnifies and holds SARS harmless against </w:t>
      </w:r>
      <w:r w:rsidR="00D26F4F" w:rsidRPr="009506B6">
        <w:t xml:space="preserve">all Losses and </w:t>
      </w:r>
      <w:r w:rsidRPr="009506B6">
        <w:t>any action, or damage, o</w:t>
      </w:r>
      <w:r w:rsidR="00D26F4F" w:rsidRPr="009506B6">
        <w:t>f</w:t>
      </w:r>
      <w:r w:rsidRPr="009506B6">
        <w:t xml:space="preserve"> whatever nature, suffered or sustained by the SARS pursuant to a breach by the Service Provider of provisions of this </w:t>
      </w:r>
      <w:r w:rsidR="00E23CEB" w:rsidRPr="009506B6">
        <w:t>Clause</w:t>
      </w:r>
      <w:r w:rsidR="00E83E80">
        <w:t xml:space="preserve"> 18</w:t>
      </w:r>
      <w:r w:rsidRPr="009506B6">
        <w:t>.</w:t>
      </w:r>
      <w:bookmarkEnd w:id="475"/>
    </w:p>
    <w:p w14:paraId="51C66BF4" w14:textId="77777777" w:rsidR="00F30DED" w:rsidRPr="009506B6" w:rsidRDefault="00F30DED" w:rsidP="0089789E">
      <w:pPr>
        <w:pStyle w:val="ListParagraph"/>
        <w:keepNext/>
        <w:keepLines/>
        <w:numPr>
          <w:ilvl w:val="1"/>
          <w:numId w:val="29"/>
        </w:numPr>
        <w:spacing w:before="120" w:after="240" w:line="360" w:lineRule="auto"/>
        <w:ind w:left="1440" w:hanging="720"/>
        <w:contextualSpacing w:val="0"/>
        <w:jc w:val="both"/>
      </w:pPr>
      <w:bookmarkStart w:id="476" w:name="_Ref282439236"/>
      <w:bookmarkStart w:id="477" w:name="_Toc12416834"/>
      <w:r w:rsidRPr="009506B6">
        <w:t>No announcements of any nature whatsoever will be made by or on behalf of a Party relating to this Agreement without the prior written consent of the other Party.</w:t>
      </w:r>
      <w:bookmarkEnd w:id="476"/>
      <w:bookmarkEnd w:id="477"/>
    </w:p>
    <w:p w14:paraId="44285CF6" w14:textId="1EE659D2" w:rsidR="00100FD6" w:rsidRPr="009506B6" w:rsidRDefault="002854E7" w:rsidP="0089789E">
      <w:pPr>
        <w:pStyle w:val="ListParagraph"/>
        <w:keepNext/>
        <w:keepLines/>
        <w:numPr>
          <w:ilvl w:val="1"/>
          <w:numId w:val="29"/>
        </w:numPr>
        <w:spacing w:before="120" w:after="240" w:line="360" w:lineRule="auto"/>
        <w:ind w:left="1440" w:hanging="720"/>
        <w:contextualSpacing w:val="0"/>
        <w:jc w:val="both"/>
      </w:pPr>
      <w:bookmarkStart w:id="478" w:name="_Toc12416835"/>
      <w:r w:rsidRPr="009506B6">
        <w:t>The provisions of this C</w:t>
      </w:r>
      <w:r w:rsidR="00D507A3" w:rsidRPr="009506B6">
        <w:t xml:space="preserve">lause </w:t>
      </w:r>
      <w:r w:rsidR="00ED6FEF">
        <w:t>17</w:t>
      </w:r>
      <w:r w:rsidR="00807B1F" w:rsidRPr="009506B6">
        <w:t xml:space="preserve"> </w:t>
      </w:r>
      <w:r w:rsidR="00D507A3" w:rsidRPr="009506B6">
        <w:t>shall survive the termination or cancellation of this Agreement for any reason whatsoe</w:t>
      </w:r>
      <w:r w:rsidR="004A6D88" w:rsidRPr="009506B6">
        <w:t>ver</w:t>
      </w:r>
      <w:r w:rsidR="00D507A3" w:rsidRPr="009506B6">
        <w:t>.</w:t>
      </w:r>
      <w:bookmarkEnd w:id="478"/>
    </w:p>
    <w:p w14:paraId="21B0773E" w14:textId="77777777" w:rsidR="004C7997" w:rsidRDefault="004C7997">
      <w:pPr>
        <w:rPr>
          <w:rFonts w:ascii="Arial" w:hAnsi="Arial" w:cs="Arial"/>
          <w:b/>
          <w:bCs/>
          <w:caps/>
          <w:sz w:val="22"/>
          <w:szCs w:val="22"/>
          <w:lang w:val="en-ZA" w:eastAsia="en-US"/>
        </w:rPr>
      </w:pPr>
      <w:bookmarkStart w:id="479" w:name="_Toc293325631"/>
      <w:bookmarkStart w:id="480" w:name="_Ref533021358"/>
      <w:bookmarkStart w:id="481" w:name="_Ref533021714"/>
      <w:bookmarkStart w:id="482" w:name="_Ref2859348"/>
      <w:bookmarkStart w:id="483" w:name="_Ref36709587"/>
      <w:bookmarkStart w:id="484" w:name="_Ref42075544"/>
      <w:bookmarkStart w:id="485" w:name="_Toc71514528"/>
      <w:bookmarkStart w:id="486" w:name="_Ref72054768"/>
      <w:bookmarkStart w:id="487" w:name="_Ref72054917"/>
      <w:bookmarkStart w:id="488" w:name="_Ref77505380"/>
      <w:bookmarkStart w:id="489" w:name="_Ref77505390"/>
      <w:bookmarkStart w:id="490" w:name="_Ref148263529"/>
      <w:bookmarkStart w:id="491" w:name="_Toc151286399"/>
      <w:bookmarkStart w:id="492" w:name="_Ref253055528"/>
      <w:bookmarkStart w:id="493" w:name="_Ref253984221"/>
      <w:bookmarkStart w:id="494" w:name="_Ref253984231"/>
      <w:bookmarkStart w:id="495" w:name="_Toc283110466"/>
      <w:bookmarkStart w:id="496" w:name="_Toc531439696"/>
      <w:bookmarkStart w:id="497" w:name="_Hlk41917068"/>
      <w:r>
        <w:rPr>
          <w:b/>
          <w:bCs/>
          <w:caps/>
          <w:lang w:val="en-ZA" w:eastAsia="en-US"/>
        </w:rPr>
        <w:br w:type="page"/>
      </w:r>
    </w:p>
    <w:p w14:paraId="5B8323BB" w14:textId="0EAD194E" w:rsidR="001D2BCE" w:rsidRPr="009506B6" w:rsidRDefault="001D2BCE"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498" w:name="_Toc107398009"/>
      <w:r w:rsidRPr="009506B6">
        <w:rPr>
          <w:b/>
          <w:bCs/>
          <w:caps/>
          <w:lang w:val="en-ZA" w:eastAsia="en-US"/>
        </w:rPr>
        <w:lastRenderedPageBreak/>
        <w:t>DATA PROTECTION</w:t>
      </w:r>
      <w:bookmarkEnd w:id="479"/>
      <w:bookmarkEnd w:id="480"/>
      <w:bookmarkEnd w:id="481"/>
      <w:bookmarkEnd w:id="482"/>
      <w:bookmarkEnd w:id="483"/>
      <w:bookmarkEnd w:id="484"/>
      <w:bookmarkEnd w:id="498"/>
    </w:p>
    <w:p w14:paraId="50FE9905" w14:textId="77777777"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499" w:name="_Ref271536947"/>
      <w:bookmarkStart w:id="500" w:name="_Toc12416837"/>
      <w:bookmarkEnd w:id="485"/>
      <w:bookmarkEnd w:id="486"/>
      <w:bookmarkEnd w:id="487"/>
      <w:bookmarkEnd w:id="488"/>
      <w:bookmarkEnd w:id="489"/>
      <w:bookmarkEnd w:id="490"/>
      <w:bookmarkEnd w:id="491"/>
      <w:bookmarkEnd w:id="492"/>
      <w:bookmarkEnd w:id="493"/>
      <w:bookmarkEnd w:id="494"/>
      <w:bookmarkEnd w:id="495"/>
      <w:r w:rsidRPr="009506B6">
        <w:t xml:space="preserve">The Service Provider acknowledges that in the course of the provision of the Services it may become privy to </w:t>
      </w:r>
      <w:r w:rsidR="00D26F4F" w:rsidRPr="009506B6">
        <w:t xml:space="preserve">SARS’s </w:t>
      </w:r>
      <w:r w:rsidRPr="009506B6">
        <w:t>Confidential Information.</w:t>
      </w:r>
      <w:bookmarkEnd w:id="499"/>
      <w:bookmarkEnd w:id="500"/>
    </w:p>
    <w:p w14:paraId="524137B9" w14:textId="1E9629C7"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501" w:name="_Ref280688189"/>
      <w:bookmarkStart w:id="502" w:name="_Ref294773976"/>
      <w:bookmarkStart w:id="503" w:name="_Toc12416838"/>
      <w:r w:rsidRPr="009506B6">
        <w:t xml:space="preserve">To the extent that the </w:t>
      </w:r>
      <w:r w:rsidR="00D26F4F" w:rsidRPr="009506B6">
        <w:t xml:space="preserve">SARS’s </w:t>
      </w:r>
      <w:r w:rsidRPr="009506B6">
        <w:t>Confidential Information needs to be stored on the Service Provider</w:t>
      </w:r>
      <w:r w:rsidR="004B0ADB" w:rsidRPr="009506B6">
        <w:t>’</w:t>
      </w:r>
      <w:r w:rsidRPr="009506B6">
        <w:t xml:space="preserve">s information technology systems, the Service Provider shall take appropriate technical </w:t>
      </w:r>
      <w:r w:rsidR="00A10328" w:rsidRPr="009506B6">
        <w:t xml:space="preserve">safeguards </w:t>
      </w:r>
      <w:r w:rsidRPr="009506B6">
        <w:t>and organisational measures and/or measures prescribed by POPIA</w:t>
      </w:r>
      <w:r w:rsidR="00A10328" w:rsidRPr="009506B6">
        <w:t xml:space="preserve"> and/or applicable Data Protection Legislation (where applicable)</w:t>
      </w:r>
      <w:r w:rsidRPr="009506B6">
        <w:t xml:space="preserve">, SARS Act and/or Applicable Laws against unauthorised access to, unlawful Processing, accidental loss, destruction or damage of the </w:t>
      </w:r>
      <w:r w:rsidR="00D26F4F" w:rsidRPr="009506B6">
        <w:t xml:space="preserve">SARS’s </w:t>
      </w:r>
      <w:r w:rsidRPr="009506B6">
        <w:t xml:space="preserve">Confidential Information </w:t>
      </w:r>
      <w:bookmarkEnd w:id="501"/>
      <w:r w:rsidRPr="009506B6">
        <w:t xml:space="preserve">and shall provide SARS, with reasonable evidence of the Service Provider’s compliance with its obligations under this Clause </w:t>
      </w:r>
      <w:r w:rsidR="00972B77">
        <w:t>18.2</w:t>
      </w:r>
      <w:r w:rsidRPr="009506B6">
        <w:t xml:space="preserve"> on reasonable notice and request.</w:t>
      </w:r>
      <w:bookmarkEnd w:id="502"/>
      <w:bookmarkEnd w:id="503"/>
    </w:p>
    <w:p w14:paraId="2B03850E" w14:textId="77777777"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504" w:name="_Toc12416839"/>
      <w:bookmarkStart w:id="505" w:name="_Ref36709802"/>
      <w:r w:rsidRPr="009506B6">
        <w:t xml:space="preserve">The Service Provider shall institute and operate all necessary back-up procedures to its information technology systems to ensure that, in the event of any information system malfunction or other loss of </w:t>
      </w:r>
      <w:r w:rsidR="00D26F4F" w:rsidRPr="009506B6">
        <w:t xml:space="preserve">SARS’s </w:t>
      </w:r>
      <w:r w:rsidRPr="009506B6">
        <w:t>Confidential Information can be recovered promptly and that the integrity thereof and any database containing such material can be maintained.</w:t>
      </w:r>
      <w:bookmarkEnd w:id="504"/>
      <w:bookmarkEnd w:id="505"/>
      <w:r w:rsidRPr="009506B6">
        <w:t xml:space="preserve"> </w:t>
      </w:r>
    </w:p>
    <w:p w14:paraId="4114438D" w14:textId="274B7ABF"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506" w:name="_Toc12416840"/>
      <w:r w:rsidRPr="009506B6">
        <w:t xml:space="preserve">The Service Provider shall ensure that all </w:t>
      </w:r>
      <w:r w:rsidR="00D26F4F" w:rsidRPr="009506B6">
        <w:t xml:space="preserve">SARS’s </w:t>
      </w:r>
      <w:r w:rsidRPr="009506B6">
        <w:t>Confidential Information and</w:t>
      </w:r>
      <w:r w:rsidR="00EC02F4" w:rsidRPr="009506B6">
        <w:t xml:space="preserve"> Personal</w:t>
      </w:r>
      <w:r w:rsidR="00DD24D3">
        <w:t xml:space="preserve"> </w:t>
      </w:r>
      <w:r w:rsidR="00EC02F4" w:rsidRPr="009506B6">
        <w:t>I</w:t>
      </w:r>
      <w:r w:rsidRPr="009506B6">
        <w:t>nformation provided to it by SARS in order to render the Services is stored separately and isolated from data and property relating to the Service Provider or any third party (including any other entity with whom the Service Provider may conduct business) in accordance with the POPIA, SARS Act and the Applicable Laws.</w:t>
      </w:r>
      <w:bookmarkEnd w:id="506"/>
    </w:p>
    <w:p w14:paraId="41704D6B" w14:textId="22442B6A"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507" w:name="_Toc12416841"/>
      <w:r w:rsidRPr="009506B6">
        <w:t xml:space="preserve">The security measures to be taken by the Service Provider in terms of </w:t>
      </w:r>
      <w:r w:rsidR="00E23CEB" w:rsidRPr="009506B6">
        <w:t>Clause</w:t>
      </w:r>
      <w:r w:rsidRPr="009506B6">
        <w:t xml:space="preserve"> </w:t>
      </w:r>
      <w:r w:rsidR="00547EFE" w:rsidRPr="009506B6">
        <w:fldChar w:fldCharType="begin"/>
      </w:r>
      <w:r w:rsidR="00547EFE" w:rsidRPr="009506B6">
        <w:instrText xml:space="preserve"> REF _Ref294773976 \r \h </w:instrText>
      </w:r>
      <w:r w:rsidR="00CE2A65" w:rsidRPr="009506B6">
        <w:instrText xml:space="preserve"> \* MERGEFORMAT </w:instrText>
      </w:r>
      <w:r w:rsidR="00547EFE" w:rsidRPr="009506B6">
        <w:fldChar w:fldCharType="separate"/>
      </w:r>
      <w:r w:rsidR="00AA4856">
        <w:t>18.2</w:t>
      </w:r>
      <w:r w:rsidR="00547EFE" w:rsidRPr="009506B6">
        <w:fldChar w:fldCharType="end"/>
      </w:r>
      <w:r w:rsidRPr="009506B6">
        <w:t xml:space="preserve"> must –</w:t>
      </w:r>
      <w:bookmarkEnd w:id="507"/>
      <w:r w:rsidRPr="009506B6">
        <w:t xml:space="preserve"> </w:t>
      </w:r>
    </w:p>
    <w:p w14:paraId="0C56C982"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508" w:name="_Toc12416842"/>
      <w:r w:rsidRPr="009506B6">
        <w:lastRenderedPageBreak/>
        <w:t>not be less rigorous than the security safeguards</w:t>
      </w:r>
      <w:r w:rsidR="00A10328" w:rsidRPr="009506B6">
        <w:t>, measures</w:t>
      </w:r>
      <w:r w:rsidRPr="009506B6">
        <w:t xml:space="preserve"> and practices generally maintained by SARS in respect of its data (and as communicated by SARS to the Service Provider), or maintained by the Service Provider with respect to its own confidential information of a similar nature and/or as prescribed by the </w:t>
      </w:r>
      <w:r w:rsidR="00A10328" w:rsidRPr="009506B6">
        <w:t>Applicable Laws</w:t>
      </w:r>
      <w:r w:rsidR="00E35377" w:rsidRPr="009506B6">
        <w:t>, POPIA</w:t>
      </w:r>
      <w:r w:rsidR="00A10328" w:rsidRPr="009506B6">
        <w:t xml:space="preserve"> and/or </w:t>
      </w:r>
      <w:r w:rsidRPr="009506B6">
        <w:t>Data Pr</w:t>
      </w:r>
      <w:r w:rsidR="00A10328" w:rsidRPr="009506B6">
        <w:t xml:space="preserve">otection </w:t>
      </w:r>
      <w:r w:rsidRPr="009506B6">
        <w:t>Legislation; and</w:t>
      </w:r>
      <w:bookmarkEnd w:id="508"/>
    </w:p>
    <w:p w14:paraId="787D2636" w14:textId="129B73C6"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509" w:name="_Toc12416843"/>
      <w:r w:rsidRPr="009506B6">
        <w:t>enable SARS and the Service Provider to conform to</w:t>
      </w:r>
      <w:r w:rsidR="00EC02F4" w:rsidRPr="009506B6">
        <w:t xml:space="preserve"> the</w:t>
      </w:r>
      <w:r w:rsidRPr="009506B6">
        <w:t xml:space="preserve"> Applicable Law, including:</w:t>
      </w:r>
      <w:bookmarkEnd w:id="509"/>
    </w:p>
    <w:p w14:paraId="742FE957" w14:textId="77777777" w:rsidR="00D26F4F" w:rsidRPr="009506B6" w:rsidRDefault="00D26F4F" w:rsidP="0089789E">
      <w:pPr>
        <w:pStyle w:val="ListParagraph"/>
        <w:keepNext/>
        <w:keepLines/>
        <w:numPr>
          <w:ilvl w:val="3"/>
          <w:numId w:val="29"/>
        </w:numPr>
        <w:spacing w:before="120" w:after="240" w:line="360" w:lineRule="auto"/>
        <w:ind w:left="2580" w:hanging="1440"/>
        <w:contextualSpacing w:val="0"/>
        <w:jc w:val="both"/>
      </w:pPr>
      <w:bookmarkStart w:id="510" w:name="_Toc12416844"/>
      <w:r w:rsidRPr="009506B6">
        <w:t>Data Protection Legislation;</w:t>
      </w:r>
      <w:bookmarkEnd w:id="510"/>
    </w:p>
    <w:p w14:paraId="6D179508" w14:textId="77777777" w:rsidR="005B74AD" w:rsidRPr="009506B6" w:rsidRDefault="005B74AD" w:rsidP="0089789E">
      <w:pPr>
        <w:pStyle w:val="ListParagraph"/>
        <w:keepNext/>
        <w:keepLines/>
        <w:numPr>
          <w:ilvl w:val="3"/>
          <w:numId w:val="29"/>
        </w:numPr>
        <w:spacing w:before="120" w:after="240" w:line="360" w:lineRule="auto"/>
        <w:ind w:left="2580" w:hanging="1440"/>
        <w:contextualSpacing w:val="0"/>
        <w:jc w:val="both"/>
      </w:pPr>
      <w:bookmarkStart w:id="511" w:name="_Toc12416845"/>
      <w:r w:rsidRPr="009506B6">
        <w:t>the Electronic Communications and Transactions Act, 2002 (Act No 25 of 2002); and</w:t>
      </w:r>
      <w:bookmarkEnd w:id="511"/>
    </w:p>
    <w:p w14:paraId="3CBD396F" w14:textId="77777777" w:rsidR="005B74AD" w:rsidRPr="009506B6" w:rsidRDefault="005B74AD" w:rsidP="0089789E">
      <w:pPr>
        <w:pStyle w:val="ListParagraph"/>
        <w:keepNext/>
        <w:keepLines/>
        <w:numPr>
          <w:ilvl w:val="3"/>
          <w:numId w:val="29"/>
        </w:numPr>
        <w:spacing w:before="120" w:after="240" w:line="360" w:lineRule="auto"/>
        <w:ind w:left="2580" w:hanging="1440"/>
        <w:contextualSpacing w:val="0"/>
        <w:jc w:val="both"/>
      </w:pPr>
      <w:bookmarkStart w:id="512" w:name="_Toc12416846"/>
      <w:r w:rsidRPr="009506B6">
        <w:t>the Tax Acts.</w:t>
      </w:r>
      <w:bookmarkEnd w:id="512"/>
      <w:r w:rsidRPr="009506B6">
        <w:t xml:space="preserve"> </w:t>
      </w:r>
    </w:p>
    <w:p w14:paraId="425135F5" w14:textId="4CD2D899"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rPr>
          <w:b/>
          <w:bCs/>
        </w:rPr>
      </w:pPr>
      <w:bookmarkStart w:id="513" w:name="_Toc12416847"/>
      <w:bookmarkStart w:id="514" w:name="_Toc252343164"/>
      <w:bookmarkStart w:id="515" w:name="_Toc289187096"/>
      <w:bookmarkStart w:id="516" w:name="_Ref291775216"/>
      <w:bookmarkStart w:id="517" w:name="_Toc317231258"/>
      <w:bookmarkStart w:id="518" w:name="_Ref532897375"/>
      <w:bookmarkStart w:id="519" w:name="_Ref280688985"/>
      <w:r w:rsidRPr="009506B6">
        <w:t xml:space="preserve">The Service Provider hereby indemnifies and holds SARS harmless against </w:t>
      </w:r>
      <w:r w:rsidR="00D26F4F" w:rsidRPr="009506B6">
        <w:t xml:space="preserve">all Losses </w:t>
      </w:r>
      <w:r w:rsidRPr="009506B6">
        <w:t>incurred by SARS as a result of any breach by the Service Provider of the provisions of this Clause</w:t>
      </w:r>
      <w:r w:rsidR="00972B77">
        <w:rPr>
          <w:b/>
          <w:bCs/>
        </w:rPr>
        <w:t xml:space="preserve"> </w:t>
      </w:r>
      <w:r w:rsidR="00972B77" w:rsidRPr="00972B77">
        <w:t>18</w:t>
      </w:r>
      <w:r w:rsidRPr="009506B6">
        <w:t>.</w:t>
      </w:r>
      <w:bookmarkEnd w:id="513"/>
    </w:p>
    <w:p w14:paraId="408FE1A7" w14:textId="77777777" w:rsidR="005B74AD" w:rsidRPr="009506B6" w:rsidRDefault="005B74AD"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520" w:name="_Toc532909984"/>
      <w:bookmarkStart w:id="521" w:name="_Ref533021720"/>
      <w:bookmarkStart w:id="522" w:name="_Ref2859385"/>
      <w:bookmarkStart w:id="523" w:name="_Ref2929816"/>
      <w:bookmarkStart w:id="524" w:name="_Ref11721201"/>
      <w:bookmarkStart w:id="525" w:name="_Ref36709639"/>
      <w:bookmarkStart w:id="526" w:name="_Ref42075576"/>
      <w:bookmarkStart w:id="527" w:name="_Toc107398010"/>
      <w:r w:rsidRPr="009506B6">
        <w:rPr>
          <w:b/>
          <w:bCs/>
          <w:caps/>
          <w:lang w:val="en-ZA" w:eastAsia="en-US"/>
        </w:rPr>
        <w:t>processing of personal information</w:t>
      </w:r>
      <w:bookmarkEnd w:id="514"/>
      <w:bookmarkEnd w:id="515"/>
      <w:bookmarkEnd w:id="516"/>
      <w:bookmarkEnd w:id="517"/>
      <w:bookmarkEnd w:id="518"/>
      <w:bookmarkEnd w:id="520"/>
      <w:bookmarkEnd w:id="521"/>
      <w:bookmarkEnd w:id="522"/>
      <w:bookmarkEnd w:id="523"/>
      <w:bookmarkEnd w:id="524"/>
      <w:bookmarkEnd w:id="525"/>
      <w:bookmarkEnd w:id="526"/>
      <w:bookmarkEnd w:id="527"/>
    </w:p>
    <w:p w14:paraId="6AD0A1DA" w14:textId="71F439A3"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528" w:name="_Toc12416849"/>
      <w:r w:rsidRPr="009506B6">
        <w:t xml:space="preserve">Without limiting any other provision of this Agreement, the Service Provider shall only store, copy or use any Personal Information disclosed to it by SARS pursuant to the Agreement to the extent necessary to perform its obligations under this </w:t>
      </w:r>
      <w:r w:rsidR="00967473" w:rsidRPr="009506B6">
        <w:t>Agreement</w:t>
      </w:r>
      <w:r w:rsidRPr="009506B6">
        <w:t xml:space="preserve"> and subject to the Privacy and Data Protection Requirements and/or Data Privacy Legislation binding on SARS</w:t>
      </w:r>
      <w:r w:rsidR="00A10328" w:rsidRPr="009506B6">
        <w:t xml:space="preserve"> and/or Service Provider</w:t>
      </w:r>
      <w:r w:rsidRPr="009506B6">
        <w:t>.</w:t>
      </w:r>
      <w:bookmarkEnd w:id="528"/>
    </w:p>
    <w:p w14:paraId="60DE0E65" w14:textId="548D36A9"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529" w:name="_Ref103573370"/>
      <w:bookmarkStart w:id="530" w:name="_Toc12416850"/>
      <w:r w:rsidRPr="009506B6">
        <w:t>If at any time the Service Provider suspects or has</w:t>
      </w:r>
      <w:r w:rsidR="00EC02F4" w:rsidRPr="009506B6">
        <w:t xml:space="preserve"> a</w:t>
      </w:r>
      <w:r w:rsidRPr="009506B6">
        <w:t xml:space="preserve"> reason to believe that Personal Information disclosed to it by SARS pursuant to this Agreement has or may become lost or corrupted in any way for any reason then, the Service Provider shall immediately notify SARS thereof what remedial action it proposes to take, if any</w:t>
      </w:r>
      <w:r w:rsidR="00E35377" w:rsidRPr="009506B6">
        <w:t xml:space="preserve">, aligned with the </w:t>
      </w:r>
      <w:r w:rsidR="00F078D4" w:rsidRPr="009506B6">
        <w:t>relevant conditions of POPIA and/or where applicable the Data Privacy Legislation</w:t>
      </w:r>
      <w:r w:rsidRPr="009506B6">
        <w:t>.</w:t>
      </w:r>
      <w:bookmarkEnd w:id="529"/>
      <w:bookmarkEnd w:id="530"/>
    </w:p>
    <w:p w14:paraId="41DB2F9A" w14:textId="035347C8"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531" w:name="_Toc12416851"/>
      <w:r w:rsidRPr="009506B6">
        <w:lastRenderedPageBreak/>
        <w:t>The Service Provider agrees that, in regard to the Personal Information, it shall</w:t>
      </w:r>
      <w:r w:rsidR="00EC02F4" w:rsidRPr="009506B6">
        <w:t xml:space="preserve">: </w:t>
      </w:r>
      <w:bookmarkEnd w:id="531"/>
    </w:p>
    <w:p w14:paraId="10BE0AE7" w14:textId="2CF56719"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532" w:name="_Ref119216753"/>
      <w:bookmarkStart w:id="533" w:name="_Toc12416852"/>
      <w:r w:rsidRPr="009506B6">
        <w:t xml:space="preserve">only Process the Personal Information </w:t>
      </w:r>
      <w:r w:rsidR="00A10328" w:rsidRPr="009506B6">
        <w:t>subject to the Privacy and Data Protection Requirements</w:t>
      </w:r>
      <w:r w:rsidR="00F078D4" w:rsidRPr="009506B6">
        <w:t xml:space="preserve"> and </w:t>
      </w:r>
      <w:r w:rsidRPr="009506B6">
        <w:t xml:space="preserve">in accordance with </w:t>
      </w:r>
      <w:r w:rsidR="00D26F4F" w:rsidRPr="009506B6">
        <w:t xml:space="preserve">written </w:t>
      </w:r>
      <w:r w:rsidRPr="009506B6">
        <w:t>instructions from SARS and supported by written consent from a Data Subject, (which may be specific instructions or instructions of a general nature limited to the specific purpose</w:t>
      </w:r>
      <w:r w:rsidR="00A10328" w:rsidRPr="009506B6">
        <w:t xml:space="preserve"> (as prescribed by Condition 1 of POPIA “</w:t>
      </w:r>
      <w:r w:rsidR="00A10328" w:rsidRPr="009506B6">
        <w:rPr>
          <w:b/>
          <w:bCs/>
        </w:rPr>
        <w:t xml:space="preserve">the </w:t>
      </w:r>
      <w:r w:rsidR="00A032D9" w:rsidRPr="009506B6">
        <w:rPr>
          <w:b/>
          <w:bCs/>
        </w:rPr>
        <w:t xml:space="preserve">Lawful </w:t>
      </w:r>
      <w:r w:rsidR="00A10328" w:rsidRPr="009506B6">
        <w:rPr>
          <w:b/>
          <w:bCs/>
        </w:rPr>
        <w:t>Purpose</w:t>
      </w:r>
      <w:r w:rsidR="00A10328" w:rsidRPr="009506B6">
        <w:t>”)</w:t>
      </w:r>
      <w:r w:rsidRPr="009506B6">
        <w:t>, as set out in the Agreement or as otherwise notified by SARS</w:t>
      </w:r>
      <w:r w:rsidR="003E463D" w:rsidRPr="009506B6">
        <w:t xml:space="preserve"> </w:t>
      </w:r>
      <w:r w:rsidRPr="009506B6">
        <w:t>to the Service Provider from time to time);</w:t>
      </w:r>
      <w:bookmarkEnd w:id="532"/>
      <w:bookmarkEnd w:id="533"/>
    </w:p>
    <w:p w14:paraId="65B4FF3B" w14:textId="0E86A7C1"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534" w:name="_Ref103573249"/>
      <w:bookmarkStart w:id="535" w:name="_Toc12416853"/>
      <w:r w:rsidRPr="009506B6">
        <w:t xml:space="preserve">not otherwise modify, amend or alter the contents of the Personal Information or disclose or permit the disclosure of any of the Personal Information to any third party unless authorised in writing by SARS and where required, the Data Subject and limited to the </w:t>
      </w:r>
      <w:r w:rsidR="00A032D9" w:rsidRPr="009506B6">
        <w:t>L</w:t>
      </w:r>
      <w:r w:rsidR="001C011E" w:rsidRPr="009506B6">
        <w:t xml:space="preserve">awful </w:t>
      </w:r>
      <w:r w:rsidR="00A032D9" w:rsidRPr="009506B6">
        <w:t>P</w:t>
      </w:r>
      <w:r w:rsidRPr="009506B6">
        <w:t>urpose</w:t>
      </w:r>
      <w:r w:rsidR="001C011E" w:rsidRPr="009506B6">
        <w:t>, being carrying out duties in relat</w:t>
      </w:r>
      <w:r w:rsidR="00AC1C48" w:rsidRPr="009506B6">
        <w:t>ion</w:t>
      </w:r>
      <w:r w:rsidR="00850734" w:rsidRPr="009506B6">
        <w:t xml:space="preserve"> to the performance of the Services</w:t>
      </w:r>
      <w:r w:rsidRPr="009506B6">
        <w:t>;</w:t>
      </w:r>
      <w:bookmarkEnd w:id="534"/>
      <w:bookmarkEnd w:id="535"/>
    </w:p>
    <w:p w14:paraId="6BB066ED" w14:textId="720591D3"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536" w:name="_Toc12416854"/>
      <w:bookmarkStart w:id="537" w:name="_Ref15356358"/>
      <w:r w:rsidRPr="009506B6">
        <w:t>not maintain records of the Personal Information for longer than</w:t>
      </w:r>
      <w:r w:rsidR="00EC02F4" w:rsidRPr="009506B6">
        <w:t xml:space="preserve"> it</w:t>
      </w:r>
      <w:r w:rsidR="00CB0ABC" w:rsidRPr="009506B6">
        <w:t xml:space="preserve"> </w:t>
      </w:r>
      <w:r w:rsidRPr="009506B6">
        <w:t>is necessary in order for the Service Provider to comply with its obligations under the Agreement, unless retention thereof for a longer period is required by the Applicable Laws</w:t>
      </w:r>
      <w:r w:rsidR="00384067" w:rsidRPr="009506B6">
        <w:t xml:space="preserve">, POPIA and where applicable, Data Privacy Legislation </w:t>
      </w:r>
      <w:r w:rsidRPr="009506B6">
        <w:t xml:space="preserve">or </w:t>
      </w:r>
      <w:r w:rsidR="00384067" w:rsidRPr="009506B6">
        <w:t xml:space="preserve">as </w:t>
      </w:r>
      <w:r w:rsidRPr="009506B6">
        <w:t>requested in writing by SARS;</w:t>
      </w:r>
      <w:bookmarkEnd w:id="536"/>
    </w:p>
    <w:p w14:paraId="696992E6" w14:textId="5D8100B3"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538" w:name="_Toc12416855"/>
      <w:r w:rsidRPr="009506B6">
        <w:lastRenderedPageBreak/>
        <w:t xml:space="preserve">implement appropriate technical </w:t>
      </w:r>
      <w:r w:rsidR="00384067" w:rsidRPr="009506B6">
        <w:t xml:space="preserve">safeguards </w:t>
      </w:r>
      <w:r w:rsidRPr="009506B6">
        <w:t>and organisational measures to protect the Personal Information against unauthorised access or unlawful Processing and against accidental loss, destruction, damage, alteration or disclosure</w:t>
      </w:r>
      <w:r w:rsidR="000B076F" w:rsidRPr="009506B6">
        <w:t xml:space="preserve"> in accordance with Condition 7 of POPIA</w:t>
      </w:r>
      <w:r w:rsidR="00F078D4" w:rsidRPr="009506B6">
        <w:t xml:space="preserve"> </w:t>
      </w:r>
      <w:r w:rsidR="000B076F" w:rsidRPr="009506B6">
        <w:t xml:space="preserve">and/or relevant </w:t>
      </w:r>
      <w:r w:rsidR="00F078D4" w:rsidRPr="009506B6">
        <w:t>provisions of the Data Privacy Legislation</w:t>
      </w:r>
      <w:r w:rsidR="001D0238" w:rsidRPr="009506B6">
        <w:t xml:space="preserve"> and shall further ensure Service Provider Personnel comply in all respect with the technical safeguard and organisation measures implemented by the Service Provider or SARS to protect the Personal Information against unauthorised access or unlawful Processing,</w:t>
      </w:r>
      <w:r w:rsidRPr="009506B6">
        <w:t xml:space="preserve"> accidental loss, destruction</w:t>
      </w:r>
      <w:r w:rsidR="001D0238" w:rsidRPr="009506B6">
        <w:t xml:space="preserve">, </w:t>
      </w:r>
      <w:r w:rsidRPr="009506B6">
        <w:t>damage</w:t>
      </w:r>
      <w:r w:rsidR="001D0238" w:rsidRPr="009506B6">
        <w:t xml:space="preserve">, alteration or disclosure as prescribed by the aforesaid Condition 7 of POPIA </w:t>
      </w:r>
      <w:r w:rsidRPr="009506B6">
        <w:t>to Personal Information and to the nature of the Personal Information which is to be protected;</w:t>
      </w:r>
      <w:bookmarkEnd w:id="537"/>
      <w:bookmarkEnd w:id="538"/>
    </w:p>
    <w:p w14:paraId="123564B0"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539" w:name="_Toc12416856"/>
      <w:r w:rsidRPr="009506B6">
        <w:t>keep all Personal Information and any analyses, profiles or documents derived therefrom separate from all other data and documentation of the Service Provider;</w:t>
      </w:r>
      <w:bookmarkEnd w:id="539"/>
    </w:p>
    <w:p w14:paraId="25647354"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540" w:name="_Ref119216700"/>
      <w:bookmarkStart w:id="541" w:name="_Toc12416857"/>
      <w:r w:rsidRPr="009506B6">
        <w:t xml:space="preserve">Process the Personal Information in accordance with </w:t>
      </w:r>
      <w:r w:rsidR="00627B25" w:rsidRPr="009506B6">
        <w:t xml:space="preserve">Privacy and Data Protection Requirements </w:t>
      </w:r>
      <w:r w:rsidRPr="009506B6">
        <w:t xml:space="preserve">and/or </w:t>
      </w:r>
      <w:r w:rsidR="00627B25" w:rsidRPr="009506B6">
        <w:t xml:space="preserve">requirements prescribed by </w:t>
      </w:r>
      <w:r w:rsidR="00F078D4" w:rsidRPr="009506B6">
        <w:t>Data Privacy Legislation</w:t>
      </w:r>
      <w:r w:rsidR="00627B25" w:rsidRPr="009506B6">
        <w:t xml:space="preserve"> </w:t>
      </w:r>
      <w:r w:rsidR="009C2656" w:rsidRPr="009506B6">
        <w:t>where binding</w:t>
      </w:r>
      <w:r w:rsidRPr="009506B6">
        <w:t xml:space="preserve"> on SARS</w:t>
      </w:r>
      <w:r w:rsidR="00384067" w:rsidRPr="009506B6">
        <w:t xml:space="preserve"> as the Responsible Party</w:t>
      </w:r>
      <w:r w:rsidRPr="009506B6">
        <w:t>;</w:t>
      </w:r>
      <w:bookmarkEnd w:id="540"/>
      <w:r w:rsidRPr="009506B6">
        <w:t xml:space="preserve"> and</w:t>
      </w:r>
      <w:bookmarkEnd w:id="541"/>
    </w:p>
    <w:p w14:paraId="19A92A9F"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542" w:name="_Toc12416858"/>
      <w:r w:rsidRPr="009506B6">
        <w:t xml:space="preserve">co-operate as requested by SARS to enable SARS to comply with </w:t>
      </w:r>
      <w:r w:rsidR="00280A99" w:rsidRPr="009506B6">
        <w:t>or</w:t>
      </w:r>
      <w:r w:rsidRPr="009506B6">
        <w:t xml:space="preserve"> exercise rights </w:t>
      </w:r>
      <w:r w:rsidR="00280A99" w:rsidRPr="009506B6">
        <w:t xml:space="preserve">of </w:t>
      </w:r>
      <w:r w:rsidRPr="009506B6">
        <w:t xml:space="preserve">Data Subject under POPIA and/or </w:t>
      </w:r>
      <w:r w:rsidR="00CD57FF" w:rsidRPr="009506B6">
        <w:t>Data Privacy Legislation</w:t>
      </w:r>
      <w:r w:rsidRPr="009506B6">
        <w:t xml:space="preserve"> if binding of SARS in respect of Personal Information Processed by the Service Provide</w:t>
      </w:r>
      <w:r w:rsidR="002830CA" w:rsidRPr="009506B6">
        <w:t>r</w:t>
      </w:r>
      <w:r w:rsidRPr="009506B6">
        <w:t xml:space="preserve"> and/or </w:t>
      </w:r>
      <w:r w:rsidR="00967473" w:rsidRPr="009506B6">
        <w:t>Service Provider Personnel</w:t>
      </w:r>
      <w:r w:rsidRPr="009506B6">
        <w:t xml:space="preserve"> under the Agreement or comply with any assessment, enquiry, notice or investigation under the SARS Act</w:t>
      </w:r>
      <w:r w:rsidR="00627B25" w:rsidRPr="009506B6">
        <w:t xml:space="preserve">, </w:t>
      </w:r>
      <w:r w:rsidR="002830CA" w:rsidRPr="009506B6">
        <w:t xml:space="preserve">POPIA </w:t>
      </w:r>
      <w:r w:rsidRPr="009506B6">
        <w:t>or Applicable Law which shall include the provision of all data requested by SARS within the timescale specified by SARS in each case, subject to compliance by SARS with POPIA.</w:t>
      </w:r>
      <w:bookmarkEnd w:id="542"/>
    </w:p>
    <w:p w14:paraId="09D4C5B8" w14:textId="77777777"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543" w:name="_Toc12416859"/>
      <w:r w:rsidRPr="009506B6">
        <w:lastRenderedPageBreak/>
        <w:t>The Service Provider shall provide co</w:t>
      </w:r>
      <w:r w:rsidRPr="009506B6">
        <w:noBreakHyphen/>
        <w:t>operation in any investigation relating to security which is carried out by or on behalf of SARS, including providing any information or material in its possession or control, provided that SARS gives it</w:t>
      </w:r>
      <w:r w:rsidR="00280A99" w:rsidRPr="009506B6">
        <w:t>s</w:t>
      </w:r>
      <w:r w:rsidRPr="009506B6">
        <w:t xml:space="preserve"> reasonable notice of its intention to carry out such an investigation.</w:t>
      </w:r>
      <w:bookmarkEnd w:id="519"/>
      <w:bookmarkEnd w:id="543"/>
    </w:p>
    <w:p w14:paraId="42B1E0E9" w14:textId="65AC11C0" w:rsidR="00384067" w:rsidRPr="009506B6" w:rsidRDefault="00384067" w:rsidP="0089789E">
      <w:pPr>
        <w:pStyle w:val="ListParagraph"/>
        <w:keepNext/>
        <w:keepLines/>
        <w:numPr>
          <w:ilvl w:val="1"/>
          <w:numId w:val="29"/>
        </w:numPr>
        <w:spacing w:before="120" w:after="240" w:line="360" w:lineRule="auto"/>
        <w:ind w:left="1440" w:hanging="720"/>
        <w:contextualSpacing w:val="0"/>
        <w:jc w:val="both"/>
      </w:pPr>
      <w:bookmarkStart w:id="544" w:name="_Hlk41980297"/>
      <w:bookmarkStart w:id="545" w:name="_Toc12416860"/>
      <w:r w:rsidRPr="009506B6">
        <w:t>The Service Provider hereby indemnifies and holds SARS harmless against all Losses incurred by SARS as a result of any Personal Information Breach by the Service Provider</w:t>
      </w:r>
      <w:r w:rsidR="001D0238" w:rsidRPr="009506B6">
        <w:t xml:space="preserve"> </w:t>
      </w:r>
      <w:r w:rsidRPr="009506B6">
        <w:t xml:space="preserve">and/or breach of any of the provisions of this Clause </w:t>
      </w:r>
      <w:bookmarkEnd w:id="544"/>
      <w:r w:rsidR="00ED6FEF">
        <w:t>19</w:t>
      </w:r>
      <w:r w:rsidRPr="009506B6">
        <w:t>.</w:t>
      </w:r>
      <w:bookmarkEnd w:id="545"/>
    </w:p>
    <w:p w14:paraId="3D0E25E8" w14:textId="77777777" w:rsidR="005B74AD" w:rsidRPr="009506B6" w:rsidRDefault="005B74AD"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546" w:name="_Toc532902176"/>
      <w:bookmarkStart w:id="547" w:name="_Toc532902314"/>
      <w:bookmarkStart w:id="548" w:name="_Toc532902177"/>
      <w:bookmarkStart w:id="549" w:name="_Toc532902315"/>
      <w:bookmarkStart w:id="550" w:name="_Toc532902178"/>
      <w:bookmarkStart w:id="551" w:name="_Toc532902316"/>
      <w:bookmarkStart w:id="552" w:name="_Toc532902179"/>
      <w:bookmarkStart w:id="553" w:name="_Toc532902317"/>
      <w:bookmarkStart w:id="554" w:name="_Toc532902180"/>
      <w:bookmarkStart w:id="555" w:name="_Toc532902318"/>
      <w:bookmarkStart w:id="556" w:name="_Toc532902181"/>
      <w:bookmarkStart w:id="557" w:name="_Toc532902319"/>
      <w:bookmarkStart w:id="558" w:name="_Toc532902182"/>
      <w:bookmarkStart w:id="559" w:name="_Toc532902320"/>
      <w:bookmarkStart w:id="560" w:name="_Toc532902183"/>
      <w:bookmarkStart w:id="561" w:name="_Toc532902321"/>
      <w:bookmarkStart w:id="562" w:name="_Toc532902184"/>
      <w:bookmarkStart w:id="563" w:name="_Toc532902322"/>
      <w:bookmarkStart w:id="564" w:name="_Toc532902020"/>
      <w:bookmarkStart w:id="565" w:name="_Toc532902187"/>
      <w:bookmarkStart w:id="566" w:name="_Toc532902325"/>
      <w:bookmarkStart w:id="567" w:name="_Hlt72052177"/>
      <w:bookmarkStart w:id="568" w:name="_Toc532902021"/>
      <w:bookmarkStart w:id="569" w:name="_Toc532902188"/>
      <w:bookmarkStart w:id="570" w:name="_Toc532902326"/>
      <w:bookmarkStart w:id="571" w:name="_Toc532894934"/>
      <w:bookmarkStart w:id="572" w:name="_Toc532895029"/>
      <w:bookmarkStart w:id="573" w:name="_Toc532895213"/>
      <w:bookmarkStart w:id="574" w:name="_Toc532901638"/>
      <w:bookmarkStart w:id="575" w:name="_Toc532901844"/>
      <w:bookmarkStart w:id="576" w:name="_Toc532902022"/>
      <w:bookmarkStart w:id="577" w:name="_Toc532902189"/>
      <w:bookmarkStart w:id="578" w:name="_Toc532902327"/>
      <w:bookmarkStart w:id="579" w:name="_Toc532894935"/>
      <w:bookmarkStart w:id="580" w:name="_Toc532895030"/>
      <w:bookmarkStart w:id="581" w:name="_Toc532895214"/>
      <w:bookmarkStart w:id="582" w:name="_Toc532901639"/>
      <w:bookmarkStart w:id="583" w:name="_Toc532901845"/>
      <w:bookmarkStart w:id="584" w:name="_Toc532902023"/>
      <w:bookmarkStart w:id="585" w:name="_Toc532902190"/>
      <w:bookmarkStart w:id="586" w:name="_Toc532902328"/>
      <w:bookmarkStart w:id="587" w:name="_Toc532901640"/>
      <w:bookmarkStart w:id="588" w:name="_Toc532901846"/>
      <w:bookmarkStart w:id="589" w:name="_Toc532902024"/>
      <w:bookmarkStart w:id="590" w:name="_Toc532902191"/>
      <w:bookmarkStart w:id="591" w:name="_Toc532902329"/>
      <w:bookmarkStart w:id="592" w:name="_Toc532901641"/>
      <w:bookmarkStart w:id="593" w:name="_Toc532901847"/>
      <w:bookmarkStart w:id="594" w:name="_Toc532902025"/>
      <w:bookmarkStart w:id="595" w:name="_Toc532902192"/>
      <w:bookmarkStart w:id="596" w:name="_Toc532902330"/>
      <w:bookmarkStart w:id="597" w:name="_Toc532901642"/>
      <w:bookmarkStart w:id="598" w:name="_Toc532901848"/>
      <w:bookmarkStart w:id="599" w:name="_Toc532902026"/>
      <w:bookmarkStart w:id="600" w:name="_Toc532902193"/>
      <w:bookmarkStart w:id="601" w:name="_Toc532902331"/>
      <w:bookmarkStart w:id="602" w:name="_Toc532901643"/>
      <w:bookmarkStart w:id="603" w:name="_Toc532901849"/>
      <w:bookmarkStart w:id="604" w:name="_Toc532902027"/>
      <w:bookmarkStart w:id="605" w:name="_Toc532902194"/>
      <w:bookmarkStart w:id="606" w:name="_Toc532902332"/>
      <w:bookmarkStart w:id="607" w:name="_Toc532901644"/>
      <w:bookmarkStart w:id="608" w:name="_Toc532901850"/>
      <w:bookmarkStart w:id="609" w:name="_Toc532902028"/>
      <w:bookmarkStart w:id="610" w:name="_Toc532902195"/>
      <w:bookmarkStart w:id="611" w:name="_Toc532902333"/>
      <w:bookmarkStart w:id="612" w:name="_Toc532901645"/>
      <w:bookmarkStart w:id="613" w:name="_Toc532901851"/>
      <w:bookmarkStart w:id="614" w:name="_Toc532902029"/>
      <w:bookmarkStart w:id="615" w:name="_Toc532902196"/>
      <w:bookmarkStart w:id="616" w:name="_Toc532902334"/>
      <w:bookmarkStart w:id="617" w:name="_Toc532894938"/>
      <w:bookmarkStart w:id="618" w:name="_Toc532895033"/>
      <w:bookmarkStart w:id="619" w:name="_Toc532895217"/>
      <w:bookmarkStart w:id="620" w:name="_Toc532901646"/>
      <w:bookmarkStart w:id="621" w:name="_Toc532901852"/>
      <w:bookmarkStart w:id="622" w:name="_Toc532902030"/>
      <w:bookmarkStart w:id="623" w:name="_Toc532902197"/>
      <w:bookmarkStart w:id="624" w:name="_Toc532902335"/>
      <w:bookmarkStart w:id="625" w:name="_Toc532894939"/>
      <w:bookmarkStart w:id="626" w:name="_Toc532895034"/>
      <w:bookmarkStart w:id="627" w:name="_Toc532895218"/>
      <w:bookmarkStart w:id="628" w:name="_Toc532901647"/>
      <w:bookmarkStart w:id="629" w:name="_Toc532901853"/>
      <w:bookmarkStart w:id="630" w:name="_Toc532902031"/>
      <w:bookmarkStart w:id="631" w:name="_Toc532902198"/>
      <w:bookmarkStart w:id="632" w:name="_Toc532902336"/>
      <w:bookmarkStart w:id="633" w:name="_Toc532894940"/>
      <w:bookmarkStart w:id="634" w:name="_Toc532895035"/>
      <w:bookmarkStart w:id="635" w:name="_Toc532895219"/>
      <w:bookmarkStart w:id="636" w:name="_Toc532901648"/>
      <w:bookmarkStart w:id="637" w:name="_Toc532901854"/>
      <w:bookmarkStart w:id="638" w:name="_Toc532902032"/>
      <w:bookmarkStart w:id="639" w:name="_Toc532902199"/>
      <w:bookmarkStart w:id="640" w:name="_Toc532902337"/>
      <w:bookmarkStart w:id="641" w:name="_Toc532894941"/>
      <w:bookmarkStart w:id="642" w:name="_Toc532895036"/>
      <w:bookmarkStart w:id="643" w:name="_Toc532895220"/>
      <w:bookmarkStart w:id="644" w:name="_Toc532901649"/>
      <w:bookmarkStart w:id="645" w:name="_Toc532901855"/>
      <w:bookmarkStart w:id="646" w:name="_Toc532902033"/>
      <w:bookmarkStart w:id="647" w:name="_Toc532902200"/>
      <w:bookmarkStart w:id="648" w:name="_Toc532902338"/>
      <w:bookmarkStart w:id="649" w:name="_Toc532894942"/>
      <w:bookmarkStart w:id="650" w:name="_Toc532895037"/>
      <w:bookmarkStart w:id="651" w:name="_Toc532895221"/>
      <w:bookmarkStart w:id="652" w:name="_Toc532901650"/>
      <w:bookmarkStart w:id="653" w:name="_Toc532901856"/>
      <w:bookmarkStart w:id="654" w:name="_Toc532902034"/>
      <w:bookmarkStart w:id="655" w:name="_Toc532902201"/>
      <w:bookmarkStart w:id="656" w:name="_Toc532902339"/>
      <w:bookmarkStart w:id="657" w:name="_Toc532894943"/>
      <w:bookmarkStart w:id="658" w:name="_Toc532895038"/>
      <w:bookmarkStart w:id="659" w:name="_Toc532895222"/>
      <w:bookmarkStart w:id="660" w:name="_Toc532901651"/>
      <w:bookmarkStart w:id="661" w:name="_Toc532901857"/>
      <w:bookmarkStart w:id="662" w:name="_Toc532902035"/>
      <w:bookmarkStart w:id="663" w:name="_Toc532902202"/>
      <w:bookmarkStart w:id="664" w:name="_Toc532902340"/>
      <w:bookmarkStart w:id="665" w:name="_Toc532894944"/>
      <w:bookmarkStart w:id="666" w:name="_Toc532895039"/>
      <w:bookmarkStart w:id="667" w:name="_Toc532895223"/>
      <w:bookmarkStart w:id="668" w:name="_Toc532901652"/>
      <w:bookmarkStart w:id="669" w:name="_Toc532901858"/>
      <w:bookmarkStart w:id="670" w:name="_Toc532902036"/>
      <w:bookmarkStart w:id="671" w:name="_Toc532902203"/>
      <w:bookmarkStart w:id="672" w:name="_Toc532902341"/>
      <w:bookmarkStart w:id="673" w:name="_Toc532894945"/>
      <w:bookmarkStart w:id="674" w:name="_Toc532895040"/>
      <w:bookmarkStart w:id="675" w:name="_Toc532895224"/>
      <w:bookmarkStart w:id="676" w:name="_Toc532901653"/>
      <w:bookmarkStart w:id="677" w:name="_Toc532901859"/>
      <w:bookmarkStart w:id="678" w:name="_Toc532902037"/>
      <w:bookmarkStart w:id="679" w:name="_Toc532902204"/>
      <w:bookmarkStart w:id="680" w:name="_Toc532902342"/>
      <w:bookmarkStart w:id="681" w:name="_Toc320627066"/>
      <w:bookmarkStart w:id="682" w:name="_Toc320627067"/>
      <w:bookmarkStart w:id="683" w:name="_Toc320627068"/>
      <w:bookmarkStart w:id="684" w:name="_Toc320627069"/>
      <w:bookmarkStart w:id="685" w:name="_Toc320627070"/>
      <w:bookmarkStart w:id="686" w:name="_Toc320627071"/>
      <w:bookmarkStart w:id="687" w:name="app"/>
      <w:bookmarkStart w:id="688" w:name="_Toc320627072"/>
      <w:bookmarkStart w:id="689" w:name="_Toc320627084"/>
      <w:bookmarkStart w:id="690" w:name="_Toc320627085"/>
      <w:bookmarkStart w:id="691" w:name="_Toc320627087"/>
      <w:bookmarkStart w:id="692" w:name="_Toc320627090"/>
      <w:bookmarkStart w:id="693" w:name="_Toc320627091"/>
      <w:bookmarkStart w:id="694" w:name="_Toc320627092"/>
      <w:bookmarkStart w:id="695" w:name="_Toc320627093"/>
      <w:bookmarkStart w:id="696" w:name="_Toc320627094"/>
      <w:bookmarkStart w:id="697" w:name="_Toc320627095"/>
      <w:bookmarkStart w:id="698" w:name="_Toc320627096"/>
      <w:bookmarkStart w:id="699" w:name="_Toc320627100"/>
      <w:bookmarkStart w:id="700" w:name="_Toc320627101"/>
      <w:bookmarkStart w:id="701" w:name="_Toc320627105"/>
      <w:bookmarkStart w:id="702" w:name="_Toc320627109"/>
      <w:bookmarkStart w:id="703" w:name="_Toc320627111"/>
      <w:bookmarkStart w:id="704" w:name="_Toc320627112"/>
      <w:bookmarkStart w:id="705" w:name="_Toc320627113"/>
      <w:bookmarkStart w:id="706" w:name="_Toc320627114"/>
      <w:bookmarkStart w:id="707" w:name="_Toc320627116"/>
      <w:bookmarkStart w:id="708" w:name="_Toc532894946"/>
      <w:bookmarkStart w:id="709" w:name="_Toc532895041"/>
      <w:bookmarkStart w:id="710" w:name="_Toc532895225"/>
      <w:bookmarkStart w:id="711" w:name="_Toc532901654"/>
      <w:bookmarkStart w:id="712" w:name="_Toc532901860"/>
      <w:bookmarkStart w:id="713" w:name="_Toc532902038"/>
      <w:bookmarkStart w:id="714" w:name="_Toc532902205"/>
      <w:bookmarkStart w:id="715" w:name="_Toc532902343"/>
      <w:bookmarkStart w:id="716" w:name="_Toc532894947"/>
      <w:bookmarkStart w:id="717" w:name="_Toc532895042"/>
      <w:bookmarkStart w:id="718" w:name="_Toc532895226"/>
      <w:bookmarkStart w:id="719" w:name="_Toc532901655"/>
      <w:bookmarkStart w:id="720" w:name="_Toc532901861"/>
      <w:bookmarkStart w:id="721" w:name="_Toc532902039"/>
      <w:bookmarkStart w:id="722" w:name="_Toc532902206"/>
      <w:bookmarkStart w:id="723" w:name="_Toc532902344"/>
      <w:bookmarkStart w:id="724" w:name="_Toc532894948"/>
      <w:bookmarkStart w:id="725" w:name="_Toc532895043"/>
      <w:bookmarkStart w:id="726" w:name="_Toc532895227"/>
      <w:bookmarkStart w:id="727" w:name="_Toc532901656"/>
      <w:bookmarkStart w:id="728" w:name="_Toc532901862"/>
      <w:bookmarkStart w:id="729" w:name="_Toc532902040"/>
      <w:bookmarkStart w:id="730" w:name="_Toc532902207"/>
      <w:bookmarkStart w:id="731" w:name="_Toc532902345"/>
      <w:bookmarkStart w:id="732" w:name="_Toc532894949"/>
      <w:bookmarkStart w:id="733" w:name="_Toc532895044"/>
      <w:bookmarkStart w:id="734" w:name="_Toc532895228"/>
      <w:bookmarkStart w:id="735" w:name="_Toc532901657"/>
      <w:bookmarkStart w:id="736" w:name="_Toc532901863"/>
      <w:bookmarkStart w:id="737" w:name="_Toc532902041"/>
      <w:bookmarkStart w:id="738" w:name="_Toc532902208"/>
      <w:bookmarkStart w:id="739" w:name="_Toc532902346"/>
      <w:bookmarkStart w:id="740" w:name="_Toc532894950"/>
      <w:bookmarkStart w:id="741" w:name="_Toc532895045"/>
      <w:bookmarkStart w:id="742" w:name="_Toc532895229"/>
      <w:bookmarkStart w:id="743" w:name="_Toc532901658"/>
      <w:bookmarkStart w:id="744" w:name="_Toc532901864"/>
      <w:bookmarkStart w:id="745" w:name="_Toc532902042"/>
      <w:bookmarkStart w:id="746" w:name="_Toc532902209"/>
      <w:bookmarkStart w:id="747" w:name="_Toc532902347"/>
      <w:bookmarkStart w:id="748" w:name="_Toc532894951"/>
      <w:bookmarkStart w:id="749" w:name="_Toc532895046"/>
      <w:bookmarkStart w:id="750" w:name="_Toc532895230"/>
      <w:bookmarkStart w:id="751" w:name="_Toc532901659"/>
      <w:bookmarkStart w:id="752" w:name="_Toc532901865"/>
      <w:bookmarkStart w:id="753" w:name="_Toc532902043"/>
      <w:bookmarkStart w:id="754" w:name="_Toc532902210"/>
      <w:bookmarkStart w:id="755" w:name="_Toc532902348"/>
      <w:bookmarkStart w:id="756" w:name="_Toc532894952"/>
      <w:bookmarkStart w:id="757" w:name="_Toc532895047"/>
      <w:bookmarkStart w:id="758" w:name="_Toc532895231"/>
      <w:bookmarkStart w:id="759" w:name="_Toc532901660"/>
      <w:bookmarkStart w:id="760" w:name="_Toc532901866"/>
      <w:bookmarkStart w:id="761" w:name="_Toc532902044"/>
      <w:bookmarkStart w:id="762" w:name="_Toc532902211"/>
      <w:bookmarkStart w:id="763" w:name="_Toc532902349"/>
      <w:bookmarkStart w:id="764" w:name="_Toc532894953"/>
      <w:bookmarkStart w:id="765" w:name="_Toc532895048"/>
      <w:bookmarkStart w:id="766" w:name="_Toc532895232"/>
      <w:bookmarkStart w:id="767" w:name="_Toc532901661"/>
      <w:bookmarkStart w:id="768" w:name="_Toc532901867"/>
      <w:bookmarkStart w:id="769" w:name="_Toc532902045"/>
      <w:bookmarkStart w:id="770" w:name="_Toc532902212"/>
      <w:bookmarkStart w:id="771" w:name="_Toc532902350"/>
      <w:bookmarkStart w:id="772" w:name="_Toc532901662"/>
      <w:bookmarkStart w:id="773" w:name="_Toc532901868"/>
      <w:bookmarkStart w:id="774" w:name="_Toc532902046"/>
      <w:bookmarkStart w:id="775" w:name="_Toc532902213"/>
      <w:bookmarkStart w:id="776" w:name="_Toc532902351"/>
      <w:bookmarkStart w:id="777" w:name="_Toc532901663"/>
      <w:bookmarkStart w:id="778" w:name="_Toc532901869"/>
      <w:bookmarkStart w:id="779" w:name="_Toc532902047"/>
      <w:bookmarkStart w:id="780" w:name="_Toc532902214"/>
      <w:bookmarkStart w:id="781" w:name="_Toc532902352"/>
      <w:bookmarkStart w:id="782" w:name="_Toc532901664"/>
      <w:bookmarkStart w:id="783" w:name="_Toc532901870"/>
      <w:bookmarkStart w:id="784" w:name="_Toc532902048"/>
      <w:bookmarkStart w:id="785" w:name="_Toc532902215"/>
      <w:bookmarkStart w:id="786" w:name="_Toc532902353"/>
      <w:bookmarkStart w:id="787" w:name="_Toc532901665"/>
      <w:bookmarkStart w:id="788" w:name="_Toc532901871"/>
      <w:bookmarkStart w:id="789" w:name="_Toc532902049"/>
      <w:bookmarkStart w:id="790" w:name="_Toc532902216"/>
      <w:bookmarkStart w:id="791" w:name="_Toc532902354"/>
      <w:bookmarkStart w:id="792" w:name="_Toc532901666"/>
      <w:bookmarkStart w:id="793" w:name="_Toc532901872"/>
      <w:bookmarkStart w:id="794" w:name="_Toc532902050"/>
      <w:bookmarkStart w:id="795" w:name="_Toc532902217"/>
      <w:bookmarkStart w:id="796" w:name="_Toc532902355"/>
      <w:bookmarkStart w:id="797" w:name="_Toc532901667"/>
      <w:bookmarkStart w:id="798" w:name="_Toc532901873"/>
      <w:bookmarkStart w:id="799" w:name="_Toc532902051"/>
      <w:bookmarkStart w:id="800" w:name="_Toc532902218"/>
      <w:bookmarkStart w:id="801" w:name="_Toc532902356"/>
      <w:bookmarkStart w:id="802" w:name="_Toc532901668"/>
      <w:bookmarkStart w:id="803" w:name="_Toc532901874"/>
      <w:bookmarkStart w:id="804" w:name="_Toc532902052"/>
      <w:bookmarkStart w:id="805" w:name="_Toc532902219"/>
      <w:bookmarkStart w:id="806" w:name="_Toc532902357"/>
      <w:bookmarkStart w:id="807" w:name="_Toc532901669"/>
      <w:bookmarkStart w:id="808" w:name="_Toc532901875"/>
      <w:bookmarkStart w:id="809" w:name="_Toc532902053"/>
      <w:bookmarkStart w:id="810" w:name="_Toc532902220"/>
      <w:bookmarkStart w:id="811" w:name="_Toc532902358"/>
      <w:bookmarkStart w:id="812" w:name="_Toc532901670"/>
      <w:bookmarkStart w:id="813" w:name="_Toc532901876"/>
      <w:bookmarkStart w:id="814" w:name="_Toc532902054"/>
      <w:bookmarkStart w:id="815" w:name="_Toc532902221"/>
      <w:bookmarkStart w:id="816" w:name="_Toc532902359"/>
      <w:bookmarkStart w:id="817" w:name="_Toc532901671"/>
      <w:bookmarkStart w:id="818" w:name="_Toc532901877"/>
      <w:bookmarkStart w:id="819" w:name="_Toc532902055"/>
      <w:bookmarkStart w:id="820" w:name="_Toc532902222"/>
      <w:bookmarkStart w:id="821" w:name="_Toc532902360"/>
      <w:bookmarkStart w:id="822" w:name="_Toc532901672"/>
      <w:bookmarkStart w:id="823" w:name="_Toc532901878"/>
      <w:bookmarkStart w:id="824" w:name="_Toc532902056"/>
      <w:bookmarkStart w:id="825" w:name="_Toc532902223"/>
      <w:bookmarkStart w:id="826" w:name="_Toc532902361"/>
      <w:bookmarkStart w:id="827" w:name="_Toc532901673"/>
      <w:bookmarkStart w:id="828" w:name="_Toc532901879"/>
      <w:bookmarkStart w:id="829" w:name="_Toc532902057"/>
      <w:bookmarkStart w:id="830" w:name="_Toc532902224"/>
      <w:bookmarkStart w:id="831" w:name="_Toc532902362"/>
      <w:bookmarkStart w:id="832" w:name="_Toc532901674"/>
      <w:bookmarkStart w:id="833" w:name="_Toc532901880"/>
      <w:bookmarkStart w:id="834" w:name="_Toc532902058"/>
      <w:bookmarkStart w:id="835" w:name="_Toc532902225"/>
      <w:bookmarkStart w:id="836" w:name="_Toc532902363"/>
      <w:bookmarkStart w:id="837" w:name="_Toc532901675"/>
      <w:bookmarkStart w:id="838" w:name="_Toc532901881"/>
      <w:bookmarkStart w:id="839" w:name="_Toc532902059"/>
      <w:bookmarkStart w:id="840" w:name="_Toc532902226"/>
      <w:bookmarkStart w:id="841" w:name="_Toc532902364"/>
      <w:bookmarkStart w:id="842" w:name="_Toc532901676"/>
      <w:bookmarkStart w:id="843" w:name="_Toc532901882"/>
      <w:bookmarkStart w:id="844" w:name="_Toc532902060"/>
      <w:bookmarkStart w:id="845" w:name="_Toc532902227"/>
      <w:bookmarkStart w:id="846" w:name="_Toc532902365"/>
      <w:bookmarkStart w:id="847" w:name="_Toc532901677"/>
      <w:bookmarkStart w:id="848" w:name="_Toc532901883"/>
      <w:bookmarkStart w:id="849" w:name="_Toc532902061"/>
      <w:bookmarkStart w:id="850" w:name="_Toc532902228"/>
      <w:bookmarkStart w:id="851" w:name="_Toc532902366"/>
      <w:bookmarkStart w:id="852" w:name="_Toc532901678"/>
      <w:bookmarkStart w:id="853" w:name="_Toc532901884"/>
      <w:bookmarkStart w:id="854" w:name="_Toc532902062"/>
      <w:bookmarkStart w:id="855" w:name="_Toc532902229"/>
      <w:bookmarkStart w:id="856" w:name="_Toc532902367"/>
      <w:bookmarkStart w:id="857" w:name="_Toc532901679"/>
      <w:bookmarkStart w:id="858" w:name="_Toc532901885"/>
      <w:bookmarkStart w:id="859" w:name="_Toc532902063"/>
      <w:bookmarkStart w:id="860" w:name="_Toc532902230"/>
      <w:bookmarkStart w:id="861" w:name="_Toc532902368"/>
      <w:bookmarkStart w:id="862" w:name="_Toc532901680"/>
      <w:bookmarkStart w:id="863" w:name="_Toc532901886"/>
      <w:bookmarkStart w:id="864" w:name="_Toc532902064"/>
      <w:bookmarkStart w:id="865" w:name="_Toc532902231"/>
      <w:bookmarkStart w:id="866" w:name="_Toc532902369"/>
      <w:bookmarkStart w:id="867" w:name="_Toc532901681"/>
      <w:bookmarkStart w:id="868" w:name="_Toc532901887"/>
      <w:bookmarkStart w:id="869" w:name="_Toc532902065"/>
      <w:bookmarkStart w:id="870" w:name="_Toc532902232"/>
      <w:bookmarkStart w:id="871" w:name="_Toc532902370"/>
      <w:bookmarkStart w:id="872" w:name="_Toc532901682"/>
      <w:bookmarkStart w:id="873" w:name="_Toc532901888"/>
      <w:bookmarkStart w:id="874" w:name="_Toc532902066"/>
      <w:bookmarkStart w:id="875" w:name="_Toc532902233"/>
      <w:bookmarkStart w:id="876" w:name="_Toc532902371"/>
      <w:bookmarkStart w:id="877" w:name="_Toc532901683"/>
      <w:bookmarkStart w:id="878" w:name="_Toc532901889"/>
      <w:bookmarkStart w:id="879" w:name="_Toc532902067"/>
      <w:bookmarkStart w:id="880" w:name="_Toc532902234"/>
      <w:bookmarkStart w:id="881" w:name="_Toc532902372"/>
      <w:bookmarkStart w:id="882" w:name="_Toc532901684"/>
      <w:bookmarkStart w:id="883" w:name="_Toc532901890"/>
      <w:bookmarkStart w:id="884" w:name="_Toc532902068"/>
      <w:bookmarkStart w:id="885" w:name="_Toc532902235"/>
      <w:bookmarkStart w:id="886" w:name="_Toc532902373"/>
      <w:bookmarkStart w:id="887" w:name="_Toc532901685"/>
      <w:bookmarkStart w:id="888" w:name="_Toc532901891"/>
      <w:bookmarkStart w:id="889" w:name="_Toc532902069"/>
      <w:bookmarkStart w:id="890" w:name="_Toc532902236"/>
      <w:bookmarkStart w:id="891" w:name="_Toc532902374"/>
      <w:bookmarkStart w:id="892" w:name="_Toc532901686"/>
      <w:bookmarkStart w:id="893" w:name="_Toc532901892"/>
      <w:bookmarkStart w:id="894" w:name="_Toc532902070"/>
      <w:bookmarkStart w:id="895" w:name="_Toc532902237"/>
      <w:bookmarkStart w:id="896" w:name="_Toc532902375"/>
      <w:bookmarkStart w:id="897" w:name="_Toc532901687"/>
      <w:bookmarkStart w:id="898" w:name="_Toc532901893"/>
      <w:bookmarkStart w:id="899" w:name="_Toc532902071"/>
      <w:bookmarkStart w:id="900" w:name="_Toc532902238"/>
      <w:bookmarkStart w:id="901" w:name="_Toc532902376"/>
      <w:bookmarkStart w:id="902" w:name="_Toc532901688"/>
      <w:bookmarkStart w:id="903" w:name="_Toc532901894"/>
      <w:bookmarkStart w:id="904" w:name="_Toc532902072"/>
      <w:bookmarkStart w:id="905" w:name="_Toc532902239"/>
      <w:bookmarkStart w:id="906" w:name="_Toc532902377"/>
      <w:bookmarkStart w:id="907" w:name="_Toc532901689"/>
      <w:bookmarkStart w:id="908" w:name="_Toc532901895"/>
      <w:bookmarkStart w:id="909" w:name="_Toc532902073"/>
      <w:bookmarkStart w:id="910" w:name="_Toc532902240"/>
      <w:bookmarkStart w:id="911" w:name="_Toc532902378"/>
      <w:bookmarkStart w:id="912" w:name="_Toc532901690"/>
      <w:bookmarkStart w:id="913" w:name="_Toc532901896"/>
      <w:bookmarkStart w:id="914" w:name="_Toc532902074"/>
      <w:bookmarkStart w:id="915" w:name="_Toc532902241"/>
      <w:bookmarkStart w:id="916" w:name="_Toc532902379"/>
      <w:bookmarkStart w:id="917" w:name="_Toc532901691"/>
      <w:bookmarkStart w:id="918" w:name="_Toc532901897"/>
      <w:bookmarkStart w:id="919" w:name="_Toc532902075"/>
      <w:bookmarkStart w:id="920" w:name="_Toc532902242"/>
      <w:bookmarkStart w:id="921" w:name="_Toc532902380"/>
      <w:bookmarkStart w:id="922" w:name="_Toc532901692"/>
      <w:bookmarkStart w:id="923" w:name="_Toc532901898"/>
      <w:bookmarkStart w:id="924" w:name="_Toc532902076"/>
      <w:bookmarkStart w:id="925" w:name="_Toc532902243"/>
      <w:bookmarkStart w:id="926" w:name="_Toc532902381"/>
      <w:bookmarkStart w:id="927" w:name="_Toc532901693"/>
      <w:bookmarkStart w:id="928" w:name="_Toc532901899"/>
      <w:bookmarkStart w:id="929" w:name="_Toc532902077"/>
      <w:bookmarkStart w:id="930" w:name="_Toc532902244"/>
      <w:bookmarkStart w:id="931" w:name="_Toc532902382"/>
      <w:bookmarkStart w:id="932" w:name="_Toc532901694"/>
      <w:bookmarkStart w:id="933" w:name="_Toc532901900"/>
      <w:bookmarkStart w:id="934" w:name="_Toc532902078"/>
      <w:bookmarkStart w:id="935" w:name="_Toc532902245"/>
      <w:bookmarkStart w:id="936" w:name="_Toc532902383"/>
      <w:bookmarkStart w:id="937" w:name="_Toc532901695"/>
      <w:bookmarkStart w:id="938" w:name="_Toc532901901"/>
      <w:bookmarkStart w:id="939" w:name="_Toc532902079"/>
      <w:bookmarkStart w:id="940" w:name="_Toc532902246"/>
      <w:bookmarkStart w:id="941" w:name="_Toc532902384"/>
      <w:bookmarkStart w:id="942" w:name="_Toc532901696"/>
      <w:bookmarkStart w:id="943" w:name="_Toc532901902"/>
      <w:bookmarkStart w:id="944" w:name="_Toc532902080"/>
      <w:bookmarkStart w:id="945" w:name="_Toc532902247"/>
      <w:bookmarkStart w:id="946" w:name="_Toc532902385"/>
      <w:bookmarkStart w:id="947" w:name="_Toc532901697"/>
      <w:bookmarkStart w:id="948" w:name="_Toc532901903"/>
      <w:bookmarkStart w:id="949" w:name="_Toc532902081"/>
      <w:bookmarkStart w:id="950" w:name="_Toc532902248"/>
      <w:bookmarkStart w:id="951" w:name="_Toc532902386"/>
      <w:bookmarkStart w:id="952" w:name="_Toc532901698"/>
      <w:bookmarkStart w:id="953" w:name="_Toc532901904"/>
      <w:bookmarkStart w:id="954" w:name="_Toc532902082"/>
      <w:bookmarkStart w:id="955" w:name="_Toc532902249"/>
      <w:bookmarkStart w:id="956" w:name="_Toc532902387"/>
      <w:bookmarkStart w:id="957" w:name="_Toc532901699"/>
      <w:bookmarkStart w:id="958" w:name="_Toc532901905"/>
      <w:bookmarkStart w:id="959" w:name="_Toc532902083"/>
      <w:bookmarkStart w:id="960" w:name="_Toc532902250"/>
      <w:bookmarkStart w:id="961" w:name="_Toc532902388"/>
      <w:bookmarkStart w:id="962" w:name="_Toc532901700"/>
      <w:bookmarkStart w:id="963" w:name="_Toc532901906"/>
      <w:bookmarkStart w:id="964" w:name="_Toc532902084"/>
      <w:bookmarkStart w:id="965" w:name="_Toc532902251"/>
      <w:bookmarkStart w:id="966" w:name="_Toc532902389"/>
      <w:bookmarkStart w:id="967" w:name="_Hlt72054057"/>
      <w:bookmarkStart w:id="968" w:name="_Hlt72052481"/>
      <w:bookmarkStart w:id="969" w:name="_Toc532901702"/>
      <w:bookmarkStart w:id="970" w:name="_Toc532901908"/>
      <w:bookmarkStart w:id="971" w:name="_Toc532902086"/>
      <w:bookmarkStart w:id="972" w:name="_Toc532902253"/>
      <w:bookmarkStart w:id="973" w:name="_Toc532902391"/>
      <w:bookmarkStart w:id="974" w:name="_Toc532901714"/>
      <w:bookmarkStart w:id="975" w:name="_Toc532901920"/>
      <w:bookmarkStart w:id="976" w:name="_Toc532902098"/>
      <w:bookmarkStart w:id="977" w:name="_Toc532902265"/>
      <w:bookmarkStart w:id="978" w:name="_Toc532902403"/>
      <w:bookmarkStart w:id="979" w:name="_Toc532901715"/>
      <w:bookmarkStart w:id="980" w:name="_Toc532901921"/>
      <w:bookmarkStart w:id="981" w:name="_Toc532902099"/>
      <w:bookmarkStart w:id="982" w:name="_Toc532902266"/>
      <w:bookmarkStart w:id="983" w:name="_Toc532902404"/>
      <w:bookmarkStart w:id="984" w:name="_Toc532901716"/>
      <w:bookmarkStart w:id="985" w:name="_Toc532901922"/>
      <w:bookmarkStart w:id="986" w:name="_Toc532902100"/>
      <w:bookmarkStart w:id="987" w:name="_Toc532902267"/>
      <w:bookmarkStart w:id="988" w:name="_Toc532902405"/>
      <w:bookmarkStart w:id="989" w:name="_Toc532901717"/>
      <w:bookmarkStart w:id="990" w:name="_Toc532901923"/>
      <w:bookmarkStart w:id="991" w:name="_Toc532902101"/>
      <w:bookmarkStart w:id="992" w:name="_Toc532902268"/>
      <w:bookmarkStart w:id="993" w:name="_Toc532902406"/>
      <w:bookmarkStart w:id="994" w:name="_Toc532901718"/>
      <w:bookmarkStart w:id="995" w:name="_Toc532901924"/>
      <w:bookmarkStart w:id="996" w:name="_Toc532902102"/>
      <w:bookmarkStart w:id="997" w:name="_Toc532902269"/>
      <w:bookmarkStart w:id="998" w:name="_Toc532902407"/>
      <w:bookmarkStart w:id="999" w:name="_Toc532901719"/>
      <w:bookmarkStart w:id="1000" w:name="_Toc532901925"/>
      <w:bookmarkStart w:id="1001" w:name="_Toc532902103"/>
      <w:bookmarkStart w:id="1002" w:name="_Toc532902270"/>
      <w:bookmarkStart w:id="1003" w:name="_Toc532902408"/>
      <w:bookmarkStart w:id="1004" w:name="_Toc532901720"/>
      <w:bookmarkStart w:id="1005" w:name="_Toc532901926"/>
      <w:bookmarkStart w:id="1006" w:name="_Toc532902104"/>
      <w:bookmarkStart w:id="1007" w:name="_Toc532902271"/>
      <w:bookmarkStart w:id="1008" w:name="_Toc532902409"/>
      <w:bookmarkStart w:id="1009" w:name="_Toc532901721"/>
      <w:bookmarkStart w:id="1010" w:name="_Toc532901927"/>
      <w:bookmarkStart w:id="1011" w:name="_Toc532902105"/>
      <w:bookmarkStart w:id="1012" w:name="_Toc532902272"/>
      <w:bookmarkStart w:id="1013" w:name="_Toc532902410"/>
      <w:bookmarkStart w:id="1014" w:name="_Hlt72054720"/>
      <w:bookmarkStart w:id="1015" w:name="_Hlt72054273"/>
      <w:bookmarkStart w:id="1016" w:name="_Hlt502635198"/>
      <w:bookmarkStart w:id="1017" w:name="_Hlt502629442"/>
      <w:bookmarkStart w:id="1018" w:name="_Hlt72054608"/>
      <w:bookmarkStart w:id="1019" w:name="_Hlt502635247"/>
      <w:bookmarkStart w:id="1020" w:name="_Hlt62020542"/>
      <w:bookmarkStart w:id="1021" w:name="_Hlt72052811"/>
      <w:bookmarkStart w:id="1022" w:name="_Hlt68340055"/>
      <w:bookmarkStart w:id="1023" w:name="_Hlt72054848"/>
      <w:bookmarkStart w:id="1024" w:name="_Hlt72056002"/>
      <w:bookmarkStart w:id="1025" w:name="_Hlt72054925"/>
      <w:bookmarkStart w:id="1026" w:name="_Hlt72054991"/>
      <w:bookmarkStart w:id="1027" w:name="_Hlt72055014"/>
      <w:bookmarkStart w:id="1028" w:name="_Hlt71707934"/>
      <w:bookmarkStart w:id="1029" w:name="_Hlt502636947"/>
      <w:bookmarkStart w:id="1030" w:name="_Hlt72055198"/>
      <w:bookmarkStart w:id="1031" w:name="_Hlt72055185"/>
      <w:bookmarkStart w:id="1032" w:name="_Toc63825480"/>
      <w:bookmarkStart w:id="1033" w:name="_Toc64092697"/>
      <w:bookmarkStart w:id="1034" w:name="_Toc64277436"/>
      <w:bookmarkStart w:id="1035" w:name="_Toc64709291"/>
      <w:bookmarkStart w:id="1036" w:name="_Toc68581084"/>
      <w:bookmarkStart w:id="1037" w:name="_Hlt78693579"/>
      <w:bookmarkStart w:id="1038" w:name="_Hlt68334016"/>
      <w:bookmarkStart w:id="1039" w:name="_Hlt72052316"/>
      <w:bookmarkStart w:id="1040" w:name="_Hlt502635268"/>
      <w:bookmarkStart w:id="1041" w:name="_Hlt502635274"/>
      <w:bookmarkStart w:id="1042" w:name="_Hlt72056047"/>
      <w:bookmarkStart w:id="1043" w:name="_Hlt72052498"/>
      <w:bookmarkStart w:id="1044" w:name="sp"/>
      <w:bookmarkStart w:id="1045" w:name="dom"/>
      <w:bookmarkStart w:id="1046" w:name="fm"/>
      <w:bookmarkStart w:id="1047" w:name="_Hlt72056105"/>
      <w:bookmarkStart w:id="1048" w:name="_Hlt68335678"/>
      <w:bookmarkStart w:id="1049" w:name="_Hlt72056176"/>
      <w:bookmarkStart w:id="1050" w:name="_Hlt493937016"/>
      <w:bookmarkStart w:id="1051" w:name="_Hlt72056009"/>
      <w:bookmarkStart w:id="1052" w:name="_Hlt502634046"/>
      <w:bookmarkStart w:id="1053" w:name="_Hlt72056305"/>
      <w:bookmarkStart w:id="1054" w:name="_Hlt502569957"/>
      <w:bookmarkStart w:id="1055" w:name="_Toc63825504"/>
      <w:bookmarkStart w:id="1056" w:name="_Toc64092721"/>
      <w:bookmarkStart w:id="1057" w:name="_Toc64277460"/>
      <w:bookmarkStart w:id="1058" w:name="_Toc64709315"/>
      <w:bookmarkStart w:id="1059" w:name="asc"/>
      <w:bookmarkStart w:id="1060" w:name="_Hlt493925708"/>
      <w:bookmarkStart w:id="1061" w:name="_Hlt72052518"/>
      <w:bookmarkStart w:id="1062" w:name="_Toc532901722"/>
      <w:bookmarkStart w:id="1063" w:name="_Toc532901928"/>
      <w:bookmarkStart w:id="1064" w:name="_Toc532902106"/>
      <w:bookmarkStart w:id="1065" w:name="_Toc532902273"/>
      <w:bookmarkStart w:id="1066" w:name="_Toc532902411"/>
      <w:bookmarkStart w:id="1067" w:name="_Toc532901723"/>
      <w:bookmarkStart w:id="1068" w:name="_Toc532901929"/>
      <w:bookmarkStart w:id="1069" w:name="_Toc532902107"/>
      <w:bookmarkStart w:id="1070" w:name="_Toc532902274"/>
      <w:bookmarkStart w:id="1071" w:name="_Toc532902412"/>
      <w:bookmarkStart w:id="1072" w:name="_Toc532894960"/>
      <w:bookmarkStart w:id="1073" w:name="_Toc532895055"/>
      <w:bookmarkStart w:id="1074" w:name="_Toc532895239"/>
      <w:bookmarkStart w:id="1075" w:name="_Toc532901726"/>
      <w:bookmarkStart w:id="1076" w:name="_Toc532901932"/>
      <w:bookmarkStart w:id="1077" w:name="_Toc532902110"/>
      <w:bookmarkStart w:id="1078" w:name="_Toc532902277"/>
      <w:bookmarkStart w:id="1079" w:name="_Toc532902415"/>
      <w:bookmarkStart w:id="1080" w:name="_Toc532894961"/>
      <w:bookmarkStart w:id="1081" w:name="_Toc532895056"/>
      <w:bookmarkStart w:id="1082" w:name="_Toc532895240"/>
      <w:bookmarkStart w:id="1083" w:name="_Toc532901727"/>
      <w:bookmarkStart w:id="1084" w:name="_Toc532901933"/>
      <w:bookmarkStart w:id="1085" w:name="_Toc532902111"/>
      <w:bookmarkStart w:id="1086" w:name="_Toc532902278"/>
      <w:bookmarkStart w:id="1087" w:name="_Toc532902416"/>
      <w:bookmarkStart w:id="1088" w:name="_Toc532894962"/>
      <w:bookmarkStart w:id="1089" w:name="_Toc532895057"/>
      <w:bookmarkStart w:id="1090" w:name="_Toc532895241"/>
      <w:bookmarkStart w:id="1091" w:name="_Toc532901728"/>
      <w:bookmarkStart w:id="1092" w:name="_Toc532901934"/>
      <w:bookmarkStart w:id="1093" w:name="_Toc532902112"/>
      <w:bookmarkStart w:id="1094" w:name="_Toc532902279"/>
      <w:bookmarkStart w:id="1095" w:name="_Toc532902417"/>
      <w:bookmarkStart w:id="1096" w:name="_Toc532894963"/>
      <w:bookmarkStart w:id="1097" w:name="_Toc532895058"/>
      <w:bookmarkStart w:id="1098" w:name="_Toc532895242"/>
      <w:bookmarkStart w:id="1099" w:name="_Toc532901729"/>
      <w:bookmarkStart w:id="1100" w:name="_Toc532901935"/>
      <w:bookmarkStart w:id="1101" w:name="_Toc532902113"/>
      <w:bookmarkStart w:id="1102" w:name="_Toc532902280"/>
      <w:bookmarkStart w:id="1103" w:name="_Toc532902418"/>
      <w:bookmarkStart w:id="1104" w:name="_Toc532894964"/>
      <w:bookmarkStart w:id="1105" w:name="_Toc532895059"/>
      <w:bookmarkStart w:id="1106" w:name="_Toc532895243"/>
      <w:bookmarkStart w:id="1107" w:name="_Toc532901730"/>
      <w:bookmarkStart w:id="1108" w:name="_Toc532901936"/>
      <w:bookmarkStart w:id="1109" w:name="_Toc532902114"/>
      <w:bookmarkStart w:id="1110" w:name="_Toc532902281"/>
      <w:bookmarkStart w:id="1111" w:name="_Toc532902419"/>
      <w:bookmarkStart w:id="1112" w:name="_Ref532897389"/>
      <w:bookmarkStart w:id="1113" w:name="_Ref532900382"/>
      <w:bookmarkStart w:id="1114" w:name="_Toc532909986"/>
      <w:bookmarkStart w:id="1115" w:name="_Ref2859369"/>
      <w:bookmarkStart w:id="1116" w:name="_Toc107398011"/>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r w:rsidRPr="009506B6">
        <w:rPr>
          <w:b/>
          <w:bCs/>
          <w:caps/>
          <w:lang w:val="en-ZA" w:eastAsia="en-US"/>
        </w:rPr>
        <w:t>PROTECTION OF PERSONAL INFORMATION</w:t>
      </w:r>
      <w:bookmarkEnd w:id="1112"/>
      <w:bookmarkEnd w:id="1113"/>
      <w:bookmarkEnd w:id="1114"/>
      <w:bookmarkEnd w:id="1115"/>
      <w:bookmarkEnd w:id="1116"/>
    </w:p>
    <w:p w14:paraId="62D11842" w14:textId="77777777"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rPr>
          <w:b/>
          <w:bCs/>
        </w:rPr>
      </w:pPr>
      <w:bookmarkStart w:id="1117" w:name="_Toc12416862"/>
      <w:r w:rsidRPr="009506B6">
        <w:t xml:space="preserve">Each Party shall comply with its obligations under POPIA in respect of Personal Information </w:t>
      </w:r>
      <w:r w:rsidR="007705F2" w:rsidRPr="009506B6">
        <w:t xml:space="preserve">collected and/or </w:t>
      </w:r>
      <w:proofErr w:type="gramStart"/>
      <w:r w:rsidRPr="009506B6">
        <w:t>Processed</w:t>
      </w:r>
      <w:proofErr w:type="gramEnd"/>
      <w:r w:rsidRPr="009506B6">
        <w:t xml:space="preserve"> in connection with the Agreement and the Services.</w:t>
      </w:r>
      <w:bookmarkEnd w:id="1117"/>
    </w:p>
    <w:p w14:paraId="0A9C9A29" w14:textId="77777777"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rPr>
          <w:b/>
          <w:bCs/>
        </w:rPr>
      </w:pPr>
      <w:bookmarkStart w:id="1118" w:name="_Toc12416863"/>
      <w:r w:rsidRPr="009506B6">
        <w:t>Each Party shall only provide, collect</w:t>
      </w:r>
      <w:r w:rsidR="007705F2" w:rsidRPr="009506B6">
        <w:t xml:space="preserve"> and/or Process the</w:t>
      </w:r>
      <w:r w:rsidRPr="009506B6">
        <w:t xml:space="preserve"> Personal Information:</w:t>
      </w:r>
      <w:bookmarkEnd w:id="1118"/>
    </w:p>
    <w:p w14:paraId="34D2C5E0"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1119" w:name="_Toc12416864"/>
      <w:r w:rsidRPr="009506B6">
        <w:t>in compliance with POPIA</w:t>
      </w:r>
      <w:r w:rsidR="00E43418" w:rsidRPr="009506B6">
        <w:t xml:space="preserve"> </w:t>
      </w:r>
      <w:r w:rsidRPr="009506B6">
        <w:t>and where binding on a Party;</w:t>
      </w:r>
      <w:bookmarkEnd w:id="1119"/>
    </w:p>
    <w:p w14:paraId="14FDF7F2"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1120" w:name="_Toc12416865"/>
      <w:r w:rsidRPr="009506B6">
        <w:t>as is necessary for the purposes of this Agreement and the Services;</w:t>
      </w:r>
      <w:bookmarkEnd w:id="1120"/>
      <w:r w:rsidRPr="009506B6">
        <w:t xml:space="preserve"> </w:t>
      </w:r>
    </w:p>
    <w:p w14:paraId="6E1DC305"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1121" w:name="_Toc12416866"/>
      <w:r w:rsidRPr="009506B6">
        <w:t>for maintaining its internal administrative processes, including quality, risk, client or vendor management processes;</w:t>
      </w:r>
      <w:bookmarkEnd w:id="1121"/>
      <w:r w:rsidRPr="009506B6">
        <w:t xml:space="preserve"> </w:t>
      </w:r>
    </w:p>
    <w:p w14:paraId="06CF9B4B"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1122" w:name="_Toc12416867"/>
      <w:r w:rsidRPr="009506B6">
        <w:t>for internal business-related purposes; and</w:t>
      </w:r>
      <w:bookmarkEnd w:id="1122"/>
    </w:p>
    <w:p w14:paraId="6585451D"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1123" w:name="_Toc12416868"/>
      <w:r w:rsidRPr="009506B6">
        <w:t xml:space="preserve">in accordance with the lawful </w:t>
      </w:r>
      <w:r w:rsidR="007705F2" w:rsidRPr="009506B6">
        <w:t xml:space="preserve">Purpose </w:t>
      </w:r>
      <w:r w:rsidRPr="009506B6">
        <w:t xml:space="preserve">and reasonable instructions </w:t>
      </w:r>
      <w:r w:rsidR="00627B25" w:rsidRPr="009506B6">
        <w:t xml:space="preserve">of SARS </w:t>
      </w:r>
      <w:r w:rsidR="009C2656" w:rsidRPr="009506B6">
        <w:t>as the</w:t>
      </w:r>
      <w:r w:rsidRPr="009506B6">
        <w:t xml:space="preserve"> </w:t>
      </w:r>
      <w:r w:rsidR="007705F2" w:rsidRPr="009506B6">
        <w:t>Responsible Party</w:t>
      </w:r>
      <w:r w:rsidRPr="009506B6">
        <w:t>.</w:t>
      </w:r>
      <w:bookmarkEnd w:id="1123"/>
    </w:p>
    <w:p w14:paraId="44B96491" w14:textId="77777777"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rPr>
          <w:b/>
          <w:bCs/>
        </w:rPr>
      </w:pPr>
      <w:bookmarkStart w:id="1124" w:name="_Ref514840059"/>
      <w:bookmarkStart w:id="1125" w:name="_Toc12416869"/>
      <w:r w:rsidRPr="009506B6">
        <w:t>Both Parties shall:</w:t>
      </w:r>
      <w:bookmarkEnd w:id="1124"/>
      <w:bookmarkEnd w:id="1125"/>
    </w:p>
    <w:p w14:paraId="1753F242" w14:textId="16EE611C" w:rsidR="005B74AD" w:rsidRPr="009506B6" w:rsidRDefault="007705F2" w:rsidP="0089789E">
      <w:pPr>
        <w:pStyle w:val="ListParagraph"/>
        <w:keepNext/>
        <w:keepLines/>
        <w:numPr>
          <w:ilvl w:val="2"/>
          <w:numId w:val="29"/>
        </w:numPr>
        <w:spacing w:before="120" w:after="240" w:line="360" w:lineRule="auto"/>
        <w:ind w:left="2280" w:hanging="1140"/>
        <w:contextualSpacing w:val="0"/>
        <w:jc w:val="both"/>
      </w:pPr>
      <w:bookmarkStart w:id="1126" w:name="_Toc12416870"/>
      <w:r w:rsidRPr="009506B6">
        <w:t>in dealing with the Personal Information either as the Responsible Party</w:t>
      </w:r>
      <w:r w:rsidR="001D0238" w:rsidRPr="009506B6">
        <w:t>,</w:t>
      </w:r>
      <w:r w:rsidR="00A032D9" w:rsidRPr="009506B6">
        <w:t xml:space="preserve"> Operator</w:t>
      </w:r>
      <w:r w:rsidRPr="009506B6">
        <w:t xml:space="preserve"> comply </w:t>
      </w:r>
      <w:r w:rsidR="005B74AD" w:rsidRPr="009506B6">
        <w:t>with the specific security</w:t>
      </w:r>
      <w:r w:rsidR="00384067" w:rsidRPr="009506B6">
        <w:t xml:space="preserve"> safeguards or measures</w:t>
      </w:r>
      <w:r w:rsidR="005B74AD" w:rsidRPr="009506B6">
        <w:t xml:space="preserve"> </w:t>
      </w:r>
      <w:r w:rsidR="00FC4E1A" w:rsidRPr="009506B6">
        <w:t xml:space="preserve">set out in Condition 7 of POPIA </w:t>
      </w:r>
      <w:r w:rsidR="005B74AD" w:rsidRPr="009506B6">
        <w:t>and data protection obligations imposed on them in terms of POPIA</w:t>
      </w:r>
      <w:r w:rsidR="00FC4E1A" w:rsidRPr="009506B6">
        <w:t xml:space="preserve"> or Applicable Laws</w:t>
      </w:r>
      <w:r w:rsidR="005B74AD" w:rsidRPr="009506B6">
        <w:t>; and/or</w:t>
      </w:r>
      <w:bookmarkEnd w:id="1126"/>
    </w:p>
    <w:p w14:paraId="0A8190D1" w14:textId="52102066"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1127" w:name="_Toc12416871"/>
      <w:r w:rsidRPr="009506B6">
        <w:lastRenderedPageBreak/>
        <w:t xml:space="preserve">where applicable, comply with the specific obligations imposed on them in terms of POPIA </w:t>
      </w:r>
      <w:r w:rsidR="00627B25" w:rsidRPr="009506B6">
        <w:t>and/</w:t>
      </w:r>
      <w:r w:rsidRPr="009506B6">
        <w:t xml:space="preserve">or </w:t>
      </w:r>
      <w:r w:rsidR="00627B25" w:rsidRPr="009506B6">
        <w:t xml:space="preserve">where </w:t>
      </w:r>
      <w:r w:rsidR="009C2656" w:rsidRPr="009506B6">
        <w:t>applicable, Legislation</w:t>
      </w:r>
      <w:r w:rsidRPr="009506B6">
        <w:t xml:space="preserve"> in respect of the specific role they fulfil </w:t>
      </w:r>
      <w:r w:rsidR="00024E53" w:rsidRPr="009506B6">
        <w:t xml:space="preserve">either as the Operator or Responsible Party </w:t>
      </w:r>
      <w:r w:rsidRPr="009506B6">
        <w:t>in terms of providing the Services as agreed between the Parties;</w:t>
      </w:r>
      <w:bookmarkEnd w:id="1127"/>
    </w:p>
    <w:p w14:paraId="279D564D"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1128" w:name="_Ref514840264"/>
      <w:bookmarkStart w:id="1129" w:name="_Toc12416872"/>
      <w:r w:rsidRPr="009506B6">
        <w:t xml:space="preserve">take, implement and maintain all such technical and organisational security procedures and measures </w:t>
      </w:r>
      <w:r w:rsidR="00627B25" w:rsidRPr="009506B6">
        <w:t xml:space="preserve">as prescribed by Condition 7 of POPIA and/or relevant articles of </w:t>
      </w:r>
      <w:r w:rsidR="00CD57FF" w:rsidRPr="009506B6">
        <w:t>Data Privacy Legislation</w:t>
      </w:r>
      <w:r w:rsidR="00627B25" w:rsidRPr="009506B6">
        <w:t xml:space="preserve"> where </w:t>
      </w:r>
      <w:r w:rsidR="00FC4E1A" w:rsidRPr="009506B6">
        <w:t xml:space="preserve">applicable, </w:t>
      </w:r>
      <w:r w:rsidRPr="009506B6">
        <w:t xml:space="preserve">necessary or appropriate to preserve the security and confidentiality of the Personal Information in its possession and to protect such Personal Information against unauthorised or unlawful </w:t>
      </w:r>
      <w:r w:rsidR="00280A99" w:rsidRPr="009506B6">
        <w:t xml:space="preserve">collection, </w:t>
      </w:r>
      <w:r w:rsidRPr="009506B6">
        <w:t xml:space="preserve">disclosure, access or </w:t>
      </w:r>
      <w:r w:rsidR="00280A99" w:rsidRPr="009506B6">
        <w:t>P</w:t>
      </w:r>
      <w:r w:rsidRPr="009506B6">
        <w:t>rocessing, accidental loss, destruction or damage.</w:t>
      </w:r>
      <w:bookmarkEnd w:id="1128"/>
      <w:bookmarkEnd w:id="1129"/>
      <w:r w:rsidRPr="009506B6">
        <w:t xml:space="preserve"> </w:t>
      </w:r>
    </w:p>
    <w:p w14:paraId="5A04A089" w14:textId="77777777" w:rsidR="005B74AD" w:rsidRPr="009506B6" w:rsidRDefault="00F53495" w:rsidP="0089789E">
      <w:pPr>
        <w:pStyle w:val="ListParagraph"/>
        <w:keepNext/>
        <w:keepLines/>
        <w:numPr>
          <w:ilvl w:val="1"/>
          <w:numId w:val="29"/>
        </w:numPr>
        <w:spacing w:before="120" w:after="240" w:line="360" w:lineRule="auto"/>
        <w:ind w:left="1440" w:hanging="720"/>
        <w:contextualSpacing w:val="0"/>
        <w:jc w:val="both"/>
      </w:pPr>
      <w:bookmarkStart w:id="1130" w:name="_Toc12416873"/>
      <w:r w:rsidRPr="009506B6">
        <w:t xml:space="preserve">No Personal Information of </w:t>
      </w:r>
      <w:r w:rsidR="00024E53" w:rsidRPr="009506B6">
        <w:t xml:space="preserve">the Data Subject </w:t>
      </w:r>
      <w:r w:rsidRPr="009506B6">
        <w:t xml:space="preserve">shall be collected, Processed and/or shared with any other </w:t>
      </w:r>
      <w:r w:rsidR="00024E53" w:rsidRPr="009506B6">
        <w:t xml:space="preserve">third </w:t>
      </w:r>
      <w:r w:rsidRPr="009506B6">
        <w:t>party without obtain</w:t>
      </w:r>
      <w:r w:rsidR="00024E53" w:rsidRPr="009506B6">
        <w:t xml:space="preserve">ing </w:t>
      </w:r>
      <w:r w:rsidRPr="009506B6">
        <w:t xml:space="preserve">written consent of </w:t>
      </w:r>
      <w:r w:rsidR="00024E53" w:rsidRPr="009506B6">
        <w:t>the Responsible Party</w:t>
      </w:r>
      <w:r w:rsidR="009D5445" w:rsidRPr="009506B6">
        <w:t xml:space="preserve"> </w:t>
      </w:r>
      <w:r w:rsidRPr="009506B6">
        <w:t xml:space="preserve">supported by the </w:t>
      </w:r>
      <w:r w:rsidR="00384067" w:rsidRPr="009506B6">
        <w:t xml:space="preserve">Data Processing </w:t>
      </w:r>
      <w:r w:rsidR="00C57281" w:rsidRPr="009506B6">
        <w:t>A</w:t>
      </w:r>
      <w:r w:rsidRPr="009506B6">
        <w:t xml:space="preserve">greement signed </w:t>
      </w:r>
      <w:r w:rsidR="00C57281" w:rsidRPr="009506B6">
        <w:t>with the Responsible Party</w:t>
      </w:r>
      <w:r w:rsidRPr="009506B6">
        <w:t>.</w:t>
      </w:r>
      <w:bookmarkEnd w:id="1130"/>
      <w:r w:rsidRPr="009506B6">
        <w:t xml:space="preserve"> </w:t>
      </w:r>
    </w:p>
    <w:p w14:paraId="7E8F9C6E" w14:textId="38B1B096" w:rsidR="005B74AD" w:rsidRPr="009506B6" w:rsidRDefault="001D0238" w:rsidP="0089789E">
      <w:pPr>
        <w:pStyle w:val="ListParagraph"/>
        <w:keepNext/>
        <w:keepLines/>
        <w:numPr>
          <w:ilvl w:val="1"/>
          <w:numId w:val="29"/>
        </w:numPr>
        <w:spacing w:before="120" w:after="240" w:line="360" w:lineRule="auto"/>
        <w:ind w:left="1440" w:hanging="720"/>
        <w:contextualSpacing w:val="0"/>
        <w:jc w:val="both"/>
      </w:pPr>
      <w:bookmarkStart w:id="1131" w:name="_Toc12416874"/>
      <w:r w:rsidRPr="009506B6">
        <w:t xml:space="preserve">Neither the Service Provider in line with their role as the Operator shall </w:t>
      </w:r>
      <w:r w:rsidR="005B74AD" w:rsidRPr="009506B6">
        <w:t xml:space="preserve">be entitled to </w:t>
      </w:r>
      <w:r w:rsidR="00F53495" w:rsidRPr="009506B6">
        <w:t>Process the</w:t>
      </w:r>
      <w:r w:rsidR="005B74AD" w:rsidRPr="009506B6">
        <w:t xml:space="preserve"> Personal Information with any other </w:t>
      </w:r>
      <w:r w:rsidR="00E43418" w:rsidRPr="009506B6">
        <w:t>t</w:t>
      </w:r>
      <w:r w:rsidR="00550AEE" w:rsidRPr="009506B6">
        <w:t xml:space="preserve">hird </w:t>
      </w:r>
      <w:r w:rsidR="00024E53" w:rsidRPr="009506B6">
        <w:t>p</w:t>
      </w:r>
      <w:r w:rsidR="005B74AD" w:rsidRPr="009506B6">
        <w:t xml:space="preserve">arty except for </w:t>
      </w:r>
      <w:r w:rsidR="00F53495" w:rsidRPr="009506B6">
        <w:t xml:space="preserve">the </w:t>
      </w:r>
      <w:r w:rsidR="00967473" w:rsidRPr="009506B6">
        <w:t>Service Provider Personnel</w:t>
      </w:r>
      <w:r w:rsidR="005B74AD" w:rsidRPr="009506B6">
        <w:t xml:space="preserve"> </w:t>
      </w:r>
      <w:r w:rsidR="00F53495" w:rsidRPr="009506B6">
        <w:t xml:space="preserve">(subject to signing of the </w:t>
      </w:r>
      <w:r w:rsidR="00384067" w:rsidRPr="009506B6">
        <w:t xml:space="preserve">Data Processing </w:t>
      </w:r>
      <w:r w:rsidR="00C57281" w:rsidRPr="009506B6">
        <w:t>A</w:t>
      </w:r>
      <w:r w:rsidR="00F53495" w:rsidRPr="009506B6">
        <w:t xml:space="preserve">greement by </w:t>
      </w:r>
      <w:r w:rsidR="00C57281" w:rsidRPr="009506B6">
        <w:t>Responsible Party</w:t>
      </w:r>
      <w:r w:rsidR="00F53495" w:rsidRPr="009506B6">
        <w:t xml:space="preserve">), </w:t>
      </w:r>
      <w:r w:rsidR="005B74AD" w:rsidRPr="009506B6">
        <w:t>where necessary in order to protect the legitimate interests of any of the Parties</w:t>
      </w:r>
      <w:r w:rsidR="00C57281" w:rsidRPr="009506B6">
        <w:t>, Data Subject</w:t>
      </w:r>
      <w:r w:rsidR="005B74AD" w:rsidRPr="009506B6">
        <w:t xml:space="preserve"> or in connection with this Agreement and the Services.</w:t>
      </w:r>
      <w:bookmarkEnd w:id="1131"/>
      <w:r w:rsidR="005B74AD" w:rsidRPr="009506B6">
        <w:t xml:space="preserve"> </w:t>
      </w:r>
    </w:p>
    <w:p w14:paraId="6671210B" w14:textId="77777777"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1132" w:name="_Toc12416875"/>
      <w:r w:rsidRPr="009506B6">
        <w:t xml:space="preserve">The Service Provider may notify SARS about important developments, proposals and services which it thinks may be relevant to SARS for Service improvement etc., however, the Service Provider undertakes for the Term, not to use </w:t>
      </w:r>
      <w:r w:rsidR="00C57281" w:rsidRPr="009506B6">
        <w:t xml:space="preserve">or Process </w:t>
      </w:r>
      <w:r w:rsidRPr="009506B6">
        <w:t>the Personal Information to send business offering to SARS and/or Data Subject including newsletters, invitations to seminars and similar marketing material or other communications from the Service Provider.</w:t>
      </w:r>
      <w:bookmarkEnd w:id="1132"/>
    </w:p>
    <w:p w14:paraId="1D0D9138" w14:textId="77777777"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1133" w:name="_Ref2931372"/>
      <w:bookmarkStart w:id="1134" w:name="_Toc12416876"/>
      <w:r w:rsidRPr="009506B6">
        <w:lastRenderedPageBreak/>
        <w:t xml:space="preserve">Electronic communications between the Service Provider and SARS (limited only where the </w:t>
      </w:r>
      <w:r w:rsidR="00967473" w:rsidRPr="009506B6">
        <w:t>Service Provider Personnel</w:t>
      </w:r>
      <w:r w:rsidRPr="009506B6">
        <w:t xml:space="preserve"> are using the Service Provider’s resources), may be monitored by the Service Provider to ensure compliance with its professional standards and internal compliance policies pertaining to th</w:t>
      </w:r>
      <w:r w:rsidR="00F53495" w:rsidRPr="009506B6">
        <w:t>is</w:t>
      </w:r>
      <w:r w:rsidRPr="009506B6">
        <w:t xml:space="preserve"> Agreement and not for any other purpose.</w:t>
      </w:r>
      <w:bookmarkEnd w:id="1133"/>
      <w:bookmarkEnd w:id="1134"/>
    </w:p>
    <w:p w14:paraId="2C88CC3D" w14:textId="77777777"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1135" w:name="_Toc12416877"/>
      <w:bookmarkStart w:id="1136" w:name="_Ref36709751"/>
      <w:bookmarkStart w:id="1137" w:name="_Ref385310637"/>
      <w:r w:rsidRPr="009506B6">
        <w:t xml:space="preserve">Electronic communications between SARS and the Service Provider and SARS </w:t>
      </w:r>
      <w:r w:rsidR="00F53495" w:rsidRPr="009506B6">
        <w:t xml:space="preserve">Personnel </w:t>
      </w:r>
      <w:r w:rsidRPr="009506B6">
        <w:t xml:space="preserve">(limited only where the </w:t>
      </w:r>
      <w:r w:rsidR="00967473" w:rsidRPr="009506B6">
        <w:t>Service Provider Personnel</w:t>
      </w:r>
      <w:r w:rsidRPr="009506B6">
        <w:t xml:space="preserve"> are using SARS’s resources), may be monitored by SARS to ensure compliance with its professional standards and internal compliance policies</w:t>
      </w:r>
      <w:r w:rsidR="00F53495" w:rsidRPr="009506B6">
        <w:t xml:space="preserve"> pertaining to this Agreement and not for any other purpose</w:t>
      </w:r>
      <w:r w:rsidRPr="009506B6">
        <w:t>.</w:t>
      </w:r>
      <w:bookmarkEnd w:id="1135"/>
      <w:bookmarkEnd w:id="1136"/>
    </w:p>
    <w:p w14:paraId="17101129" w14:textId="77777777"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1138" w:name="_Ref532899882"/>
      <w:bookmarkStart w:id="1139" w:name="_Toc12416878"/>
      <w:r w:rsidRPr="009506B6">
        <w:t>The Service Provider shall not</w:t>
      </w:r>
      <w:r w:rsidR="00F53495" w:rsidRPr="009506B6">
        <w:t xml:space="preserve"> </w:t>
      </w:r>
      <w:r w:rsidRPr="009506B6">
        <w:t>Process the Personal Information to:</w:t>
      </w:r>
      <w:bookmarkEnd w:id="1137"/>
      <w:bookmarkEnd w:id="1138"/>
      <w:bookmarkEnd w:id="1139"/>
    </w:p>
    <w:p w14:paraId="5E6F12EE"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1140" w:name="_Toc12416879"/>
      <w:r w:rsidRPr="009506B6">
        <w:t>an outsourced information technology service provider; or</w:t>
      </w:r>
      <w:bookmarkEnd w:id="1140"/>
    </w:p>
    <w:p w14:paraId="663627C6" w14:textId="77777777" w:rsidR="005B74A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1141" w:name="_Toc12416880"/>
      <w:r w:rsidRPr="009506B6">
        <w:t>another country, including the use of cloud-based solutions</w:t>
      </w:r>
      <w:r w:rsidR="009A03DF" w:rsidRPr="009506B6">
        <w:t xml:space="preserve"> (unless those solution are approved by SARS and complian</w:t>
      </w:r>
      <w:r w:rsidR="00C57281" w:rsidRPr="009506B6">
        <w:t>t</w:t>
      </w:r>
      <w:r w:rsidR="009A03DF" w:rsidRPr="009506B6">
        <w:t xml:space="preserve"> with POPIA)</w:t>
      </w:r>
      <w:r w:rsidRPr="009506B6">
        <w:t>; or</w:t>
      </w:r>
      <w:bookmarkEnd w:id="1141"/>
      <w:r w:rsidRPr="009506B6">
        <w:t xml:space="preserve"> </w:t>
      </w:r>
    </w:p>
    <w:p w14:paraId="59EF869F" w14:textId="5902D382" w:rsidR="009C00BD" w:rsidRPr="009506B6" w:rsidRDefault="005B74AD" w:rsidP="0089789E">
      <w:pPr>
        <w:pStyle w:val="ListParagraph"/>
        <w:keepNext/>
        <w:keepLines/>
        <w:numPr>
          <w:ilvl w:val="2"/>
          <w:numId w:val="29"/>
        </w:numPr>
        <w:spacing w:before="120" w:after="240" w:line="360" w:lineRule="auto"/>
        <w:ind w:left="2280" w:hanging="1140"/>
        <w:contextualSpacing w:val="0"/>
        <w:jc w:val="both"/>
      </w:pPr>
      <w:bookmarkStart w:id="1142" w:name="_Toc12416881"/>
      <w:r w:rsidRPr="009506B6">
        <w:t>an Affiliate</w:t>
      </w:r>
      <w:bookmarkEnd w:id="1142"/>
      <w:r w:rsidR="009C00BD" w:rsidRPr="009506B6">
        <w:t xml:space="preserve">; </w:t>
      </w:r>
      <w:bookmarkStart w:id="1143" w:name="_Toc12416882"/>
    </w:p>
    <w:p w14:paraId="20CC4329" w14:textId="28B2CEDD" w:rsidR="005B74AD" w:rsidRPr="009506B6" w:rsidRDefault="005B74AD" w:rsidP="00DD24D3">
      <w:pPr>
        <w:pStyle w:val="ListParagraph"/>
        <w:keepNext/>
        <w:keepLines/>
        <w:spacing w:before="120" w:after="240" w:line="360" w:lineRule="auto"/>
        <w:ind w:left="1361"/>
        <w:contextualSpacing w:val="0"/>
        <w:jc w:val="both"/>
      </w:pPr>
      <w:r w:rsidRPr="009506B6">
        <w:t xml:space="preserve">without prior written consent of SARS </w:t>
      </w:r>
      <w:r w:rsidR="00C57281" w:rsidRPr="009506B6">
        <w:t xml:space="preserve">or existing </w:t>
      </w:r>
      <w:r w:rsidR="00E43418" w:rsidRPr="009506B6">
        <w:t>Data Processing Agreement</w:t>
      </w:r>
      <w:r w:rsidRPr="009506B6">
        <w:t>.</w:t>
      </w:r>
      <w:bookmarkEnd w:id="1143"/>
      <w:r w:rsidR="001F0116">
        <w:t xml:space="preserve"> </w:t>
      </w:r>
    </w:p>
    <w:p w14:paraId="5739300B" w14:textId="7F56A0F0" w:rsidR="005B74AD" w:rsidRPr="009506B6" w:rsidRDefault="005B74AD" w:rsidP="0089789E">
      <w:pPr>
        <w:pStyle w:val="ListParagraph"/>
        <w:keepNext/>
        <w:keepLines/>
        <w:numPr>
          <w:ilvl w:val="1"/>
          <w:numId w:val="29"/>
        </w:numPr>
        <w:spacing w:before="120" w:after="240" w:line="360" w:lineRule="auto"/>
        <w:ind w:left="1440" w:hanging="720"/>
        <w:contextualSpacing w:val="0"/>
        <w:jc w:val="both"/>
      </w:pPr>
      <w:bookmarkStart w:id="1144" w:name="_Ref508265920"/>
      <w:bookmarkStart w:id="1145" w:name="_Toc12416883"/>
      <w:r w:rsidRPr="009506B6">
        <w:t xml:space="preserve">Where consent has been granted in terms of Clause </w:t>
      </w:r>
      <w:r w:rsidR="00547EFE" w:rsidRPr="009506B6">
        <w:fldChar w:fldCharType="begin"/>
      </w:r>
      <w:r w:rsidR="00547EFE" w:rsidRPr="009506B6">
        <w:instrText xml:space="preserve"> REF _Ref532899882 \r \h  \* MERGEFORMAT </w:instrText>
      </w:r>
      <w:r w:rsidR="00547EFE" w:rsidRPr="009506B6">
        <w:fldChar w:fldCharType="separate"/>
      </w:r>
      <w:r w:rsidR="00AA4856">
        <w:t>20.9</w:t>
      </w:r>
      <w:r w:rsidR="00547EFE" w:rsidRPr="009506B6">
        <w:fldChar w:fldCharType="end"/>
      </w:r>
      <w:r w:rsidRPr="009506B6">
        <w:t xml:space="preserve"> above, the Service Provider undertakes in relation to Clause</w:t>
      </w:r>
      <w:r w:rsidR="009A03DF" w:rsidRPr="009506B6">
        <w:t>s</w:t>
      </w:r>
      <w:r w:rsidRPr="009506B6">
        <w:t xml:space="preserve"> </w:t>
      </w:r>
      <w:r w:rsidR="00547EFE" w:rsidRPr="009506B6">
        <w:fldChar w:fldCharType="begin"/>
      </w:r>
      <w:r w:rsidR="00547EFE" w:rsidRPr="009506B6">
        <w:instrText xml:space="preserve"> REF _Ref2931372 \r \h  \* MERGEFORMAT </w:instrText>
      </w:r>
      <w:r w:rsidR="00547EFE" w:rsidRPr="009506B6">
        <w:fldChar w:fldCharType="separate"/>
      </w:r>
      <w:r w:rsidR="00AA4856">
        <w:t>20.7</w:t>
      </w:r>
      <w:r w:rsidR="00547EFE" w:rsidRPr="009506B6">
        <w:fldChar w:fldCharType="end"/>
      </w:r>
      <w:r w:rsidR="00547EFE" w:rsidRPr="009506B6">
        <w:t xml:space="preserve"> and </w:t>
      </w:r>
      <w:r w:rsidR="00547EFE" w:rsidRPr="009506B6">
        <w:fldChar w:fldCharType="begin"/>
      </w:r>
      <w:r w:rsidR="00547EFE" w:rsidRPr="009506B6">
        <w:instrText xml:space="preserve"> REF _Ref36709751 \r \h  \* MERGEFORMAT </w:instrText>
      </w:r>
      <w:r w:rsidR="00547EFE" w:rsidRPr="009506B6">
        <w:fldChar w:fldCharType="separate"/>
      </w:r>
      <w:r w:rsidR="00AA4856">
        <w:t>20.8</w:t>
      </w:r>
      <w:r w:rsidR="00547EFE" w:rsidRPr="009506B6">
        <w:fldChar w:fldCharType="end"/>
      </w:r>
      <w:r w:rsidRPr="009506B6">
        <w:t xml:space="preserve"> and for the Term</w:t>
      </w:r>
      <w:r w:rsidR="007705F2" w:rsidRPr="009506B6">
        <w:t xml:space="preserve"> as the </w:t>
      </w:r>
      <w:r w:rsidR="00AD44A2" w:rsidRPr="009506B6">
        <w:t>Operator</w:t>
      </w:r>
      <w:r w:rsidRPr="009506B6">
        <w:t xml:space="preserve">, </w:t>
      </w:r>
      <w:r w:rsidR="007705F2" w:rsidRPr="009506B6">
        <w:t xml:space="preserve">to </w:t>
      </w:r>
      <w:r w:rsidRPr="009506B6">
        <w:t xml:space="preserve">require that any third party, outsourced </w:t>
      </w:r>
      <w:r w:rsidR="00CB0ABC" w:rsidRPr="009506B6">
        <w:t>service provider</w:t>
      </w:r>
      <w:r w:rsidRPr="009506B6">
        <w:t>, foreign legal entity or other Affiliate involved in the Processing</w:t>
      </w:r>
      <w:r w:rsidR="009A03DF" w:rsidRPr="009506B6">
        <w:t xml:space="preserve"> or storage of Personal Information</w:t>
      </w:r>
      <w:r w:rsidRPr="009506B6">
        <w:t xml:space="preserve">, to ensure that such Personal Information is protected with the same Best Industry Practices and/or protection as is required in terms of </w:t>
      </w:r>
      <w:bookmarkEnd w:id="1144"/>
      <w:r w:rsidRPr="009506B6">
        <w:t xml:space="preserve">Clause </w:t>
      </w:r>
      <w:r w:rsidR="00547EFE" w:rsidRPr="009506B6">
        <w:fldChar w:fldCharType="begin"/>
      </w:r>
      <w:r w:rsidR="00547EFE" w:rsidRPr="009506B6">
        <w:instrText xml:space="preserve"> REF _Ref36709802 \r \h </w:instrText>
      </w:r>
      <w:r w:rsidR="00CE2A65" w:rsidRPr="009506B6">
        <w:instrText xml:space="preserve"> \* MERGEFORMAT </w:instrText>
      </w:r>
      <w:r w:rsidR="00547EFE" w:rsidRPr="009506B6">
        <w:fldChar w:fldCharType="separate"/>
      </w:r>
      <w:r w:rsidR="00AA4856">
        <w:t>18.3</w:t>
      </w:r>
      <w:r w:rsidR="00547EFE" w:rsidRPr="009506B6">
        <w:fldChar w:fldCharType="end"/>
      </w:r>
      <w:r w:rsidR="009A03DF" w:rsidRPr="009506B6">
        <w:t xml:space="preserve"> and the provision of the POPIA Act and/or </w:t>
      </w:r>
      <w:r w:rsidR="007705F2" w:rsidRPr="009506B6">
        <w:t>Data Legislation binding on it</w:t>
      </w:r>
      <w:r w:rsidR="009A03DF" w:rsidRPr="009506B6">
        <w:t xml:space="preserve"> (where applicable)</w:t>
      </w:r>
      <w:r w:rsidRPr="009506B6">
        <w:t>.</w:t>
      </w:r>
      <w:bookmarkEnd w:id="1145"/>
    </w:p>
    <w:p w14:paraId="47F50005" w14:textId="0CA58337" w:rsidR="005B74AD" w:rsidRPr="009506B6" w:rsidRDefault="009A03DF" w:rsidP="0089789E">
      <w:pPr>
        <w:pStyle w:val="ListParagraph"/>
        <w:keepNext/>
        <w:keepLines/>
        <w:numPr>
          <w:ilvl w:val="1"/>
          <w:numId w:val="29"/>
        </w:numPr>
        <w:spacing w:before="120" w:after="240" w:line="360" w:lineRule="auto"/>
        <w:ind w:left="1440" w:hanging="720"/>
        <w:contextualSpacing w:val="0"/>
        <w:jc w:val="both"/>
      </w:pPr>
      <w:bookmarkStart w:id="1146" w:name="_Toc12416884"/>
      <w:bookmarkStart w:id="1147" w:name="_Hlk42074827"/>
      <w:r w:rsidRPr="009506B6">
        <w:t xml:space="preserve">The </w:t>
      </w:r>
      <w:r w:rsidR="007705F2" w:rsidRPr="009506B6">
        <w:t xml:space="preserve">Service Provider </w:t>
      </w:r>
      <w:r w:rsidR="005B7901" w:rsidRPr="009506B6">
        <w:t>i</w:t>
      </w:r>
      <w:r w:rsidR="001D0238" w:rsidRPr="009506B6">
        <w:t xml:space="preserve">n their role as </w:t>
      </w:r>
      <w:r w:rsidR="0091279C" w:rsidRPr="009506B6">
        <w:t xml:space="preserve">Operator </w:t>
      </w:r>
      <w:r w:rsidR="005B74AD" w:rsidRPr="009506B6">
        <w:t xml:space="preserve">shall be held accountable for Personal Information </w:t>
      </w:r>
      <w:r w:rsidR="007705F2" w:rsidRPr="009506B6">
        <w:t xml:space="preserve">further </w:t>
      </w:r>
      <w:r w:rsidRPr="009506B6">
        <w:t>Processed by the</w:t>
      </w:r>
      <w:r w:rsidR="001D0238" w:rsidRPr="009506B6">
        <w:t xml:space="preserve"> Service Provider Personnel </w:t>
      </w:r>
      <w:r w:rsidR="005B74AD" w:rsidRPr="009506B6">
        <w:t>for the purposes set out in the Agreement</w:t>
      </w:r>
      <w:r w:rsidR="001D0238" w:rsidRPr="009506B6">
        <w:t xml:space="preserve"> irrespective</w:t>
      </w:r>
      <w:r w:rsidR="005B74AD" w:rsidRPr="009506B6">
        <w:t>.</w:t>
      </w:r>
      <w:bookmarkEnd w:id="1146"/>
      <w:bookmarkEnd w:id="1147"/>
    </w:p>
    <w:p w14:paraId="1D0E9A7B" w14:textId="093D46D1" w:rsidR="0025512B" w:rsidRPr="009506B6" w:rsidRDefault="00A96220" w:rsidP="0089789E">
      <w:pPr>
        <w:pStyle w:val="ListParagraph"/>
        <w:keepNext/>
        <w:keepLines/>
        <w:numPr>
          <w:ilvl w:val="1"/>
          <w:numId w:val="29"/>
        </w:numPr>
        <w:spacing w:before="120" w:after="240" w:line="360" w:lineRule="auto"/>
        <w:ind w:left="1440" w:hanging="720"/>
        <w:contextualSpacing w:val="0"/>
        <w:jc w:val="both"/>
      </w:pPr>
      <w:bookmarkStart w:id="1148" w:name="_Toc12416885"/>
      <w:bookmarkStart w:id="1149" w:name="_Ref504729535"/>
      <w:r w:rsidRPr="009506B6">
        <w:lastRenderedPageBreak/>
        <w:t>SARS as the Responsible Party</w:t>
      </w:r>
      <w:r w:rsidR="007705F2" w:rsidRPr="009506B6">
        <w:t xml:space="preserve"> </w:t>
      </w:r>
      <w:r w:rsidR="005B74AD" w:rsidRPr="009506B6">
        <w:t>warrants that it has obtained written consent from all applicable Data Subjects for the Processing or transfer of such Data Subjects’ Personal Information whenever this is required for purposes of this Agreement and the Services.</w:t>
      </w:r>
      <w:bookmarkEnd w:id="1148"/>
      <w:r w:rsidR="005B74AD" w:rsidRPr="009506B6">
        <w:t xml:space="preserve"> </w:t>
      </w:r>
      <w:bookmarkStart w:id="1150" w:name="_Ref531143893"/>
      <w:bookmarkStart w:id="1151" w:name="_Ref531144098"/>
      <w:bookmarkStart w:id="1152" w:name="_Ref531144121"/>
      <w:bookmarkStart w:id="1153" w:name="_Toc531439705"/>
      <w:bookmarkStart w:id="1154" w:name="_Ref11721452"/>
      <w:bookmarkStart w:id="1155" w:name="_Toc531439698"/>
      <w:bookmarkEnd w:id="496"/>
      <w:bookmarkEnd w:id="1149"/>
    </w:p>
    <w:p w14:paraId="3AA4E7F6" w14:textId="76029883" w:rsidR="001D0238" w:rsidRPr="009506B6" w:rsidRDefault="001D0238" w:rsidP="0089789E">
      <w:pPr>
        <w:pStyle w:val="ListParagraph"/>
        <w:keepNext/>
        <w:keepLines/>
        <w:numPr>
          <w:ilvl w:val="1"/>
          <w:numId w:val="29"/>
        </w:numPr>
        <w:spacing w:before="120" w:after="240" w:line="360" w:lineRule="auto"/>
        <w:ind w:left="1440" w:hanging="720"/>
        <w:contextualSpacing w:val="0"/>
        <w:jc w:val="both"/>
      </w:pPr>
      <w:r w:rsidRPr="009506B6">
        <w:t>The Service Provider represents and warrants in favour of SARS that:</w:t>
      </w:r>
    </w:p>
    <w:p w14:paraId="63639DA2" w14:textId="098BED36" w:rsidR="001D0238" w:rsidRPr="009506B6" w:rsidRDefault="001D0238" w:rsidP="0089789E">
      <w:pPr>
        <w:pStyle w:val="ListParagraph"/>
        <w:keepNext/>
        <w:keepLines/>
        <w:numPr>
          <w:ilvl w:val="2"/>
          <w:numId w:val="29"/>
        </w:numPr>
        <w:spacing w:before="120" w:after="240" w:line="360" w:lineRule="auto"/>
        <w:ind w:left="2280" w:hanging="1140"/>
        <w:contextualSpacing w:val="0"/>
        <w:jc w:val="both"/>
      </w:pPr>
      <w:r w:rsidRPr="009506B6">
        <w:t>it has used reasonable measures to ensure POPIA compliance by the Service Provider Personnel when at its offices or assigned to customers on a project basis which measures includes, POPIA training and awareness; and</w:t>
      </w:r>
    </w:p>
    <w:p w14:paraId="595D6BE3" w14:textId="77777777" w:rsidR="009C00BD" w:rsidRPr="009506B6" w:rsidRDefault="001D0238" w:rsidP="0089789E">
      <w:pPr>
        <w:pStyle w:val="ListParagraph"/>
        <w:keepNext/>
        <w:keepLines/>
        <w:numPr>
          <w:ilvl w:val="2"/>
          <w:numId w:val="29"/>
        </w:numPr>
        <w:spacing w:before="120" w:after="240" w:line="360" w:lineRule="auto"/>
        <w:ind w:left="2280" w:hanging="1140"/>
        <w:contextualSpacing w:val="0"/>
        <w:jc w:val="both"/>
        <w:rPr>
          <w:b/>
          <w:bCs/>
          <w:caps/>
          <w:lang w:val="en-ZA" w:eastAsia="en-US"/>
        </w:rPr>
      </w:pPr>
      <w:r w:rsidRPr="009506B6">
        <w:t>it has establishment POPIA compliance programme to manage and maintain POPIA compliance.</w:t>
      </w:r>
    </w:p>
    <w:p w14:paraId="54493248" w14:textId="2B398985" w:rsidR="0057201C" w:rsidRPr="009506B6" w:rsidRDefault="0057201C"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156" w:name="_Toc107398012"/>
      <w:r w:rsidRPr="009506B6">
        <w:rPr>
          <w:b/>
          <w:bCs/>
          <w:caps/>
          <w:lang w:val="en-ZA" w:eastAsia="en-US"/>
        </w:rPr>
        <w:t>Audits</w:t>
      </w:r>
      <w:bookmarkEnd w:id="1150"/>
      <w:bookmarkEnd w:id="1151"/>
      <w:bookmarkEnd w:id="1152"/>
      <w:bookmarkEnd w:id="1153"/>
      <w:bookmarkEnd w:id="1154"/>
      <w:bookmarkEnd w:id="1156"/>
    </w:p>
    <w:p w14:paraId="171AC695" w14:textId="77777777" w:rsidR="0057201C" w:rsidRPr="009506B6" w:rsidRDefault="0057201C" w:rsidP="0089789E">
      <w:pPr>
        <w:pStyle w:val="ListParagraph"/>
        <w:keepNext/>
        <w:keepLines/>
        <w:numPr>
          <w:ilvl w:val="1"/>
          <w:numId w:val="29"/>
        </w:numPr>
        <w:spacing w:before="120" w:after="240" w:line="360" w:lineRule="auto"/>
        <w:ind w:left="1440" w:hanging="720"/>
        <w:contextualSpacing w:val="0"/>
        <w:jc w:val="both"/>
        <w:rPr>
          <w:b/>
          <w:bCs/>
        </w:rPr>
      </w:pPr>
      <w:bookmarkStart w:id="1157" w:name="_Toc12416887"/>
      <w:bookmarkStart w:id="1158" w:name="_Ref36709859"/>
      <w:r w:rsidRPr="009506B6">
        <w:rPr>
          <w:b/>
          <w:bCs/>
        </w:rPr>
        <w:t>Audit Rights</w:t>
      </w:r>
      <w:bookmarkEnd w:id="1157"/>
      <w:r w:rsidR="004B0ADB" w:rsidRPr="009506B6">
        <w:t>:</w:t>
      </w:r>
      <w:bookmarkEnd w:id="1158"/>
    </w:p>
    <w:p w14:paraId="40507D5B" w14:textId="03A6B4B0" w:rsidR="00A032D9" w:rsidRPr="009506B6" w:rsidRDefault="004A6D88" w:rsidP="0089789E">
      <w:pPr>
        <w:pStyle w:val="ListParagraph"/>
        <w:keepNext/>
        <w:keepLines/>
        <w:numPr>
          <w:ilvl w:val="2"/>
          <w:numId w:val="29"/>
        </w:numPr>
        <w:spacing w:before="120" w:after="240" w:line="360" w:lineRule="auto"/>
        <w:ind w:left="2280" w:hanging="1140"/>
        <w:contextualSpacing w:val="0"/>
        <w:jc w:val="both"/>
      </w:pPr>
      <w:bookmarkStart w:id="1159" w:name="_Toc12416888"/>
      <w:r w:rsidRPr="009506B6">
        <w:t xml:space="preserve">The </w:t>
      </w:r>
      <w:r w:rsidR="0057201C" w:rsidRPr="009506B6">
        <w:t>Service Provider will maintain a complete audit trail of financial and non-financial transactions resulting</w:t>
      </w:r>
      <w:r w:rsidR="00A032D9" w:rsidRPr="009506B6">
        <w:t xml:space="preserve"> from the provision of the Services (the “</w:t>
      </w:r>
      <w:r w:rsidR="00A032D9" w:rsidRPr="009506B6">
        <w:rPr>
          <w:b/>
          <w:bCs/>
        </w:rPr>
        <w:t>Transactional Information</w:t>
      </w:r>
      <w:r w:rsidR="00A032D9" w:rsidRPr="009506B6">
        <w:t>”)</w:t>
      </w:r>
      <w:r w:rsidR="0057201C" w:rsidRPr="009506B6">
        <w:t xml:space="preserve">. </w:t>
      </w:r>
      <w:r w:rsidR="00A032D9" w:rsidRPr="009506B6">
        <w:t xml:space="preserve">Where SARS requires to audit the </w:t>
      </w:r>
      <w:r w:rsidRPr="009506B6">
        <w:t>T</w:t>
      </w:r>
      <w:r w:rsidR="00A032D9" w:rsidRPr="009506B6">
        <w:t>ransactional Information, t</w:t>
      </w:r>
      <w:r w:rsidRPr="009506B6">
        <w:t xml:space="preserve">he </w:t>
      </w:r>
      <w:r w:rsidR="0057201C" w:rsidRPr="009506B6">
        <w:t xml:space="preserve">Service Provider will provide </w:t>
      </w:r>
      <w:r w:rsidR="00A032D9" w:rsidRPr="009506B6">
        <w:t>SARS with access to such Transactional Information including</w:t>
      </w:r>
      <w:r w:rsidR="0057201C" w:rsidRPr="009506B6">
        <w:t xml:space="preserve"> personnel, data, records and documentation relating </w:t>
      </w:r>
      <w:r w:rsidR="00A032D9" w:rsidRPr="009506B6">
        <w:t>there</w:t>
      </w:r>
      <w:r w:rsidR="0057201C" w:rsidRPr="009506B6">
        <w:t xml:space="preserve">to for the purpose of performing audits and inspections of </w:t>
      </w:r>
      <w:r w:rsidR="009A03DF" w:rsidRPr="009506B6">
        <w:t xml:space="preserve">the </w:t>
      </w:r>
      <w:r w:rsidR="00A032D9" w:rsidRPr="009506B6">
        <w:t xml:space="preserve">Transactional Information </w:t>
      </w:r>
      <w:r w:rsidR="0057201C" w:rsidRPr="009506B6">
        <w:t>to: (</w:t>
      </w:r>
      <w:proofErr w:type="spellStart"/>
      <w:r w:rsidR="0057201C" w:rsidRPr="009506B6">
        <w:t>i</w:t>
      </w:r>
      <w:proofErr w:type="spellEnd"/>
      <w:r w:rsidR="0057201C" w:rsidRPr="009506B6">
        <w:t xml:space="preserve">) verify the accuracy of </w:t>
      </w:r>
      <w:r w:rsidR="008D1466" w:rsidRPr="009506B6">
        <w:t xml:space="preserve">the </w:t>
      </w:r>
      <w:r w:rsidR="0057201C" w:rsidRPr="009506B6">
        <w:t xml:space="preserve">Service Provider’s </w:t>
      </w:r>
      <w:r w:rsidR="00550AEE" w:rsidRPr="009506B6">
        <w:t>Fees</w:t>
      </w:r>
      <w:r w:rsidR="0057201C" w:rsidRPr="009506B6">
        <w:t xml:space="preserve"> and invoices; (ii) verify the accuracy of payments by </w:t>
      </w:r>
      <w:r w:rsidR="00A032D9" w:rsidRPr="009506B6">
        <w:t xml:space="preserve">SARS </w:t>
      </w:r>
      <w:r w:rsidR="0057201C" w:rsidRPr="009506B6">
        <w:t xml:space="preserve">or credits from </w:t>
      </w:r>
      <w:r w:rsidR="008D1466" w:rsidRPr="009506B6">
        <w:t xml:space="preserve">the </w:t>
      </w:r>
      <w:r w:rsidR="0057201C" w:rsidRPr="009506B6">
        <w:t>Service Provider; (iii) verify the accuracy of price changes to the extent such changes are determined by reference to Service Provider’s costs or changes thereto;</w:t>
      </w:r>
    </w:p>
    <w:p w14:paraId="7940EE1C" w14:textId="15B0B8DF" w:rsidR="0057201C" w:rsidRPr="009506B6" w:rsidRDefault="00A032D9" w:rsidP="0089789E">
      <w:pPr>
        <w:pStyle w:val="ListParagraph"/>
        <w:keepNext/>
        <w:keepLines/>
        <w:numPr>
          <w:ilvl w:val="2"/>
          <w:numId w:val="29"/>
        </w:numPr>
        <w:spacing w:before="120" w:after="240" w:line="360" w:lineRule="auto"/>
        <w:ind w:left="2280" w:hanging="1140"/>
        <w:contextualSpacing w:val="0"/>
        <w:jc w:val="both"/>
      </w:pPr>
      <w:r w:rsidRPr="009506B6">
        <w:lastRenderedPageBreak/>
        <w:t>The Service Provider will maintain complete records of Service Provider accreditation qualifications (the “</w:t>
      </w:r>
      <w:r w:rsidRPr="009506B6">
        <w:rPr>
          <w:b/>
          <w:bCs/>
        </w:rPr>
        <w:t>Technical Information</w:t>
      </w:r>
      <w:r w:rsidRPr="009506B6">
        <w:t>”) submitted as proof of Service Provider</w:t>
      </w:r>
      <w:r w:rsidR="00475BEB" w:rsidRPr="009506B6">
        <w:t>’s</w:t>
      </w:r>
      <w:r w:rsidRPr="009506B6">
        <w:t xml:space="preserve"> ability to provide the Services.</w:t>
      </w:r>
      <w:r w:rsidR="00DD24D3">
        <w:t xml:space="preserve"> </w:t>
      </w:r>
      <w:r w:rsidR="00191080" w:rsidRPr="009506B6">
        <w:t>Where SARS requires to audit the Technical Information, the Service Provider will provide SARS with access to such Technical Information including personnel, data, records and documentation relating thereto for the purpose of performing audits and inspections of the Technical Information to: (</w:t>
      </w:r>
      <w:proofErr w:type="spellStart"/>
      <w:r w:rsidR="00191080" w:rsidRPr="009506B6">
        <w:t>i</w:t>
      </w:r>
      <w:proofErr w:type="spellEnd"/>
      <w:r w:rsidR="00191080" w:rsidRPr="009506B6">
        <w:t>) verify the accuracy of the Service Provider</w:t>
      </w:r>
      <w:r w:rsidR="00475BEB" w:rsidRPr="009506B6">
        <w:t>’s P</w:t>
      </w:r>
      <w:r w:rsidR="00191080" w:rsidRPr="009506B6">
        <w:t xml:space="preserve">ersonnel’s accreditation, qualification and/or experience; </w:t>
      </w:r>
      <w:r w:rsidR="0057201C" w:rsidRPr="009506B6">
        <w:t>(</w:t>
      </w:r>
      <w:r w:rsidR="00191080" w:rsidRPr="009506B6">
        <w:t>ii</w:t>
      </w:r>
      <w:r w:rsidR="0057201C" w:rsidRPr="009506B6">
        <w:t xml:space="preserve">) examine </w:t>
      </w:r>
      <w:r w:rsidR="008D1466" w:rsidRPr="009506B6">
        <w:t xml:space="preserve">the </w:t>
      </w:r>
      <w:r w:rsidR="0057201C" w:rsidRPr="009506B6">
        <w:t xml:space="preserve">Service Provider’s performance of the </w:t>
      </w:r>
      <w:r w:rsidR="004A6D88" w:rsidRPr="009506B6">
        <w:t>Services</w:t>
      </w:r>
      <w:r w:rsidR="0057201C" w:rsidRPr="009506B6">
        <w:t xml:space="preserve">, including verifying compliance with the </w:t>
      </w:r>
      <w:r w:rsidR="00191080" w:rsidRPr="009506B6">
        <w:t>Best I</w:t>
      </w:r>
      <w:r w:rsidR="0057201C" w:rsidRPr="009506B6">
        <w:t xml:space="preserve">ndustry </w:t>
      </w:r>
      <w:r w:rsidR="00191080" w:rsidRPr="009506B6">
        <w:t>S</w:t>
      </w:r>
      <w:r w:rsidR="0057201C" w:rsidRPr="009506B6">
        <w:t xml:space="preserve">tandards; (vi) verify compliance with the terms of the Agreement; (vii) satisfy the requirements of any </w:t>
      </w:r>
      <w:r w:rsidR="004A6D88" w:rsidRPr="009506B6">
        <w:t>Applicable L</w:t>
      </w:r>
      <w:r w:rsidR="0057201C" w:rsidRPr="009506B6">
        <w:t>aw</w:t>
      </w:r>
      <w:bookmarkEnd w:id="1159"/>
      <w:r w:rsidR="00191080" w:rsidRPr="009506B6">
        <w:t>.</w:t>
      </w:r>
    </w:p>
    <w:p w14:paraId="5D4A8B17" w14:textId="16D5BEE3" w:rsidR="0057201C" w:rsidRPr="009506B6" w:rsidRDefault="0057201C" w:rsidP="0089789E">
      <w:pPr>
        <w:pStyle w:val="ListParagraph"/>
        <w:keepNext/>
        <w:keepLines/>
        <w:numPr>
          <w:ilvl w:val="2"/>
          <w:numId w:val="29"/>
        </w:numPr>
        <w:spacing w:before="120" w:after="240" w:line="360" w:lineRule="auto"/>
        <w:ind w:left="2280" w:hanging="1140"/>
        <w:contextualSpacing w:val="0"/>
        <w:jc w:val="both"/>
      </w:pPr>
      <w:bookmarkStart w:id="1160" w:name="_Toc12416889"/>
      <w:r w:rsidRPr="009506B6">
        <w:t xml:space="preserve">SARS reserves the right to appoint a third party to perform an audit under this </w:t>
      </w:r>
      <w:r w:rsidR="00E83E80" w:rsidRPr="009506B6">
        <w:t>Clause and</w:t>
      </w:r>
      <w:r w:rsidR="00191080" w:rsidRPr="009506B6">
        <w:t xml:space="preserve"> </w:t>
      </w:r>
      <w:bookmarkStart w:id="1161" w:name="_Toc12416890"/>
      <w:bookmarkEnd w:id="1160"/>
      <w:r w:rsidR="00191080" w:rsidRPr="009506B6">
        <w:t>t</w:t>
      </w:r>
      <w:r w:rsidR="004A6D88" w:rsidRPr="009506B6">
        <w:t xml:space="preserve">he </w:t>
      </w:r>
      <w:r w:rsidRPr="009506B6">
        <w:t>Service Provider will provide to the auditors, inspectors and regulators such assistance as they may require.</w:t>
      </w:r>
      <w:bookmarkStart w:id="1162" w:name="_Toc12416891"/>
      <w:bookmarkEnd w:id="1161"/>
      <w:r w:rsidR="00DD24D3">
        <w:t xml:space="preserve"> </w:t>
      </w:r>
      <w:r w:rsidRPr="009506B6">
        <w:t xml:space="preserve">Unless SARS has a good faith suspicion of fraud, SARS will provide </w:t>
      </w:r>
      <w:r w:rsidR="008D1466" w:rsidRPr="009506B6">
        <w:t xml:space="preserve">the </w:t>
      </w:r>
      <w:r w:rsidRPr="009506B6">
        <w:t>Service Provider with reasonable notice for audits</w:t>
      </w:r>
      <w:r w:rsidR="008D1466" w:rsidRPr="009506B6">
        <w:t>.</w:t>
      </w:r>
      <w:bookmarkEnd w:id="1162"/>
    </w:p>
    <w:p w14:paraId="0FC6E220" w14:textId="77777777" w:rsidR="0057201C" w:rsidRPr="009506B6" w:rsidRDefault="0057201C" w:rsidP="0089789E">
      <w:pPr>
        <w:pStyle w:val="ListParagraph"/>
        <w:keepNext/>
        <w:keepLines/>
        <w:numPr>
          <w:ilvl w:val="2"/>
          <w:numId w:val="29"/>
        </w:numPr>
        <w:spacing w:before="120" w:after="240" w:line="360" w:lineRule="auto"/>
        <w:ind w:left="2280" w:hanging="1140"/>
        <w:contextualSpacing w:val="0"/>
        <w:jc w:val="both"/>
      </w:pPr>
      <w:bookmarkStart w:id="1163" w:name="_Toc12416892"/>
      <w:r w:rsidRPr="009506B6">
        <w:t xml:space="preserve">All costs incurred by SARS in performing audits of </w:t>
      </w:r>
      <w:r w:rsidR="004A6D88" w:rsidRPr="009506B6">
        <w:t xml:space="preserve">the </w:t>
      </w:r>
      <w:r w:rsidRPr="009506B6">
        <w:t>Service Provider will be borne by SARS unless any such audit reveals a material inadequacy or material deficiency in respect of the</w:t>
      </w:r>
      <w:r w:rsidR="00AC1C48" w:rsidRPr="009506B6">
        <w:t xml:space="preserve"> Services including compliance with the relevant Applicable Laws</w:t>
      </w:r>
      <w:r w:rsidRPr="009506B6">
        <w:t>, in which event the cost of such audit will be borne by Service Provider.</w:t>
      </w:r>
      <w:bookmarkEnd w:id="1163"/>
      <w:r w:rsidRPr="009506B6">
        <w:t xml:space="preserve"> </w:t>
      </w:r>
    </w:p>
    <w:p w14:paraId="5BDDA743" w14:textId="77777777" w:rsidR="0057201C" w:rsidRPr="009506B6" w:rsidRDefault="0057201C" w:rsidP="0089789E">
      <w:pPr>
        <w:pStyle w:val="ListParagraph"/>
        <w:keepNext/>
        <w:keepLines/>
        <w:numPr>
          <w:ilvl w:val="2"/>
          <w:numId w:val="29"/>
        </w:numPr>
        <w:spacing w:before="120" w:after="240" w:line="360" w:lineRule="auto"/>
        <w:ind w:left="2280" w:hanging="1140"/>
        <w:contextualSpacing w:val="0"/>
        <w:jc w:val="both"/>
      </w:pPr>
      <w:bookmarkStart w:id="1164" w:name="_Toc12416893"/>
      <w:r w:rsidRPr="009506B6">
        <w:t xml:space="preserve">If an audit reveals an overcharge, </w:t>
      </w:r>
      <w:r w:rsidR="008D1466" w:rsidRPr="009506B6">
        <w:t xml:space="preserve">the </w:t>
      </w:r>
      <w:r w:rsidRPr="009506B6">
        <w:t xml:space="preserve">Service Provider will promptly refund the overcharge plus interest at </w:t>
      </w:r>
      <w:r w:rsidR="008D1466" w:rsidRPr="009506B6">
        <w:t xml:space="preserve">Repo </w:t>
      </w:r>
      <w:r w:rsidR="00564B19" w:rsidRPr="009506B6">
        <w:t>Rate, from</w:t>
      </w:r>
      <w:r w:rsidRPr="009506B6">
        <w:t xml:space="preserve"> the date of payment of the overcharge through the date the overcharge is refunded by Service Provider.</w:t>
      </w:r>
      <w:bookmarkEnd w:id="1164"/>
    </w:p>
    <w:p w14:paraId="616693AC" w14:textId="77777777" w:rsidR="0057201C" w:rsidRPr="009506B6" w:rsidRDefault="0057201C" w:rsidP="0089789E">
      <w:pPr>
        <w:pStyle w:val="ListParagraph"/>
        <w:keepNext/>
        <w:keepLines/>
        <w:numPr>
          <w:ilvl w:val="1"/>
          <w:numId w:val="29"/>
        </w:numPr>
        <w:spacing w:before="120" w:after="240" w:line="360" w:lineRule="auto"/>
        <w:ind w:left="1440" w:hanging="720"/>
        <w:contextualSpacing w:val="0"/>
        <w:jc w:val="both"/>
        <w:rPr>
          <w:b/>
          <w:bCs/>
          <w:lang w:val="en-ZA" w:eastAsia="en-US"/>
        </w:rPr>
      </w:pPr>
      <w:bookmarkStart w:id="1165" w:name="_Toc12416894"/>
      <w:r w:rsidRPr="009506B6">
        <w:rPr>
          <w:b/>
          <w:bCs/>
        </w:rPr>
        <w:t>Audit</w:t>
      </w:r>
      <w:r w:rsidRPr="009506B6">
        <w:rPr>
          <w:b/>
          <w:bCs/>
          <w:lang w:val="en-ZA" w:eastAsia="en-US"/>
        </w:rPr>
        <w:t xml:space="preserve"> Follow-Up</w:t>
      </w:r>
      <w:bookmarkEnd w:id="1165"/>
      <w:r w:rsidR="004B0ADB" w:rsidRPr="009506B6">
        <w:rPr>
          <w:lang w:val="en-ZA" w:eastAsia="en-US"/>
        </w:rPr>
        <w:t>:</w:t>
      </w:r>
    </w:p>
    <w:p w14:paraId="373C21A0" w14:textId="77777777" w:rsidR="0057201C" w:rsidRPr="009506B6" w:rsidRDefault="0057201C" w:rsidP="0089789E">
      <w:pPr>
        <w:pStyle w:val="ListParagraph"/>
        <w:keepNext/>
        <w:keepLines/>
        <w:numPr>
          <w:ilvl w:val="2"/>
          <w:numId w:val="29"/>
        </w:numPr>
        <w:spacing w:before="120" w:after="240" w:line="360" w:lineRule="auto"/>
        <w:ind w:left="2280" w:hanging="1140"/>
        <w:contextualSpacing w:val="0"/>
        <w:jc w:val="both"/>
      </w:pPr>
      <w:bookmarkStart w:id="1166" w:name="_Toc531439706"/>
      <w:bookmarkStart w:id="1167" w:name="_Toc12416895"/>
      <w:bookmarkEnd w:id="1166"/>
      <w:r w:rsidRPr="009506B6">
        <w:lastRenderedPageBreak/>
        <w:t xml:space="preserve">Following an audit or examination, SARS or its external auditors will meet with </w:t>
      </w:r>
      <w:r w:rsidR="008D1466" w:rsidRPr="009506B6">
        <w:t xml:space="preserve">the </w:t>
      </w:r>
      <w:r w:rsidRPr="009506B6">
        <w:t>Service Provider to obtain factual concurrence with issues identified in the audit or examination.</w:t>
      </w:r>
      <w:bookmarkEnd w:id="1167"/>
    </w:p>
    <w:p w14:paraId="18E2BF6F" w14:textId="58D4A9C5" w:rsidR="0057201C" w:rsidRPr="009506B6" w:rsidRDefault="0057201C" w:rsidP="0089789E">
      <w:pPr>
        <w:pStyle w:val="ListParagraph"/>
        <w:keepNext/>
        <w:keepLines/>
        <w:numPr>
          <w:ilvl w:val="2"/>
          <w:numId w:val="29"/>
        </w:numPr>
        <w:spacing w:before="120" w:after="240" w:line="360" w:lineRule="auto"/>
        <w:ind w:left="2280" w:hanging="1140"/>
        <w:contextualSpacing w:val="0"/>
        <w:jc w:val="both"/>
      </w:pPr>
      <w:bookmarkStart w:id="1168" w:name="_Toc12416896"/>
      <w:r w:rsidRPr="009506B6">
        <w:t xml:space="preserve">Within 10 (ten) Business Days following the provision to </w:t>
      </w:r>
      <w:r w:rsidR="008D1466" w:rsidRPr="009506B6">
        <w:t xml:space="preserve">the </w:t>
      </w:r>
      <w:r w:rsidRPr="009506B6">
        <w:t xml:space="preserve">Service Provider of the findings of an audit, whether by way of a meeting or the delivery of the audit report by the auditors, or an audit report by </w:t>
      </w:r>
      <w:r w:rsidR="008D1466" w:rsidRPr="009506B6">
        <w:t xml:space="preserve">the </w:t>
      </w:r>
      <w:r w:rsidRPr="009506B6">
        <w:t>Service Provider’s auditors, the Service Provider will provide SARS with a plan ("</w:t>
      </w:r>
      <w:r w:rsidRPr="009506B6">
        <w:rPr>
          <w:b/>
          <w:bCs/>
        </w:rPr>
        <w:t>Audit Response Plan</w:t>
      </w:r>
      <w:r w:rsidRPr="009506B6">
        <w:t xml:space="preserve">") to address shortcomings or deficiencies raised in such audit findings attributable to </w:t>
      </w:r>
      <w:r w:rsidR="008D1466" w:rsidRPr="009506B6">
        <w:t xml:space="preserve">the </w:t>
      </w:r>
      <w:r w:rsidRPr="009506B6">
        <w:t>Service Provider.</w:t>
      </w:r>
      <w:r w:rsidR="00DD24D3">
        <w:t xml:space="preserve"> </w:t>
      </w:r>
      <w:r w:rsidRPr="009506B6">
        <w:t xml:space="preserve">The Audit Response Plan will identify the steps that </w:t>
      </w:r>
      <w:r w:rsidR="008D1466" w:rsidRPr="009506B6">
        <w:t xml:space="preserve">the </w:t>
      </w:r>
      <w:r w:rsidRPr="009506B6">
        <w:t>Service Provider will take to remedy such shortcomings and deficiencies and include a completion date for such steps detailed in the Audit Response Plan.</w:t>
      </w:r>
      <w:r w:rsidR="00DD24D3">
        <w:t xml:space="preserve"> </w:t>
      </w:r>
      <w:r w:rsidRPr="009506B6">
        <w:t xml:space="preserve">With SARS approval, </w:t>
      </w:r>
      <w:r w:rsidR="008D1466" w:rsidRPr="009506B6">
        <w:t xml:space="preserve">the </w:t>
      </w:r>
      <w:r w:rsidRPr="009506B6">
        <w:t xml:space="preserve">Service Provider will implement such Audit Response Plan at </w:t>
      </w:r>
      <w:r w:rsidR="008D1466" w:rsidRPr="009506B6">
        <w:t xml:space="preserve">the </w:t>
      </w:r>
      <w:r w:rsidRPr="009506B6">
        <w:t>Service Provider’s cost and expense.</w:t>
      </w:r>
      <w:r w:rsidR="00DD24D3">
        <w:t xml:space="preserve"> </w:t>
      </w:r>
      <w:r w:rsidRPr="009506B6">
        <w:t xml:space="preserve">If required and agreed between the Service Provider and SARS, </w:t>
      </w:r>
      <w:r w:rsidR="008D1466" w:rsidRPr="009506B6">
        <w:t xml:space="preserve">the </w:t>
      </w:r>
      <w:r w:rsidRPr="009506B6">
        <w:t>Service Provider will report monthly to SARS on the status of the implementation of any Audit Response Plan.</w:t>
      </w:r>
      <w:r w:rsidR="00DD24D3">
        <w:t xml:space="preserve"> </w:t>
      </w:r>
      <w:r w:rsidRPr="009506B6">
        <w:t>Failure to complete the Audit Response Plan on or before the completion date included in such Audit Response Plan will be deemed to be a material breach of the Agreement.</w:t>
      </w:r>
      <w:bookmarkEnd w:id="1168"/>
    </w:p>
    <w:p w14:paraId="4DD6C3AA" w14:textId="77777777" w:rsidR="0057201C" w:rsidRPr="009506B6" w:rsidRDefault="004A6D88" w:rsidP="0089789E">
      <w:pPr>
        <w:pStyle w:val="ListParagraph"/>
        <w:keepNext/>
        <w:keepLines/>
        <w:numPr>
          <w:ilvl w:val="2"/>
          <w:numId w:val="29"/>
        </w:numPr>
        <w:spacing w:before="120" w:after="240" w:line="360" w:lineRule="auto"/>
        <w:ind w:left="2280" w:hanging="1140"/>
        <w:contextualSpacing w:val="0"/>
        <w:jc w:val="both"/>
      </w:pPr>
      <w:bookmarkStart w:id="1169" w:name="_Ref531144203"/>
      <w:bookmarkStart w:id="1170" w:name="_Toc12416897"/>
      <w:r w:rsidRPr="009506B6">
        <w:t xml:space="preserve">The </w:t>
      </w:r>
      <w:r w:rsidR="0057201C" w:rsidRPr="009506B6">
        <w:t xml:space="preserve">Service Provider will promptly make available to SARS the results of any reviews or audits conducted by </w:t>
      </w:r>
      <w:r w:rsidR="008D1466" w:rsidRPr="009506B6">
        <w:t xml:space="preserve">the </w:t>
      </w:r>
      <w:r w:rsidR="0057201C" w:rsidRPr="009506B6">
        <w:t>Service Provider</w:t>
      </w:r>
      <w:r w:rsidR="008D1466" w:rsidRPr="009506B6">
        <w:t>,</w:t>
      </w:r>
      <w:r w:rsidR="0057201C" w:rsidRPr="009506B6">
        <w:t xml:space="preserve"> its Affiliates agents or representatives (including internal and external auditors) to the extent such findings reflect conditions and events relating to the Services.</w:t>
      </w:r>
      <w:bookmarkEnd w:id="1169"/>
      <w:bookmarkEnd w:id="1170"/>
    </w:p>
    <w:p w14:paraId="431D2F64" w14:textId="11D2708F" w:rsidR="0057201C" w:rsidRPr="009506B6" w:rsidRDefault="0057201C" w:rsidP="0089789E">
      <w:pPr>
        <w:pStyle w:val="ListParagraph"/>
        <w:keepNext/>
        <w:keepLines/>
        <w:numPr>
          <w:ilvl w:val="2"/>
          <w:numId w:val="29"/>
        </w:numPr>
        <w:spacing w:before="120" w:after="240" w:line="360" w:lineRule="auto"/>
        <w:ind w:left="2280" w:hanging="1140"/>
        <w:contextualSpacing w:val="0"/>
        <w:jc w:val="both"/>
      </w:pPr>
      <w:bookmarkStart w:id="1171" w:name="_Toc12416898"/>
      <w:r w:rsidRPr="009506B6">
        <w:t xml:space="preserve">Promptly after the issuance of any audit report or findings issued under </w:t>
      </w:r>
      <w:r w:rsidR="00E23CEB" w:rsidRPr="009506B6">
        <w:t>Clause</w:t>
      </w:r>
      <w:r w:rsidRPr="009506B6">
        <w:t xml:space="preserve"> </w:t>
      </w:r>
      <w:r w:rsidRPr="009506B6">
        <w:fldChar w:fldCharType="begin"/>
      </w:r>
      <w:r w:rsidRPr="009506B6">
        <w:instrText xml:space="preserve"> REF _Ref531144203 \r \h  \* MERGEFORMAT </w:instrText>
      </w:r>
      <w:r w:rsidRPr="009506B6">
        <w:fldChar w:fldCharType="separate"/>
      </w:r>
      <w:r w:rsidR="00AA4856">
        <w:t>21.2.3</w:t>
      </w:r>
      <w:r w:rsidRPr="009506B6">
        <w:fldChar w:fldCharType="end"/>
      </w:r>
      <w:r w:rsidRPr="009506B6">
        <w:t xml:space="preserve"> the Parties will meet to review such report or findings and to agree on how to respond to the suggested changes.</w:t>
      </w:r>
      <w:bookmarkEnd w:id="1171"/>
    </w:p>
    <w:p w14:paraId="51AFF8FA" w14:textId="77777777" w:rsidR="00A0173F" w:rsidRPr="008C36D6" w:rsidRDefault="00A0173F"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172" w:name="_Toc531439003"/>
      <w:bookmarkStart w:id="1173" w:name="_Toc531439700"/>
      <w:bookmarkStart w:id="1174" w:name="_Toc107398013"/>
      <w:bookmarkEnd w:id="497"/>
      <w:bookmarkEnd w:id="1155"/>
      <w:bookmarkEnd w:id="1172"/>
      <w:r w:rsidRPr="008C36D6">
        <w:rPr>
          <w:b/>
          <w:bCs/>
          <w:caps/>
          <w:lang w:val="en-ZA" w:eastAsia="en-US"/>
        </w:rPr>
        <w:t>Breach</w:t>
      </w:r>
      <w:bookmarkEnd w:id="1173"/>
      <w:bookmarkEnd w:id="1174"/>
    </w:p>
    <w:p w14:paraId="66EF6D01" w14:textId="77777777" w:rsidR="00A0173F" w:rsidRPr="009506B6" w:rsidRDefault="00A0173F" w:rsidP="0089789E">
      <w:pPr>
        <w:pStyle w:val="ListParagraph"/>
        <w:keepNext/>
        <w:keepLines/>
        <w:numPr>
          <w:ilvl w:val="1"/>
          <w:numId w:val="29"/>
        </w:numPr>
        <w:spacing w:before="120" w:after="240" w:line="360" w:lineRule="auto"/>
        <w:ind w:left="1440" w:hanging="720"/>
        <w:contextualSpacing w:val="0"/>
        <w:jc w:val="both"/>
      </w:pPr>
      <w:bookmarkStart w:id="1175" w:name="_Ref531595616"/>
      <w:bookmarkStart w:id="1176" w:name="_Toc12416900"/>
      <w:r w:rsidRPr="009506B6">
        <w:lastRenderedPageBreak/>
        <w:t>A Party (the "</w:t>
      </w:r>
      <w:r w:rsidRPr="009506B6">
        <w:rPr>
          <w:b/>
          <w:bCs/>
        </w:rPr>
        <w:t>Aggrieved Party</w:t>
      </w:r>
      <w:r w:rsidRPr="009506B6">
        <w:t xml:space="preserve">") may terminate this Agreement </w:t>
      </w:r>
      <w:r w:rsidR="008D1466" w:rsidRPr="009506B6">
        <w:t>if</w:t>
      </w:r>
      <w:r w:rsidRPr="009506B6">
        <w:t xml:space="preserve"> the other Party (the "</w:t>
      </w:r>
      <w:r w:rsidRPr="009506B6">
        <w:rPr>
          <w:b/>
          <w:bCs/>
        </w:rPr>
        <w:t>Defaulting Party</w:t>
      </w:r>
      <w:r w:rsidRPr="009506B6">
        <w:t>") commits a material breach of this Agreement and fails to remedy such breach within 10 (ten) Business Days (the "Notice Period") of being notified of the breach and, if the Aggrieved Party so elects, the steps required to remedy such breach.</w:t>
      </w:r>
      <w:bookmarkEnd w:id="1175"/>
      <w:bookmarkEnd w:id="1176"/>
    </w:p>
    <w:p w14:paraId="0A35A592" w14:textId="1E599F3A" w:rsidR="00A0173F" w:rsidRPr="009506B6" w:rsidRDefault="00A0173F" w:rsidP="0089789E">
      <w:pPr>
        <w:pStyle w:val="ListParagraph"/>
        <w:keepNext/>
        <w:keepLines/>
        <w:numPr>
          <w:ilvl w:val="1"/>
          <w:numId w:val="29"/>
        </w:numPr>
        <w:spacing w:before="120" w:after="240" w:line="360" w:lineRule="auto"/>
        <w:ind w:left="1440" w:hanging="720"/>
        <w:contextualSpacing w:val="0"/>
        <w:jc w:val="both"/>
      </w:pPr>
      <w:bookmarkStart w:id="1177" w:name="_Toc12416901"/>
      <w:r w:rsidRPr="009506B6">
        <w:t xml:space="preserve">For the purposes of </w:t>
      </w:r>
      <w:r w:rsidR="00383922" w:rsidRPr="009506B6">
        <w:t>C</w:t>
      </w:r>
      <w:r w:rsidRPr="009506B6">
        <w:t xml:space="preserve">lause </w:t>
      </w:r>
      <w:r w:rsidR="00383922" w:rsidRPr="009506B6">
        <w:fldChar w:fldCharType="begin"/>
      </w:r>
      <w:r w:rsidR="00383922" w:rsidRPr="009506B6">
        <w:instrText xml:space="preserve"> REF _Ref531595616 \r \h </w:instrText>
      </w:r>
      <w:r w:rsidR="00E337E4" w:rsidRPr="009506B6">
        <w:instrText xml:space="preserve"> \* MERGEFORMAT </w:instrText>
      </w:r>
      <w:r w:rsidR="00383922" w:rsidRPr="009506B6">
        <w:fldChar w:fldCharType="separate"/>
      </w:r>
      <w:r w:rsidR="00AA4856">
        <w:t>22.1</w:t>
      </w:r>
      <w:r w:rsidR="00383922" w:rsidRPr="009506B6">
        <w:fldChar w:fldCharType="end"/>
      </w:r>
      <w:r w:rsidRPr="009506B6">
        <w:t xml:space="preserve"> a breach will be deemed to be a material breach </w:t>
      </w:r>
      <w:bookmarkEnd w:id="1177"/>
      <w:r w:rsidR="004056B4" w:rsidRPr="009506B6">
        <w:t xml:space="preserve">if: </w:t>
      </w:r>
      <w:r w:rsidR="004056B4" w:rsidRPr="009506B6">
        <w:noBreakHyphen/>
      </w:r>
    </w:p>
    <w:p w14:paraId="471D7C39" w14:textId="77777777" w:rsidR="00A0173F" w:rsidRPr="009506B6" w:rsidRDefault="00A0173F" w:rsidP="0089789E">
      <w:pPr>
        <w:pStyle w:val="ListParagraph"/>
        <w:keepNext/>
        <w:keepLines/>
        <w:numPr>
          <w:ilvl w:val="2"/>
          <w:numId w:val="29"/>
        </w:numPr>
        <w:spacing w:before="120" w:after="240" w:line="360" w:lineRule="auto"/>
        <w:ind w:left="2280" w:hanging="1140"/>
        <w:contextualSpacing w:val="0"/>
        <w:jc w:val="both"/>
      </w:pPr>
      <w:bookmarkStart w:id="1178" w:name="_Toc12416902"/>
      <w:r w:rsidRPr="009506B6">
        <w:t>it is capable of being remedied, but is not so remedied within the Notice Period; or</w:t>
      </w:r>
      <w:bookmarkEnd w:id="1178"/>
    </w:p>
    <w:p w14:paraId="51337AA9" w14:textId="77777777" w:rsidR="00A0173F" w:rsidRPr="009506B6" w:rsidRDefault="00A0173F" w:rsidP="0089789E">
      <w:pPr>
        <w:pStyle w:val="ListParagraph"/>
        <w:keepNext/>
        <w:keepLines/>
        <w:numPr>
          <w:ilvl w:val="2"/>
          <w:numId w:val="29"/>
        </w:numPr>
        <w:spacing w:before="120" w:after="240" w:line="360" w:lineRule="auto"/>
        <w:ind w:left="2280" w:hanging="1140"/>
        <w:contextualSpacing w:val="0"/>
        <w:jc w:val="both"/>
      </w:pPr>
      <w:bookmarkStart w:id="1179" w:name="_Toc12416903"/>
      <w:r w:rsidRPr="009506B6">
        <w:t>it is incapable of being remedied within the Notice Period; or</w:t>
      </w:r>
      <w:bookmarkEnd w:id="1179"/>
      <w:r w:rsidRPr="009506B6">
        <w:t xml:space="preserve"> </w:t>
      </w:r>
    </w:p>
    <w:p w14:paraId="3EF58B13" w14:textId="77777777" w:rsidR="00A0173F" w:rsidRPr="009506B6" w:rsidRDefault="00A0173F" w:rsidP="0089789E">
      <w:pPr>
        <w:pStyle w:val="ListParagraph"/>
        <w:keepNext/>
        <w:keepLines/>
        <w:numPr>
          <w:ilvl w:val="2"/>
          <w:numId w:val="29"/>
        </w:numPr>
        <w:spacing w:before="120" w:after="240" w:line="360" w:lineRule="auto"/>
        <w:ind w:left="2280" w:hanging="1140"/>
        <w:contextualSpacing w:val="0"/>
        <w:jc w:val="both"/>
      </w:pPr>
      <w:bookmarkStart w:id="1180" w:name="_Toc12416904"/>
      <w:r w:rsidRPr="009506B6">
        <w:t>if payment in money will compensate for such breach, but payment is not made within the Notice Period; or</w:t>
      </w:r>
      <w:bookmarkEnd w:id="1180"/>
    </w:p>
    <w:p w14:paraId="6CE51E08" w14:textId="77777777" w:rsidR="00A0173F" w:rsidRPr="009506B6" w:rsidRDefault="00A0173F" w:rsidP="0089789E">
      <w:pPr>
        <w:pStyle w:val="ListParagraph"/>
        <w:keepNext/>
        <w:keepLines/>
        <w:numPr>
          <w:ilvl w:val="2"/>
          <w:numId w:val="29"/>
        </w:numPr>
        <w:spacing w:before="120" w:after="240" w:line="360" w:lineRule="auto"/>
        <w:ind w:left="2280" w:hanging="1140"/>
        <w:contextualSpacing w:val="0"/>
        <w:jc w:val="both"/>
      </w:pPr>
      <w:bookmarkStart w:id="1181" w:name="_Toc12416905"/>
      <w:r w:rsidRPr="009506B6">
        <w:t>the Service Provider commits numerous, repeated breaches even if cured; or</w:t>
      </w:r>
      <w:bookmarkEnd w:id="1181"/>
    </w:p>
    <w:p w14:paraId="2CBE19B6" w14:textId="77777777" w:rsidR="00A0173F" w:rsidRPr="009506B6" w:rsidRDefault="00A0173F" w:rsidP="0089789E">
      <w:pPr>
        <w:pStyle w:val="ListParagraph"/>
        <w:keepNext/>
        <w:keepLines/>
        <w:numPr>
          <w:ilvl w:val="2"/>
          <w:numId w:val="29"/>
        </w:numPr>
        <w:spacing w:before="120" w:after="240" w:line="360" w:lineRule="auto"/>
        <w:ind w:left="2280" w:hanging="1140"/>
        <w:contextualSpacing w:val="0"/>
        <w:jc w:val="both"/>
      </w:pPr>
      <w:bookmarkStart w:id="1182" w:name="_Toc12416906"/>
      <w:r w:rsidRPr="009506B6">
        <w:t xml:space="preserve">at any time, SARS experiences non-performance, alternatively mal-performance from the Service Provider relating to the execution of </w:t>
      </w:r>
      <w:r w:rsidR="00D56C14" w:rsidRPr="009506B6">
        <w:t>its</w:t>
      </w:r>
      <w:r w:rsidRPr="009506B6">
        <w:t xml:space="preserve"> duties and obligations in terms of this Agreement.</w:t>
      </w:r>
      <w:bookmarkEnd w:id="1182"/>
    </w:p>
    <w:p w14:paraId="13ED17E3" w14:textId="77777777" w:rsidR="001D2BCE" w:rsidRPr="009506B6" w:rsidRDefault="001D2BCE"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183" w:name="_Toc293325635"/>
      <w:bookmarkStart w:id="1184" w:name="_Toc107398014"/>
      <w:bookmarkStart w:id="1185" w:name="_Toc531439701"/>
      <w:r w:rsidRPr="009506B6">
        <w:rPr>
          <w:b/>
          <w:bCs/>
          <w:caps/>
          <w:lang w:val="en-ZA" w:eastAsia="en-US"/>
        </w:rPr>
        <w:t>Indemnities</w:t>
      </w:r>
      <w:bookmarkEnd w:id="1183"/>
      <w:bookmarkEnd w:id="1184"/>
    </w:p>
    <w:p w14:paraId="09BA1EDC" w14:textId="0EA99D24"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1186" w:name="_Toc12416908"/>
      <w:r w:rsidRPr="009506B6">
        <w:t xml:space="preserve">Without in any way detracting from the rights of </w:t>
      </w:r>
      <w:r w:rsidR="00BA4FE1" w:rsidRPr="009506B6">
        <w:t>SARS</w:t>
      </w:r>
      <w:r w:rsidRPr="009506B6">
        <w:t xml:space="preserve"> in terms of this Agreement, the Service Provider hereby indemnifies and holds </w:t>
      </w:r>
      <w:r w:rsidR="00BA4FE1" w:rsidRPr="009506B6">
        <w:t>SARS</w:t>
      </w:r>
      <w:r w:rsidRPr="009506B6">
        <w:t xml:space="preserve"> harmless from any and all Losses which may be suffered as a result of any breach of the warranties set out in </w:t>
      </w:r>
      <w:r w:rsidR="00E23CEB" w:rsidRPr="009506B6">
        <w:t>Clause</w:t>
      </w:r>
      <w:r w:rsidRPr="009506B6">
        <w:t xml:space="preserve"> </w:t>
      </w:r>
      <w:r w:rsidR="0015642F">
        <w:t>3</w:t>
      </w:r>
      <w:r w:rsidR="00CA41E2">
        <w:t>5</w:t>
      </w:r>
      <w:r w:rsidRPr="009506B6">
        <w:t xml:space="preserve"> including the provisions of this Agreement by the Service Provider or </w:t>
      </w:r>
      <w:r w:rsidR="008D1466" w:rsidRPr="009506B6">
        <w:t>Service Provider Personnel</w:t>
      </w:r>
      <w:r w:rsidRPr="009506B6">
        <w:t>.</w:t>
      </w:r>
      <w:bookmarkEnd w:id="1186"/>
    </w:p>
    <w:p w14:paraId="443E84A9" w14:textId="77777777" w:rsidR="007B3C17"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1187" w:name="_Toc12416909"/>
      <w:r w:rsidRPr="009506B6">
        <w:t xml:space="preserve">In addition to any other remedy available to </w:t>
      </w:r>
      <w:r w:rsidR="00BA4FE1" w:rsidRPr="009506B6">
        <w:t>SARS</w:t>
      </w:r>
      <w:r w:rsidRPr="009506B6">
        <w:t xml:space="preserve">, the Service Provider agrees to indemnify in full and on demand and to keep </w:t>
      </w:r>
      <w:r w:rsidR="00BA4FE1" w:rsidRPr="009506B6">
        <w:t>SARS</w:t>
      </w:r>
      <w:r w:rsidRPr="009506B6">
        <w:t xml:space="preserve"> so indemnified from and against all claims, demands, actions, proceedings and all </w:t>
      </w:r>
      <w:r w:rsidR="00564B19" w:rsidRPr="009506B6">
        <w:t>Losses, which</w:t>
      </w:r>
      <w:r w:rsidRPr="009506B6">
        <w:t xml:space="preserve"> are made or brought against or incurred or suffered by </w:t>
      </w:r>
      <w:r w:rsidR="00BA4FE1" w:rsidRPr="009506B6">
        <w:t>SARS</w:t>
      </w:r>
      <w:r w:rsidRPr="009506B6">
        <w:t xml:space="preserve"> resulting from</w:t>
      </w:r>
      <w:r w:rsidR="007B3C17" w:rsidRPr="009506B6">
        <w:t>:</w:t>
      </w:r>
      <w:bookmarkEnd w:id="1187"/>
    </w:p>
    <w:p w14:paraId="2D741DB7" w14:textId="77777777" w:rsidR="007B3C17"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1188" w:name="_Toc12416910"/>
      <w:r w:rsidRPr="009506B6">
        <w:lastRenderedPageBreak/>
        <w:t xml:space="preserve">any </w:t>
      </w:r>
      <w:r w:rsidR="007B3C17" w:rsidRPr="009506B6">
        <w:t>or action arising from the Service Provider's breach of any obligation with respect to Confidential Information and/or Personal Information; and/or.</w:t>
      </w:r>
      <w:bookmarkEnd w:id="1188"/>
    </w:p>
    <w:p w14:paraId="5AA4B28C" w14:textId="54F41BE9" w:rsidR="001D2BCE" w:rsidRPr="009506B6" w:rsidRDefault="007B3C17" w:rsidP="0089789E">
      <w:pPr>
        <w:pStyle w:val="ListParagraph"/>
        <w:keepNext/>
        <w:keepLines/>
        <w:numPr>
          <w:ilvl w:val="1"/>
          <w:numId w:val="29"/>
        </w:numPr>
        <w:spacing w:before="120" w:after="240" w:line="360" w:lineRule="auto"/>
        <w:ind w:left="1440" w:hanging="720"/>
        <w:contextualSpacing w:val="0"/>
        <w:jc w:val="both"/>
      </w:pPr>
      <w:bookmarkStart w:id="1189" w:name="_Toc12416911"/>
      <w:r w:rsidRPr="009506B6">
        <w:t xml:space="preserve">any claim, </w:t>
      </w:r>
      <w:r w:rsidR="00AD1329" w:rsidRPr="009506B6">
        <w:t>action,</w:t>
      </w:r>
      <w:r w:rsidRPr="009506B6">
        <w:t xml:space="preserve"> or demand by </w:t>
      </w:r>
      <w:r w:rsidR="001D2BCE" w:rsidRPr="009506B6">
        <w:t xml:space="preserve">a Third Party that the use by </w:t>
      </w:r>
      <w:r w:rsidR="00BA4FE1" w:rsidRPr="009506B6">
        <w:t>SARS</w:t>
      </w:r>
      <w:r w:rsidR="001D2BCE" w:rsidRPr="009506B6">
        <w:t xml:space="preserve"> of the </w:t>
      </w:r>
      <w:r w:rsidR="00FC5112">
        <w:t>Drug Testing Kits</w:t>
      </w:r>
      <w:r w:rsidR="001D2BCE" w:rsidRPr="009506B6">
        <w:t xml:space="preserve"> and its related Documentation supplied by the Service Provider infringes the Intellectual Property rights of that Third Party.</w:t>
      </w:r>
      <w:bookmarkEnd w:id="1189"/>
    </w:p>
    <w:p w14:paraId="3D2DE789" w14:textId="30C6CEDB" w:rsidR="006B794F" w:rsidRPr="009506B6" w:rsidRDefault="006B794F" w:rsidP="00AE5644">
      <w:pPr>
        <w:keepNext/>
        <w:keepLines/>
        <w:spacing w:before="120" w:after="240" w:line="360" w:lineRule="auto"/>
        <w:ind w:left="720"/>
        <w:jc w:val="both"/>
      </w:pPr>
      <w:bookmarkStart w:id="1190" w:name="_Toc35047548"/>
      <w:bookmarkStart w:id="1191" w:name="_Toc38248704"/>
      <w:bookmarkStart w:id="1192" w:name="_Ref39476904"/>
      <w:bookmarkStart w:id="1193" w:name="_Ref130038726"/>
      <w:bookmarkStart w:id="1194" w:name="_Ref39476905"/>
    </w:p>
    <w:p w14:paraId="25184950" w14:textId="77777777" w:rsidR="001D2BCE" w:rsidRPr="009506B6" w:rsidRDefault="001D2BCE"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195" w:name="_Ref178129565"/>
      <w:bookmarkStart w:id="1196" w:name="_Toc283110475"/>
      <w:bookmarkStart w:id="1197" w:name="_Toc293325637"/>
      <w:bookmarkStart w:id="1198" w:name="_Ref2929896"/>
      <w:bookmarkStart w:id="1199" w:name="_Toc107398015"/>
      <w:bookmarkEnd w:id="1190"/>
      <w:bookmarkEnd w:id="1191"/>
      <w:bookmarkEnd w:id="1192"/>
      <w:bookmarkEnd w:id="1193"/>
      <w:bookmarkEnd w:id="1194"/>
      <w:r w:rsidRPr="009506B6">
        <w:rPr>
          <w:b/>
          <w:bCs/>
          <w:caps/>
          <w:lang w:val="en-ZA" w:eastAsia="en-US"/>
        </w:rPr>
        <w:t>TERMINATION</w:t>
      </w:r>
      <w:bookmarkEnd w:id="1195"/>
      <w:bookmarkEnd w:id="1196"/>
      <w:bookmarkEnd w:id="1197"/>
      <w:bookmarkEnd w:id="1198"/>
      <w:bookmarkEnd w:id="1199"/>
    </w:p>
    <w:p w14:paraId="2FC15409" w14:textId="3623B415"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1200" w:name="_Ref533021909"/>
      <w:bookmarkStart w:id="1201" w:name="_Toc12416921"/>
      <w:r w:rsidRPr="009506B6">
        <w:t xml:space="preserve">If </w:t>
      </w:r>
      <w:r w:rsidR="00AE5644">
        <w:t>the Service Provider</w:t>
      </w:r>
      <w:r w:rsidRPr="009506B6">
        <w:t xml:space="preserve"> commits a material breach of this Agreement and fails to remedy such breach within </w:t>
      </w:r>
      <w:r w:rsidR="00885E04" w:rsidRPr="009506B6">
        <w:t>7 (seven) Business D</w:t>
      </w:r>
      <w:r w:rsidRPr="009506B6">
        <w:t xml:space="preserve">ays of written notice requiring the breach to be remedied, then </w:t>
      </w:r>
      <w:r w:rsidR="00AE5644">
        <w:t>SARS</w:t>
      </w:r>
      <w:r w:rsidRPr="009506B6">
        <w:t xml:space="preserve"> will be entitled, at its option, either to claim specific performance of the</w:t>
      </w:r>
      <w:r w:rsidR="00AE5644">
        <w:t xml:space="preserve"> Service Provider</w:t>
      </w:r>
      <w:r w:rsidRPr="009506B6">
        <w:t>'s obligations whether or not such obligations have fallen due for performance (with or without claiming damages) or to cancel this Agreement (with or without claiming damages) in which case the cancellation will take effect on the date of the notice.</w:t>
      </w:r>
      <w:bookmarkEnd w:id="1200"/>
      <w:bookmarkEnd w:id="1201"/>
    </w:p>
    <w:p w14:paraId="26C1AC2C" w14:textId="339B7971"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1202" w:name="_Ref500308064"/>
      <w:bookmarkStart w:id="1203" w:name="_Ref253989216"/>
      <w:bookmarkStart w:id="1204" w:name="_Toc12416922"/>
      <w:bookmarkStart w:id="1205" w:name="_Ref75743451"/>
      <w:r w:rsidRPr="009506B6">
        <w:t xml:space="preserve">If the Service Provider fails to adhere to any legal requirement or breaches the provisions of </w:t>
      </w:r>
      <w:r w:rsidR="00E23CEB" w:rsidRPr="009506B6">
        <w:t>Clause</w:t>
      </w:r>
      <w:r w:rsidRPr="009506B6">
        <w:t xml:space="preserve"> </w:t>
      </w:r>
      <w:r w:rsidR="00885E04" w:rsidRPr="009506B6">
        <w:fldChar w:fldCharType="begin"/>
      </w:r>
      <w:r w:rsidR="00885E04" w:rsidRPr="009506B6">
        <w:instrText xml:space="preserve"> REF _Ref533021909 \r \h </w:instrText>
      </w:r>
      <w:r w:rsidR="000746D0" w:rsidRPr="009506B6">
        <w:instrText xml:space="preserve"> \* MERGEFORMAT </w:instrText>
      </w:r>
      <w:r w:rsidR="00885E04" w:rsidRPr="009506B6">
        <w:fldChar w:fldCharType="separate"/>
      </w:r>
      <w:r w:rsidR="00AA4856">
        <w:t>24.1</w:t>
      </w:r>
      <w:r w:rsidR="00885E04" w:rsidRPr="009506B6">
        <w:fldChar w:fldCharType="end"/>
      </w:r>
      <w:r w:rsidRPr="009506B6">
        <w:t xml:space="preserve"> above and/or any term or condition of any licence, authorisation or consent required for the provision of the Services and which failure or breach </w:t>
      </w:r>
      <w:r w:rsidR="00BA4FE1" w:rsidRPr="009506B6">
        <w:t>SARS</w:t>
      </w:r>
      <w:r w:rsidRPr="009506B6">
        <w:t xml:space="preserve">, in its sole discretion, considers to be detrimental to </w:t>
      </w:r>
      <w:r w:rsidR="00BA4FE1" w:rsidRPr="009506B6">
        <w:t>SARS</w:t>
      </w:r>
      <w:r w:rsidR="008F5BF0" w:rsidRPr="009506B6">
        <w:t>,</w:t>
      </w:r>
      <w:r w:rsidRPr="009506B6">
        <w:t xml:space="preserve"> then </w:t>
      </w:r>
      <w:r w:rsidR="00BA4FE1" w:rsidRPr="009506B6">
        <w:t>SARS</w:t>
      </w:r>
      <w:r w:rsidRPr="009506B6">
        <w:t xml:space="preserve"> will be entitled, but not obliged, to immediately terminate this Agreement on written notice to the Service Provider, in which event such termination will be without any liability to </w:t>
      </w:r>
      <w:r w:rsidR="00BA4FE1" w:rsidRPr="009506B6">
        <w:t>SARS</w:t>
      </w:r>
      <w:r w:rsidRPr="009506B6">
        <w:t xml:space="preserve"> and without prejudice to any claims which </w:t>
      </w:r>
      <w:r w:rsidR="00BA4FE1" w:rsidRPr="009506B6">
        <w:t>SARS</w:t>
      </w:r>
      <w:r w:rsidRPr="009506B6">
        <w:t xml:space="preserve"> may have for damages against </w:t>
      </w:r>
      <w:bookmarkStart w:id="1206" w:name="_Hlt502635282"/>
      <w:bookmarkEnd w:id="1202"/>
      <w:bookmarkEnd w:id="1206"/>
      <w:r w:rsidRPr="009506B6">
        <w:t>the Service Provider.</w:t>
      </w:r>
      <w:bookmarkEnd w:id="1203"/>
      <w:bookmarkEnd w:id="1204"/>
      <w:r w:rsidRPr="009506B6">
        <w:t xml:space="preserve"> </w:t>
      </w:r>
      <w:bookmarkEnd w:id="1205"/>
    </w:p>
    <w:p w14:paraId="6EF6D1B9" w14:textId="5239FC31" w:rsidR="001D2BCE" w:rsidRDefault="00AE5644" w:rsidP="0089789E">
      <w:pPr>
        <w:pStyle w:val="ListParagraph"/>
        <w:keepNext/>
        <w:keepLines/>
        <w:numPr>
          <w:ilvl w:val="1"/>
          <w:numId w:val="29"/>
        </w:numPr>
        <w:spacing w:before="120" w:after="240" w:line="360" w:lineRule="auto"/>
        <w:ind w:left="1440" w:hanging="720"/>
        <w:contextualSpacing w:val="0"/>
        <w:jc w:val="both"/>
      </w:pPr>
      <w:bookmarkStart w:id="1207" w:name="_Ref253057884"/>
      <w:bookmarkStart w:id="1208" w:name="_Toc12416923"/>
      <w:r>
        <w:t xml:space="preserve">SARS’ </w:t>
      </w:r>
      <w:r w:rsidR="001D2BCE" w:rsidRPr="009506B6">
        <w:t xml:space="preserve">remedies in terms of this </w:t>
      </w:r>
      <w:r w:rsidR="00E23CEB" w:rsidRPr="009506B6">
        <w:t>Clause</w:t>
      </w:r>
      <w:r w:rsidR="001D2BCE" w:rsidRPr="009506B6">
        <w:t xml:space="preserve"> </w:t>
      </w:r>
      <w:r w:rsidR="007E5DCF">
        <w:t>2</w:t>
      </w:r>
      <w:r w:rsidR="00FC5112">
        <w:t>4</w:t>
      </w:r>
      <w:r w:rsidR="001D2BCE" w:rsidRPr="009506B6">
        <w:t xml:space="preserve"> are without prejudice to any other remedies to which such Party may be entitled in law.</w:t>
      </w:r>
      <w:bookmarkEnd w:id="1207"/>
      <w:bookmarkEnd w:id="1208"/>
    </w:p>
    <w:p w14:paraId="59BCE68D" w14:textId="72EC0137" w:rsidR="007E5DCF" w:rsidRDefault="007E5DCF" w:rsidP="007E5DCF">
      <w:pPr>
        <w:keepNext/>
        <w:keepLines/>
        <w:spacing w:before="120" w:after="240" w:line="360" w:lineRule="auto"/>
        <w:jc w:val="both"/>
      </w:pPr>
    </w:p>
    <w:p w14:paraId="62F77DF5" w14:textId="66035ACC" w:rsidR="007E5DCF" w:rsidRDefault="007E5DCF" w:rsidP="007E5DCF">
      <w:pPr>
        <w:keepNext/>
        <w:keepLines/>
        <w:spacing w:before="120" w:after="240" w:line="360" w:lineRule="auto"/>
        <w:jc w:val="both"/>
      </w:pPr>
    </w:p>
    <w:p w14:paraId="29BF3C25" w14:textId="77777777" w:rsidR="00AE5644" w:rsidRPr="009506B6" w:rsidRDefault="00AE5644" w:rsidP="007E5DCF">
      <w:pPr>
        <w:keepNext/>
        <w:keepLines/>
        <w:spacing w:before="120" w:after="240" w:line="360" w:lineRule="auto"/>
        <w:jc w:val="both"/>
      </w:pPr>
    </w:p>
    <w:p w14:paraId="0DD899D3" w14:textId="77777777" w:rsidR="001D2BCE" w:rsidRPr="009506B6" w:rsidRDefault="001D2BCE"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209" w:name="_Toc283110476"/>
      <w:bookmarkStart w:id="1210" w:name="_Ref292349414"/>
      <w:bookmarkStart w:id="1211" w:name="_Ref292349661"/>
      <w:bookmarkStart w:id="1212" w:name="_Toc293325638"/>
      <w:bookmarkStart w:id="1213" w:name="_Ref532950990"/>
      <w:bookmarkStart w:id="1214" w:name="_Toc107398016"/>
      <w:bookmarkStart w:id="1215" w:name="_Hlk71614550"/>
      <w:r w:rsidRPr="009506B6">
        <w:rPr>
          <w:b/>
          <w:bCs/>
          <w:caps/>
          <w:lang w:val="en-ZA" w:eastAsia="en-US"/>
        </w:rPr>
        <w:t xml:space="preserve">TERMINATION </w:t>
      </w:r>
      <w:r w:rsidR="00885E04" w:rsidRPr="009506B6">
        <w:rPr>
          <w:b/>
          <w:bCs/>
          <w:caps/>
          <w:lang w:val="en-ZA" w:eastAsia="en-US"/>
        </w:rPr>
        <w:t>FOR</w:t>
      </w:r>
      <w:r w:rsidRPr="009506B6">
        <w:rPr>
          <w:b/>
          <w:bCs/>
          <w:caps/>
          <w:lang w:val="en-ZA" w:eastAsia="en-US"/>
        </w:rPr>
        <w:t xml:space="preserve"> CONVENIENCE</w:t>
      </w:r>
      <w:bookmarkEnd w:id="1209"/>
      <w:bookmarkEnd w:id="1210"/>
      <w:bookmarkEnd w:id="1211"/>
      <w:bookmarkEnd w:id="1212"/>
      <w:bookmarkEnd w:id="1213"/>
      <w:bookmarkEnd w:id="1214"/>
    </w:p>
    <w:p w14:paraId="4991F19E" w14:textId="187A4D00" w:rsidR="001D2BCE" w:rsidRPr="009506B6" w:rsidRDefault="00BA4FE1" w:rsidP="00E46391">
      <w:pPr>
        <w:pStyle w:val="ListParagraph"/>
        <w:keepNext/>
        <w:keepLines/>
        <w:numPr>
          <w:ilvl w:val="1"/>
          <w:numId w:val="29"/>
        </w:numPr>
        <w:spacing w:before="120" w:after="240" w:line="360" w:lineRule="auto"/>
        <w:ind w:left="1440" w:hanging="720"/>
        <w:contextualSpacing w:val="0"/>
        <w:jc w:val="both"/>
      </w:pPr>
      <w:bookmarkStart w:id="1216" w:name="_Toc12416925"/>
      <w:bookmarkStart w:id="1217" w:name="_Hlk71614561"/>
      <w:bookmarkEnd w:id="1215"/>
      <w:r w:rsidRPr="009506B6">
        <w:t>SARS</w:t>
      </w:r>
      <w:r w:rsidR="001D2BCE" w:rsidRPr="009506B6">
        <w:t xml:space="preserve"> may terminate this Agreement for convenience and without cause at any time by giving the Service Provider at least 90 (ninety) days prior written notice designating the termination date. </w:t>
      </w:r>
      <w:r w:rsidRPr="009506B6">
        <w:t>SARS</w:t>
      </w:r>
      <w:r w:rsidR="001D2BCE" w:rsidRPr="009506B6">
        <w:t xml:space="preserve"> will have no liability to the Service Provider with respect to any such termination, other than pro rata </w:t>
      </w:r>
      <w:r w:rsidR="00E46391">
        <w:t>fees</w:t>
      </w:r>
      <w:r w:rsidR="001D2BCE" w:rsidRPr="009506B6">
        <w:t xml:space="preserve"> to the Service Provider</w:t>
      </w:r>
      <w:r w:rsidR="00E46391">
        <w:t xml:space="preserve"> for services already rendered up to the date of termination.</w:t>
      </w:r>
      <w:r w:rsidR="00DD24D3">
        <w:t xml:space="preserve"> </w:t>
      </w:r>
      <w:r w:rsidR="001D2BCE" w:rsidRPr="009506B6">
        <w:t xml:space="preserve">The Service Provider must provide </w:t>
      </w:r>
      <w:r w:rsidRPr="009506B6">
        <w:t>SARS</w:t>
      </w:r>
      <w:r w:rsidR="001D2BCE" w:rsidRPr="009506B6">
        <w:t xml:space="preserve"> with proof, acceptable to </w:t>
      </w:r>
      <w:r w:rsidRPr="009506B6">
        <w:t>SARS</w:t>
      </w:r>
      <w:r w:rsidR="001D2BCE" w:rsidRPr="009506B6">
        <w:t xml:space="preserve">, of such </w:t>
      </w:r>
      <w:r w:rsidR="00E46391">
        <w:t>rendering of services</w:t>
      </w:r>
      <w:r w:rsidR="001D2BCE" w:rsidRPr="009506B6">
        <w:t>.</w:t>
      </w:r>
      <w:bookmarkEnd w:id="1216"/>
    </w:p>
    <w:p w14:paraId="7EEF1C8D" w14:textId="77777777" w:rsidR="002B5A54" w:rsidRPr="009506B6" w:rsidRDefault="002B5A54"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218" w:name="_Ref533020574"/>
      <w:bookmarkStart w:id="1219" w:name="_Ref2859775"/>
      <w:bookmarkStart w:id="1220" w:name="_Toc107398017"/>
      <w:bookmarkStart w:id="1221" w:name="_Toc283110477"/>
      <w:bookmarkStart w:id="1222" w:name="_Toc293325639"/>
      <w:bookmarkEnd w:id="1217"/>
      <w:r w:rsidRPr="009506B6">
        <w:rPr>
          <w:b/>
          <w:bCs/>
          <w:caps/>
          <w:lang w:val="en-ZA" w:eastAsia="en-US"/>
        </w:rPr>
        <w:t>Termination for Cause</w:t>
      </w:r>
      <w:bookmarkEnd w:id="1218"/>
      <w:bookmarkEnd w:id="1219"/>
      <w:bookmarkEnd w:id="1220"/>
    </w:p>
    <w:p w14:paraId="36274B7A" w14:textId="30AA53AC"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223" w:name="_Ref2930060"/>
      <w:bookmarkStart w:id="1224" w:name="_Toc12416927"/>
      <w:r w:rsidRPr="009506B6">
        <w:t>SARS may, by giving notice to the Service Provider, terminate this Agreement in whole or in part, as of a date set out in the notice of termination, in the event that the Service Provider commits a material breach of this Agreement or:</w:t>
      </w:r>
      <w:bookmarkEnd w:id="1223"/>
      <w:bookmarkEnd w:id="1224"/>
    </w:p>
    <w:p w14:paraId="1C8763B6" w14:textId="77777777" w:rsidR="002B5A54" w:rsidRPr="009506B6" w:rsidRDefault="002B5A54" w:rsidP="0089789E">
      <w:pPr>
        <w:pStyle w:val="ListParagraph"/>
        <w:keepNext/>
        <w:keepLines/>
        <w:numPr>
          <w:ilvl w:val="2"/>
          <w:numId w:val="29"/>
        </w:numPr>
        <w:spacing w:before="120" w:after="240" w:line="360" w:lineRule="auto"/>
        <w:ind w:left="2280" w:hanging="1140"/>
        <w:contextualSpacing w:val="0"/>
        <w:jc w:val="both"/>
      </w:pPr>
      <w:bookmarkStart w:id="1225" w:name="_Toc12416928"/>
      <w:r w:rsidRPr="009506B6">
        <w:t>is placed under voluntary or compulsory liquidation (whether provisional or final) or business rescue proceedings are commenced against the Service Provider; and/or</w:t>
      </w:r>
      <w:bookmarkEnd w:id="1225"/>
    </w:p>
    <w:p w14:paraId="1108EF2C" w14:textId="77777777" w:rsidR="002B5A54" w:rsidRPr="009506B6" w:rsidRDefault="002B5A54" w:rsidP="0089789E">
      <w:pPr>
        <w:pStyle w:val="ListParagraph"/>
        <w:keepNext/>
        <w:keepLines/>
        <w:numPr>
          <w:ilvl w:val="2"/>
          <w:numId w:val="29"/>
        </w:numPr>
        <w:spacing w:before="120" w:after="240" w:line="360" w:lineRule="auto"/>
        <w:ind w:left="2280" w:hanging="1140"/>
        <w:contextualSpacing w:val="0"/>
        <w:jc w:val="both"/>
      </w:pPr>
      <w:bookmarkStart w:id="1226" w:name="_Toc12416929"/>
      <w:r w:rsidRPr="009506B6">
        <w:t>commits an Acts of Insolvency.</w:t>
      </w:r>
      <w:bookmarkEnd w:id="1226"/>
      <w:r w:rsidRPr="009506B6">
        <w:t xml:space="preserve"> </w:t>
      </w:r>
    </w:p>
    <w:p w14:paraId="2DE32B8C" w14:textId="75374413" w:rsidR="00E46391" w:rsidRPr="00B03E86" w:rsidRDefault="008F5BF0" w:rsidP="00E46391">
      <w:pPr>
        <w:pStyle w:val="ListParagraph"/>
        <w:keepNext/>
        <w:keepLines/>
        <w:numPr>
          <w:ilvl w:val="1"/>
          <w:numId w:val="29"/>
        </w:numPr>
        <w:spacing w:before="120" w:after="240" w:line="360" w:lineRule="auto"/>
        <w:ind w:left="1440" w:hanging="720"/>
        <w:contextualSpacing w:val="0"/>
        <w:jc w:val="both"/>
        <w:rPr>
          <w:b/>
          <w:bCs/>
        </w:rPr>
      </w:pPr>
      <w:bookmarkStart w:id="1227" w:name="_Toc12416930"/>
      <w:r w:rsidRPr="009506B6">
        <w:t xml:space="preserve">Notwithstanding Clause </w:t>
      </w:r>
      <w:r w:rsidRPr="009506B6">
        <w:fldChar w:fldCharType="begin"/>
      </w:r>
      <w:r w:rsidRPr="009506B6">
        <w:instrText xml:space="preserve"> REF _Ref2930060 \r \h </w:instrText>
      </w:r>
      <w:r w:rsidR="004A16F1" w:rsidRPr="009506B6">
        <w:instrText xml:space="preserve"> \* MERGEFORMAT </w:instrText>
      </w:r>
      <w:r w:rsidRPr="009506B6">
        <w:fldChar w:fldCharType="separate"/>
      </w:r>
      <w:r w:rsidR="00AA4856">
        <w:t>26.1</w:t>
      </w:r>
      <w:r w:rsidRPr="009506B6">
        <w:fldChar w:fldCharType="end"/>
      </w:r>
      <w:r w:rsidRPr="009506B6">
        <w:t xml:space="preserve"> above, </w:t>
      </w:r>
      <w:r w:rsidR="002B5A54" w:rsidRPr="009506B6">
        <w:t xml:space="preserve">SARS may terminate this Agreement, in whole or in part, in the event that SARS is unable to obtain funding to procure the </w:t>
      </w:r>
      <w:r w:rsidR="00BA3481">
        <w:t xml:space="preserve">goods and/ or </w:t>
      </w:r>
      <w:r w:rsidR="002B5A54" w:rsidRPr="009506B6">
        <w:t>Services.</w:t>
      </w:r>
      <w:bookmarkEnd w:id="1227"/>
    </w:p>
    <w:p w14:paraId="6F99B308" w14:textId="5F45D45F" w:rsidR="00B03E86" w:rsidRDefault="00B03E86" w:rsidP="00B03E86">
      <w:pPr>
        <w:keepNext/>
        <w:keepLines/>
        <w:spacing w:before="120" w:after="240" w:line="360" w:lineRule="auto"/>
        <w:jc w:val="both"/>
        <w:rPr>
          <w:b/>
          <w:bCs/>
        </w:rPr>
      </w:pPr>
    </w:p>
    <w:p w14:paraId="14F11CC0" w14:textId="00E8BC3C" w:rsidR="00B03E86" w:rsidRDefault="00B03E86" w:rsidP="00B03E86">
      <w:pPr>
        <w:keepNext/>
        <w:keepLines/>
        <w:spacing w:before="120" w:after="240" w:line="360" w:lineRule="auto"/>
        <w:jc w:val="both"/>
        <w:rPr>
          <w:b/>
          <w:bCs/>
        </w:rPr>
      </w:pPr>
    </w:p>
    <w:p w14:paraId="7B89EC09" w14:textId="753115D8" w:rsidR="00B03E86" w:rsidRDefault="00B03E86" w:rsidP="00B03E86">
      <w:pPr>
        <w:keepNext/>
        <w:keepLines/>
        <w:spacing w:before="120" w:after="240" w:line="360" w:lineRule="auto"/>
        <w:jc w:val="both"/>
        <w:rPr>
          <w:b/>
          <w:bCs/>
        </w:rPr>
      </w:pPr>
    </w:p>
    <w:p w14:paraId="771FFF85" w14:textId="219A7B7E" w:rsidR="00B03E86" w:rsidRDefault="00B03E86" w:rsidP="00B03E86">
      <w:pPr>
        <w:keepNext/>
        <w:keepLines/>
        <w:spacing w:before="120" w:after="240" w:line="360" w:lineRule="auto"/>
        <w:jc w:val="both"/>
        <w:rPr>
          <w:b/>
          <w:bCs/>
        </w:rPr>
      </w:pPr>
    </w:p>
    <w:p w14:paraId="3E805316" w14:textId="5C004350" w:rsidR="00B03E86" w:rsidRDefault="00B03E86" w:rsidP="00B03E86">
      <w:pPr>
        <w:keepNext/>
        <w:keepLines/>
        <w:spacing w:before="120" w:after="240" w:line="360" w:lineRule="auto"/>
        <w:jc w:val="both"/>
        <w:rPr>
          <w:b/>
          <w:bCs/>
        </w:rPr>
      </w:pPr>
    </w:p>
    <w:p w14:paraId="1123497A" w14:textId="77777777" w:rsidR="00B03E86" w:rsidRPr="00B03E86" w:rsidRDefault="00B03E86" w:rsidP="00B03E86">
      <w:pPr>
        <w:keepNext/>
        <w:keepLines/>
        <w:spacing w:before="120" w:after="240" w:line="360" w:lineRule="auto"/>
        <w:jc w:val="both"/>
        <w:rPr>
          <w:b/>
          <w:bCs/>
        </w:rPr>
      </w:pPr>
    </w:p>
    <w:p w14:paraId="08D8EE1A" w14:textId="77777777" w:rsidR="00E46391" w:rsidRPr="00E46391" w:rsidRDefault="00E46391" w:rsidP="00E46391">
      <w:pPr>
        <w:pStyle w:val="ListParagraph"/>
        <w:keepNext/>
        <w:keepLines/>
        <w:spacing w:before="120" w:after="240" w:line="360" w:lineRule="auto"/>
        <w:ind w:left="1440"/>
        <w:contextualSpacing w:val="0"/>
        <w:jc w:val="both"/>
        <w:rPr>
          <w:b/>
          <w:bCs/>
        </w:rPr>
      </w:pPr>
    </w:p>
    <w:p w14:paraId="19A7D04C" w14:textId="77777777" w:rsidR="002B5A54" w:rsidRPr="009506B6" w:rsidRDefault="002B5A54"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228" w:name="_Toc531439703"/>
      <w:bookmarkStart w:id="1229" w:name="_Toc107398018"/>
      <w:bookmarkStart w:id="1230" w:name="_Hlk71614679"/>
      <w:r w:rsidRPr="009506B6">
        <w:rPr>
          <w:b/>
          <w:bCs/>
          <w:caps/>
          <w:lang w:val="en-ZA" w:eastAsia="en-US"/>
        </w:rPr>
        <w:t>Termination upon Sale, Acquisition, Merger or Change of Control</w:t>
      </w:r>
      <w:bookmarkEnd w:id="1228"/>
      <w:bookmarkEnd w:id="1229"/>
    </w:p>
    <w:p w14:paraId="55EEBAB7"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231" w:name="_Toc12416932"/>
      <w:bookmarkStart w:id="1232" w:name="_Hlk71614690"/>
      <w:bookmarkEnd w:id="1230"/>
      <w:r w:rsidRPr="009506B6">
        <w:t xml:space="preserve">In the event of a sale, acquisition, merger, or other change of Control of </w:t>
      </w:r>
      <w:r w:rsidR="008F5BF0" w:rsidRPr="009506B6">
        <w:t xml:space="preserve">the </w:t>
      </w:r>
      <w:r w:rsidRPr="009506B6">
        <w:t xml:space="preserve">Service Provider where such Control is acquired, directly or indirectly, in a single transaction or series of related transactions, or in the event of a sale of all or substantially all of the assets of </w:t>
      </w:r>
      <w:r w:rsidR="008F5BF0" w:rsidRPr="009506B6">
        <w:t xml:space="preserve">the </w:t>
      </w:r>
      <w:r w:rsidRPr="009506B6">
        <w:t xml:space="preserve">Service Provider in a single or series of related transactions, then SARS may terminate this Agreement by giving </w:t>
      </w:r>
      <w:r w:rsidR="008F5BF0" w:rsidRPr="009506B6">
        <w:t xml:space="preserve">the </w:t>
      </w:r>
      <w:r w:rsidRPr="009506B6">
        <w:t xml:space="preserve">Service Provider at least 90 (ninety) days prior notice and designating a date upon which such termination will be effective. SARS will have no liability towards </w:t>
      </w:r>
      <w:r w:rsidR="008F5BF0" w:rsidRPr="009506B6">
        <w:t xml:space="preserve">the </w:t>
      </w:r>
      <w:r w:rsidRPr="009506B6">
        <w:t>Service Provider with respect to such termination save for the settlement of any outstanding fees for the Services rendered as at the date of termination.</w:t>
      </w:r>
      <w:bookmarkEnd w:id="1231"/>
    </w:p>
    <w:p w14:paraId="427DE6C8" w14:textId="77777777" w:rsidR="001D2BCE" w:rsidRPr="009506B6" w:rsidRDefault="001D2BCE"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233" w:name="_Toc12416933"/>
      <w:bookmarkStart w:id="1234" w:name="_Toc107398019"/>
      <w:bookmarkEnd w:id="1232"/>
      <w:r w:rsidRPr="009506B6">
        <w:rPr>
          <w:b/>
          <w:bCs/>
          <w:caps/>
          <w:lang w:val="en-ZA" w:eastAsia="en-US"/>
        </w:rPr>
        <w:t>Effect of TERMINATION</w:t>
      </w:r>
      <w:bookmarkEnd w:id="1221"/>
      <w:bookmarkEnd w:id="1222"/>
      <w:bookmarkEnd w:id="1233"/>
      <w:bookmarkEnd w:id="1234"/>
    </w:p>
    <w:p w14:paraId="730B5A80" w14:textId="77777777"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r w:rsidRPr="009506B6">
        <w:t>The termination of this Agreement will not relieve the Parties hereto of any liabilities, obligations, expenses or charges accruing up to date of such termination and all rights accruing to either Party to the said date of termination will likewise remain in full force and effect.</w:t>
      </w:r>
    </w:p>
    <w:p w14:paraId="159BC428" w14:textId="77777777" w:rsidR="001D2BCE" w:rsidRPr="009506B6" w:rsidRDefault="001D2BCE"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235" w:name="_Toc283110478"/>
      <w:bookmarkStart w:id="1236" w:name="_Toc293325640"/>
      <w:bookmarkStart w:id="1237" w:name="_Toc107398020"/>
      <w:r w:rsidRPr="009506B6">
        <w:rPr>
          <w:b/>
          <w:bCs/>
          <w:caps/>
          <w:lang w:val="en-ZA" w:eastAsia="en-US"/>
        </w:rPr>
        <w:t>termination/expiration assistance</w:t>
      </w:r>
      <w:bookmarkEnd w:id="1235"/>
      <w:bookmarkEnd w:id="1236"/>
      <w:bookmarkEnd w:id="1237"/>
    </w:p>
    <w:p w14:paraId="3E5AE54E" w14:textId="3CBCF32B" w:rsidR="00B03E86" w:rsidRPr="009506B6" w:rsidRDefault="001D2BCE" w:rsidP="00B03E86">
      <w:pPr>
        <w:pStyle w:val="ListParagraph"/>
        <w:keepNext/>
        <w:keepLines/>
        <w:numPr>
          <w:ilvl w:val="1"/>
          <w:numId w:val="29"/>
        </w:numPr>
        <w:spacing w:before="120" w:after="240" w:line="360" w:lineRule="auto"/>
        <w:ind w:left="1440" w:hanging="720"/>
        <w:contextualSpacing w:val="0"/>
        <w:jc w:val="both"/>
      </w:pPr>
      <w:bookmarkStart w:id="1238" w:name="_Toc12416936"/>
      <w:r w:rsidRPr="009506B6">
        <w:t>Upon</w:t>
      </w:r>
      <w:r w:rsidRPr="00DD24D3">
        <w:t xml:space="preserve"> termination of this Agreement, the Service Provider will, at no </w:t>
      </w:r>
      <w:r w:rsidRPr="009506B6">
        <w:t>additional</w:t>
      </w:r>
      <w:r w:rsidRPr="00DD24D3">
        <w:t xml:space="preserve"> cost to </w:t>
      </w:r>
      <w:r w:rsidR="00BA4FE1" w:rsidRPr="00DD24D3">
        <w:t>SARS</w:t>
      </w:r>
      <w:r w:rsidRPr="00DD24D3">
        <w:t xml:space="preserve">, provide all reasonable information and assistance to </w:t>
      </w:r>
      <w:r w:rsidR="00BA4FE1" w:rsidRPr="009506B6">
        <w:t>SARS</w:t>
      </w:r>
      <w:r w:rsidRPr="009506B6">
        <w:t xml:space="preserve"> to enable </w:t>
      </w:r>
      <w:r w:rsidR="00BA4FE1" w:rsidRPr="009506B6">
        <w:t>SARS</w:t>
      </w:r>
      <w:r w:rsidRPr="009506B6">
        <w:t xml:space="preserve"> or a Third Party designated by </w:t>
      </w:r>
      <w:r w:rsidR="00BA4FE1" w:rsidRPr="009506B6">
        <w:t>SARS</w:t>
      </w:r>
      <w:r w:rsidRPr="009506B6">
        <w:t xml:space="preserve"> to take over the Service Provider's obligations under this Agreement</w:t>
      </w:r>
      <w:r w:rsidRPr="00DD24D3">
        <w:t>.</w:t>
      </w:r>
      <w:bookmarkEnd w:id="1238"/>
      <w:r w:rsidR="00DD24D3">
        <w:t xml:space="preserve"> </w:t>
      </w:r>
    </w:p>
    <w:p w14:paraId="6DA30599" w14:textId="77777777" w:rsidR="001D2BCE" w:rsidRPr="009506B6" w:rsidRDefault="001D2BCE"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239" w:name="_Hlt72056077"/>
      <w:bookmarkStart w:id="1240" w:name="_Toc283110480"/>
      <w:bookmarkStart w:id="1241" w:name="_Toc293325645"/>
      <w:bookmarkStart w:id="1242" w:name="_Toc107398021"/>
      <w:bookmarkEnd w:id="1239"/>
      <w:r w:rsidRPr="009506B6">
        <w:rPr>
          <w:b/>
          <w:bCs/>
          <w:caps/>
          <w:lang w:val="en-ZA" w:eastAsia="en-US"/>
        </w:rPr>
        <w:t>Force Majeure</w:t>
      </w:r>
      <w:bookmarkEnd w:id="1240"/>
      <w:bookmarkEnd w:id="1241"/>
      <w:bookmarkEnd w:id="1242"/>
    </w:p>
    <w:p w14:paraId="221AB5A5" w14:textId="62F8FBF4"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1243" w:name="_Toc12416938"/>
      <w:r w:rsidRPr="009506B6">
        <w:t>Delay or failure to comply with or breach of any of the terms and conditions of this Agreement by either Party if occasioned by or resulting from a</w:t>
      </w:r>
      <w:r w:rsidR="001C011E" w:rsidRPr="009506B6">
        <w:t xml:space="preserve"> Force Majeure Event </w:t>
      </w:r>
      <w:r w:rsidRPr="009506B6">
        <w:t>or any other circumstances of like or different nature beyond the reasonable control of the Party so failing, will not be deemed to be a breach of this Agreement nor will it subject either party to any liability to the other.</w:t>
      </w:r>
      <w:r w:rsidR="00DD24D3">
        <w:t xml:space="preserve"> </w:t>
      </w:r>
      <w:r w:rsidRPr="009506B6">
        <w:t>It is understood that neither Party will be required to settle any labour dispute against its will.</w:t>
      </w:r>
      <w:bookmarkEnd w:id="1243"/>
    </w:p>
    <w:p w14:paraId="75B7468B" w14:textId="1E1C2F8A" w:rsidR="001D2BCE" w:rsidRPr="009506B6" w:rsidRDefault="001D2BCE" w:rsidP="0089789E">
      <w:pPr>
        <w:pStyle w:val="ListParagraph"/>
        <w:keepNext/>
        <w:keepLines/>
        <w:numPr>
          <w:ilvl w:val="1"/>
          <w:numId w:val="29"/>
        </w:numPr>
        <w:spacing w:before="120" w:after="240" w:line="360" w:lineRule="auto"/>
        <w:ind w:left="1440" w:hanging="720"/>
        <w:contextualSpacing w:val="0"/>
        <w:jc w:val="both"/>
      </w:pPr>
      <w:bookmarkStart w:id="1244" w:name="_Toc12416939"/>
      <w:r w:rsidRPr="009506B6">
        <w:lastRenderedPageBreak/>
        <w:t>Should either Party be prevented from carrying out any contractual obligation by any circumstance described above, such obligation will be postponed provided the Party suffering such circumstance notifies the other Party to this Agreement within 7 (seven) days of becoming aware thereof.</w:t>
      </w:r>
      <w:r w:rsidR="00DD24D3">
        <w:t xml:space="preserve"> </w:t>
      </w:r>
      <w:r w:rsidRPr="009506B6">
        <w:t>The Parties will thereupon promptly meet to determine whether an equitable solution can be found.</w:t>
      </w:r>
      <w:bookmarkEnd w:id="1244"/>
      <w:r w:rsidR="00DD24D3">
        <w:t xml:space="preserve"> </w:t>
      </w:r>
      <w:r w:rsidR="003D7F4D" w:rsidRPr="009506B6">
        <w:t>If the event continues or is likely to continues for more than 30 (thirty) days, then SARS shall be entitled to terminate the Services by delivering a written notice to that effect to the Service Provider.</w:t>
      </w:r>
    </w:p>
    <w:p w14:paraId="1B1DE59D" w14:textId="77777777" w:rsidR="009C00BD" w:rsidRPr="00DD24D3" w:rsidRDefault="001D2BCE" w:rsidP="0089789E">
      <w:pPr>
        <w:pStyle w:val="ListParagraph"/>
        <w:keepNext/>
        <w:keepLines/>
        <w:numPr>
          <w:ilvl w:val="1"/>
          <w:numId w:val="29"/>
        </w:numPr>
        <w:spacing w:before="120" w:after="240" w:line="360" w:lineRule="auto"/>
        <w:ind w:left="1440" w:hanging="720"/>
        <w:contextualSpacing w:val="0"/>
        <w:jc w:val="both"/>
      </w:pPr>
      <w:bookmarkStart w:id="1245" w:name="_Toc12416940"/>
      <w:r w:rsidRPr="009506B6">
        <w:t xml:space="preserve">Should such </w:t>
      </w:r>
      <w:r w:rsidR="003D7F4D" w:rsidRPr="009506B6">
        <w:t>F</w:t>
      </w:r>
      <w:r w:rsidRPr="009506B6">
        <w:t xml:space="preserve">orce </w:t>
      </w:r>
      <w:r w:rsidR="003D7F4D" w:rsidRPr="009506B6">
        <w:t>M</w:t>
      </w:r>
      <w:r w:rsidRPr="009506B6">
        <w:t xml:space="preserve">ajeure </w:t>
      </w:r>
      <w:r w:rsidR="003D7F4D" w:rsidRPr="009506B6">
        <w:t xml:space="preserve">Event </w:t>
      </w:r>
      <w:r w:rsidRPr="009506B6">
        <w:t>last continuously for a period of 14 (fourteen) days, and no mutually acceptable arrangement is arrived at by the parties within a period of 7 (seven) days thereafter, either Party will be entitled to terminate the Agreement with immediate effect.</w:t>
      </w:r>
      <w:bookmarkStart w:id="1246" w:name="_Toc531439707"/>
      <w:bookmarkEnd w:id="1185"/>
      <w:bookmarkEnd w:id="1245"/>
    </w:p>
    <w:p w14:paraId="6D532EAD" w14:textId="11DE6037" w:rsidR="00A0173F" w:rsidRPr="009506B6" w:rsidRDefault="00A0173F"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247" w:name="_Toc107398022"/>
      <w:r w:rsidRPr="009506B6">
        <w:rPr>
          <w:b/>
          <w:bCs/>
          <w:caps/>
          <w:lang w:val="en-ZA" w:eastAsia="en-US"/>
        </w:rPr>
        <w:t>Records Retention</w:t>
      </w:r>
      <w:bookmarkEnd w:id="1246"/>
      <w:bookmarkEnd w:id="1247"/>
    </w:p>
    <w:p w14:paraId="37512D0E" w14:textId="2423819F" w:rsidR="00D96098" w:rsidRPr="00B20907" w:rsidRDefault="008F5BF0" w:rsidP="00D96098">
      <w:pPr>
        <w:pStyle w:val="ListParagraph"/>
        <w:keepNext/>
        <w:keepLines/>
        <w:numPr>
          <w:ilvl w:val="1"/>
          <w:numId w:val="29"/>
        </w:numPr>
        <w:spacing w:before="120" w:after="240" w:line="360" w:lineRule="auto"/>
        <w:ind w:left="1440" w:hanging="720"/>
        <w:contextualSpacing w:val="0"/>
        <w:jc w:val="both"/>
        <w:rPr>
          <w:rStyle w:val="level2Char"/>
          <w:rFonts w:eastAsia="MS Mincho"/>
        </w:rPr>
      </w:pPr>
      <w:bookmarkStart w:id="1248" w:name="_Toc527377240"/>
      <w:bookmarkStart w:id="1249" w:name="_Toc527379307"/>
      <w:bookmarkStart w:id="1250" w:name="_Toc12416942"/>
      <w:r w:rsidRPr="009506B6">
        <w:rPr>
          <w:rStyle w:val="level2Char"/>
          <w:rFonts w:eastAsia="MS Mincho"/>
        </w:rPr>
        <w:t xml:space="preserve">The </w:t>
      </w:r>
      <w:r w:rsidR="00A0173F" w:rsidRPr="009506B6">
        <w:rPr>
          <w:rStyle w:val="level2Char"/>
          <w:rFonts w:eastAsia="MS Mincho"/>
        </w:rPr>
        <w:t xml:space="preserve">Service </w:t>
      </w:r>
      <w:r w:rsidR="00A0173F" w:rsidRPr="009506B6">
        <w:t>Provider</w:t>
      </w:r>
      <w:r w:rsidR="00A0173F" w:rsidRPr="009506B6">
        <w:rPr>
          <w:rStyle w:val="level2Char"/>
          <w:rFonts w:eastAsia="MS Mincho"/>
        </w:rPr>
        <w:t xml:space="preserve"> will maintain and provide SARS with access to the records, documents and other information required to meet SARS's audit rights under the Agreement until the later of: (</w:t>
      </w:r>
      <w:proofErr w:type="spellStart"/>
      <w:r w:rsidR="00A0173F" w:rsidRPr="009506B6">
        <w:rPr>
          <w:rStyle w:val="level2Char"/>
          <w:rFonts w:eastAsia="MS Mincho"/>
        </w:rPr>
        <w:t>i</w:t>
      </w:r>
      <w:proofErr w:type="spellEnd"/>
      <w:r w:rsidR="00A0173F" w:rsidRPr="009506B6">
        <w:rPr>
          <w:rStyle w:val="level2Char"/>
          <w:rFonts w:eastAsia="MS Mincho"/>
        </w:rPr>
        <w:t xml:space="preserve">) </w:t>
      </w:r>
      <w:r w:rsidR="0048205F" w:rsidRPr="009506B6">
        <w:rPr>
          <w:rStyle w:val="level2Char"/>
          <w:rFonts w:eastAsia="MS Mincho"/>
        </w:rPr>
        <w:t>5</w:t>
      </w:r>
      <w:r w:rsidR="00A0173F" w:rsidRPr="009506B6">
        <w:rPr>
          <w:rStyle w:val="level2Char"/>
          <w:rFonts w:eastAsia="MS Mincho"/>
        </w:rPr>
        <w:t xml:space="preserve"> (</w:t>
      </w:r>
      <w:r w:rsidR="0048205F" w:rsidRPr="009506B6">
        <w:rPr>
          <w:rStyle w:val="level2Char"/>
          <w:rFonts w:eastAsia="MS Mincho"/>
        </w:rPr>
        <w:t>five</w:t>
      </w:r>
      <w:r w:rsidR="00A0173F" w:rsidRPr="009506B6">
        <w:rPr>
          <w:rStyle w:val="level2Char"/>
          <w:rFonts w:eastAsia="MS Mincho"/>
        </w:rPr>
        <w:t>) years after expiration or termination of the Agreement; (ii) all pending matters related to the Agreement are closed; or (iii) such other period as required by Applicable Law.</w:t>
      </w:r>
      <w:bookmarkEnd w:id="1248"/>
      <w:bookmarkEnd w:id="1249"/>
      <w:bookmarkEnd w:id="1250"/>
    </w:p>
    <w:p w14:paraId="4FBD2605" w14:textId="77777777" w:rsidR="00A0173F" w:rsidRPr="009506B6" w:rsidRDefault="00A0173F"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251" w:name="_Ref531141974"/>
      <w:bookmarkStart w:id="1252" w:name="_Ref531142253"/>
      <w:bookmarkStart w:id="1253" w:name="_Toc531439708"/>
      <w:bookmarkStart w:id="1254" w:name="_Toc107398023"/>
      <w:r w:rsidRPr="009506B6">
        <w:rPr>
          <w:b/>
          <w:bCs/>
          <w:caps/>
          <w:lang w:val="en-ZA" w:eastAsia="en-US"/>
        </w:rPr>
        <w:t>Consents and Approvals</w:t>
      </w:r>
      <w:bookmarkEnd w:id="1251"/>
      <w:bookmarkEnd w:id="1252"/>
      <w:bookmarkEnd w:id="1253"/>
      <w:bookmarkEnd w:id="1254"/>
    </w:p>
    <w:p w14:paraId="4AF5246D" w14:textId="700A6398" w:rsidR="00660D75" w:rsidRPr="009506B6" w:rsidRDefault="00A0173F" w:rsidP="00660D75">
      <w:pPr>
        <w:pStyle w:val="ListParagraph"/>
        <w:keepNext/>
        <w:keepLines/>
        <w:numPr>
          <w:ilvl w:val="1"/>
          <w:numId w:val="29"/>
        </w:numPr>
        <w:spacing w:before="120" w:after="240" w:line="360" w:lineRule="auto"/>
        <w:ind w:left="1440" w:hanging="720"/>
        <w:contextualSpacing w:val="0"/>
        <w:jc w:val="both"/>
      </w:pPr>
      <w:bookmarkStart w:id="1255" w:name="_Toc12416944"/>
      <w:r w:rsidRPr="009506B6">
        <w:t>Any approval, acceptance, consent or similar action required to be given by either Party in terms of this Agreement will, unless specifically otherwise stated or stated to be at the discretion of a Party, not be unreasonably withheld.</w:t>
      </w:r>
      <w:bookmarkEnd w:id="1255"/>
    </w:p>
    <w:p w14:paraId="0EAB0637" w14:textId="3A587A87" w:rsidR="00A0173F" w:rsidRPr="009506B6" w:rsidRDefault="00A0173F" w:rsidP="0089789E">
      <w:pPr>
        <w:pStyle w:val="ListParagraph"/>
        <w:keepNext/>
        <w:keepLines/>
        <w:numPr>
          <w:ilvl w:val="1"/>
          <w:numId w:val="29"/>
        </w:numPr>
        <w:spacing w:before="120" w:after="240" w:line="360" w:lineRule="auto"/>
        <w:ind w:left="1440" w:hanging="720"/>
        <w:contextualSpacing w:val="0"/>
        <w:jc w:val="both"/>
      </w:pPr>
      <w:bookmarkStart w:id="1256" w:name="_Toc12416945"/>
      <w:r w:rsidRPr="009506B6">
        <w:lastRenderedPageBreak/>
        <w:t>An approval, acceptance, consent or similar action by a Party (including of a plan or deliverable) under this Agreement will not relieve the other Party from responsibility for complying with the requirements of this Agreement, nor will it be construed as a waiver of any rights under this Agreement, except as and to the extent otherwise expressly provided in such written approval or consent.</w:t>
      </w:r>
      <w:r w:rsidR="00DD24D3">
        <w:t xml:space="preserve"> </w:t>
      </w:r>
      <w:r w:rsidRPr="009506B6">
        <w:t>For example, where this Agreement sets forth a standard by which a plan is to be developed, the Service Provider will be responsible for complying with such requirement and will not be deemed to be relieved of it merely because SARS has approved such plan.</w:t>
      </w:r>
      <w:bookmarkEnd w:id="1256"/>
    </w:p>
    <w:p w14:paraId="521A22D4" w14:textId="77777777" w:rsidR="0057201C" w:rsidRPr="009506B6" w:rsidRDefault="0057201C"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257" w:name="_Toc531439717"/>
      <w:bookmarkStart w:id="1258" w:name="_Toc107398024"/>
      <w:bookmarkStart w:id="1259" w:name="_Toc531439715"/>
      <w:r w:rsidRPr="009506B6">
        <w:rPr>
          <w:b/>
          <w:bCs/>
          <w:caps/>
          <w:lang w:val="en-ZA" w:eastAsia="en-US"/>
        </w:rPr>
        <w:t>Applicable Law and Jurisdiction</w:t>
      </w:r>
      <w:bookmarkEnd w:id="1257"/>
      <w:bookmarkEnd w:id="1258"/>
    </w:p>
    <w:p w14:paraId="4FB6F75B" w14:textId="77777777" w:rsidR="0057201C" w:rsidRPr="00DD24D3" w:rsidRDefault="0057201C" w:rsidP="0089789E">
      <w:pPr>
        <w:pStyle w:val="ListParagraph"/>
        <w:keepNext/>
        <w:keepLines/>
        <w:numPr>
          <w:ilvl w:val="1"/>
          <w:numId w:val="29"/>
        </w:numPr>
        <w:spacing w:before="120" w:after="240" w:line="360" w:lineRule="auto"/>
        <w:ind w:left="1440" w:hanging="720"/>
        <w:contextualSpacing w:val="0"/>
        <w:jc w:val="both"/>
      </w:pPr>
      <w:bookmarkStart w:id="1260" w:name="_Toc12416947"/>
      <w:r w:rsidRPr="00DD24D3">
        <w:t xml:space="preserve">This Agreement will be governed by and construed in accordance with the Law of the Republic of South Africa and all disputes, actions and other matters relating thereto will be determined in accordance with such </w:t>
      </w:r>
      <w:r w:rsidR="008F5BF0" w:rsidRPr="00DD24D3">
        <w:t>l</w:t>
      </w:r>
      <w:r w:rsidRPr="00DD24D3">
        <w:t>aw.</w:t>
      </w:r>
      <w:bookmarkEnd w:id="1260"/>
    </w:p>
    <w:p w14:paraId="393C3DD1" w14:textId="77777777" w:rsidR="0057201C" w:rsidRPr="00DD24D3" w:rsidRDefault="0057201C" w:rsidP="0089789E">
      <w:pPr>
        <w:pStyle w:val="ListParagraph"/>
        <w:keepNext/>
        <w:keepLines/>
        <w:numPr>
          <w:ilvl w:val="1"/>
          <w:numId w:val="29"/>
        </w:numPr>
        <w:spacing w:before="120" w:after="240" w:line="360" w:lineRule="auto"/>
        <w:ind w:left="1440" w:hanging="720"/>
        <w:contextualSpacing w:val="0"/>
        <w:jc w:val="both"/>
      </w:pPr>
      <w:bookmarkStart w:id="1261" w:name="_Toc12416948"/>
      <w:r w:rsidRPr="00DD24D3">
        <w:t>The Parties hereby irrevocably and unconditionally consent to the non-exclusive jurisdiction of the North Gauteng High Court, Pretoria in regard to all matters arising from this Agreement.</w:t>
      </w:r>
      <w:bookmarkEnd w:id="1261"/>
    </w:p>
    <w:p w14:paraId="571C5A02" w14:textId="77777777" w:rsidR="0057201C" w:rsidRPr="009506B6" w:rsidRDefault="0057201C"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262" w:name="_Toc531439709"/>
      <w:bookmarkStart w:id="1263" w:name="_Toc107398025"/>
      <w:r w:rsidRPr="009506B6">
        <w:rPr>
          <w:b/>
          <w:bCs/>
          <w:caps/>
          <w:lang w:val="en-ZA" w:eastAsia="en-US"/>
        </w:rPr>
        <w:t>Legal and Regulatory Compliance</w:t>
      </w:r>
      <w:bookmarkEnd w:id="1262"/>
      <w:bookmarkEnd w:id="1263"/>
    </w:p>
    <w:p w14:paraId="75B5EBD2" w14:textId="77777777" w:rsidR="0057201C" w:rsidRPr="00DD24D3" w:rsidRDefault="00C5095F" w:rsidP="0089789E">
      <w:pPr>
        <w:pStyle w:val="ListParagraph"/>
        <w:keepNext/>
        <w:keepLines/>
        <w:numPr>
          <w:ilvl w:val="1"/>
          <w:numId w:val="29"/>
        </w:numPr>
        <w:spacing w:before="120" w:after="240" w:line="360" w:lineRule="auto"/>
        <w:ind w:left="1440" w:hanging="720"/>
        <w:contextualSpacing w:val="0"/>
        <w:jc w:val="both"/>
      </w:pPr>
      <w:bookmarkStart w:id="1264" w:name="_Toc531439710"/>
      <w:bookmarkStart w:id="1265" w:name="_Toc12416950"/>
      <w:bookmarkEnd w:id="1264"/>
      <w:r w:rsidRPr="00DD24D3">
        <w:t xml:space="preserve">The </w:t>
      </w:r>
      <w:r w:rsidR="0057201C" w:rsidRPr="00DD24D3">
        <w:t xml:space="preserve">Service Provider warrants that it </w:t>
      </w:r>
      <w:r w:rsidR="008F5BF0" w:rsidRPr="00DD24D3">
        <w:t xml:space="preserve">is </w:t>
      </w:r>
      <w:r w:rsidR="0057201C" w:rsidRPr="00DD24D3">
        <w:t>and will for the duration of this Agreement</w:t>
      </w:r>
      <w:r w:rsidR="008F5BF0" w:rsidRPr="00DD24D3">
        <w:t xml:space="preserve"> remain </w:t>
      </w:r>
      <w:r w:rsidR="0057201C" w:rsidRPr="00DD24D3">
        <w:t xml:space="preserve">fully cognisant of and compliant with any relevant </w:t>
      </w:r>
      <w:r w:rsidRPr="00DD24D3">
        <w:t xml:space="preserve">Applicable Laws </w:t>
      </w:r>
      <w:r w:rsidR="0057201C" w:rsidRPr="00DD24D3">
        <w:t>(as may be amended from time to time</w:t>
      </w:r>
      <w:r w:rsidR="008F5BF0" w:rsidRPr="00DD24D3">
        <w:t xml:space="preserve"> in writing</w:t>
      </w:r>
      <w:r w:rsidR="0057201C" w:rsidRPr="00DD24D3">
        <w:t xml:space="preserve">) and/or rulings or codes of practice of any competent </w:t>
      </w:r>
      <w:r w:rsidRPr="00DD24D3">
        <w:t>A</w:t>
      </w:r>
      <w:r w:rsidR="0057201C" w:rsidRPr="00DD24D3">
        <w:t>uthority or industry body that has jurisdiction over the provision of or is relevant to the Deliverables and/or Services under this Agreement.</w:t>
      </w:r>
      <w:bookmarkEnd w:id="1265"/>
    </w:p>
    <w:p w14:paraId="205DF1B3" w14:textId="77777777" w:rsidR="0057201C" w:rsidRPr="009506B6" w:rsidRDefault="0057201C" w:rsidP="0089789E">
      <w:pPr>
        <w:pStyle w:val="ListParagraph"/>
        <w:keepNext/>
        <w:keepLines/>
        <w:numPr>
          <w:ilvl w:val="0"/>
          <w:numId w:val="29"/>
        </w:numPr>
        <w:spacing w:before="120" w:after="240" w:line="360" w:lineRule="auto"/>
        <w:ind w:left="720" w:hanging="720"/>
        <w:contextualSpacing w:val="0"/>
        <w:jc w:val="both"/>
        <w:outlineLvl w:val="0"/>
        <w:rPr>
          <w:bCs/>
          <w:caps/>
          <w:lang w:val="en-ZA" w:eastAsia="en-US"/>
        </w:rPr>
      </w:pPr>
      <w:bookmarkStart w:id="1266" w:name="_Ref533021638"/>
      <w:bookmarkStart w:id="1267" w:name="_Toc107398026"/>
      <w:bookmarkStart w:id="1268" w:name="_Toc531439711"/>
      <w:bookmarkStart w:id="1269" w:name="_Toc531439716"/>
      <w:bookmarkStart w:id="1270" w:name="_Toc531439719"/>
      <w:bookmarkEnd w:id="1259"/>
      <w:r w:rsidRPr="009506B6">
        <w:rPr>
          <w:b/>
          <w:bCs/>
          <w:caps/>
          <w:lang w:val="en-ZA" w:eastAsia="en-US"/>
        </w:rPr>
        <w:t>Warranties</w:t>
      </w:r>
      <w:bookmarkEnd w:id="1266"/>
      <w:bookmarkEnd w:id="1267"/>
    </w:p>
    <w:p w14:paraId="4F0E226A" w14:textId="6C1174FD" w:rsidR="00945807" w:rsidRPr="009506B6" w:rsidRDefault="00121B59" w:rsidP="0089789E">
      <w:pPr>
        <w:pStyle w:val="ListParagraph"/>
        <w:keepNext/>
        <w:keepLines/>
        <w:numPr>
          <w:ilvl w:val="1"/>
          <w:numId w:val="29"/>
        </w:numPr>
        <w:spacing w:before="120" w:after="240" w:line="360" w:lineRule="auto"/>
        <w:ind w:left="1440" w:hanging="720"/>
        <w:contextualSpacing w:val="0"/>
        <w:jc w:val="both"/>
        <w:rPr>
          <w:b/>
          <w:bCs/>
        </w:rPr>
      </w:pPr>
      <w:bookmarkStart w:id="1271" w:name="_Toc12416953"/>
      <w:r>
        <w:rPr>
          <w:rStyle w:val="level2Char"/>
          <w:rFonts w:eastAsia="MS Mincho"/>
          <w:b/>
          <w:bCs/>
        </w:rPr>
        <w:t xml:space="preserve">The </w:t>
      </w:r>
      <w:r w:rsidR="00945807" w:rsidRPr="009506B6">
        <w:rPr>
          <w:rStyle w:val="level2Char"/>
          <w:rFonts w:eastAsia="MS Mincho"/>
          <w:b/>
          <w:bCs/>
        </w:rPr>
        <w:t>Service</w:t>
      </w:r>
      <w:r w:rsidR="00945807" w:rsidRPr="009506B6">
        <w:rPr>
          <w:b/>
          <w:bCs/>
        </w:rPr>
        <w:t xml:space="preserve"> Provider Personnel</w:t>
      </w:r>
      <w:bookmarkEnd w:id="1271"/>
      <w:r w:rsidR="00191080" w:rsidRPr="009506B6">
        <w:rPr>
          <w:b/>
          <w:bCs/>
        </w:rPr>
        <w:t>:</w:t>
      </w:r>
    </w:p>
    <w:p w14:paraId="6C4B13CC" w14:textId="77777777" w:rsidR="00945807" w:rsidRPr="009506B6" w:rsidRDefault="00945807" w:rsidP="0089789E">
      <w:pPr>
        <w:pStyle w:val="ListParagraph"/>
        <w:keepNext/>
        <w:keepLines/>
        <w:numPr>
          <w:ilvl w:val="2"/>
          <w:numId w:val="29"/>
        </w:numPr>
        <w:spacing w:before="120" w:after="240" w:line="360" w:lineRule="auto"/>
        <w:ind w:left="2280" w:hanging="1140"/>
        <w:contextualSpacing w:val="0"/>
        <w:jc w:val="both"/>
        <w:rPr>
          <w:b/>
          <w:bCs/>
        </w:rPr>
      </w:pPr>
      <w:bookmarkStart w:id="1272" w:name="_Toc12416954"/>
      <w:r w:rsidRPr="009506B6">
        <w:lastRenderedPageBreak/>
        <w:t>The Service Provider warrants that it will for the duration of this Agreement: (</w:t>
      </w:r>
      <w:proofErr w:type="spellStart"/>
      <w:r w:rsidRPr="009506B6">
        <w:t>i</w:t>
      </w:r>
      <w:proofErr w:type="spellEnd"/>
      <w:r w:rsidRPr="009506B6">
        <w:t>) use adequate numbers of qualified staff with suitable training, accreditation, education, experience and skill to perform the Services; (ii) use and adopt any standards and processes required under this Agreement; and (iii) provide the Services with promptness and diligence and in a workmanlike manner and in accordance with the practices and high professional standards used in well-managed operations performing services similar to the Services.</w:t>
      </w:r>
      <w:bookmarkEnd w:id="1272"/>
    </w:p>
    <w:p w14:paraId="17436A67" w14:textId="6180E861" w:rsidR="00945807" w:rsidRPr="009506B6" w:rsidRDefault="00945807" w:rsidP="0089789E">
      <w:pPr>
        <w:pStyle w:val="ListParagraph"/>
        <w:keepNext/>
        <w:keepLines/>
        <w:numPr>
          <w:ilvl w:val="1"/>
          <w:numId w:val="29"/>
        </w:numPr>
        <w:spacing w:before="120" w:after="240" w:line="360" w:lineRule="auto"/>
        <w:ind w:left="1440" w:hanging="720"/>
        <w:contextualSpacing w:val="0"/>
        <w:jc w:val="both"/>
        <w:rPr>
          <w:bCs/>
        </w:rPr>
      </w:pPr>
      <w:bookmarkStart w:id="1273" w:name="_Toc12416955"/>
      <w:r w:rsidRPr="009506B6">
        <w:rPr>
          <w:rStyle w:val="level2Char"/>
          <w:rFonts w:eastAsia="MS Mincho"/>
          <w:b/>
          <w:bCs/>
        </w:rPr>
        <w:t>Intellectual</w:t>
      </w:r>
      <w:r w:rsidRPr="009506B6">
        <w:rPr>
          <w:rStyle w:val="level2Char"/>
          <w:rFonts w:eastAsia="MS Mincho"/>
          <w:b/>
        </w:rPr>
        <w:t xml:space="preserve"> Property warranties</w:t>
      </w:r>
      <w:bookmarkEnd w:id="1273"/>
      <w:r w:rsidR="00191080" w:rsidRPr="009506B6">
        <w:rPr>
          <w:rStyle w:val="level2Char"/>
          <w:rFonts w:eastAsia="MS Mincho"/>
          <w:b/>
        </w:rPr>
        <w:t>:</w:t>
      </w:r>
    </w:p>
    <w:p w14:paraId="1055BD79" w14:textId="0D7DAF60" w:rsidR="00945807" w:rsidRPr="009506B6" w:rsidRDefault="00945807" w:rsidP="0089789E">
      <w:pPr>
        <w:pStyle w:val="ListParagraph"/>
        <w:keepNext/>
        <w:keepLines/>
        <w:numPr>
          <w:ilvl w:val="2"/>
          <w:numId w:val="29"/>
        </w:numPr>
        <w:spacing w:before="120" w:after="240" w:line="360" w:lineRule="auto"/>
        <w:ind w:left="2280" w:hanging="1140"/>
        <w:contextualSpacing w:val="0"/>
        <w:jc w:val="both"/>
        <w:rPr>
          <w:b/>
          <w:bCs/>
        </w:rPr>
      </w:pPr>
      <w:bookmarkStart w:id="1274" w:name="_Toc12416956"/>
      <w:r w:rsidRPr="009506B6">
        <w:t>The Service Provider warrants that it will at all times perform its responsibilities under this Agreement in a manner that does not infringe, or constitute an infringement or misappropriation of, any Intellectual Property or other proprietary rights of any Third Party</w:t>
      </w:r>
      <w:bookmarkEnd w:id="1274"/>
      <w:r w:rsidR="00071295" w:rsidRPr="009506B6">
        <w:t>.</w:t>
      </w:r>
    </w:p>
    <w:p w14:paraId="44528C72" w14:textId="75F11B63" w:rsidR="00945807" w:rsidRPr="00095F5A" w:rsidRDefault="00121B59" w:rsidP="0089789E">
      <w:pPr>
        <w:pStyle w:val="ListParagraph"/>
        <w:keepNext/>
        <w:keepLines/>
        <w:numPr>
          <w:ilvl w:val="1"/>
          <w:numId w:val="29"/>
        </w:numPr>
        <w:spacing w:before="120" w:after="240" w:line="360" w:lineRule="auto"/>
        <w:ind w:left="1440" w:hanging="720"/>
        <w:contextualSpacing w:val="0"/>
        <w:jc w:val="both"/>
        <w:rPr>
          <w:b/>
          <w:bCs/>
        </w:rPr>
      </w:pPr>
      <w:bookmarkStart w:id="1275" w:name="_Toc12416957"/>
      <w:bookmarkStart w:id="1276" w:name="_Hlk71712664"/>
      <w:r>
        <w:rPr>
          <w:b/>
          <w:bCs/>
        </w:rPr>
        <w:t xml:space="preserve">The </w:t>
      </w:r>
      <w:r w:rsidR="00945807" w:rsidRPr="00DA098C">
        <w:rPr>
          <w:b/>
          <w:bCs/>
        </w:rPr>
        <w:t xml:space="preserve">Service </w:t>
      </w:r>
      <w:r w:rsidR="00945807" w:rsidRPr="00DA098C">
        <w:rPr>
          <w:rStyle w:val="level2Char"/>
          <w:rFonts w:eastAsia="MS Mincho"/>
          <w:b/>
          <w:bCs/>
        </w:rPr>
        <w:t>Provider</w:t>
      </w:r>
      <w:r w:rsidR="00945807" w:rsidRPr="00095F5A">
        <w:rPr>
          <w:b/>
          <w:bCs/>
        </w:rPr>
        <w:t xml:space="preserve"> authority and undertaking</w:t>
      </w:r>
      <w:bookmarkEnd w:id="1275"/>
      <w:r w:rsidR="00191080" w:rsidRPr="00095F5A">
        <w:rPr>
          <w:b/>
          <w:bCs/>
        </w:rPr>
        <w:t>:</w:t>
      </w:r>
    </w:p>
    <w:p w14:paraId="6F321E94" w14:textId="77777777" w:rsidR="00945807" w:rsidRPr="009506B6" w:rsidRDefault="00945807" w:rsidP="0089789E">
      <w:pPr>
        <w:pStyle w:val="ListParagraph"/>
        <w:keepNext/>
        <w:keepLines/>
        <w:numPr>
          <w:ilvl w:val="2"/>
          <w:numId w:val="29"/>
        </w:numPr>
        <w:spacing w:before="120" w:after="240" w:line="360" w:lineRule="auto"/>
        <w:ind w:left="2280" w:hanging="1140"/>
        <w:contextualSpacing w:val="0"/>
        <w:jc w:val="both"/>
      </w:pPr>
      <w:bookmarkStart w:id="1277" w:name="_Toc12416959"/>
      <w:bookmarkEnd w:id="1276"/>
      <w:r w:rsidRPr="009506B6">
        <w:t>Should the Service Provider, for whatsoever reason and at any time during the Term of this Agreement, no longer be appropriately accredited or authorised to provide the Services, the Service Provider will immediately inform SARS thereof in writing in which event, this Agreement may, at SARS’s option, be terminated immediately or on such date as determined by SARS. The Service Provider will be required to repay any pre-paid amounts that SARS may have paid in respect of the Services.</w:t>
      </w:r>
      <w:bookmarkEnd w:id="1277"/>
    </w:p>
    <w:p w14:paraId="70CC01AF" w14:textId="3D0487DB" w:rsidR="00AC1C48" w:rsidRPr="009506B6" w:rsidRDefault="00945807" w:rsidP="0089789E">
      <w:pPr>
        <w:pStyle w:val="ListParagraph"/>
        <w:keepNext/>
        <w:keepLines/>
        <w:numPr>
          <w:ilvl w:val="2"/>
          <w:numId w:val="29"/>
        </w:numPr>
        <w:spacing w:before="120" w:after="240" w:line="360" w:lineRule="auto"/>
        <w:ind w:left="2280" w:hanging="1140"/>
        <w:contextualSpacing w:val="0"/>
        <w:jc w:val="both"/>
      </w:pPr>
      <w:bookmarkStart w:id="1278" w:name="_Toc12416960"/>
      <w:bookmarkStart w:id="1279" w:name="_Hlk41909424"/>
      <w:bookmarkStart w:id="1280" w:name="_Hlk71712683"/>
      <w:r w:rsidRPr="009506B6">
        <w:lastRenderedPageBreak/>
        <w:t xml:space="preserve">The Service Provider warrants that it has </w:t>
      </w:r>
      <w:r w:rsidR="001D0238" w:rsidRPr="009506B6">
        <w:t>a business continuity plan in place which will ensure that in the event</w:t>
      </w:r>
      <w:r w:rsidRPr="00B644B0">
        <w:t xml:space="preserve">, </w:t>
      </w:r>
      <w:r w:rsidR="00DA098C">
        <w:t xml:space="preserve">that </w:t>
      </w:r>
      <w:r w:rsidRPr="009506B6">
        <w:t xml:space="preserve">the Service Provider ceases to provide the Services to SARS in terms of this Agreement (whether as a result of the Service Provider losing its accreditation or distributorship rights, as a result of the Service Provider ceasing to trade or going into liquidation or as a result of a material breach by the Service Provider of this Agreement) </w:t>
      </w:r>
      <w:r w:rsidR="001D0238" w:rsidRPr="009506B6">
        <w:t xml:space="preserve">(ii) able to </w:t>
      </w:r>
      <w:r w:rsidRPr="009506B6">
        <w:t>enlist a third party service provider (acceptable to SARS) to do so on its behalf, such that there is a minimal or no disruption in the Service provision to SARS.</w:t>
      </w:r>
      <w:bookmarkEnd w:id="1278"/>
      <w:r w:rsidR="00191080" w:rsidRPr="009506B6">
        <w:t xml:space="preserve"> A copy of the </w:t>
      </w:r>
      <w:r w:rsidR="001D0238" w:rsidRPr="009506B6">
        <w:t xml:space="preserve">Service Provider’s business continuity plan is attached hereto as </w:t>
      </w:r>
      <w:r w:rsidR="00191080" w:rsidRPr="009506B6">
        <w:rPr>
          <w:b/>
          <w:bCs/>
        </w:rPr>
        <w:t xml:space="preserve">Annexure </w:t>
      </w:r>
      <w:bookmarkEnd w:id="1279"/>
      <w:r w:rsidR="001D0238" w:rsidRPr="009506B6">
        <w:rPr>
          <w:b/>
          <w:bCs/>
        </w:rPr>
        <w:t>“</w:t>
      </w:r>
      <w:r w:rsidR="001B379F">
        <w:rPr>
          <w:b/>
          <w:bCs/>
        </w:rPr>
        <w:t>D</w:t>
      </w:r>
      <w:r w:rsidR="001D0238" w:rsidRPr="009506B6">
        <w:rPr>
          <w:b/>
          <w:bCs/>
        </w:rPr>
        <w:t>”.</w:t>
      </w:r>
    </w:p>
    <w:p w14:paraId="33BC4538" w14:textId="77777777" w:rsidR="00945807" w:rsidRPr="009506B6" w:rsidRDefault="00945807" w:rsidP="0089789E">
      <w:pPr>
        <w:pStyle w:val="ListParagraph"/>
        <w:keepNext/>
        <w:keepLines/>
        <w:numPr>
          <w:ilvl w:val="1"/>
          <w:numId w:val="29"/>
        </w:numPr>
        <w:spacing w:before="120" w:after="240" w:line="360" w:lineRule="auto"/>
        <w:ind w:left="1440" w:hanging="720"/>
        <w:contextualSpacing w:val="0"/>
        <w:jc w:val="both"/>
        <w:rPr>
          <w:b/>
          <w:bCs/>
        </w:rPr>
      </w:pPr>
      <w:bookmarkStart w:id="1281" w:name="_Toc12416961"/>
      <w:bookmarkEnd w:id="1280"/>
      <w:r w:rsidRPr="009506B6">
        <w:rPr>
          <w:b/>
          <w:bCs/>
        </w:rPr>
        <w:t>Product Specific Warranties</w:t>
      </w:r>
      <w:bookmarkEnd w:id="1281"/>
      <w:r w:rsidR="004B0ADB" w:rsidRPr="009506B6">
        <w:t>:</w:t>
      </w:r>
    </w:p>
    <w:p w14:paraId="5CD547CE" w14:textId="6451834A" w:rsidR="00191080" w:rsidRPr="009506B6" w:rsidRDefault="004E37D4" w:rsidP="0089789E">
      <w:pPr>
        <w:pStyle w:val="ListParagraph"/>
        <w:keepNext/>
        <w:keepLines/>
        <w:numPr>
          <w:ilvl w:val="2"/>
          <w:numId w:val="29"/>
        </w:numPr>
        <w:spacing w:before="120" w:after="240" w:line="360" w:lineRule="auto"/>
        <w:ind w:left="2280" w:hanging="1140"/>
        <w:contextualSpacing w:val="0"/>
        <w:jc w:val="both"/>
      </w:pPr>
      <w:bookmarkStart w:id="1282" w:name="_Toc12416962"/>
      <w:r w:rsidRPr="009506B6">
        <w:t xml:space="preserve">The Service Provider warrants that </w:t>
      </w:r>
      <w:r w:rsidR="004F1B86">
        <w:t>any</w:t>
      </w:r>
      <w:r w:rsidR="00481DD5">
        <w:t xml:space="preserve"> service</w:t>
      </w:r>
      <w:r w:rsidR="004F1B86">
        <w:t xml:space="preserve"> products sold under this agreement and any replacement</w:t>
      </w:r>
      <w:r w:rsidR="00481DD5">
        <w:t xml:space="preserve"> to the Service</w:t>
      </w:r>
      <w:r w:rsidR="004F1B86">
        <w:t xml:space="preserve"> Product </w:t>
      </w:r>
      <w:r w:rsidRPr="009506B6">
        <w:t>(</w:t>
      </w:r>
      <w:proofErr w:type="spellStart"/>
      <w:r w:rsidRPr="009506B6">
        <w:t>i</w:t>
      </w:r>
      <w:proofErr w:type="spellEnd"/>
      <w:r w:rsidRPr="009506B6">
        <w:t xml:space="preserve">) </w:t>
      </w:r>
      <w:r w:rsidR="004F1B86">
        <w:t xml:space="preserve">is </w:t>
      </w:r>
      <w:r w:rsidR="00B949B3">
        <w:t>free and</w:t>
      </w:r>
      <w:r w:rsidR="004F1B86">
        <w:t xml:space="preserve"> clear of any liens, security interests </w:t>
      </w:r>
      <w:r w:rsidR="00B949B3">
        <w:t>, or encumbrances of any nature</w:t>
      </w:r>
      <w:r w:rsidRPr="009506B6">
        <w:t>; (ii)</w:t>
      </w:r>
      <w:r w:rsidR="00B949B3">
        <w:t xml:space="preserve">has been designed, manufactured, labelled, packaged, stored, exported, and sold by Company in accordance with all applicable laws, regulations, rules, and restrictions, and </w:t>
      </w:r>
      <w:r w:rsidRPr="009506B6">
        <w:t xml:space="preserve"> (iii)</w:t>
      </w:r>
      <w:r w:rsidR="00B949B3">
        <w:t xml:space="preserve"> it is free from defects in material and workmanship under normal conditions of storage, handling, and use </w:t>
      </w:r>
      <w:r w:rsidR="00B41F0E">
        <w:t>from delivery of the product until the product expiration date (“Warranty Period”) .</w:t>
      </w:r>
      <w:r w:rsidRPr="009506B6">
        <w:t xml:space="preserve"> </w:t>
      </w:r>
    </w:p>
    <w:p w14:paraId="58B837BB" w14:textId="286B3141" w:rsidR="004E37D4" w:rsidRPr="009506B6" w:rsidRDefault="004E37D4" w:rsidP="0089789E">
      <w:pPr>
        <w:pStyle w:val="ListParagraph"/>
        <w:keepNext/>
        <w:keepLines/>
        <w:numPr>
          <w:ilvl w:val="2"/>
          <w:numId w:val="29"/>
        </w:numPr>
        <w:spacing w:before="120" w:after="240" w:line="360" w:lineRule="auto"/>
        <w:ind w:left="2280" w:hanging="1140"/>
        <w:contextualSpacing w:val="0"/>
        <w:jc w:val="both"/>
      </w:pPr>
      <w:r w:rsidRPr="009506B6">
        <w:t xml:space="preserve">In the event of a breach of this warranty, the Service Provider will immediately take all reasonable steps to remedy such breach or, </w:t>
      </w:r>
      <w:bookmarkEnd w:id="1282"/>
      <w:r w:rsidR="00B41F0E">
        <w:t xml:space="preserve">Service Provider will as promptly as </w:t>
      </w:r>
      <w:proofErr w:type="gramStart"/>
      <w:r w:rsidR="00B41F0E">
        <w:t>possible</w:t>
      </w:r>
      <w:proofErr w:type="gramEnd"/>
      <w:r w:rsidR="00B41F0E">
        <w:t xml:space="preserve"> cooperate with SARS in order to minimise the impact of the repair or replacement on SARS’ operations. </w:t>
      </w:r>
    </w:p>
    <w:p w14:paraId="2E3ED83A" w14:textId="6EA4C402" w:rsidR="004E37D4" w:rsidRPr="009506B6" w:rsidRDefault="00121B59" w:rsidP="0089789E">
      <w:pPr>
        <w:pStyle w:val="ListParagraph"/>
        <w:keepNext/>
        <w:keepLines/>
        <w:numPr>
          <w:ilvl w:val="1"/>
          <w:numId w:val="29"/>
        </w:numPr>
        <w:spacing w:before="120" w:after="240" w:line="360" w:lineRule="auto"/>
        <w:ind w:left="1440" w:hanging="720"/>
        <w:contextualSpacing w:val="0"/>
        <w:jc w:val="both"/>
      </w:pPr>
      <w:bookmarkStart w:id="1283" w:name="_Toc12416963"/>
      <w:r>
        <w:rPr>
          <w:b/>
          <w:bCs/>
        </w:rPr>
        <w:t xml:space="preserve">The </w:t>
      </w:r>
      <w:r w:rsidR="004E37D4" w:rsidRPr="009506B6">
        <w:rPr>
          <w:b/>
          <w:bCs/>
        </w:rPr>
        <w:t>Service Delivery</w:t>
      </w:r>
      <w:bookmarkEnd w:id="1283"/>
      <w:r w:rsidR="004B0ADB" w:rsidRPr="009506B6">
        <w:t>:</w:t>
      </w:r>
    </w:p>
    <w:p w14:paraId="3BF9F400" w14:textId="76311540" w:rsidR="006C7235" w:rsidRPr="009506B6" w:rsidRDefault="004E37D4" w:rsidP="0089789E">
      <w:pPr>
        <w:pStyle w:val="ListParagraph"/>
        <w:keepNext/>
        <w:keepLines/>
        <w:numPr>
          <w:ilvl w:val="2"/>
          <w:numId w:val="29"/>
        </w:numPr>
        <w:spacing w:before="120" w:after="240" w:line="360" w:lineRule="auto"/>
        <w:ind w:left="2280" w:hanging="1140"/>
        <w:contextualSpacing w:val="0"/>
        <w:jc w:val="both"/>
      </w:pPr>
      <w:bookmarkStart w:id="1284" w:name="_Toc12416964"/>
      <w:r w:rsidRPr="009506B6">
        <w:lastRenderedPageBreak/>
        <w:t>The Service Provider represents and warrants that it shall for the duration of this Agreement: (</w:t>
      </w:r>
      <w:proofErr w:type="spellStart"/>
      <w:r w:rsidRPr="009506B6">
        <w:t>i</w:t>
      </w:r>
      <w:proofErr w:type="spellEnd"/>
      <w:r w:rsidRPr="009506B6">
        <w:t xml:space="preserve">) use adequate numbers of qualified </w:t>
      </w:r>
      <w:r w:rsidR="00640F9C" w:rsidRPr="009506B6">
        <w:t>Service</w:t>
      </w:r>
      <w:r w:rsidR="00731A99" w:rsidRPr="009506B6">
        <w:t xml:space="preserve"> Provider Personnel </w:t>
      </w:r>
      <w:r w:rsidRPr="009506B6">
        <w:t>with suitable training, education, experience and skill to perform the Services; (ii) use and adopt any standards and processes required under this Agreement; (iii) provide the Services with promptness and diligence and in a workmanlike manner and in accordance with the practices and high professional standards used in well-managed operations performing services similar to the Services</w:t>
      </w:r>
      <w:bookmarkEnd w:id="1284"/>
      <w:r w:rsidR="00B41F0E">
        <w:t>.</w:t>
      </w:r>
    </w:p>
    <w:p w14:paraId="7F12700C" w14:textId="77777777" w:rsidR="00640F9C" w:rsidRPr="009506B6" w:rsidRDefault="00640F9C" w:rsidP="0089789E">
      <w:pPr>
        <w:pStyle w:val="ListParagraph"/>
        <w:keepNext/>
        <w:keepLines/>
        <w:numPr>
          <w:ilvl w:val="1"/>
          <w:numId w:val="29"/>
        </w:numPr>
        <w:spacing w:before="120" w:after="240" w:line="360" w:lineRule="auto"/>
        <w:ind w:left="1440" w:hanging="720"/>
        <w:contextualSpacing w:val="0"/>
        <w:jc w:val="both"/>
        <w:rPr>
          <w:b/>
          <w:bCs/>
        </w:rPr>
      </w:pPr>
      <w:bookmarkStart w:id="1285" w:name="_Ref361886061"/>
      <w:bookmarkStart w:id="1286" w:name="_Ref387718110"/>
      <w:bookmarkStart w:id="1287" w:name="_Ref2930633"/>
      <w:bookmarkStart w:id="1288" w:name="_Toc12416965"/>
      <w:r w:rsidRPr="009506B6">
        <w:rPr>
          <w:b/>
          <w:bCs/>
        </w:rPr>
        <w:t>Security Clearance</w:t>
      </w:r>
      <w:r w:rsidRPr="009506B6">
        <w:t>:</w:t>
      </w:r>
      <w:bookmarkEnd w:id="1285"/>
      <w:bookmarkEnd w:id="1286"/>
      <w:bookmarkEnd w:id="1287"/>
      <w:bookmarkEnd w:id="1288"/>
      <w:r w:rsidRPr="009506B6">
        <w:t xml:space="preserve"> </w:t>
      </w:r>
    </w:p>
    <w:p w14:paraId="01618A94" w14:textId="77777777" w:rsidR="00640F9C" w:rsidRPr="009506B6" w:rsidRDefault="00640F9C" w:rsidP="0089789E">
      <w:pPr>
        <w:pStyle w:val="ListParagraph"/>
        <w:keepNext/>
        <w:keepLines/>
        <w:numPr>
          <w:ilvl w:val="2"/>
          <w:numId w:val="29"/>
        </w:numPr>
        <w:spacing w:before="120" w:after="240" w:line="360" w:lineRule="auto"/>
        <w:ind w:left="2280" w:hanging="1140"/>
        <w:contextualSpacing w:val="0"/>
        <w:jc w:val="both"/>
        <w:rPr>
          <w:b/>
          <w:bCs/>
        </w:rPr>
      </w:pPr>
      <w:bookmarkStart w:id="1289" w:name="_Toc12416966"/>
      <w:r w:rsidRPr="009506B6">
        <w:t xml:space="preserve">Without limiting the generality of the </w:t>
      </w:r>
      <w:proofErr w:type="spellStart"/>
      <w:r w:rsidRPr="009506B6">
        <w:t>aforegoing</w:t>
      </w:r>
      <w:proofErr w:type="spellEnd"/>
      <w:r w:rsidRPr="009506B6">
        <w:t xml:space="preserve">, the Service Provider represents and warrants that it will ensure that the </w:t>
      </w:r>
      <w:r w:rsidR="008C7C0E" w:rsidRPr="009506B6">
        <w:t>Service Provider Personnel</w:t>
      </w:r>
      <w:r w:rsidRPr="009506B6">
        <w:t xml:space="preserve"> engaged in the provision of the Services are suitable and pose no risk to SARS. Any member of the </w:t>
      </w:r>
      <w:r w:rsidR="008C7C0E" w:rsidRPr="009506B6">
        <w:t>Service Provider Personnel</w:t>
      </w:r>
      <w:r w:rsidR="006163C2" w:rsidRPr="009506B6">
        <w:t xml:space="preserve"> </w:t>
      </w:r>
      <w:r w:rsidRPr="009506B6">
        <w:t xml:space="preserve">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w:t>
      </w:r>
      <w:r w:rsidR="008C7C0E" w:rsidRPr="009506B6">
        <w:t>Service Provider Personnel</w:t>
      </w:r>
      <w:r w:rsidR="006163C2" w:rsidRPr="009506B6">
        <w:t xml:space="preserve"> </w:t>
      </w:r>
      <w:r w:rsidRPr="009506B6">
        <w:t xml:space="preserve">with someone who does so comply. The Service Provider undertakes to indemnify SARS against any claims that may be brought by any of the </w:t>
      </w:r>
      <w:r w:rsidR="008C7C0E" w:rsidRPr="009506B6">
        <w:t>Service Provider Personnel</w:t>
      </w:r>
      <w:r w:rsidR="006163C2" w:rsidRPr="009506B6">
        <w:t xml:space="preserve"> </w:t>
      </w:r>
      <w:r w:rsidRPr="009506B6">
        <w:t xml:space="preserve">who may be affected as a result of SARS exercising its rights under this </w:t>
      </w:r>
      <w:r w:rsidR="00E23CEB" w:rsidRPr="009506B6">
        <w:t>Clause</w:t>
      </w:r>
      <w:r w:rsidRPr="009506B6">
        <w:t>.</w:t>
      </w:r>
      <w:bookmarkEnd w:id="1289"/>
    </w:p>
    <w:p w14:paraId="160DF9F4" w14:textId="367D1439" w:rsidR="00640F9C" w:rsidRPr="009506B6" w:rsidRDefault="00640F9C" w:rsidP="0089789E">
      <w:pPr>
        <w:pStyle w:val="ListParagraph"/>
        <w:keepNext/>
        <w:keepLines/>
        <w:numPr>
          <w:ilvl w:val="2"/>
          <w:numId w:val="29"/>
        </w:numPr>
        <w:spacing w:before="120" w:after="240" w:line="360" w:lineRule="auto"/>
        <w:ind w:left="2280" w:hanging="1140"/>
        <w:contextualSpacing w:val="0"/>
        <w:jc w:val="both"/>
        <w:rPr>
          <w:b/>
          <w:bCs/>
        </w:rPr>
      </w:pPr>
      <w:bookmarkStart w:id="1290" w:name="_Toc12416967"/>
      <w:r w:rsidRPr="009506B6">
        <w:lastRenderedPageBreak/>
        <w:t xml:space="preserve">As a confirmation that the </w:t>
      </w:r>
      <w:r w:rsidR="008C7C0E" w:rsidRPr="009506B6">
        <w:t>Service Provider Personnel</w:t>
      </w:r>
      <w:r w:rsidRPr="009506B6">
        <w:t xml:space="preserve"> engaged to provide the Services are suitable and appropriately qualified, trained, experienced, skilled and available to render such services in terms of this Agreement including confirmation of such </w:t>
      </w:r>
      <w:r w:rsidR="008C7C0E" w:rsidRPr="009506B6">
        <w:t>Service Provider Personnel’s</w:t>
      </w:r>
      <w:r w:rsidRPr="009506B6">
        <w:t xml:space="preserve"> citizenship, criminal record status and/or credit worthiness, the Service Provider represents and warrants that it has conducted a background screening exercise on every member of </w:t>
      </w:r>
      <w:r w:rsidR="008C7C0E" w:rsidRPr="009506B6">
        <w:t>the Service Provider Personnel</w:t>
      </w:r>
      <w:r w:rsidRPr="009506B6">
        <w:t xml:space="preserve"> whom is assigned to SARS for the fulfilment of its obligations in terms of this Agreement and shall if requested by SARS provide the report from a reputable screening agency which shall verify the following:</w:t>
      </w:r>
      <w:bookmarkEnd w:id="1290"/>
      <w:r w:rsidR="00DD24D3">
        <w:t xml:space="preserve"> </w:t>
      </w:r>
    </w:p>
    <w:p w14:paraId="313AC33C" w14:textId="77777777" w:rsidR="00640F9C" w:rsidRPr="009506B6" w:rsidRDefault="00640F9C" w:rsidP="0089789E">
      <w:pPr>
        <w:pStyle w:val="ListParagraph"/>
        <w:keepNext/>
        <w:keepLines/>
        <w:numPr>
          <w:ilvl w:val="3"/>
          <w:numId w:val="29"/>
        </w:numPr>
        <w:spacing w:before="120" w:after="240" w:line="360" w:lineRule="auto"/>
        <w:ind w:left="2580" w:hanging="1440"/>
        <w:contextualSpacing w:val="0"/>
        <w:jc w:val="both"/>
      </w:pPr>
      <w:bookmarkStart w:id="1291" w:name="_Toc12416968"/>
      <w:r w:rsidRPr="009506B6">
        <w:t>Citizenship including residency status;</w:t>
      </w:r>
      <w:bookmarkEnd w:id="1291"/>
    </w:p>
    <w:p w14:paraId="36609F9D" w14:textId="77777777" w:rsidR="00640F9C" w:rsidRPr="009506B6" w:rsidRDefault="00640F9C" w:rsidP="0089789E">
      <w:pPr>
        <w:pStyle w:val="ListParagraph"/>
        <w:keepNext/>
        <w:keepLines/>
        <w:numPr>
          <w:ilvl w:val="3"/>
          <w:numId w:val="29"/>
        </w:numPr>
        <w:spacing w:before="120" w:after="240" w:line="360" w:lineRule="auto"/>
        <w:ind w:left="2580" w:hanging="1440"/>
        <w:contextualSpacing w:val="0"/>
        <w:jc w:val="both"/>
      </w:pPr>
      <w:bookmarkStart w:id="1292" w:name="_Toc12416969"/>
      <w:r w:rsidRPr="009506B6">
        <w:t>Criminal activity report; and</w:t>
      </w:r>
      <w:bookmarkEnd w:id="1292"/>
    </w:p>
    <w:p w14:paraId="33D81ED1" w14:textId="77777777" w:rsidR="00640F9C" w:rsidRPr="009506B6" w:rsidRDefault="00640F9C" w:rsidP="0089789E">
      <w:pPr>
        <w:pStyle w:val="ListParagraph"/>
        <w:keepNext/>
        <w:keepLines/>
        <w:numPr>
          <w:ilvl w:val="3"/>
          <w:numId w:val="29"/>
        </w:numPr>
        <w:spacing w:before="120" w:after="240" w:line="360" w:lineRule="auto"/>
        <w:ind w:left="2580" w:hanging="1440"/>
        <w:contextualSpacing w:val="0"/>
        <w:jc w:val="both"/>
        <w:rPr>
          <w:b/>
          <w:bCs/>
        </w:rPr>
      </w:pPr>
      <w:bookmarkStart w:id="1293" w:name="_Toc12416970"/>
      <w:r w:rsidRPr="009506B6">
        <w:t>Credit worthiness.</w:t>
      </w:r>
      <w:bookmarkEnd w:id="1293"/>
      <w:r w:rsidRPr="009506B6">
        <w:t xml:space="preserve"> </w:t>
      </w:r>
    </w:p>
    <w:p w14:paraId="052312BE" w14:textId="77777777" w:rsidR="00640F9C" w:rsidRPr="009506B6" w:rsidRDefault="00640F9C" w:rsidP="0089789E">
      <w:pPr>
        <w:pStyle w:val="ListParagraph"/>
        <w:keepNext/>
        <w:keepLines/>
        <w:numPr>
          <w:ilvl w:val="2"/>
          <w:numId w:val="29"/>
        </w:numPr>
        <w:spacing w:before="120" w:after="240" w:line="360" w:lineRule="auto"/>
        <w:ind w:left="2280" w:hanging="1140"/>
        <w:contextualSpacing w:val="0"/>
        <w:jc w:val="both"/>
      </w:pPr>
      <w:bookmarkStart w:id="1294" w:name="_Toc12416971"/>
      <w:r w:rsidRPr="009506B6">
        <w:t xml:space="preserve">The Service Provider shall ensure that the validity of such report shall not be older than 3 (three) months as at the date of request or as at the commencement of such </w:t>
      </w:r>
      <w:r w:rsidR="008C7C0E" w:rsidRPr="009506B6">
        <w:t xml:space="preserve">Service Provider Personnel </w:t>
      </w:r>
      <w:r w:rsidRPr="009506B6">
        <w:t>duties to SARS in terms of this Agreement, as the case may be, and shall be updated as required by SARS from time to time.</w:t>
      </w:r>
      <w:bookmarkEnd w:id="1294"/>
    </w:p>
    <w:p w14:paraId="2D92BC32" w14:textId="77777777" w:rsidR="00640F9C" w:rsidRPr="009506B6" w:rsidRDefault="00640F9C" w:rsidP="0089789E">
      <w:pPr>
        <w:pStyle w:val="ListParagraph"/>
        <w:keepNext/>
        <w:keepLines/>
        <w:numPr>
          <w:ilvl w:val="2"/>
          <w:numId w:val="29"/>
        </w:numPr>
        <w:spacing w:before="120" w:after="240" w:line="360" w:lineRule="auto"/>
        <w:ind w:left="2280" w:hanging="1140"/>
        <w:contextualSpacing w:val="0"/>
        <w:jc w:val="both"/>
      </w:pPr>
      <w:bookmarkStart w:id="1295" w:name="_Toc12416972"/>
      <w:r w:rsidRPr="009506B6">
        <w:t xml:space="preserve">In the event that the report reveals evidence that the </w:t>
      </w:r>
      <w:r w:rsidR="008C7C0E" w:rsidRPr="009506B6">
        <w:t>Service Provider Personnel</w:t>
      </w:r>
      <w:r w:rsidRPr="009506B6">
        <w:t xml:space="preserve"> assigned to perform the Services are not qualified and/or do not possess the level of skills required for the performance of the Services, the Service Provider shall ensure a replacement of such member of </w:t>
      </w:r>
      <w:r w:rsidR="008C7C0E" w:rsidRPr="009506B6">
        <w:t>the Service Provider Personnel</w:t>
      </w:r>
      <w:r w:rsidRPr="009506B6">
        <w:t xml:space="preserve"> with one whose background screening meets the requirements of SARS. The Service Provider undertakes to indemnify SARS against any claims that may be brought by any of the Service Provider’s Staff who may be affected as a result of SARS exercising its rights under this </w:t>
      </w:r>
      <w:r w:rsidR="00E23CEB" w:rsidRPr="009506B6">
        <w:t>Clause</w:t>
      </w:r>
      <w:r w:rsidRPr="009506B6">
        <w:t>.</w:t>
      </w:r>
      <w:bookmarkEnd w:id="1295"/>
    </w:p>
    <w:p w14:paraId="714A9457" w14:textId="77777777" w:rsidR="00640F9C" w:rsidRPr="009506B6" w:rsidRDefault="00640F9C" w:rsidP="0089789E">
      <w:pPr>
        <w:pStyle w:val="ListParagraph"/>
        <w:keepNext/>
        <w:keepLines/>
        <w:numPr>
          <w:ilvl w:val="2"/>
          <w:numId w:val="29"/>
        </w:numPr>
        <w:spacing w:before="120" w:after="240" w:line="360" w:lineRule="auto"/>
        <w:ind w:left="2280" w:hanging="1140"/>
        <w:contextualSpacing w:val="0"/>
        <w:jc w:val="both"/>
      </w:pPr>
      <w:bookmarkStart w:id="1296" w:name="_Toc12416973"/>
      <w:r w:rsidRPr="009506B6">
        <w:lastRenderedPageBreak/>
        <w:t>The Service Provider shall further ensure that its Staff assigned to provide the Services to SARS as envisaged in this Agreement shall for the duration of this Agreement, be subject to SARS’s “Anti-Corruption and Security Internal Policy: Security Vetting” as amended from time to time, as well as other security legislation and policies applicable to the entities providing the services to the organs of State.</w:t>
      </w:r>
      <w:bookmarkEnd w:id="1296"/>
      <w:r w:rsidRPr="009506B6">
        <w:t xml:space="preserve"> </w:t>
      </w:r>
    </w:p>
    <w:p w14:paraId="5529C710" w14:textId="16BF622F" w:rsidR="00640F9C" w:rsidRPr="009506B6" w:rsidRDefault="00640F9C" w:rsidP="0089789E">
      <w:pPr>
        <w:pStyle w:val="ListParagraph"/>
        <w:keepNext/>
        <w:keepLines/>
        <w:numPr>
          <w:ilvl w:val="2"/>
          <w:numId w:val="29"/>
        </w:numPr>
        <w:spacing w:before="120" w:after="240" w:line="360" w:lineRule="auto"/>
        <w:ind w:left="2280" w:hanging="1140"/>
        <w:contextualSpacing w:val="0"/>
        <w:jc w:val="both"/>
      </w:pPr>
      <w:bookmarkStart w:id="1297" w:name="_Toc12416974"/>
      <w:r w:rsidRPr="009506B6">
        <w:t xml:space="preserve">A breach by the Service Provider of any warranty, representation or other provision of this </w:t>
      </w:r>
      <w:r w:rsidR="00E23CEB" w:rsidRPr="009506B6">
        <w:t>Clause</w:t>
      </w:r>
      <w:r w:rsidRPr="009506B6">
        <w:t xml:space="preserve"> </w:t>
      </w:r>
      <w:r w:rsidR="00265211">
        <w:t>3</w:t>
      </w:r>
      <w:r w:rsidR="0059492E">
        <w:t>7</w:t>
      </w:r>
      <w:r w:rsidRPr="009506B6">
        <w:t xml:space="preserve"> or of any express or implied warranty or representation contained elsewhere in this Agreement, shall be a material breach of this Agreement which shall confer on SARS the right, in its sole discretion, to utilise any remedy created in this Agreement for the enforcement of SARS’s rights, including termination in terms of </w:t>
      </w:r>
      <w:r w:rsidR="00E23CEB" w:rsidRPr="009506B6">
        <w:t>Clause</w:t>
      </w:r>
      <w:r w:rsidRPr="009506B6">
        <w:t xml:space="preserve"> </w:t>
      </w:r>
      <w:r w:rsidR="00265211">
        <w:t>2</w:t>
      </w:r>
      <w:r w:rsidR="0059492E">
        <w:t>6</w:t>
      </w:r>
      <w:r w:rsidRPr="009506B6">
        <w:t xml:space="preserve"> </w:t>
      </w:r>
      <w:r w:rsidR="001350BE" w:rsidRPr="009506B6">
        <w:t>above</w:t>
      </w:r>
      <w:r w:rsidRPr="009506B6">
        <w:t>.</w:t>
      </w:r>
      <w:bookmarkStart w:id="1298" w:name="_Ref64963686"/>
      <w:bookmarkStart w:id="1299" w:name="_Ref64914496"/>
      <w:bookmarkEnd w:id="1297"/>
      <w:bookmarkEnd w:id="1298"/>
      <w:bookmarkEnd w:id="1299"/>
    </w:p>
    <w:p w14:paraId="4CB64D4C" w14:textId="2CED0188" w:rsidR="00191080" w:rsidRPr="009506B6" w:rsidRDefault="00191080" w:rsidP="0089789E">
      <w:pPr>
        <w:pStyle w:val="ListParagraph"/>
        <w:keepNext/>
        <w:keepLines/>
        <w:numPr>
          <w:ilvl w:val="1"/>
          <w:numId w:val="29"/>
        </w:numPr>
        <w:spacing w:before="120" w:after="240" w:line="360" w:lineRule="auto"/>
        <w:ind w:left="1440" w:hanging="720"/>
        <w:contextualSpacing w:val="0"/>
        <w:jc w:val="both"/>
        <w:rPr>
          <w:b/>
          <w:bCs/>
        </w:rPr>
      </w:pPr>
      <w:bookmarkStart w:id="1300" w:name="_Hlk71714021"/>
      <w:bookmarkStart w:id="1301" w:name="_Hlk41917581"/>
      <w:bookmarkStart w:id="1302" w:name="_Toc12416975"/>
      <w:r w:rsidRPr="009506B6">
        <w:rPr>
          <w:b/>
          <w:bCs/>
        </w:rPr>
        <w:t>POPIA Compliance:</w:t>
      </w:r>
    </w:p>
    <w:p w14:paraId="2603E1B3" w14:textId="77777777" w:rsidR="00191080" w:rsidRPr="009506B6" w:rsidRDefault="00191080" w:rsidP="0089789E">
      <w:pPr>
        <w:pStyle w:val="ListParagraph"/>
        <w:keepNext/>
        <w:keepLines/>
        <w:numPr>
          <w:ilvl w:val="2"/>
          <w:numId w:val="29"/>
        </w:numPr>
        <w:spacing w:before="120" w:after="240" w:line="360" w:lineRule="auto"/>
        <w:ind w:left="2280" w:hanging="1140"/>
        <w:contextualSpacing w:val="0"/>
        <w:jc w:val="both"/>
      </w:pPr>
      <w:bookmarkStart w:id="1303" w:name="_Hlk71714035"/>
      <w:bookmarkEnd w:id="1300"/>
      <w:r w:rsidRPr="009506B6">
        <w:t>The Service Provider warrants that it is and will remain for the duration of this Agreement, fully cognisant of and compliant with POPIA including any other Data Protection Legislation applicable to the Services.</w:t>
      </w:r>
    </w:p>
    <w:p w14:paraId="3F726A7C" w14:textId="1E87D8DC" w:rsidR="00191080" w:rsidRPr="009506B6" w:rsidRDefault="00191080" w:rsidP="0089789E">
      <w:pPr>
        <w:pStyle w:val="ListParagraph"/>
        <w:keepNext/>
        <w:keepLines/>
        <w:numPr>
          <w:ilvl w:val="2"/>
          <w:numId w:val="29"/>
        </w:numPr>
        <w:spacing w:before="120" w:after="240" w:line="360" w:lineRule="auto"/>
        <w:ind w:left="2280" w:hanging="1140"/>
        <w:contextualSpacing w:val="0"/>
        <w:jc w:val="both"/>
      </w:pPr>
      <w:bookmarkStart w:id="1304" w:name="_Hlk71714041"/>
      <w:bookmarkEnd w:id="1303"/>
      <w:r w:rsidRPr="009506B6">
        <w:t xml:space="preserve">The Service Provider warrants that it has implemented POPIA compliance </w:t>
      </w:r>
      <w:r w:rsidR="001568D0" w:rsidRPr="009506B6">
        <w:t xml:space="preserve">programme </w:t>
      </w:r>
      <w:r w:rsidRPr="009506B6">
        <w:t>within its organisation and further that, the Service Personnel in their role as Processors, have been trained on POPIA compliance and are aware of the importance of Protection of Personal Information and commit to ensure compliance thereof when at SARS in their role as Processors.</w:t>
      </w:r>
    </w:p>
    <w:p w14:paraId="387B0E1B" w14:textId="2C77832B" w:rsidR="00191080" w:rsidRPr="009506B6" w:rsidRDefault="00191080" w:rsidP="0089789E">
      <w:pPr>
        <w:pStyle w:val="ListParagraph"/>
        <w:keepNext/>
        <w:keepLines/>
        <w:numPr>
          <w:ilvl w:val="2"/>
          <w:numId w:val="29"/>
        </w:numPr>
        <w:spacing w:before="120" w:after="240" w:line="360" w:lineRule="auto"/>
        <w:ind w:left="2280" w:hanging="1140"/>
        <w:contextualSpacing w:val="0"/>
        <w:jc w:val="both"/>
      </w:pPr>
      <w:bookmarkStart w:id="1305" w:name="_Hlk71714050"/>
      <w:bookmarkEnd w:id="1304"/>
      <w:r w:rsidRPr="009506B6">
        <w:t>The Service Provider warrants that all Service Provider Personnel who will be exposed to the Pers</w:t>
      </w:r>
      <w:r w:rsidR="001568D0" w:rsidRPr="009506B6">
        <w:t xml:space="preserve">onal Information has agreed to </w:t>
      </w:r>
      <w:r w:rsidR="00475BEB" w:rsidRPr="009506B6">
        <w:t>comply with POPIA and completed all required agreements for the safeguard of Personal Information.</w:t>
      </w:r>
    </w:p>
    <w:bookmarkEnd w:id="1301"/>
    <w:bookmarkEnd w:id="1305"/>
    <w:p w14:paraId="3EC69B96" w14:textId="7D309AF9" w:rsidR="00945807" w:rsidRPr="009506B6" w:rsidRDefault="00945807" w:rsidP="0089789E">
      <w:pPr>
        <w:pStyle w:val="ListParagraph"/>
        <w:keepNext/>
        <w:keepLines/>
        <w:numPr>
          <w:ilvl w:val="1"/>
          <w:numId w:val="29"/>
        </w:numPr>
        <w:spacing w:before="120" w:after="240" w:line="360" w:lineRule="auto"/>
        <w:ind w:left="1440" w:hanging="720"/>
        <w:contextualSpacing w:val="0"/>
        <w:jc w:val="both"/>
      </w:pPr>
      <w:r w:rsidRPr="009506B6">
        <w:rPr>
          <w:b/>
          <w:bCs/>
        </w:rPr>
        <w:t>Regulatory requirements</w:t>
      </w:r>
      <w:bookmarkEnd w:id="1302"/>
      <w:r w:rsidR="004B0ADB" w:rsidRPr="009506B6">
        <w:t>:</w:t>
      </w:r>
    </w:p>
    <w:p w14:paraId="644B9D1C" w14:textId="54EC0CBF" w:rsidR="00945807" w:rsidRPr="009506B6" w:rsidRDefault="00945807" w:rsidP="0089789E">
      <w:pPr>
        <w:pStyle w:val="ListParagraph"/>
        <w:keepNext/>
        <w:keepLines/>
        <w:numPr>
          <w:ilvl w:val="2"/>
          <w:numId w:val="29"/>
        </w:numPr>
        <w:spacing w:before="120" w:after="240" w:line="360" w:lineRule="auto"/>
        <w:ind w:left="2280" w:hanging="1140"/>
        <w:contextualSpacing w:val="0"/>
        <w:jc w:val="both"/>
      </w:pPr>
      <w:bookmarkStart w:id="1306" w:name="_Toc12416976"/>
      <w:r w:rsidRPr="009506B6">
        <w:lastRenderedPageBreak/>
        <w:t>The Service Provider warrants that it is and will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The Service Provider will be responsible for any fines and penalties arising from any non-compliance with any law, legislative enactment or regulatory requirement, code or ruling of any competent authority or industry body relating to the delivery or use of the Services.</w:t>
      </w:r>
      <w:bookmarkEnd w:id="1306"/>
    </w:p>
    <w:p w14:paraId="43D73049" w14:textId="77777777" w:rsidR="00945807" w:rsidRPr="009506B6" w:rsidRDefault="00945807" w:rsidP="0089789E">
      <w:pPr>
        <w:pStyle w:val="ListParagraph"/>
        <w:keepNext/>
        <w:keepLines/>
        <w:numPr>
          <w:ilvl w:val="1"/>
          <w:numId w:val="29"/>
        </w:numPr>
        <w:spacing w:before="120" w:after="240" w:line="360" w:lineRule="auto"/>
        <w:ind w:left="1440" w:hanging="720"/>
        <w:contextualSpacing w:val="0"/>
        <w:jc w:val="both"/>
      </w:pPr>
      <w:bookmarkStart w:id="1307" w:name="_Toc12416977"/>
      <w:r w:rsidRPr="009506B6">
        <w:rPr>
          <w:b/>
          <w:bCs/>
        </w:rPr>
        <w:t>Documentation</w:t>
      </w:r>
      <w:bookmarkEnd w:id="1307"/>
      <w:r w:rsidR="004B0ADB" w:rsidRPr="009506B6">
        <w:t>:</w:t>
      </w:r>
    </w:p>
    <w:p w14:paraId="316436B0" w14:textId="0BB41064" w:rsidR="00945807" w:rsidRPr="009506B6" w:rsidRDefault="00945807" w:rsidP="0089789E">
      <w:pPr>
        <w:pStyle w:val="ListParagraph"/>
        <w:keepNext/>
        <w:keepLines/>
        <w:numPr>
          <w:ilvl w:val="2"/>
          <w:numId w:val="29"/>
        </w:numPr>
        <w:spacing w:before="120" w:after="240" w:line="360" w:lineRule="auto"/>
        <w:ind w:left="2280" w:hanging="1140"/>
        <w:contextualSpacing w:val="0"/>
        <w:jc w:val="both"/>
      </w:pPr>
      <w:bookmarkStart w:id="1308" w:name="_Toc12416978"/>
      <w:r w:rsidRPr="009506B6">
        <w:t>The Service Provider warrants that it will provide and maintain Documentation so that it: (</w:t>
      </w:r>
      <w:proofErr w:type="spellStart"/>
      <w:r w:rsidRPr="009506B6">
        <w:t>i</w:t>
      </w:r>
      <w:proofErr w:type="spellEnd"/>
      <w:r w:rsidRPr="009506B6">
        <w:t xml:space="preserve">) accurately reflects the operations and capabilities of any and all </w:t>
      </w:r>
      <w:r w:rsidR="00265211">
        <w:t>Product Specific</w:t>
      </w:r>
      <w:r w:rsidRPr="009506B6">
        <w:t xml:space="preserve"> training courses; (ii) is accurate, complete and written in a manner easily understood by </w:t>
      </w:r>
      <w:r w:rsidR="00493D74" w:rsidRPr="009506B6">
        <w:t>SARS</w:t>
      </w:r>
      <w:r w:rsidRPr="009506B6">
        <w:t>; and (iii) is promptly updated from time to time to reflect any change.</w:t>
      </w:r>
      <w:bookmarkEnd w:id="1308"/>
    </w:p>
    <w:p w14:paraId="6C92D36E"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rPr>
          <w:b/>
          <w:bCs/>
        </w:rPr>
      </w:pPr>
      <w:bookmarkStart w:id="1309" w:name="_Toc12416979"/>
      <w:r w:rsidRPr="009506B6">
        <w:rPr>
          <w:b/>
          <w:bCs/>
        </w:rPr>
        <w:t>General Warranties</w:t>
      </w:r>
      <w:bookmarkEnd w:id="1309"/>
      <w:r w:rsidR="004B0ADB" w:rsidRPr="009506B6">
        <w:t>:</w:t>
      </w:r>
    </w:p>
    <w:p w14:paraId="57C60677" w14:textId="77777777" w:rsidR="0057201C" w:rsidRPr="009506B6" w:rsidRDefault="0057201C" w:rsidP="0089789E">
      <w:pPr>
        <w:pStyle w:val="ListParagraph"/>
        <w:keepNext/>
        <w:keepLines/>
        <w:numPr>
          <w:ilvl w:val="2"/>
          <w:numId w:val="29"/>
        </w:numPr>
        <w:spacing w:before="120" w:after="240" w:line="360" w:lineRule="auto"/>
        <w:ind w:left="2280" w:hanging="1140"/>
        <w:contextualSpacing w:val="0"/>
        <w:jc w:val="both"/>
      </w:pPr>
      <w:bookmarkStart w:id="1310" w:name="_Toc12416980"/>
      <w:r w:rsidRPr="009506B6">
        <w:t>The Service Provider hereby represents and warrants to SARS that-</w:t>
      </w:r>
      <w:bookmarkEnd w:id="1310"/>
    </w:p>
    <w:p w14:paraId="62F2E576" w14:textId="77777777" w:rsidR="0057201C" w:rsidRPr="009506B6" w:rsidRDefault="0057201C" w:rsidP="0089789E">
      <w:pPr>
        <w:pStyle w:val="ListParagraph"/>
        <w:keepNext/>
        <w:keepLines/>
        <w:numPr>
          <w:ilvl w:val="3"/>
          <w:numId w:val="29"/>
        </w:numPr>
        <w:spacing w:before="120" w:after="240" w:line="360" w:lineRule="auto"/>
        <w:ind w:left="2580" w:hanging="1440"/>
        <w:contextualSpacing w:val="0"/>
        <w:jc w:val="both"/>
      </w:pPr>
      <w:bookmarkStart w:id="1311" w:name="_Toc12416981"/>
      <w:r w:rsidRPr="009506B6">
        <w:t>this Agreement has been duly authorised and executed by it and constitutes a legal, valid and binding set of obligations on it;</w:t>
      </w:r>
      <w:bookmarkEnd w:id="1311"/>
    </w:p>
    <w:p w14:paraId="1B59BEBB" w14:textId="77777777" w:rsidR="0057201C" w:rsidRPr="009506B6" w:rsidRDefault="0057201C" w:rsidP="0089789E">
      <w:pPr>
        <w:pStyle w:val="ListParagraph"/>
        <w:keepNext/>
        <w:keepLines/>
        <w:numPr>
          <w:ilvl w:val="3"/>
          <w:numId w:val="29"/>
        </w:numPr>
        <w:spacing w:before="120" w:after="240" w:line="360" w:lineRule="auto"/>
        <w:ind w:left="2580" w:hanging="1440"/>
        <w:contextualSpacing w:val="0"/>
        <w:jc w:val="both"/>
      </w:pPr>
      <w:bookmarkStart w:id="1312" w:name="_Toc12416982"/>
      <w:r w:rsidRPr="009506B6">
        <w:t>it is acting as a principal and not as an agent of an undisclosed principal;</w:t>
      </w:r>
      <w:bookmarkEnd w:id="1312"/>
    </w:p>
    <w:p w14:paraId="5CF6BDC2" w14:textId="77777777" w:rsidR="0057201C" w:rsidRPr="009506B6" w:rsidRDefault="0057201C" w:rsidP="0089789E">
      <w:pPr>
        <w:pStyle w:val="ListParagraph"/>
        <w:keepNext/>
        <w:keepLines/>
        <w:numPr>
          <w:ilvl w:val="3"/>
          <w:numId w:val="29"/>
        </w:numPr>
        <w:spacing w:before="120" w:after="240" w:line="360" w:lineRule="auto"/>
        <w:ind w:left="2580" w:hanging="1440"/>
        <w:contextualSpacing w:val="0"/>
        <w:jc w:val="both"/>
      </w:pPr>
      <w:bookmarkStart w:id="1313" w:name="_Toc12416983"/>
      <w:r w:rsidRPr="009506B6">
        <w:lastRenderedPageBreak/>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bookmarkEnd w:id="1313"/>
      <w:r w:rsidRPr="009506B6">
        <w:t xml:space="preserve"> </w:t>
      </w:r>
    </w:p>
    <w:p w14:paraId="00DAB3AA" w14:textId="77777777" w:rsidR="0057201C" w:rsidRPr="009506B6" w:rsidRDefault="0057201C" w:rsidP="0089789E">
      <w:pPr>
        <w:pStyle w:val="ListParagraph"/>
        <w:keepNext/>
        <w:keepLines/>
        <w:numPr>
          <w:ilvl w:val="3"/>
          <w:numId w:val="29"/>
        </w:numPr>
        <w:spacing w:before="120" w:after="240" w:line="360" w:lineRule="auto"/>
        <w:ind w:left="2580" w:hanging="1440"/>
        <w:contextualSpacing w:val="0"/>
        <w:jc w:val="both"/>
      </w:pPr>
      <w:bookmarkStart w:id="1314" w:name="_Toc12416984"/>
      <w:r w:rsidRPr="009506B6">
        <w:t>it will provide the Services in a cost-effective manner, thereby ensuring that no unnecessary or extraordinary costs are incurred and passed on to SARS;</w:t>
      </w:r>
      <w:bookmarkEnd w:id="1314"/>
      <w:r w:rsidRPr="009506B6">
        <w:t xml:space="preserve"> </w:t>
      </w:r>
    </w:p>
    <w:p w14:paraId="612B41B8" w14:textId="77777777" w:rsidR="0057201C" w:rsidRPr="009506B6" w:rsidRDefault="0057201C" w:rsidP="0089789E">
      <w:pPr>
        <w:pStyle w:val="ListParagraph"/>
        <w:keepNext/>
        <w:keepLines/>
        <w:numPr>
          <w:ilvl w:val="3"/>
          <w:numId w:val="29"/>
        </w:numPr>
        <w:spacing w:before="120" w:after="240" w:line="360" w:lineRule="auto"/>
        <w:ind w:left="2580" w:hanging="1440"/>
        <w:contextualSpacing w:val="0"/>
        <w:jc w:val="both"/>
      </w:pPr>
      <w:bookmarkStart w:id="1315" w:name="_Toc12416985"/>
      <w:r w:rsidRPr="009506B6">
        <w:t>it will have the requisite insurance to cover for professional liability claims (to the extent that it may be applicable), that may be instituted against it;</w:t>
      </w:r>
      <w:bookmarkEnd w:id="1315"/>
      <w:r w:rsidRPr="009506B6">
        <w:t xml:space="preserve"> </w:t>
      </w:r>
    </w:p>
    <w:p w14:paraId="53851C31" w14:textId="77777777" w:rsidR="0057201C" w:rsidRPr="009506B6" w:rsidRDefault="0057201C" w:rsidP="0089789E">
      <w:pPr>
        <w:pStyle w:val="ListParagraph"/>
        <w:keepNext/>
        <w:keepLines/>
        <w:numPr>
          <w:ilvl w:val="3"/>
          <w:numId w:val="29"/>
        </w:numPr>
        <w:spacing w:before="120" w:after="240" w:line="360" w:lineRule="auto"/>
        <w:ind w:left="2580" w:hanging="1440"/>
        <w:contextualSpacing w:val="0"/>
        <w:jc w:val="both"/>
      </w:pPr>
      <w:bookmarkStart w:id="1316" w:name="_Toc12416986"/>
      <w:r w:rsidRPr="009506B6">
        <w:t>it has the necessary resources, skills and experience to render the Service and/or deliver the Deliverables to SARS; and</w:t>
      </w:r>
      <w:bookmarkEnd w:id="1316"/>
    </w:p>
    <w:p w14:paraId="34975BC5" w14:textId="77777777" w:rsidR="00547EFE" w:rsidRPr="009506B6" w:rsidRDefault="008C7C0E" w:rsidP="0089789E">
      <w:pPr>
        <w:pStyle w:val="ListParagraph"/>
        <w:keepNext/>
        <w:keepLines/>
        <w:numPr>
          <w:ilvl w:val="3"/>
          <w:numId w:val="29"/>
        </w:numPr>
        <w:spacing w:before="120" w:after="240" w:line="360" w:lineRule="auto"/>
        <w:ind w:left="2580" w:hanging="1440"/>
        <w:contextualSpacing w:val="0"/>
        <w:jc w:val="both"/>
      </w:pPr>
      <w:bookmarkStart w:id="1317" w:name="_Toc12416987"/>
      <w:r w:rsidRPr="009506B6">
        <w:t>i</w:t>
      </w:r>
      <w:r w:rsidR="0057201C" w:rsidRPr="009506B6">
        <w:t>t is expressly agreed between the Parties that each warranty and representation given by the Service Provider in this Agreement is material to this Agreement and induced SARS to conclude this Agreement.</w:t>
      </w:r>
      <w:bookmarkEnd w:id="1317"/>
      <w:r w:rsidR="00547EFE" w:rsidRPr="009506B6">
        <w:t xml:space="preserve"> </w:t>
      </w:r>
    </w:p>
    <w:p w14:paraId="2DA8517C" w14:textId="265C1CAC" w:rsidR="0057201C" w:rsidRPr="009506B6" w:rsidRDefault="0057201C" w:rsidP="0089789E">
      <w:pPr>
        <w:pStyle w:val="ListParagraph"/>
        <w:keepNext/>
        <w:keepLines/>
        <w:numPr>
          <w:ilvl w:val="2"/>
          <w:numId w:val="29"/>
        </w:numPr>
        <w:spacing w:before="120" w:after="240" w:line="360" w:lineRule="auto"/>
        <w:ind w:left="2280" w:hanging="1140"/>
        <w:contextualSpacing w:val="0"/>
        <w:jc w:val="both"/>
        <w:rPr>
          <w:b/>
          <w:bCs/>
          <w:iCs/>
        </w:rPr>
      </w:pPr>
      <w:r w:rsidRPr="009506B6">
        <w:rPr>
          <w:iCs/>
        </w:rPr>
        <w:t xml:space="preserve">The </w:t>
      </w:r>
      <w:r w:rsidRPr="009506B6">
        <w:t>provisions</w:t>
      </w:r>
      <w:r w:rsidRPr="009506B6">
        <w:rPr>
          <w:iCs/>
        </w:rPr>
        <w:t xml:space="preserve"> of this Clause </w:t>
      </w:r>
      <w:r w:rsidR="00265211">
        <w:rPr>
          <w:iCs/>
        </w:rPr>
        <w:t>3</w:t>
      </w:r>
      <w:r w:rsidR="0059492E">
        <w:rPr>
          <w:iCs/>
        </w:rPr>
        <w:t>7</w:t>
      </w:r>
      <w:r w:rsidR="008C7C0E" w:rsidRPr="009506B6">
        <w:rPr>
          <w:iCs/>
        </w:rPr>
        <w:t xml:space="preserve"> </w:t>
      </w:r>
      <w:r w:rsidRPr="009506B6">
        <w:rPr>
          <w:iCs/>
        </w:rPr>
        <w:t>shall survive the termination of this Agreement.</w:t>
      </w:r>
    </w:p>
    <w:p w14:paraId="375FB55D" w14:textId="77777777" w:rsidR="002B5A54" w:rsidRPr="009506B6" w:rsidRDefault="002B5A54"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318" w:name="_Toc293325642"/>
      <w:bookmarkStart w:id="1319" w:name="_Toc107398027"/>
      <w:bookmarkStart w:id="1320" w:name="_Toc35047549"/>
      <w:bookmarkStart w:id="1321" w:name="_Ref35050000"/>
      <w:bookmarkStart w:id="1322" w:name="_Ref35050710"/>
      <w:bookmarkStart w:id="1323" w:name="_Ref35052627"/>
      <w:bookmarkStart w:id="1324" w:name="_Toc38248705"/>
      <w:bookmarkStart w:id="1325" w:name="_Ref253058253"/>
      <w:bookmarkStart w:id="1326" w:name="_Ref253132923"/>
      <w:bookmarkStart w:id="1327" w:name="_Ref253988655"/>
      <w:bookmarkStart w:id="1328" w:name="_Ref253988669"/>
      <w:bookmarkStart w:id="1329" w:name="_Ref253992563"/>
      <w:bookmarkStart w:id="1330" w:name="_Toc283110479"/>
      <w:r w:rsidRPr="009506B6">
        <w:rPr>
          <w:b/>
          <w:bCs/>
          <w:caps/>
          <w:lang w:val="en-ZA" w:eastAsia="en-US"/>
        </w:rPr>
        <w:t>CO-OPERATION</w:t>
      </w:r>
      <w:bookmarkEnd w:id="1318"/>
      <w:bookmarkEnd w:id="1319"/>
    </w:p>
    <w:p w14:paraId="6DBD8D2B" w14:textId="777DB116"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rPr>
          <w:b/>
          <w:bCs/>
        </w:rPr>
      </w:pPr>
      <w:bookmarkStart w:id="1331" w:name="_Toc293325643"/>
      <w:bookmarkStart w:id="1332" w:name="_Toc12416991"/>
      <w:r w:rsidRPr="009506B6">
        <w:t>The Parties undertake at all times to co-operate with each other in good faith in order to carry out this Agreement.</w:t>
      </w:r>
      <w:bookmarkEnd w:id="1331"/>
      <w:bookmarkEnd w:id="1332"/>
      <w:r w:rsidR="00DD24D3">
        <w:t xml:space="preserve"> </w:t>
      </w:r>
    </w:p>
    <w:p w14:paraId="1BDDA967" w14:textId="36AD1B7A" w:rsidR="002B5A54" w:rsidRPr="009506B6" w:rsidRDefault="002B5A54" w:rsidP="0089789E">
      <w:pPr>
        <w:pStyle w:val="ListParagraph"/>
        <w:keepNext/>
        <w:keepLines/>
        <w:numPr>
          <w:ilvl w:val="0"/>
          <w:numId w:val="29"/>
        </w:numPr>
        <w:spacing w:before="120" w:after="240" w:line="360" w:lineRule="auto"/>
        <w:ind w:left="720" w:hanging="720"/>
        <w:contextualSpacing w:val="0"/>
        <w:jc w:val="both"/>
        <w:outlineLvl w:val="0"/>
        <w:rPr>
          <w:caps/>
          <w:lang w:val="en-ZA" w:eastAsia="en-US"/>
        </w:rPr>
      </w:pPr>
      <w:bookmarkStart w:id="1333" w:name="_Ref292884508"/>
      <w:bookmarkStart w:id="1334" w:name="_Ref292887914"/>
      <w:bookmarkStart w:id="1335" w:name="_Ref292887935"/>
      <w:bookmarkStart w:id="1336" w:name="_Ref292896583"/>
      <w:bookmarkStart w:id="1337" w:name="_Toc293325644"/>
      <w:bookmarkStart w:id="1338" w:name="_Toc107398028"/>
      <w:r w:rsidRPr="009506B6">
        <w:rPr>
          <w:b/>
          <w:bCs/>
          <w:caps/>
          <w:lang w:val="en-ZA" w:eastAsia="en-US"/>
        </w:rPr>
        <w:t>DISPUTES</w:t>
      </w:r>
      <w:bookmarkEnd w:id="1320"/>
      <w:bookmarkEnd w:id="1321"/>
      <w:bookmarkEnd w:id="1322"/>
      <w:bookmarkEnd w:id="1323"/>
      <w:bookmarkEnd w:id="1324"/>
      <w:bookmarkEnd w:id="1325"/>
      <w:bookmarkEnd w:id="1326"/>
      <w:bookmarkEnd w:id="1327"/>
      <w:bookmarkEnd w:id="1328"/>
      <w:bookmarkEnd w:id="1329"/>
      <w:bookmarkEnd w:id="1330"/>
      <w:bookmarkEnd w:id="1333"/>
      <w:bookmarkEnd w:id="1334"/>
      <w:bookmarkEnd w:id="1335"/>
      <w:bookmarkEnd w:id="1336"/>
      <w:bookmarkEnd w:id="1337"/>
      <w:bookmarkEnd w:id="1338"/>
    </w:p>
    <w:p w14:paraId="21B894C9"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39" w:name="_Ref35050452"/>
      <w:bookmarkStart w:id="1340" w:name="_Toc12416993"/>
      <w:r w:rsidRPr="009506B6">
        <w:t>In the event of there being a dispute, but save where otherwise provided in this Agreement, such dispute will be resolved in accordance with the rules of the AFSA as provided for below</w:t>
      </w:r>
      <w:bookmarkEnd w:id="1339"/>
      <w:r w:rsidRPr="009506B6">
        <w:t>.</w:t>
      </w:r>
      <w:bookmarkEnd w:id="1340"/>
    </w:p>
    <w:p w14:paraId="4130979F"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41" w:name="_Toc12416994"/>
      <w:r w:rsidRPr="009506B6">
        <w:lastRenderedPageBreak/>
        <w:t>In the event of any such dispute arising between the Parties relating to or arising out of this Agreement, including a dispute as to the validity, implementation, 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Johannesburg in accordance with the rules of AFSA.</w:t>
      </w:r>
      <w:bookmarkEnd w:id="1341"/>
    </w:p>
    <w:p w14:paraId="003575DF"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42" w:name="_Toc12416995"/>
      <w:r w:rsidRPr="009506B6">
        <w:t>Should the Parties fail to agree in writing on an arbitrator within 10 (ten) days after arbitration has been demanded, the arbitrator will be nominated at the request of a disputant by AFSA.</w:t>
      </w:r>
      <w:bookmarkEnd w:id="1342"/>
    </w:p>
    <w:p w14:paraId="1DF7ADF3" w14:textId="321C94A9"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43" w:name="_Ref1358819"/>
      <w:bookmarkStart w:id="1344" w:name="_Toc12416996"/>
      <w:r w:rsidRPr="009506B6">
        <w:t xml:space="preserve">The decision of the arbitrator will be binding on the Parties to the arbitration after the expiry of the period of 20 (twenty) days from the date of the arbitrator's ruling if no appeal has been lodged by any Party. A decision which becomes final and binding in terms of this </w:t>
      </w:r>
      <w:r w:rsidR="00E23CEB" w:rsidRPr="009506B6">
        <w:t>Clause</w:t>
      </w:r>
      <w:r w:rsidRPr="009506B6">
        <w:t xml:space="preserve"> </w:t>
      </w:r>
      <w:r w:rsidR="00415A58">
        <w:t>4</w:t>
      </w:r>
      <w:r w:rsidR="0059492E">
        <w:t>0</w:t>
      </w:r>
      <w:r w:rsidRPr="009506B6">
        <w:t xml:space="preserve"> may be made an order of court at the instance of any Party to the arbitration.</w:t>
      </w:r>
      <w:bookmarkEnd w:id="1343"/>
      <w:bookmarkEnd w:id="1344"/>
      <w:r w:rsidRPr="009506B6">
        <w:t xml:space="preserve"> </w:t>
      </w:r>
    </w:p>
    <w:p w14:paraId="41D91720"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45" w:name="_Toc12416997"/>
      <w:r w:rsidRPr="009506B6">
        <w:t>Nothing herein contained will be deemed to prevent or prohibit a disputant from applying to the appropriate Court for urgent relief or for judgment in relation to a liquidated claim.</w:t>
      </w:r>
      <w:bookmarkEnd w:id="1345"/>
    </w:p>
    <w:p w14:paraId="4058F24E" w14:textId="7DAA3B3F"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46" w:name="_Toc12416998"/>
      <w:r w:rsidRPr="009506B6">
        <w:t xml:space="preserve">Any arbitration in terms of this </w:t>
      </w:r>
      <w:r w:rsidR="00E23CEB" w:rsidRPr="009506B6">
        <w:t>Clause</w:t>
      </w:r>
      <w:r w:rsidRPr="009506B6">
        <w:t xml:space="preserve"> </w:t>
      </w:r>
      <w:r w:rsidR="00415A58">
        <w:t>4</w:t>
      </w:r>
      <w:r w:rsidR="0059492E">
        <w:t>0</w:t>
      </w:r>
      <w:r w:rsidRPr="009506B6">
        <w:t xml:space="preserve"> will be conducted in camera and the Parties will treat as confidential and not disclose to any </w:t>
      </w:r>
      <w:r w:rsidR="00415A58" w:rsidRPr="009506B6">
        <w:t>Third-Party</w:t>
      </w:r>
      <w:r w:rsidRPr="009506B6">
        <w:t xml:space="preserve"> details of the dispute submitted to arbitration, the conduct of the arbitration proceedings or the outcome of the arbitration, without the written consent of all the disputants.</w:t>
      </w:r>
      <w:bookmarkEnd w:id="1346"/>
    </w:p>
    <w:p w14:paraId="7E0AEB01" w14:textId="599BAFF5" w:rsidR="00415A58" w:rsidRDefault="002B5A54" w:rsidP="00415A58">
      <w:pPr>
        <w:pStyle w:val="ListParagraph"/>
        <w:keepNext/>
        <w:keepLines/>
        <w:numPr>
          <w:ilvl w:val="1"/>
          <w:numId w:val="29"/>
        </w:numPr>
        <w:spacing w:before="120" w:after="240" w:line="360" w:lineRule="auto"/>
        <w:ind w:left="1440" w:hanging="720"/>
        <w:contextualSpacing w:val="0"/>
        <w:jc w:val="both"/>
      </w:pPr>
      <w:bookmarkStart w:id="1347" w:name="_Toc12416999"/>
      <w:r w:rsidRPr="009506B6">
        <w:t xml:space="preserve">The provisions of this </w:t>
      </w:r>
      <w:r w:rsidR="00E23CEB" w:rsidRPr="009506B6">
        <w:t>Clause</w:t>
      </w:r>
      <w:r w:rsidRPr="009506B6">
        <w:t xml:space="preserve"> </w:t>
      </w:r>
      <w:r w:rsidR="00415A58">
        <w:t>4</w:t>
      </w:r>
      <w:r w:rsidR="0059492E">
        <w:t>0</w:t>
      </w:r>
      <w:r w:rsidRPr="009506B6">
        <w:t xml:space="preserve"> will continue to be binding on the Parties notwithstanding any termination or cancellation of the Agreement.</w:t>
      </w:r>
      <w:bookmarkEnd w:id="1347"/>
    </w:p>
    <w:p w14:paraId="44BA4004" w14:textId="1BE31341" w:rsidR="00660D75" w:rsidRDefault="00660D75" w:rsidP="00660D75">
      <w:pPr>
        <w:keepNext/>
        <w:keepLines/>
        <w:spacing w:before="120" w:after="240" w:line="360" w:lineRule="auto"/>
        <w:jc w:val="both"/>
      </w:pPr>
    </w:p>
    <w:p w14:paraId="716667E5" w14:textId="68DCE6B4" w:rsidR="00660D75" w:rsidRDefault="00660D75" w:rsidP="00660D75">
      <w:pPr>
        <w:keepNext/>
        <w:keepLines/>
        <w:spacing w:before="120" w:after="240" w:line="360" w:lineRule="auto"/>
        <w:jc w:val="both"/>
      </w:pPr>
    </w:p>
    <w:p w14:paraId="7D8B72C2" w14:textId="193E8934" w:rsidR="00660D75" w:rsidRDefault="00660D75" w:rsidP="00660D75">
      <w:pPr>
        <w:keepNext/>
        <w:keepLines/>
        <w:spacing w:before="120" w:after="240" w:line="360" w:lineRule="auto"/>
        <w:jc w:val="both"/>
      </w:pPr>
    </w:p>
    <w:p w14:paraId="0F224937" w14:textId="77777777" w:rsidR="00660D75" w:rsidRPr="009506B6" w:rsidRDefault="00660D75" w:rsidP="00660D75">
      <w:pPr>
        <w:keepNext/>
        <w:keepLines/>
        <w:spacing w:before="120" w:after="240" w:line="360" w:lineRule="auto"/>
        <w:jc w:val="both"/>
      </w:pPr>
    </w:p>
    <w:p w14:paraId="52DA97F9" w14:textId="77777777" w:rsidR="002B5A54" w:rsidRPr="009506B6" w:rsidRDefault="002B5A54"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348" w:name="_Toc12417000"/>
      <w:bookmarkStart w:id="1349" w:name="_Toc107398029"/>
      <w:bookmarkStart w:id="1350" w:name="_Hlk71714590"/>
      <w:r w:rsidRPr="009506B6">
        <w:rPr>
          <w:b/>
          <w:bCs/>
          <w:caps/>
          <w:lang w:val="en-ZA" w:eastAsia="en-US"/>
        </w:rPr>
        <w:lastRenderedPageBreak/>
        <w:t>Addresses</w:t>
      </w:r>
      <w:bookmarkEnd w:id="1348"/>
      <w:bookmarkEnd w:id="1349"/>
    </w:p>
    <w:p w14:paraId="2704FF9A"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51" w:name="_Toc12417001"/>
      <w:bookmarkStart w:id="1352" w:name="_Hlk71714605"/>
      <w:bookmarkEnd w:id="1350"/>
      <w:r w:rsidRPr="009506B6">
        <w:t xml:space="preserve">Each Party chooses the addresses set out below its name as its addresses to which all notices and other communications must be delivered for the purposes of this Agreement and its </w:t>
      </w:r>
      <w:proofErr w:type="spellStart"/>
      <w:r w:rsidRPr="009506B6">
        <w:t>domicilium</w:t>
      </w:r>
      <w:proofErr w:type="spellEnd"/>
      <w:r w:rsidRPr="009506B6">
        <w:t xml:space="preserve"> </w:t>
      </w:r>
      <w:proofErr w:type="spellStart"/>
      <w:r w:rsidRPr="009506B6">
        <w:t>citandi</w:t>
      </w:r>
      <w:proofErr w:type="spellEnd"/>
      <w:r w:rsidRPr="009506B6">
        <w:t xml:space="preserve"> et </w:t>
      </w:r>
      <w:proofErr w:type="spellStart"/>
      <w:r w:rsidRPr="009506B6">
        <w:t>executandi</w:t>
      </w:r>
      <w:proofErr w:type="spellEnd"/>
      <w:r w:rsidRPr="009506B6">
        <w:t xml:space="preserve"> (“</w:t>
      </w:r>
      <w:proofErr w:type="spellStart"/>
      <w:r w:rsidRPr="009506B6">
        <w:t>domicilium</w:t>
      </w:r>
      <w:proofErr w:type="spellEnd"/>
      <w:r w:rsidRPr="009506B6">
        <w:t>”) at which all documents in legal proceedings in connection with this Agreement must be served.</w:t>
      </w:r>
      <w:bookmarkEnd w:id="1351"/>
    </w:p>
    <w:p w14:paraId="05CE901D"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53" w:name="_Toc12417002"/>
      <w:bookmarkEnd w:id="1352"/>
      <w:r w:rsidRPr="009506B6">
        <w:t>SARS’s physical address for service of notices and legal processes-</w:t>
      </w:r>
      <w:bookmarkEnd w:id="1353"/>
      <w:r w:rsidRPr="009506B6">
        <w:t xml:space="preserve"> </w:t>
      </w:r>
    </w:p>
    <w:p w14:paraId="607B61DB" w14:textId="0AFA8D5F" w:rsidR="002B5A54" w:rsidRPr="009506B6" w:rsidRDefault="00481DD5" w:rsidP="00DD24D3">
      <w:pPr>
        <w:keepNext/>
        <w:keepLines/>
        <w:spacing w:before="120" w:after="240" w:line="360" w:lineRule="auto"/>
        <w:ind w:left="1440"/>
        <w:jc w:val="both"/>
        <w:rPr>
          <w:rFonts w:ascii="Arial" w:hAnsi="Arial" w:cs="Arial"/>
          <w:b/>
          <w:bCs/>
          <w:sz w:val="22"/>
          <w:szCs w:val="22"/>
        </w:rPr>
      </w:pPr>
      <w:bookmarkStart w:id="1354" w:name="_Toc12417003"/>
      <w:r>
        <w:rPr>
          <w:rFonts w:ascii="Arial" w:hAnsi="Arial" w:cs="Arial"/>
          <w:sz w:val="22"/>
          <w:szCs w:val="22"/>
        </w:rPr>
        <w:t>Head</w:t>
      </w:r>
      <w:r w:rsidR="002B5A54" w:rsidRPr="009506B6">
        <w:rPr>
          <w:rFonts w:ascii="Arial" w:hAnsi="Arial" w:cs="Arial"/>
          <w:sz w:val="22"/>
          <w:szCs w:val="22"/>
        </w:rPr>
        <w:t>:</w:t>
      </w:r>
      <w:r w:rsidR="00AC1C48" w:rsidRPr="009506B6">
        <w:rPr>
          <w:rFonts w:ascii="Arial" w:hAnsi="Arial" w:cs="Arial"/>
          <w:sz w:val="22"/>
          <w:szCs w:val="22"/>
        </w:rPr>
        <w:t xml:space="preserve"> Corporate Legal Services</w:t>
      </w:r>
      <w:bookmarkEnd w:id="1354"/>
      <w:r w:rsidR="002B5A54" w:rsidRPr="009506B6">
        <w:rPr>
          <w:rFonts w:ascii="Arial" w:hAnsi="Arial" w:cs="Arial"/>
          <w:sz w:val="22"/>
          <w:szCs w:val="22"/>
        </w:rPr>
        <w:t xml:space="preserve"> </w:t>
      </w:r>
    </w:p>
    <w:p w14:paraId="7865E6AC" w14:textId="77777777" w:rsidR="002B5A54" w:rsidRPr="009506B6" w:rsidRDefault="002B5A54" w:rsidP="00DD24D3">
      <w:pPr>
        <w:keepNext/>
        <w:keepLines/>
        <w:spacing w:before="120" w:after="240" w:line="360" w:lineRule="auto"/>
        <w:ind w:left="1440"/>
        <w:jc w:val="both"/>
        <w:rPr>
          <w:rFonts w:ascii="Arial" w:hAnsi="Arial" w:cs="Arial"/>
          <w:b/>
          <w:bCs/>
          <w:sz w:val="22"/>
          <w:szCs w:val="22"/>
        </w:rPr>
      </w:pPr>
      <w:bookmarkStart w:id="1355" w:name="_Toc12417004"/>
      <w:r w:rsidRPr="009506B6">
        <w:rPr>
          <w:rFonts w:ascii="Arial" w:hAnsi="Arial" w:cs="Arial"/>
          <w:sz w:val="22"/>
          <w:szCs w:val="22"/>
        </w:rPr>
        <w:t xml:space="preserve">299 </w:t>
      </w:r>
      <w:proofErr w:type="spellStart"/>
      <w:r w:rsidRPr="009506B6">
        <w:rPr>
          <w:rFonts w:ascii="Arial" w:hAnsi="Arial" w:cs="Arial"/>
          <w:sz w:val="22"/>
          <w:szCs w:val="22"/>
        </w:rPr>
        <w:t>Bronkhorst</w:t>
      </w:r>
      <w:proofErr w:type="spellEnd"/>
      <w:r w:rsidRPr="009506B6">
        <w:rPr>
          <w:rFonts w:ascii="Arial" w:hAnsi="Arial" w:cs="Arial"/>
          <w:sz w:val="22"/>
          <w:szCs w:val="22"/>
        </w:rPr>
        <w:t xml:space="preserve"> Street</w:t>
      </w:r>
      <w:bookmarkEnd w:id="1355"/>
      <w:r w:rsidRPr="009506B6">
        <w:rPr>
          <w:rFonts w:ascii="Arial" w:hAnsi="Arial" w:cs="Arial"/>
          <w:sz w:val="22"/>
          <w:szCs w:val="22"/>
        </w:rPr>
        <w:t xml:space="preserve"> </w:t>
      </w:r>
    </w:p>
    <w:p w14:paraId="784F45B3" w14:textId="77777777" w:rsidR="002B5A54" w:rsidRPr="009506B6" w:rsidRDefault="002B5A54" w:rsidP="00DD24D3">
      <w:pPr>
        <w:keepNext/>
        <w:keepLines/>
        <w:spacing w:before="120" w:after="240" w:line="360" w:lineRule="auto"/>
        <w:ind w:left="1440"/>
        <w:jc w:val="both"/>
        <w:rPr>
          <w:rFonts w:ascii="Arial" w:hAnsi="Arial" w:cs="Arial"/>
          <w:b/>
          <w:bCs/>
          <w:sz w:val="22"/>
          <w:szCs w:val="22"/>
        </w:rPr>
      </w:pPr>
      <w:bookmarkStart w:id="1356" w:name="_Toc12417005"/>
      <w:r w:rsidRPr="009506B6">
        <w:rPr>
          <w:rFonts w:ascii="Arial" w:hAnsi="Arial" w:cs="Arial"/>
          <w:sz w:val="22"/>
          <w:szCs w:val="22"/>
        </w:rPr>
        <w:t xml:space="preserve">Block A, Le </w:t>
      </w:r>
      <w:proofErr w:type="spellStart"/>
      <w:r w:rsidRPr="009506B6">
        <w:rPr>
          <w:rFonts w:ascii="Arial" w:hAnsi="Arial" w:cs="Arial"/>
          <w:sz w:val="22"/>
          <w:szCs w:val="22"/>
        </w:rPr>
        <w:t>Hae</w:t>
      </w:r>
      <w:proofErr w:type="spellEnd"/>
      <w:r w:rsidRPr="009506B6">
        <w:rPr>
          <w:rFonts w:ascii="Arial" w:hAnsi="Arial" w:cs="Arial"/>
          <w:sz w:val="22"/>
          <w:szCs w:val="22"/>
        </w:rPr>
        <w:t xml:space="preserve"> La SARS</w:t>
      </w:r>
      <w:bookmarkEnd w:id="1356"/>
    </w:p>
    <w:p w14:paraId="1431CF8D" w14:textId="77777777" w:rsidR="002B5A54" w:rsidRPr="009506B6" w:rsidRDefault="002B5A54" w:rsidP="00DD24D3">
      <w:pPr>
        <w:keepNext/>
        <w:keepLines/>
        <w:spacing w:before="120" w:after="240" w:line="360" w:lineRule="auto"/>
        <w:ind w:left="1440"/>
        <w:jc w:val="both"/>
        <w:rPr>
          <w:rFonts w:ascii="Arial" w:hAnsi="Arial" w:cs="Arial"/>
          <w:b/>
          <w:bCs/>
          <w:sz w:val="22"/>
          <w:szCs w:val="22"/>
        </w:rPr>
      </w:pPr>
      <w:bookmarkStart w:id="1357" w:name="_Toc12417006"/>
      <w:proofErr w:type="spellStart"/>
      <w:r w:rsidRPr="009506B6">
        <w:rPr>
          <w:rFonts w:ascii="Arial" w:hAnsi="Arial" w:cs="Arial"/>
          <w:sz w:val="22"/>
          <w:szCs w:val="22"/>
        </w:rPr>
        <w:t>Nieuw</w:t>
      </w:r>
      <w:proofErr w:type="spellEnd"/>
      <w:r w:rsidRPr="009506B6">
        <w:rPr>
          <w:rFonts w:ascii="Arial" w:hAnsi="Arial" w:cs="Arial"/>
          <w:sz w:val="22"/>
          <w:szCs w:val="22"/>
        </w:rPr>
        <w:t xml:space="preserve"> </w:t>
      </w:r>
      <w:proofErr w:type="spellStart"/>
      <w:r w:rsidRPr="009506B6">
        <w:rPr>
          <w:rFonts w:ascii="Arial" w:hAnsi="Arial" w:cs="Arial"/>
          <w:sz w:val="22"/>
          <w:szCs w:val="22"/>
        </w:rPr>
        <w:t>Muckleneuk</w:t>
      </w:r>
      <w:bookmarkEnd w:id="1357"/>
      <w:proofErr w:type="spellEnd"/>
      <w:r w:rsidRPr="009506B6">
        <w:rPr>
          <w:rFonts w:ascii="Arial" w:hAnsi="Arial" w:cs="Arial"/>
          <w:sz w:val="22"/>
          <w:szCs w:val="22"/>
        </w:rPr>
        <w:t xml:space="preserve"> </w:t>
      </w:r>
    </w:p>
    <w:p w14:paraId="55F420E0" w14:textId="77777777" w:rsidR="002B5A54" w:rsidRPr="009506B6" w:rsidRDefault="002B5A54" w:rsidP="00DD24D3">
      <w:pPr>
        <w:keepNext/>
        <w:keepLines/>
        <w:spacing w:before="120" w:after="240" w:line="360" w:lineRule="auto"/>
        <w:ind w:left="1440"/>
        <w:jc w:val="both"/>
        <w:rPr>
          <w:rFonts w:ascii="Arial" w:hAnsi="Arial" w:cs="Arial"/>
          <w:b/>
          <w:bCs/>
          <w:sz w:val="22"/>
          <w:szCs w:val="22"/>
        </w:rPr>
      </w:pPr>
      <w:bookmarkStart w:id="1358" w:name="_Toc12417007"/>
      <w:r w:rsidRPr="009506B6">
        <w:rPr>
          <w:rFonts w:ascii="Arial" w:hAnsi="Arial" w:cs="Arial"/>
          <w:sz w:val="22"/>
          <w:szCs w:val="22"/>
        </w:rPr>
        <w:t>P</w:t>
      </w:r>
      <w:r w:rsidR="002830CA" w:rsidRPr="009506B6">
        <w:rPr>
          <w:rFonts w:ascii="Arial" w:hAnsi="Arial" w:cs="Arial"/>
          <w:sz w:val="22"/>
          <w:szCs w:val="22"/>
        </w:rPr>
        <w:t>retoria</w:t>
      </w:r>
      <w:bookmarkEnd w:id="1358"/>
    </w:p>
    <w:p w14:paraId="119E0440" w14:textId="198B2062"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rPr>
          <w:b/>
          <w:bCs/>
        </w:rPr>
      </w:pPr>
      <w:bookmarkStart w:id="1359" w:name="_Toc12417008"/>
      <w:bookmarkStart w:id="1360" w:name="_Hlk71714615"/>
      <w:r w:rsidRPr="009506B6">
        <w:t xml:space="preserve">The Service </w:t>
      </w:r>
      <w:r w:rsidR="00B20907" w:rsidRPr="009506B6">
        <w:t>Provider ‘</w:t>
      </w:r>
      <w:r w:rsidRPr="009506B6">
        <w:t xml:space="preserve">s physical address for service of notices and legal processes shall be as </w:t>
      </w:r>
      <w:bookmarkEnd w:id="1359"/>
      <w:r w:rsidR="007D7284" w:rsidRPr="009506B6">
        <w:t>follows:</w:t>
      </w:r>
      <w:r w:rsidR="001568D0" w:rsidRPr="009506B6">
        <w:t xml:space="preserve"> [</w:t>
      </w:r>
      <w:r w:rsidR="00166FFF" w:rsidRPr="009506B6">
        <w:rPr>
          <w:b/>
        </w:rPr>
        <w:t xml:space="preserve">NOTE TO </w:t>
      </w:r>
      <w:r w:rsidR="00C517E8" w:rsidRPr="009506B6">
        <w:rPr>
          <w:b/>
        </w:rPr>
        <w:t>BIDDER</w:t>
      </w:r>
      <w:r w:rsidR="001568D0" w:rsidRPr="009506B6">
        <w:rPr>
          <w:b/>
          <w:bCs/>
        </w:rPr>
        <w:t>:</w:t>
      </w:r>
      <w:r w:rsidR="001568D0" w:rsidRPr="009506B6">
        <w:t xml:space="preserve"> TO BE INSERTED POST AWARD]</w:t>
      </w:r>
    </w:p>
    <w:bookmarkEnd w:id="1360"/>
    <w:p w14:paraId="7615BAAD" w14:textId="76F2A589"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r w:rsidRPr="009506B6">
        <w:fldChar w:fldCharType="begin"/>
      </w:r>
      <w:r w:rsidRPr="009506B6">
        <w:instrText xml:space="preserve">seq level2 \h \r0 </w:instrText>
      </w:r>
      <w:r w:rsidRPr="009506B6">
        <w:fldChar w:fldCharType="end"/>
      </w:r>
      <w:bookmarkStart w:id="1361" w:name="_Toc12417009"/>
      <w:r w:rsidRPr="009506B6">
        <w:t xml:space="preserve">Any notice or communication required or permitted to be given to a Party pursuant to the provisions of this Agreement shall be valid and effective only if in writing and sent to a Party’s </w:t>
      </w:r>
      <w:proofErr w:type="spellStart"/>
      <w:r w:rsidRPr="009506B6">
        <w:t>domicilium</w:t>
      </w:r>
      <w:proofErr w:type="spellEnd"/>
      <w:r w:rsidRPr="009506B6">
        <w:t>.</w:t>
      </w:r>
      <w:bookmarkEnd w:id="1361"/>
    </w:p>
    <w:p w14:paraId="3AA77E3A"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62" w:name="_Toc12417010"/>
      <w:r w:rsidRPr="009506B6">
        <w:t>Any Party may by written notice to the other Party, change its chosen address to another address, provided that-</w:t>
      </w:r>
      <w:bookmarkEnd w:id="1362"/>
    </w:p>
    <w:p w14:paraId="46A248D1"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63" w:name="_Toc12417011"/>
      <w:r w:rsidRPr="009506B6">
        <w:t>the change shall become effective on the tenth (10th) Business Day after the receipt or deemed receipt of the notice by the addressee; and</w:t>
      </w:r>
      <w:bookmarkEnd w:id="1363"/>
    </w:p>
    <w:p w14:paraId="5AD05A48"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64" w:name="_Toc12417012"/>
      <w:r w:rsidRPr="009506B6">
        <w:t xml:space="preserve">any change in a Party’s </w:t>
      </w:r>
      <w:proofErr w:type="spellStart"/>
      <w:r w:rsidRPr="009506B6">
        <w:t>domicilium</w:t>
      </w:r>
      <w:proofErr w:type="spellEnd"/>
      <w:r w:rsidRPr="009506B6">
        <w:t xml:space="preserve"> shall only be to an address in South Africa, which is not a post office box or a poste restante.</w:t>
      </w:r>
      <w:bookmarkEnd w:id="1364"/>
    </w:p>
    <w:p w14:paraId="06246CA1"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65" w:name="_Toc12417013"/>
      <w:r w:rsidRPr="009506B6">
        <w:lastRenderedPageBreak/>
        <w:t xml:space="preserve">Any notice to a Party contained in a correctly addressed envelope and sent by prepaid registered post to it at a Party’s </w:t>
      </w:r>
      <w:proofErr w:type="spellStart"/>
      <w:r w:rsidRPr="009506B6">
        <w:t>domicilium</w:t>
      </w:r>
      <w:proofErr w:type="spellEnd"/>
      <w:r w:rsidRPr="009506B6">
        <w:t xml:space="preserve"> shall be deemed to have been received on the fifth (5th) Business Day after posting.</w:t>
      </w:r>
      <w:bookmarkEnd w:id="1365"/>
      <w:r w:rsidRPr="009506B6">
        <w:t xml:space="preserve"> </w:t>
      </w:r>
    </w:p>
    <w:p w14:paraId="3E680241" w14:textId="77777777" w:rsidR="00AC1C48"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66" w:name="_Toc12417014"/>
      <w:r w:rsidRPr="009506B6">
        <w:t xml:space="preserve">Any notice to a Party in a correctly addressed envelope and which is delivered by hand to a Party’s chosen address shall be deemed to have been received on the day of </w:t>
      </w:r>
      <w:r w:rsidR="00391A73" w:rsidRPr="009506B6">
        <w:t>delivery unless</w:t>
      </w:r>
      <w:r w:rsidRPr="009506B6">
        <w:t xml:space="preserve"> the contrary is proved.</w:t>
      </w:r>
      <w:bookmarkEnd w:id="1366"/>
    </w:p>
    <w:p w14:paraId="1145BED2" w14:textId="77777777" w:rsidR="002B5A54" w:rsidRPr="009506B6" w:rsidRDefault="002B5A54"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367" w:name="_Toc531439721"/>
      <w:bookmarkStart w:id="1368" w:name="_Toc107398030"/>
      <w:bookmarkStart w:id="1369" w:name="_Hlk71714786"/>
      <w:r w:rsidRPr="009506B6">
        <w:rPr>
          <w:b/>
          <w:bCs/>
          <w:caps/>
          <w:lang w:val="en-ZA" w:eastAsia="en-US"/>
        </w:rPr>
        <w:t>Broad-Based Black Economic Empowerment ("BBBEE")</w:t>
      </w:r>
      <w:bookmarkEnd w:id="1367"/>
      <w:bookmarkEnd w:id="1368"/>
    </w:p>
    <w:p w14:paraId="3BB62E52"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70" w:name="_Toc12417016"/>
      <w:bookmarkEnd w:id="1369"/>
      <w:r w:rsidRPr="009506B6">
        <w:t>The Service Provider acknowledges that Broad-Based Black Economic Empowerment is a business and social imperative in order to achieve a non-racial, non-sexist and equitable society in South-Africa.</w:t>
      </w:r>
      <w:bookmarkEnd w:id="1370"/>
    </w:p>
    <w:p w14:paraId="571BC3D3"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71" w:name="_Toc12417017"/>
      <w:r w:rsidRPr="009506B6">
        <w:t>In pursuance of this objective the Service Provider commits and warrants to comply in all respects with the requirements of the BBBEE and BBBEE Codes issued in terms of the BBBEE.</w:t>
      </w:r>
      <w:bookmarkEnd w:id="1371"/>
    </w:p>
    <w:p w14:paraId="5F344CCB"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72" w:name="_Toc12417018"/>
      <w:bookmarkStart w:id="1373" w:name="_Hlk71714802"/>
      <w:r w:rsidRPr="009506B6">
        <w:t>Upon signature of this Agreement and one (1) calendar month after the expiry of a current certificate for a particular year, the Service Provider shall provide SARS with a certified copy of its BEE Status from an agency accredited by SANAS or IRBA.</w:t>
      </w:r>
      <w:bookmarkEnd w:id="1372"/>
    </w:p>
    <w:p w14:paraId="7472EB19"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74" w:name="_Toc12417019"/>
      <w:bookmarkEnd w:id="1373"/>
      <w:r w:rsidRPr="009506B6">
        <w:t>During the currency of this Agreement (including any extension or renewal hereof which may apply), the Service Provider shall use reasonable endeavours to maintain and improve its current BEE Status.</w:t>
      </w:r>
      <w:bookmarkEnd w:id="1374"/>
    </w:p>
    <w:p w14:paraId="77B218BD"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75" w:name="_Toc12417020"/>
      <w:bookmarkStart w:id="1376" w:name="_Hlk71714820"/>
      <w:r w:rsidRPr="009506B6">
        <w:t>A failure to provide a certified copy of its BEE Status or a failure to comply with provisions of this Clause will entitle SARS to terminate the Agreement by giving the Service Provider one (1) month's written notice.</w:t>
      </w:r>
      <w:bookmarkEnd w:id="1375"/>
    </w:p>
    <w:p w14:paraId="066BF1D7" w14:textId="77777777" w:rsidR="002B5A54" w:rsidRPr="009506B6" w:rsidRDefault="002B5A54"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377" w:name="_Toc531439722"/>
      <w:bookmarkStart w:id="1378" w:name="_Toc107398031"/>
      <w:bookmarkStart w:id="1379" w:name="_Hlk71714844"/>
      <w:bookmarkEnd w:id="1376"/>
      <w:r w:rsidRPr="009506B6">
        <w:rPr>
          <w:b/>
          <w:bCs/>
          <w:caps/>
          <w:lang w:val="en-ZA" w:eastAsia="en-US"/>
        </w:rPr>
        <w:t>Tax Compliance</w:t>
      </w:r>
      <w:bookmarkEnd w:id="1377"/>
      <w:bookmarkEnd w:id="1378"/>
      <w:r w:rsidRPr="009506B6">
        <w:rPr>
          <w:b/>
          <w:bCs/>
          <w:caps/>
          <w:lang w:val="en-ZA" w:eastAsia="en-US"/>
        </w:rPr>
        <w:t xml:space="preserve"> </w:t>
      </w:r>
    </w:p>
    <w:p w14:paraId="76297D39"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80" w:name="_Ref531882815"/>
      <w:bookmarkStart w:id="1381" w:name="_Toc12417022"/>
      <w:bookmarkStart w:id="1382" w:name="_Hlk71714857"/>
      <w:bookmarkEnd w:id="1379"/>
      <w:r w:rsidRPr="009506B6">
        <w:t xml:space="preserve">The Service Provider warrants that as of the </w:t>
      </w:r>
      <w:r w:rsidR="001350BE" w:rsidRPr="009506B6">
        <w:t>Effective Date</w:t>
      </w:r>
      <w:r w:rsidRPr="009506B6">
        <w:t xml:space="preserve"> it is in full compliance </w:t>
      </w:r>
      <w:r w:rsidR="00564B19" w:rsidRPr="009506B6">
        <w:t>with and</w:t>
      </w:r>
      <w:r w:rsidRPr="009506B6">
        <w:t xml:space="preserve"> </w:t>
      </w:r>
      <w:r w:rsidR="008C7C0E" w:rsidRPr="009506B6">
        <w:t xml:space="preserve">shall </w:t>
      </w:r>
      <w:r w:rsidRPr="009506B6">
        <w:t xml:space="preserve">throughout the </w:t>
      </w:r>
      <w:r w:rsidR="008C7C0E" w:rsidRPr="009506B6">
        <w:t>T</w:t>
      </w:r>
      <w:r w:rsidRPr="009506B6">
        <w:t>erm of this Agreement (including any Extended Period) shall remain in full compliance with Tax Act.</w:t>
      </w:r>
      <w:bookmarkEnd w:id="1380"/>
      <w:bookmarkEnd w:id="1381"/>
    </w:p>
    <w:p w14:paraId="30B5F5C9" w14:textId="12F2A350" w:rsidR="00AC1C48"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83" w:name="_Toc12417023"/>
      <w:bookmarkStart w:id="1384" w:name="_Hlk71714893"/>
      <w:bookmarkEnd w:id="1382"/>
      <w:r w:rsidRPr="009506B6">
        <w:lastRenderedPageBreak/>
        <w:t xml:space="preserve">Notwithstanding Clause </w:t>
      </w:r>
      <w:r w:rsidR="00547EFE" w:rsidRPr="009506B6">
        <w:fldChar w:fldCharType="begin"/>
      </w:r>
      <w:r w:rsidR="00547EFE" w:rsidRPr="009506B6">
        <w:instrText xml:space="preserve"> REF _Ref531882815 \r \h </w:instrText>
      </w:r>
      <w:r w:rsidR="007D7284" w:rsidRPr="009506B6">
        <w:instrText xml:space="preserve"> \* MERGEFORMAT </w:instrText>
      </w:r>
      <w:r w:rsidR="00547EFE" w:rsidRPr="009506B6">
        <w:fldChar w:fldCharType="separate"/>
      </w:r>
      <w:r w:rsidR="00AA4856">
        <w:t>40.1</w:t>
      </w:r>
      <w:r w:rsidR="00547EFE" w:rsidRPr="009506B6">
        <w:fldChar w:fldCharType="end"/>
      </w:r>
      <w:r w:rsidRPr="009506B6">
        <w:t xml:space="preserve"> above, the Service Provider acknowledges and agrees that to be appointed as the </w:t>
      </w:r>
      <w:r w:rsidR="008C7C0E" w:rsidRPr="009506B6">
        <w:t>p</w:t>
      </w:r>
      <w:r w:rsidRPr="009506B6">
        <w:t xml:space="preserve">referred </w:t>
      </w:r>
      <w:r w:rsidR="008C7C0E" w:rsidRPr="009506B6">
        <w:t>s</w:t>
      </w:r>
      <w:r w:rsidRPr="009506B6">
        <w:t xml:space="preserve">ervice </w:t>
      </w:r>
      <w:r w:rsidR="008C7C0E" w:rsidRPr="009506B6">
        <w:t>p</w:t>
      </w:r>
      <w:r w:rsidRPr="009506B6">
        <w:t>rovider, compliance with the Tax Act is required and as such, the Service Provider is encouraged to monitor and maintain its Tax Act compliance status during the Term.</w:t>
      </w:r>
      <w:bookmarkEnd w:id="1383"/>
      <w:r w:rsidRPr="009506B6">
        <w:t xml:space="preserve"> </w:t>
      </w:r>
    </w:p>
    <w:p w14:paraId="367B6B15" w14:textId="77777777" w:rsidR="002B5A54" w:rsidRPr="009506B6" w:rsidRDefault="002B5A54"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385" w:name="_Toc531439723"/>
      <w:bookmarkStart w:id="1386" w:name="_Toc107398032"/>
      <w:bookmarkEnd w:id="1384"/>
      <w:r w:rsidRPr="009506B6">
        <w:rPr>
          <w:b/>
          <w:bCs/>
          <w:caps/>
          <w:lang w:val="en-ZA" w:eastAsia="en-US"/>
        </w:rPr>
        <w:t>Ethical Business Practices</w:t>
      </w:r>
      <w:bookmarkEnd w:id="1385"/>
      <w:bookmarkEnd w:id="1386"/>
    </w:p>
    <w:p w14:paraId="3B31A1CF" w14:textId="2BFF85CA" w:rsidR="009C00BD" w:rsidRPr="009506B6" w:rsidRDefault="009C00BD" w:rsidP="0089789E">
      <w:pPr>
        <w:pStyle w:val="ListParagraph"/>
        <w:keepNext/>
        <w:keepLines/>
        <w:numPr>
          <w:ilvl w:val="1"/>
          <w:numId w:val="29"/>
        </w:numPr>
        <w:spacing w:before="120" w:after="240" w:line="360" w:lineRule="auto"/>
        <w:ind w:left="1440" w:hanging="720"/>
        <w:contextualSpacing w:val="0"/>
        <w:jc w:val="both"/>
      </w:pPr>
      <w:bookmarkStart w:id="1387" w:name="_Toc12417025"/>
      <w:r w:rsidRPr="009506B6">
        <w:t>SARS has a policy of zero tolerance regarding the engagement in corrupt activities or business.</w:t>
      </w:r>
      <w:r w:rsidR="00DD24D3">
        <w:t xml:space="preserve"> </w:t>
      </w:r>
      <w:r w:rsidRPr="009506B6">
        <w:t xml:space="preserve">The Parties shall promptly report to each other and the relevant authorities any suspicion of corruption on the part of their agents, Staff, suppliers, taxpayers, or any other person or entity related to them, as well as any behaviour by any of the persons that may constitute a contravention of the Prevention and Combating of Corrupt Activities Act, 2004 (Act No. 12 of 2004) (“PRECCA”) or the Prevention of Organised Crime Act, 1998 (Act No. 121 of 1998) (“POCA”) as amended from time to time. </w:t>
      </w:r>
    </w:p>
    <w:p w14:paraId="7A1960E8" w14:textId="77777777" w:rsidR="009C00BD" w:rsidRPr="009506B6" w:rsidRDefault="009C00BD" w:rsidP="0089789E">
      <w:pPr>
        <w:pStyle w:val="ListParagraph"/>
        <w:keepNext/>
        <w:keepLines/>
        <w:numPr>
          <w:ilvl w:val="1"/>
          <w:numId w:val="29"/>
        </w:numPr>
        <w:spacing w:before="120" w:after="240" w:line="360" w:lineRule="auto"/>
        <w:ind w:left="1440" w:hanging="720"/>
        <w:contextualSpacing w:val="0"/>
        <w:jc w:val="both"/>
      </w:pPr>
      <w:r w:rsidRPr="009506B6">
        <w:t xml:space="preserve">Neither Party shall conspire to or offer, promise or make any gift, payment, loan, reward, inducement benefit or other advantage to any of the other Party's Staff, suppliers or any third party in return for a benefit to itself or for the benefit of another person. </w:t>
      </w:r>
    </w:p>
    <w:p w14:paraId="3AA794E6" w14:textId="77777777" w:rsidR="009C00BD" w:rsidRPr="009506B6" w:rsidRDefault="009C00BD" w:rsidP="0089789E">
      <w:pPr>
        <w:pStyle w:val="ListParagraph"/>
        <w:keepNext/>
        <w:keepLines/>
        <w:numPr>
          <w:ilvl w:val="1"/>
          <w:numId w:val="29"/>
        </w:numPr>
        <w:spacing w:before="120" w:after="240" w:line="360" w:lineRule="auto"/>
        <w:ind w:left="1440" w:hanging="720"/>
        <w:contextualSpacing w:val="0"/>
        <w:jc w:val="both"/>
      </w:pPr>
      <w:bookmarkStart w:id="1388" w:name="_Ref282506312"/>
      <w:r w:rsidRPr="009506B6">
        <w:lastRenderedPageBreak/>
        <w:t xml:space="preserve">If the results of any audit of the Services conducted by or on behalf of SARS indicates the possibility of corrupt activities, improper or fraudulent practices or theft, SARS shall, after allowing the Service Provider reasonable opportunity to investigate that possibility, have the right either by itself, or by its agents, or by requesting the police, to investigate all the relevant circumstances, on reasonable notice to the Service Provider as the circumstances allow, to question any relevant Staff of the Service Provider or a third party and the Service Provider shall use all reasonable efforts to facilitate any such investigation or enquiry. In the event that an act of corruption, fraud or theft is proven, SARS shall be entitled, on written notice to the Service Provider, to immediately terminate this Agreement and either assume the provision of the Services </w:t>
      </w:r>
      <w:proofErr w:type="gramStart"/>
      <w:r w:rsidRPr="009506B6">
        <w:t>itself, or</w:t>
      </w:r>
      <w:proofErr w:type="gramEnd"/>
      <w:r w:rsidRPr="009506B6">
        <w:t xml:space="preserve"> appoint a third party to render the Services.</w:t>
      </w:r>
      <w:bookmarkEnd w:id="1388"/>
      <w:r w:rsidRPr="009506B6">
        <w:t xml:space="preserve"> The Service Provider acknowledges that as the Services are a matter of national importance, it is crucial that SARS shall be entitled, without penalty, to ensure continued provision of the Services if for whatever reason this Agreement is terminated pursuant to the breach thereof by the Service Provider or its Staff, as the case may be. </w:t>
      </w:r>
    </w:p>
    <w:p w14:paraId="4A0815B1" w14:textId="04DCEF41" w:rsidR="009C00BD" w:rsidRPr="009506B6" w:rsidRDefault="009C00BD" w:rsidP="0089789E">
      <w:pPr>
        <w:pStyle w:val="ListParagraph"/>
        <w:keepNext/>
        <w:keepLines/>
        <w:numPr>
          <w:ilvl w:val="1"/>
          <w:numId w:val="29"/>
        </w:numPr>
        <w:spacing w:before="120" w:after="240" w:line="360" w:lineRule="auto"/>
        <w:ind w:left="1440" w:hanging="720"/>
        <w:contextualSpacing w:val="0"/>
        <w:jc w:val="both"/>
      </w:pPr>
      <w:r w:rsidRPr="009506B6">
        <w:t xml:space="preserve">If SARS at any stage during the subsistence of this agreement suspects the possibility of corrupt activities, improper or fraudulent </w:t>
      </w:r>
      <w:r w:rsidR="00095F5A" w:rsidRPr="009506B6">
        <w:t>practices, theft</w:t>
      </w:r>
      <w:r w:rsidRPr="009506B6">
        <w:t xml:space="preserve"> or any other offence in terms of PRECCA or POCA by the Service Provider, SARS shall be entitled to:</w:t>
      </w:r>
    </w:p>
    <w:p w14:paraId="333514D9" w14:textId="77777777" w:rsidR="009C00BD" w:rsidRPr="00B3655F" w:rsidRDefault="009C00BD" w:rsidP="0089789E">
      <w:pPr>
        <w:pStyle w:val="ListParagraph"/>
        <w:keepNext/>
        <w:keepLines/>
        <w:numPr>
          <w:ilvl w:val="2"/>
          <w:numId w:val="29"/>
        </w:numPr>
        <w:spacing w:before="120" w:after="240" w:line="360" w:lineRule="auto"/>
        <w:ind w:left="2280" w:hanging="1140"/>
        <w:contextualSpacing w:val="0"/>
        <w:jc w:val="both"/>
        <w:rPr>
          <w:iCs/>
        </w:rPr>
      </w:pPr>
      <w:r w:rsidRPr="00121B59">
        <w:rPr>
          <w:iCs/>
        </w:rPr>
        <w:t>On written notice immediately suspend this Agreement and at its sole and absolute discretion appoint a third party to render the Services should SARS deem it necessary;</w:t>
      </w:r>
    </w:p>
    <w:p w14:paraId="166D91BD" w14:textId="77777777" w:rsidR="009C00BD" w:rsidRPr="00DD24D3" w:rsidRDefault="009C00BD" w:rsidP="0089789E">
      <w:pPr>
        <w:pStyle w:val="ListParagraph"/>
        <w:keepNext/>
        <w:keepLines/>
        <w:numPr>
          <w:ilvl w:val="2"/>
          <w:numId w:val="29"/>
        </w:numPr>
        <w:spacing w:before="120" w:after="240" w:line="360" w:lineRule="auto"/>
        <w:ind w:left="2280" w:hanging="1140"/>
        <w:contextualSpacing w:val="0"/>
        <w:jc w:val="both"/>
        <w:rPr>
          <w:iCs/>
        </w:rPr>
      </w:pPr>
      <w:r w:rsidRPr="00B3655F">
        <w:rPr>
          <w:iCs/>
        </w:rPr>
        <w:t>either by itself, or by its agents, or by requesting the police, to investigate all the</w:t>
      </w:r>
      <w:r w:rsidRPr="0035639D">
        <w:rPr>
          <w:iCs/>
        </w:rPr>
        <w:t xml:space="preserve"> relevant circumstances giving rise to the suspicion and to question any relevant Staff of the Service Provider or a third party; and the Service Provider shall use all reasonable efforts to facilitate any such investigation or enquiry. </w:t>
      </w:r>
    </w:p>
    <w:p w14:paraId="047CCF63" w14:textId="77777777" w:rsidR="009C00BD" w:rsidRPr="009506B6" w:rsidRDefault="009C00BD" w:rsidP="0089789E">
      <w:pPr>
        <w:pStyle w:val="ListParagraph"/>
        <w:keepNext/>
        <w:keepLines/>
        <w:numPr>
          <w:ilvl w:val="1"/>
          <w:numId w:val="29"/>
        </w:numPr>
        <w:spacing w:before="120" w:after="240" w:line="360" w:lineRule="auto"/>
        <w:ind w:left="1440" w:hanging="720"/>
        <w:contextualSpacing w:val="0"/>
        <w:jc w:val="both"/>
      </w:pPr>
      <w:r w:rsidRPr="009506B6">
        <w:t xml:space="preserve">Withhold payment of the Service Provider’s invoices until such time as SARS have concluded its investigations, which period shall be reasonable. </w:t>
      </w:r>
    </w:p>
    <w:p w14:paraId="2CD8EDDD" w14:textId="0AF195CA" w:rsidR="002B5A54" w:rsidRPr="009506B6" w:rsidRDefault="009C00BD" w:rsidP="0089789E">
      <w:pPr>
        <w:pStyle w:val="ListParagraph"/>
        <w:keepNext/>
        <w:keepLines/>
        <w:numPr>
          <w:ilvl w:val="1"/>
          <w:numId w:val="29"/>
        </w:numPr>
        <w:spacing w:before="120" w:after="240" w:line="360" w:lineRule="auto"/>
        <w:ind w:left="1440" w:hanging="720"/>
        <w:contextualSpacing w:val="0"/>
        <w:jc w:val="both"/>
      </w:pPr>
      <w:r w:rsidRPr="009506B6">
        <w:lastRenderedPageBreak/>
        <w:t xml:space="preserve">In the event that an act of corruption, fraud, theft or any other offence in terms of PRECCA or POCA is proven, SARS shall be entitled to immediately terminate this Agreement on written notice to the Service Provider and either assume the provision of the Services </w:t>
      </w:r>
      <w:proofErr w:type="gramStart"/>
      <w:r w:rsidRPr="009506B6">
        <w:t>itself, or</w:t>
      </w:r>
      <w:proofErr w:type="gramEnd"/>
      <w:r w:rsidRPr="009506B6">
        <w:t xml:space="preserve"> appoint a third party to render the Services. The Service Provider acknowledges that as the Services are a matter of national importance, it is crucial that SARS shall be entitled, without penalty, to ensure continued provision of the Services if for whatever reason this Agreement is terminated pursuant to the breach thereof by the Service Provider or its Staff, as the case may be</w:t>
      </w:r>
      <w:bookmarkStart w:id="1389" w:name="_Toc12417028"/>
      <w:bookmarkEnd w:id="1387"/>
      <w:r w:rsidR="002B5A54" w:rsidRPr="009506B6">
        <w:t>.</w:t>
      </w:r>
      <w:bookmarkEnd w:id="1389"/>
    </w:p>
    <w:p w14:paraId="1929F999" w14:textId="77777777" w:rsidR="002B5A54" w:rsidRPr="00071D46" w:rsidRDefault="002B5A54"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390" w:name="_Toc531439724"/>
      <w:bookmarkStart w:id="1391" w:name="_Toc107398033"/>
      <w:r w:rsidRPr="00071D46">
        <w:rPr>
          <w:b/>
          <w:bCs/>
          <w:caps/>
          <w:lang w:val="en-ZA" w:eastAsia="en-US"/>
        </w:rPr>
        <w:t>Conflict of Interest</w:t>
      </w:r>
      <w:bookmarkEnd w:id="1390"/>
      <w:bookmarkEnd w:id="1391"/>
    </w:p>
    <w:p w14:paraId="7A5932E7" w14:textId="77777777" w:rsidR="00572F3E" w:rsidRPr="009506B6" w:rsidRDefault="00572F3E" w:rsidP="0089789E">
      <w:pPr>
        <w:pStyle w:val="ListParagraph"/>
        <w:keepNext/>
        <w:keepLines/>
        <w:numPr>
          <w:ilvl w:val="1"/>
          <w:numId w:val="29"/>
        </w:numPr>
        <w:spacing w:before="120" w:after="240" w:line="360" w:lineRule="auto"/>
        <w:ind w:left="1440" w:hanging="720"/>
        <w:contextualSpacing w:val="0"/>
        <w:jc w:val="both"/>
      </w:pPr>
      <w:bookmarkStart w:id="1392" w:name="_Toc12417030"/>
      <w:r w:rsidRPr="009506B6">
        <w:t xml:space="preserve">The Service Provider undertakes to immediately notify SARS in the event that a conflict of interest is identified, </w:t>
      </w:r>
      <w:r w:rsidR="001C011E" w:rsidRPr="009506B6">
        <w:t xml:space="preserve">upon entering of the Agreement by SARS and </w:t>
      </w:r>
      <w:r w:rsidRPr="009506B6">
        <w:t>the Service Provider.</w:t>
      </w:r>
      <w:bookmarkEnd w:id="1392"/>
    </w:p>
    <w:p w14:paraId="4B02BD55"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393" w:name="_Toc12417031"/>
      <w:r w:rsidRPr="009506B6">
        <w:t>The Service Provider further warrants that it will not disclose any Confidential Information it obtained in rendering the Services to SARS to any client or third party unless required by law.</w:t>
      </w:r>
      <w:bookmarkEnd w:id="1393"/>
    </w:p>
    <w:p w14:paraId="432631A2" w14:textId="77777777" w:rsidR="002B5A54" w:rsidRPr="009506B6" w:rsidRDefault="002B5A54"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394" w:name="_Toc50887210"/>
      <w:bookmarkStart w:id="1395" w:name="_Toc51045395"/>
      <w:bookmarkStart w:id="1396" w:name="_Toc207473939"/>
      <w:bookmarkStart w:id="1397" w:name="_Ref223401599"/>
      <w:bookmarkStart w:id="1398" w:name="_Ref280705618"/>
      <w:bookmarkStart w:id="1399" w:name="_Toc322941073"/>
      <w:bookmarkStart w:id="1400" w:name="_Toc352764147"/>
      <w:bookmarkStart w:id="1401" w:name="_Toc107398034"/>
      <w:r w:rsidRPr="009506B6">
        <w:rPr>
          <w:b/>
          <w:bCs/>
          <w:caps/>
          <w:lang w:val="en-ZA" w:eastAsia="en-US"/>
        </w:rPr>
        <w:t>new laws and inability to perform</w:t>
      </w:r>
      <w:bookmarkEnd w:id="1394"/>
      <w:bookmarkEnd w:id="1395"/>
      <w:bookmarkEnd w:id="1396"/>
      <w:bookmarkEnd w:id="1397"/>
      <w:bookmarkEnd w:id="1398"/>
      <w:bookmarkEnd w:id="1399"/>
      <w:bookmarkEnd w:id="1400"/>
      <w:bookmarkEnd w:id="1401"/>
    </w:p>
    <w:p w14:paraId="2B4ADFD5" w14:textId="77777777" w:rsidR="002B5A54" w:rsidRPr="009506B6" w:rsidRDefault="002B5A54" w:rsidP="0089789E">
      <w:pPr>
        <w:pStyle w:val="ListParagraph"/>
        <w:keepNext/>
        <w:keepLines/>
        <w:numPr>
          <w:ilvl w:val="1"/>
          <w:numId w:val="29"/>
        </w:numPr>
        <w:spacing w:before="120" w:after="240" w:line="360" w:lineRule="auto"/>
        <w:ind w:left="1440" w:hanging="720"/>
        <w:contextualSpacing w:val="0"/>
        <w:jc w:val="both"/>
      </w:pPr>
      <w:bookmarkStart w:id="1402" w:name="_Ref280699073"/>
      <w:bookmarkStart w:id="1403" w:name="_Toc12417033"/>
      <w:r w:rsidRPr="009506B6">
        <w:t>It is recorded that the Parties are aware of various new Bills that are to be presented to Parliament which, if passed into law, may have an effect on the provisions of this Agreement and the Services. 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1402"/>
      <w:bookmarkEnd w:id="1403"/>
    </w:p>
    <w:p w14:paraId="7279A8E5" w14:textId="7FEFD186" w:rsidR="003D7F4D" w:rsidRPr="009506B6" w:rsidRDefault="003D7F4D" w:rsidP="0089789E">
      <w:pPr>
        <w:pStyle w:val="ListParagraph"/>
        <w:keepNext/>
        <w:keepLines/>
        <w:numPr>
          <w:ilvl w:val="1"/>
          <w:numId w:val="29"/>
        </w:numPr>
        <w:spacing w:before="120" w:after="240" w:line="360" w:lineRule="auto"/>
        <w:ind w:left="907" w:hanging="907"/>
        <w:contextualSpacing w:val="0"/>
        <w:jc w:val="both"/>
      </w:pPr>
      <w:r w:rsidRPr="009506B6">
        <w:lastRenderedPageBreak/>
        <w:t>If any law comes into operation subsequent to the commencement of the Services notwithstanding the Effective Date, which law affects any aspect or matter or issue contained in th</w:t>
      </w:r>
      <w:r w:rsidR="004C2F1F" w:rsidRPr="009506B6">
        <w:t>is</w:t>
      </w:r>
      <w:r w:rsidRPr="009506B6">
        <w:t xml:space="preserve"> Agreement and/or performance of the Services, the Parties undertake to enter into negotiations in good faith regarding a variation of the Services in order to ensure that neither the Services nor implementation constitutes a contravention of such law by either Party.</w:t>
      </w:r>
    </w:p>
    <w:p w14:paraId="40515413" w14:textId="77777777" w:rsidR="003D7F4D" w:rsidRPr="009506B6" w:rsidRDefault="003D7F4D"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404" w:name="_Toc107398035"/>
      <w:bookmarkStart w:id="1405" w:name="_Hlk71720984"/>
      <w:r w:rsidRPr="009506B6">
        <w:rPr>
          <w:b/>
          <w:bCs/>
          <w:caps/>
          <w:lang w:val="en-ZA" w:eastAsia="en-US"/>
        </w:rPr>
        <w:t>BUSINESS CONTINUITY MANAGEMENT</w:t>
      </w:r>
      <w:bookmarkEnd w:id="1404"/>
      <w:r w:rsidRPr="009506B6">
        <w:rPr>
          <w:b/>
          <w:bCs/>
          <w:caps/>
          <w:lang w:val="en-ZA" w:eastAsia="en-US"/>
        </w:rPr>
        <w:t xml:space="preserve"> </w:t>
      </w:r>
    </w:p>
    <w:p w14:paraId="0B13328D" w14:textId="5F282230" w:rsidR="003D7F4D" w:rsidRPr="009506B6" w:rsidRDefault="003D7F4D" w:rsidP="0089789E">
      <w:pPr>
        <w:pStyle w:val="ListParagraph"/>
        <w:keepNext/>
        <w:keepLines/>
        <w:numPr>
          <w:ilvl w:val="1"/>
          <w:numId w:val="29"/>
        </w:numPr>
        <w:spacing w:before="120" w:after="240" w:line="360" w:lineRule="auto"/>
        <w:ind w:left="907" w:hanging="907"/>
        <w:contextualSpacing w:val="0"/>
        <w:jc w:val="both"/>
        <w:rPr>
          <w:b/>
          <w:i/>
        </w:rPr>
      </w:pPr>
      <w:bookmarkStart w:id="1406" w:name="_Hlk71720992"/>
      <w:bookmarkEnd w:id="1405"/>
      <w:r w:rsidRPr="009506B6">
        <w:t>To mitigate the effects of any disaster incident, the Service Provider shall implement and maintain a proven business continuity plan that is satisfactory to SARS</w:t>
      </w:r>
      <w:r w:rsidR="001D0238" w:rsidRPr="009506B6">
        <w:t xml:space="preserve"> which ensure continuity of the Services in the event of early termination of this Agreement for any reason whatsoever, which business plan shall when acceptance by SARS, be attached to this Agreement as </w:t>
      </w:r>
      <w:r w:rsidR="001D0238" w:rsidRPr="009506B6">
        <w:rPr>
          <w:b/>
          <w:bCs/>
        </w:rPr>
        <w:t>Annexure “</w:t>
      </w:r>
      <w:r w:rsidR="000B58E3">
        <w:rPr>
          <w:b/>
          <w:bCs/>
        </w:rPr>
        <w:t>D</w:t>
      </w:r>
      <w:r w:rsidR="001D0238" w:rsidRPr="009506B6">
        <w:t>”</w:t>
      </w:r>
      <w:r w:rsidRPr="009506B6">
        <w:t>. For the avoidance of doubt the cost of implementing and maintaining the business continuity plan shall be for the account of the Service Provider.</w:t>
      </w:r>
    </w:p>
    <w:p w14:paraId="7A86EFEF" w14:textId="77777777" w:rsidR="003D7F4D" w:rsidRPr="009506B6" w:rsidRDefault="003D7F4D" w:rsidP="0089789E">
      <w:pPr>
        <w:pStyle w:val="ListParagraph"/>
        <w:keepNext/>
        <w:keepLines/>
        <w:numPr>
          <w:ilvl w:val="1"/>
          <w:numId w:val="29"/>
        </w:numPr>
        <w:spacing w:before="120" w:after="240" w:line="360" w:lineRule="auto"/>
        <w:ind w:left="907" w:hanging="907"/>
        <w:contextualSpacing w:val="0"/>
        <w:jc w:val="both"/>
      </w:pPr>
      <w:bookmarkStart w:id="1407" w:name="_Hlk71721034"/>
      <w:bookmarkEnd w:id="1406"/>
      <w:r w:rsidRPr="009506B6">
        <w:t>On an annual basis, SARS, or its nominated appointee, shall have the right to review and assess the Service Provider’s business continuity plan in respect of the Services.</w:t>
      </w:r>
    </w:p>
    <w:bookmarkEnd w:id="1407"/>
    <w:p w14:paraId="5E3A3208" w14:textId="6048962A" w:rsidR="003D7F4D" w:rsidRPr="009506B6" w:rsidRDefault="003D7F4D" w:rsidP="0089789E">
      <w:pPr>
        <w:pStyle w:val="ListParagraph"/>
        <w:keepNext/>
        <w:keepLines/>
        <w:numPr>
          <w:ilvl w:val="1"/>
          <w:numId w:val="29"/>
        </w:numPr>
        <w:spacing w:before="120" w:after="240" w:line="360" w:lineRule="auto"/>
        <w:ind w:left="907" w:hanging="907"/>
        <w:contextualSpacing w:val="0"/>
        <w:jc w:val="both"/>
      </w:pPr>
      <w:r w:rsidRPr="009506B6">
        <w:t xml:space="preserve">The Service Provider shall immediately, or as soon as </w:t>
      </w:r>
      <w:proofErr w:type="gramStart"/>
      <w:r w:rsidRPr="009506B6">
        <w:t>is</w:t>
      </w:r>
      <w:proofErr w:type="gramEnd"/>
      <w:r w:rsidRPr="009506B6">
        <w:t xml:space="preserve"> reasonably or practically possible, inform SARS in writing of any internal or external incidents that impact on, or may impact on, or prevent it from providing the Services and how it plans to resolve such incidents to ensure a sustained Service provision in line with the Service Level Agreement.</w:t>
      </w:r>
    </w:p>
    <w:p w14:paraId="799E3505" w14:textId="77777777" w:rsidR="0057201C" w:rsidRPr="009506B6" w:rsidRDefault="0057201C"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408" w:name="_Toc107398036"/>
      <w:r w:rsidRPr="009506B6">
        <w:rPr>
          <w:b/>
          <w:bCs/>
          <w:caps/>
          <w:lang w:val="en-ZA" w:eastAsia="en-US"/>
        </w:rPr>
        <w:t>Relationship between the Parties</w:t>
      </w:r>
      <w:bookmarkEnd w:id="1268"/>
      <w:bookmarkEnd w:id="1408"/>
    </w:p>
    <w:p w14:paraId="4564F208" w14:textId="04BC6656" w:rsidR="0057201C" w:rsidRPr="009506B6" w:rsidRDefault="0057201C" w:rsidP="0089789E">
      <w:pPr>
        <w:pStyle w:val="ListParagraph"/>
        <w:keepNext/>
        <w:keepLines/>
        <w:numPr>
          <w:ilvl w:val="1"/>
          <w:numId w:val="29"/>
        </w:numPr>
        <w:spacing w:before="120" w:after="240" w:line="360" w:lineRule="auto"/>
        <w:ind w:left="907" w:hanging="907"/>
        <w:contextualSpacing w:val="0"/>
        <w:jc w:val="both"/>
      </w:pPr>
      <w:bookmarkStart w:id="1409" w:name="_Toc12417035"/>
      <w:r w:rsidRPr="009506B6">
        <w:t>The Service Provider is an independent contractor and under no circumstances will it be a partner, joint venture partner, agent, or employee of SARS in the performance of its duties and responsibilities pursuant to the Agreement.</w:t>
      </w:r>
      <w:bookmarkEnd w:id="1409"/>
      <w:r w:rsidR="00DD24D3">
        <w:t xml:space="preserve"> </w:t>
      </w:r>
    </w:p>
    <w:p w14:paraId="4CA6086E" w14:textId="77777777" w:rsidR="0057201C" w:rsidRPr="009506B6" w:rsidRDefault="0057201C" w:rsidP="0089789E">
      <w:pPr>
        <w:pStyle w:val="ListParagraph"/>
        <w:keepNext/>
        <w:keepLines/>
        <w:numPr>
          <w:ilvl w:val="1"/>
          <w:numId w:val="29"/>
        </w:numPr>
        <w:spacing w:before="120" w:after="240" w:line="360" w:lineRule="auto"/>
        <w:ind w:left="907" w:hanging="907"/>
        <w:contextualSpacing w:val="0"/>
        <w:jc w:val="both"/>
      </w:pPr>
      <w:bookmarkStart w:id="1410" w:name="_Toc12417036"/>
      <w:r w:rsidRPr="009506B6">
        <w:t>All personnel used by the Service Provider will be the Service Provider’s employees, contractors, Subcontractors or agents, and the entire management, direction, and control of all such persons will be and remain the responsibility of the Service Provider.</w:t>
      </w:r>
      <w:bookmarkEnd w:id="1410"/>
    </w:p>
    <w:p w14:paraId="189E308A" w14:textId="77777777" w:rsidR="0057201C" w:rsidRPr="009506B6" w:rsidRDefault="0057201C"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411" w:name="_Toc107398037"/>
      <w:r w:rsidRPr="009506B6">
        <w:rPr>
          <w:b/>
          <w:bCs/>
          <w:caps/>
          <w:lang w:val="en-ZA" w:eastAsia="en-US"/>
        </w:rPr>
        <w:t>General</w:t>
      </w:r>
      <w:bookmarkEnd w:id="1269"/>
      <w:bookmarkEnd w:id="1411"/>
    </w:p>
    <w:p w14:paraId="07B8EA0A" w14:textId="77777777" w:rsidR="0057201C" w:rsidRPr="009506B6" w:rsidRDefault="0057201C" w:rsidP="0089789E">
      <w:pPr>
        <w:pStyle w:val="ListParagraph"/>
        <w:keepNext/>
        <w:keepLines/>
        <w:numPr>
          <w:ilvl w:val="1"/>
          <w:numId w:val="29"/>
        </w:numPr>
        <w:spacing w:before="120" w:after="240" w:line="360" w:lineRule="auto"/>
        <w:ind w:left="907" w:hanging="907"/>
        <w:contextualSpacing w:val="0"/>
        <w:jc w:val="both"/>
      </w:pPr>
      <w:bookmarkStart w:id="1412" w:name="_Toc531425289"/>
      <w:bookmarkStart w:id="1413" w:name="_Toc531437272"/>
      <w:bookmarkStart w:id="1414" w:name="_Toc531437565"/>
      <w:bookmarkStart w:id="1415" w:name="_Toc531438504"/>
      <w:bookmarkStart w:id="1416" w:name="_Toc531439007"/>
      <w:bookmarkStart w:id="1417" w:name="_Toc531439718"/>
      <w:bookmarkStart w:id="1418" w:name="_Toc12417038"/>
      <w:bookmarkEnd w:id="1412"/>
      <w:bookmarkEnd w:id="1413"/>
      <w:bookmarkEnd w:id="1414"/>
      <w:bookmarkEnd w:id="1415"/>
      <w:bookmarkEnd w:id="1416"/>
      <w:r w:rsidRPr="009506B6">
        <w:rPr>
          <w:b/>
          <w:bCs/>
        </w:rPr>
        <w:lastRenderedPageBreak/>
        <w:t>Whole Agreement and Amendment</w:t>
      </w:r>
      <w:bookmarkEnd w:id="1417"/>
      <w:bookmarkEnd w:id="1418"/>
    </w:p>
    <w:p w14:paraId="5BF7352F" w14:textId="77777777" w:rsidR="0057201C" w:rsidRPr="009506B6" w:rsidRDefault="0057201C" w:rsidP="0089789E">
      <w:pPr>
        <w:pStyle w:val="ListParagraph"/>
        <w:keepNext/>
        <w:keepLines/>
        <w:numPr>
          <w:ilvl w:val="2"/>
          <w:numId w:val="29"/>
        </w:numPr>
        <w:spacing w:before="120" w:after="240" w:line="360" w:lineRule="auto"/>
        <w:ind w:left="1361" w:hanging="1361"/>
        <w:contextualSpacing w:val="0"/>
        <w:jc w:val="both"/>
        <w:rPr>
          <w:b/>
        </w:rPr>
      </w:pPr>
      <w:bookmarkStart w:id="1419" w:name="_Toc527377246"/>
      <w:bookmarkStart w:id="1420" w:name="_Toc527379323"/>
      <w:bookmarkStart w:id="1421" w:name="_Toc12417039"/>
      <w:r w:rsidRPr="009506B6">
        <w:t xml:space="preserve">This Agreement constitutes the whole of the Agreement between the Parties relating to the subject matter hereof and no amendment, </w:t>
      </w:r>
      <w:r w:rsidRPr="009506B6">
        <w:rPr>
          <w:iCs/>
        </w:rPr>
        <w:t>alteration</w:t>
      </w:r>
      <w:r w:rsidRPr="009506B6">
        <w:t>, addition, variation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w:t>
      </w:r>
      <w:bookmarkEnd w:id="1419"/>
      <w:bookmarkEnd w:id="1420"/>
      <w:bookmarkEnd w:id="1421"/>
      <w:r w:rsidRPr="009506B6">
        <w:t xml:space="preserve"> </w:t>
      </w:r>
    </w:p>
    <w:p w14:paraId="35C024B7" w14:textId="77777777" w:rsidR="0057201C" w:rsidRPr="009506B6" w:rsidRDefault="0057201C" w:rsidP="0089789E">
      <w:pPr>
        <w:pStyle w:val="ListParagraph"/>
        <w:keepNext/>
        <w:keepLines/>
        <w:numPr>
          <w:ilvl w:val="1"/>
          <w:numId w:val="29"/>
        </w:numPr>
        <w:spacing w:before="120" w:after="240" w:line="360" w:lineRule="auto"/>
        <w:ind w:left="907" w:hanging="907"/>
        <w:contextualSpacing w:val="0"/>
        <w:jc w:val="both"/>
        <w:rPr>
          <w:b/>
          <w:bCs/>
        </w:rPr>
      </w:pPr>
      <w:bookmarkStart w:id="1422" w:name="_Toc12417040"/>
      <w:r w:rsidRPr="009506B6">
        <w:rPr>
          <w:b/>
          <w:bCs/>
        </w:rPr>
        <w:t>No Assignment Without Consent</w:t>
      </w:r>
      <w:bookmarkEnd w:id="1422"/>
      <w:r w:rsidRPr="009506B6">
        <w:rPr>
          <w:b/>
          <w:bCs/>
        </w:rPr>
        <w:t xml:space="preserve"> </w:t>
      </w:r>
    </w:p>
    <w:p w14:paraId="274D55C0" w14:textId="3658D964" w:rsidR="0057201C" w:rsidRPr="009506B6" w:rsidRDefault="00583AC8" w:rsidP="0089789E">
      <w:pPr>
        <w:pStyle w:val="ListParagraph"/>
        <w:keepNext/>
        <w:keepLines/>
        <w:numPr>
          <w:ilvl w:val="2"/>
          <w:numId w:val="29"/>
        </w:numPr>
        <w:spacing w:before="120" w:after="240" w:line="360" w:lineRule="auto"/>
        <w:ind w:left="1361" w:hanging="1361"/>
        <w:contextualSpacing w:val="0"/>
        <w:jc w:val="both"/>
        <w:rPr>
          <w:b/>
        </w:rPr>
      </w:pPr>
      <w:bookmarkStart w:id="1423" w:name="_Toc527377241"/>
      <w:bookmarkStart w:id="1424" w:name="_Toc527379316"/>
      <w:bookmarkStart w:id="1425" w:name="_Toc12417041"/>
      <w:r w:rsidRPr="009506B6">
        <w:t xml:space="preserve">The </w:t>
      </w:r>
      <w:r w:rsidRPr="009506B6">
        <w:rPr>
          <w:iCs/>
        </w:rPr>
        <w:t>Service</w:t>
      </w:r>
      <w:r w:rsidRPr="009506B6">
        <w:t xml:space="preserve"> Provider</w:t>
      </w:r>
      <w:r w:rsidR="0057201C" w:rsidRPr="009506B6">
        <w:t xml:space="preserve"> shall </w:t>
      </w:r>
      <w:r w:rsidRPr="009506B6">
        <w:t xml:space="preserve">not </w:t>
      </w:r>
      <w:r w:rsidR="0057201C" w:rsidRPr="009506B6">
        <w:t xml:space="preserve">be entitled to assign, cede, sub-contract, delegate or in any other manner transfer any benefit, rights and/or obligations in terms of this Agreement, without the prior written consent of </w:t>
      </w:r>
      <w:r w:rsidRPr="009506B6">
        <w:t>SARS</w:t>
      </w:r>
      <w:r w:rsidR="0057201C" w:rsidRPr="009506B6">
        <w:t xml:space="preserve"> which consent shall </w:t>
      </w:r>
      <w:r w:rsidR="00CF06D5" w:rsidRPr="009506B6">
        <w:t xml:space="preserve">if approved by SARS in its sole discretion, </w:t>
      </w:r>
      <w:r w:rsidR="00B20907" w:rsidRPr="009506B6">
        <w:t>follow</w:t>
      </w:r>
      <w:r w:rsidRPr="009506B6">
        <w:t xml:space="preserve"> the </w:t>
      </w:r>
      <w:r w:rsidR="00E32C8F" w:rsidRPr="009506B6">
        <w:t xml:space="preserve">provisions of the </w:t>
      </w:r>
      <w:r w:rsidRPr="009506B6">
        <w:t>PFMA and SARS’s procurement policies and procedures</w:t>
      </w:r>
      <w:r w:rsidR="0057201C" w:rsidRPr="009506B6">
        <w:t>.</w:t>
      </w:r>
      <w:bookmarkEnd w:id="1423"/>
      <w:bookmarkEnd w:id="1424"/>
      <w:bookmarkEnd w:id="1425"/>
    </w:p>
    <w:p w14:paraId="5CDF7559" w14:textId="77777777" w:rsidR="0057201C" w:rsidRPr="009506B6" w:rsidRDefault="0057201C" w:rsidP="0089789E">
      <w:pPr>
        <w:pStyle w:val="ListParagraph"/>
        <w:keepNext/>
        <w:keepLines/>
        <w:numPr>
          <w:ilvl w:val="1"/>
          <w:numId w:val="29"/>
        </w:numPr>
        <w:spacing w:before="120" w:after="240" w:line="360" w:lineRule="auto"/>
        <w:ind w:left="907" w:hanging="907"/>
        <w:contextualSpacing w:val="0"/>
        <w:jc w:val="both"/>
        <w:rPr>
          <w:b/>
          <w:bCs/>
        </w:rPr>
      </w:pPr>
      <w:bookmarkStart w:id="1426" w:name="_Toc12417042"/>
      <w:r w:rsidRPr="009506B6">
        <w:rPr>
          <w:b/>
          <w:bCs/>
        </w:rPr>
        <w:t>Severability</w:t>
      </w:r>
      <w:bookmarkEnd w:id="1426"/>
    </w:p>
    <w:p w14:paraId="03A5C5EE" w14:textId="77777777" w:rsidR="0057201C" w:rsidRPr="009506B6" w:rsidRDefault="0057201C" w:rsidP="0089789E">
      <w:pPr>
        <w:pStyle w:val="ListParagraph"/>
        <w:keepNext/>
        <w:keepLines/>
        <w:numPr>
          <w:ilvl w:val="2"/>
          <w:numId w:val="29"/>
        </w:numPr>
        <w:spacing w:before="120" w:after="240" w:line="360" w:lineRule="auto"/>
        <w:ind w:left="1361" w:hanging="1361"/>
        <w:contextualSpacing w:val="0"/>
        <w:jc w:val="both"/>
        <w:rPr>
          <w:b/>
        </w:rPr>
      </w:pPr>
      <w:bookmarkStart w:id="1427" w:name="_Toc527377242"/>
      <w:bookmarkStart w:id="1428" w:name="_Toc527379317"/>
      <w:bookmarkStart w:id="1429" w:name="_Toc12417043"/>
      <w:r w:rsidRPr="009506B6">
        <w:t xml:space="preserve">Should any of the terms and conditions of this Agreement be held to be </w:t>
      </w:r>
      <w:r w:rsidRPr="009506B6">
        <w:rPr>
          <w:iCs/>
        </w:rPr>
        <w:t>invalid</w:t>
      </w:r>
      <w:r w:rsidRPr="009506B6">
        <w:t>,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427"/>
      <w:bookmarkEnd w:id="1428"/>
      <w:bookmarkEnd w:id="1429"/>
    </w:p>
    <w:p w14:paraId="09A6F2D6" w14:textId="77777777" w:rsidR="0057201C" w:rsidRPr="009506B6" w:rsidRDefault="0057201C" w:rsidP="0089789E">
      <w:pPr>
        <w:pStyle w:val="ListParagraph"/>
        <w:keepNext/>
        <w:keepLines/>
        <w:numPr>
          <w:ilvl w:val="1"/>
          <w:numId w:val="29"/>
        </w:numPr>
        <w:spacing w:before="120" w:after="240" w:line="360" w:lineRule="auto"/>
        <w:ind w:left="907" w:hanging="907"/>
        <w:contextualSpacing w:val="0"/>
        <w:jc w:val="both"/>
        <w:rPr>
          <w:b/>
          <w:bCs/>
        </w:rPr>
      </w:pPr>
      <w:bookmarkStart w:id="1430" w:name="_Toc12417044"/>
      <w:r w:rsidRPr="009506B6">
        <w:rPr>
          <w:b/>
          <w:bCs/>
        </w:rPr>
        <w:t>Advertising and Marketing</w:t>
      </w:r>
      <w:bookmarkEnd w:id="1430"/>
    </w:p>
    <w:p w14:paraId="64BEB822" w14:textId="77777777" w:rsidR="00AC1C48" w:rsidRPr="009506B6" w:rsidRDefault="0057201C" w:rsidP="0089789E">
      <w:pPr>
        <w:pStyle w:val="ListParagraph"/>
        <w:keepNext/>
        <w:keepLines/>
        <w:numPr>
          <w:ilvl w:val="2"/>
          <w:numId w:val="29"/>
        </w:numPr>
        <w:spacing w:before="120" w:after="240" w:line="360" w:lineRule="auto"/>
        <w:ind w:left="1860" w:hanging="1140"/>
        <w:contextualSpacing w:val="0"/>
        <w:jc w:val="both"/>
      </w:pPr>
      <w:bookmarkStart w:id="1431" w:name="_Toc527377243"/>
      <w:bookmarkStart w:id="1432" w:name="_Toc527379318"/>
      <w:bookmarkStart w:id="1433" w:name="_Toc12417045"/>
      <w:r w:rsidRPr="009506B6">
        <w:t xml:space="preserve">The </w:t>
      </w:r>
      <w:r w:rsidR="00CF06D5" w:rsidRPr="009506B6">
        <w:t>Service Provider</w:t>
      </w:r>
      <w:r w:rsidRPr="009506B6">
        <w:t xml:space="preserve"> shall not make or issue any formal or informal announcement (with the exception of </w:t>
      </w:r>
      <w:r w:rsidR="006B0A29" w:rsidRPr="009506B6">
        <w:t>Authority</w:t>
      </w:r>
      <w:r w:rsidRPr="009506B6">
        <w:t xml:space="preserve"> announcements), advertisement or statement to </w:t>
      </w:r>
      <w:r w:rsidRPr="009506B6">
        <w:rPr>
          <w:iCs/>
        </w:rPr>
        <w:t>the</w:t>
      </w:r>
      <w:r w:rsidRPr="009506B6">
        <w:t xml:space="preserve"> press in connection with this Agreement or otherwise disclose the existence of this Agreement or the subject matter thereof to any other person without the prior written consent of SARS.</w:t>
      </w:r>
      <w:bookmarkEnd w:id="1431"/>
      <w:bookmarkEnd w:id="1432"/>
      <w:bookmarkEnd w:id="1433"/>
    </w:p>
    <w:p w14:paraId="4C6BB0D5" w14:textId="77777777" w:rsidR="0057201C" w:rsidRPr="009506B6" w:rsidRDefault="0057201C" w:rsidP="0089789E">
      <w:pPr>
        <w:pStyle w:val="ListParagraph"/>
        <w:keepNext/>
        <w:keepLines/>
        <w:numPr>
          <w:ilvl w:val="1"/>
          <w:numId w:val="29"/>
        </w:numPr>
        <w:spacing w:before="120" w:after="240" w:line="360" w:lineRule="auto"/>
        <w:ind w:left="907" w:hanging="907"/>
        <w:contextualSpacing w:val="0"/>
        <w:jc w:val="both"/>
        <w:rPr>
          <w:b/>
          <w:bCs/>
        </w:rPr>
      </w:pPr>
      <w:bookmarkStart w:id="1434" w:name="_Toc12417046"/>
      <w:r w:rsidRPr="009506B6">
        <w:rPr>
          <w:b/>
          <w:bCs/>
        </w:rPr>
        <w:t>Waiver</w:t>
      </w:r>
      <w:bookmarkEnd w:id="1434"/>
    </w:p>
    <w:p w14:paraId="5A6BAFD2" w14:textId="77777777" w:rsidR="0057201C" w:rsidRPr="009506B6" w:rsidRDefault="0057201C" w:rsidP="0089789E">
      <w:pPr>
        <w:pStyle w:val="ListParagraph"/>
        <w:keepNext/>
        <w:keepLines/>
        <w:numPr>
          <w:ilvl w:val="2"/>
          <w:numId w:val="29"/>
        </w:numPr>
        <w:spacing w:before="120" w:after="240" w:line="360" w:lineRule="auto"/>
        <w:ind w:left="1860" w:hanging="1140"/>
        <w:contextualSpacing w:val="0"/>
        <w:jc w:val="both"/>
        <w:rPr>
          <w:b/>
        </w:rPr>
      </w:pPr>
      <w:bookmarkStart w:id="1435" w:name="_Toc527377244"/>
      <w:bookmarkStart w:id="1436" w:name="_Toc527379319"/>
      <w:bookmarkStart w:id="1437" w:name="_Toc12417047"/>
      <w:r w:rsidRPr="009506B6">
        <w:lastRenderedPageBreak/>
        <w:t xml:space="preserve">No change, waiver or discharge of the terms and conditions of this Agreement shall be valid unless in writing and signed on behalf of the Party against which such change, waiver or discharge is sought to be enforced, and any such change, waiver or discharge will be effective only in the specific instance and for the purpose given. No failure or delay on the part of </w:t>
      </w:r>
      <w:r w:rsidRPr="009506B6">
        <w:rPr>
          <w:iCs/>
        </w:rPr>
        <w:t>either</w:t>
      </w:r>
      <w:r w:rsidRPr="009506B6">
        <w:t xml:space="preserve">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1435"/>
      <w:bookmarkEnd w:id="1436"/>
      <w:bookmarkEnd w:id="1437"/>
    </w:p>
    <w:p w14:paraId="70450053" w14:textId="77777777" w:rsidR="00922D35" w:rsidRPr="0024779A" w:rsidRDefault="00922D35"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438" w:name="_Toc107398038"/>
      <w:r w:rsidRPr="0024779A">
        <w:rPr>
          <w:b/>
          <w:bCs/>
          <w:caps/>
          <w:lang w:val="en-ZA" w:eastAsia="en-US"/>
        </w:rPr>
        <w:t>Covenant of Good Faith</w:t>
      </w:r>
      <w:bookmarkEnd w:id="1270"/>
      <w:bookmarkEnd w:id="1438"/>
    </w:p>
    <w:p w14:paraId="222A65B8" w14:textId="77777777" w:rsidR="00922D35" w:rsidRPr="009506B6" w:rsidRDefault="00922D35" w:rsidP="0089789E">
      <w:pPr>
        <w:pStyle w:val="ListParagraph"/>
        <w:keepNext/>
        <w:keepLines/>
        <w:numPr>
          <w:ilvl w:val="1"/>
          <w:numId w:val="29"/>
        </w:numPr>
        <w:spacing w:before="120" w:after="240" w:line="360" w:lineRule="auto"/>
        <w:ind w:left="1440" w:hanging="720"/>
        <w:contextualSpacing w:val="0"/>
        <w:jc w:val="both"/>
        <w:rPr>
          <w:b/>
          <w:bCs/>
        </w:rPr>
      </w:pPr>
      <w:bookmarkStart w:id="1439" w:name="_Toc527377247"/>
      <w:bookmarkStart w:id="1440" w:name="_Toc527379325"/>
      <w:bookmarkStart w:id="1441" w:name="_Toc12417049"/>
      <w:r w:rsidRPr="009506B6">
        <w:t>Each Party agrees that, in its respective dealings with the other Party under or in connection with this Agreement, it shall act in good faith.</w:t>
      </w:r>
      <w:bookmarkEnd w:id="1439"/>
      <w:bookmarkEnd w:id="1440"/>
      <w:bookmarkEnd w:id="1441"/>
    </w:p>
    <w:p w14:paraId="4F8CF72B" w14:textId="77777777" w:rsidR="00922D35" w:rsidRPr="009506B6" w:rsidRDefault="00922D35"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442" w:name="_Toc531439720"/>
      <w:bookmarkStart w:id="1443" w:name="_Toc107398039"/>
      <w:r w:rsidRPr="009506B6">
        <w:rPr>
          <w:b/>
          <w:bCs/>
          <w:caps/>
          <w:lang w:val="en-ZA" w:eastAsia="en-US"/>
        </w:rPr>
        <w:t>Costs</w:t>
      </w:r>
      <w:bookmarkEnd w:id="1442"/>
      <w:bookmarkEnd w:id="1443"/>
    </w:p>
    <w:p w14:paraId="6DF316B8" w14:textId="4D3EFE3B" w:rsidR="00922D35" w:rsidRPr="009506B6" w:rsidRDefault="00922D35" w:rsidP="0089789E">
      <w:pPr>
        <w:pStyle w:val="ListParagraph"/>
        <w:keepNext/>
        <w:keepLines/>
        <w:numPr>
          <w:ilvl w:val="1"/>
          <w:numId w:val="29"/>
        </w:numPr>
        <w:spacing w:before="120" w:after="240" w:line="360" w:lineRule="auto"/>
        <w:ind w:left="1440" w:hanging="720"/>
        <w:contextualSpacing w:val="0"/>
        <w:jc w:val="both"/>
        <w:rPr>
          <w:b/>
          <w:bCs/>
        </w:rPr>
      </w:pPr>
      <w:bookmarkStart w:id="1444" w:name="_Toc527377248"/>
      <w:bookmarkStart w:id="1445" w:name="_Toc527379327"/>
      <w:bookmarkStart w:id="1446" w:name="_Toc12417051"/>
      <w:r w:rsidRPr="009506B6">
        <w:t xml:space="preserve">Each Party shall bear and pay its own costs of or incidental to the </w:t>
      </w:r>
      <w:r w:rsidR="00703433" w:rsidRPr="009506B6">
        <w:t>drafting,</w:t>
      </w:r>
      <w:r w:rsidRPr="009506B6">
        <w:t xml:space="preserve"> preparation and execution of this Agreement.</w:t>
      </w:r>
      <w:bookmarkEnd w:id="1444"/>
      <w:bookmarkEnd w:id="1445"/>
      <w:bookmarkEnd w:id="1446"/>
    </w:p>
    <w:p w14:paraId="21BB727A" w14:textId="77777777" w:rsidR="00922D35" w:rsidRPr="009506B6" w:rsidRDefault="00922D35" w:rsidP="0089789E">
      <w:pPr>
        <w:pStyle w:val="ListParagraph"/>
        <w:keepNext/>
        <w:keepLines/>
        <w:numPr>
          <w:ilvl w:val="0"/>
          <w:numId w:val="29"/>
        </w:numPr>
        <w:spacing w:before="120" w:after="240" w:line="360" w:lineRule="auto"/>
        <w:ind w:left="720" w:hanging="720"/>
        <w:contextualSpacing w:val="0"/>
        <w:jc w:val="both"/>
        <w:outlineLvl w:val="0"/>
        <w:rPr>
          <w:b/>
          <w:bCs/>
          <w:caps/>
          <w:lang w:val="en-ZA" w:eastAsia="en-US"/>
        </w:rPr>
      </w:pPr>
      <w:bookmarkStart w:id="1447" w:name="_Toc107398040"/>
      <w:r w:rsidRPr="009506B6">
        <w:rPr>
          <w:b/>
          <w:bCs/>
          <w:caps/>
          <w:lang w:val="en-ZA" w:eastAsia="en-US"/>
        </w:rPr>
        <w:t>Authorised Signatories</w:t>
      </w:r>
      <w:bookmarkEnd w:id="1447"/>
    </w:p>
    <w:p w14:paraId="2F237FDF" w14:textId="77777777" w:rsidR="00922D35" w:rsidRPr="009506B6" w:rsidRDefault="00922D35" w:rsidP="0089789E">
      <w:pPr>
        <w:pStyle w:val="ListParagraph"/>
        <w:keepNext/>
        <w:keepLines/>
        <w:numPr>
          <w:ilvl w:val="1"/>
          <w:numId w:val="29"/>
        </w:numPr>
        <w:spacing w:before="120" w:after="240" w:line="360" w:lineRule="auto"/>
        <w:ind w:left="1440" w:hanging="720"/>
        <w:contextualSpacing w:val="0"/>
        <w:jc w:val="both"/>
      </w:pPr>
      <w:bookmarkStart w:id="1448" w:name="_Toc527377245"/>
      <w:bookmarkStart w:id="1449" w:name="_Toc527379320"/>
      <w:bookmarkStart w:id="1450" w:name="_Toc12417053"/>
      <w:r w:rsidRPr="009506B6">
        <w:t>The Parties agree that this Agreement and any contract document concluded in terms hereof shall not be valid unless signed by all authorised signatories of SARS.</w:t>
      </w:r>
      <w:bookmarkEnd w:id="1448"/>
      <w:bookmarkEnd w:id="1449"/>
      <w:bookmarkEnd w:id="1450"/>
      <w:r w:rsidRPr="009506B6">
        <w:t xml:space="preserve"> </w:t>
      </w:r>
    </w:p>
    <w:p w14:paraId="7FED67C6" w14:textId="406969C7" w:rsidR="00534FC4" w:rsidRPr="009506B6" w:rsidRDefault="00534FC4" w:rsidP="0089789E">
      <w:pPr>
        <w:pStyle w:val="ListParagraph"/>
        <w:keepNext/>
        <w:keepLines/>
        <w:numPr>
          <w:ilvl w:val="1"/>
          <w:numId w:val="29"/>
        </w:numPr>
        <w:spacing w:before="120" w:after="240" w:line="360" w:lineRule="auto"/>
        <w:ind w:left="1440" w:hanging="720"/>
        <w:contextualSpacing w:val="0"/>
        <w:jc w:val="both"/>
      </w:pPr>
      <w:bookmarkStart w:id="1451" w:name="_Toc12417054"/>
      <w:r w:rsidRPr="009506B6">
        <w:t>This Agreement is signed by the Parties on the dates and at the places indicated below.</w:t>
      </w:r>
      <w:bookmarkEnd w:id="1451"/>
    </w:p>
    <w:p w14:paraId="51B307FF" w14:textId="77777777" w:rsidR="00534FC4" w:rsidRPr="009506B6" w:rsidRDefault="00534FC4" w:rsidP="0089789E">
      <w:pPr>
        <w:pStyle w:val="ListParagraph"/>
        <w:keepNext/>
        <w:keepLines/>
        <w:numPr>
          <w:ilvl w:val="1"/>
          <w:numId w:val="29"/>
        </w:numPr>
        <w:spacing w:before="120" w:after="240" w:line="360" w:lineRule="auto"/>
        <w:ind w:left="1440" w:hanging="720"/>
        <w:contextualSpacing w:val="0"/>
        <w:jc w:val="both"/>
      </w:pPr>
      <w:bookmarkStart w:id="1452" w:name="_Toc12417055"/>
      <w:r w:rsidRPr="009506B6">
        <w:t>This Agreement may be executed in counterparts, each of which shall be deemed an original, and all of which together shall constitute one and the same Agreement as at the date of signature of the Party last signing one of the counterparts.</w:t>
      </w:r>
      <w:bookmarkEnd w:id="1452"/>
    </w:p>
    <w:p w14:paraId="5C469F39" w14:textId="77777777" w:rsidR="00534FC4" w:rsidRPr="009506B6" w:rsidRDefault="00534FC4" w:rsidP="0089789E">
      <w:pPr>
        <w:pStyle w:val="ListParagraph"/>
        <w:keepNext/>
        <w:keepLines/>
        <w:numPr>
          <w:ilvl w:val="1"/>
          <w:numId w:val="29"/>
        </w:numPr>
        <w:spacing w:before="120" w:after="240" w:line="360" w:lineRule="auto"/>
        <w:ind w:left="1440" w:hanging="720"/>
        <w:contextualSpacing w:val="0"/>
        <w:jc w:val="both"/>
      </w:pPr>
      <w:bookmarkStart w:id="1453" w:name="_Toc12417056"/>
      <w:r w:rsidRPr="009506B6">
        <w:t>The persons signing this Agreement in a representative capacity warrant their authority to do so.</w:t>
      </w:r>
      <w:bookmarkEnd w:id="1453"/>
    </w:p>
    <w:p w14:paraId="77B25B3E" w14:textId="67ED4CE8" w:rsidR="00B3655F" w:rsidRDefault="00DD24D3" w:rsidP="00DD24D3">
      <w:pPr>
        <w:keepNext/>
        <w:keepLines/>
        <w:jc w:val="both"/>
        <w:rPr>
          <w:rFonts w:ascii="Arial" w:hAnsi="Arial" w:cs="Arial"/>
          <w:b/>
          <w:bCs/>
          <w:sz w:val="22"/>
          <w:szCs w:val="22"/>
        </w:rPr>
      </w:pPr>
      <w:bookmarkStart w:id="1454" w:name="_Toc26766403"/>
      <w:bookmarkStart w:id="1455" w:name="_Ref52077275"/>
      <w:bookmarkStart w:id="1456" w:name="_Toc52082443"/>
      <w:bookmarkStart w:id="1457" w:name="_Toc102463487"/>
      <w:bookmarkStart w:id="1458" w:name="_Toc456577745"/>
      <w:bookmarkStart w:id="1459" w:name="_Toc456671377"/>
      <w:bookmarkStart w:id="1460" w:name="_Toc456692212"/>
      <w:bookmarkStart w:id="1461" w:name="_Toc456747580"/>
      <w:bookmarkStart w:id="1462" w:name="_Toc456748398"/>
      <w:bookmarkStart w:id="1463" w:name="_Toc456748930"/>
      <w:bookmarkStart w:id="1464" w:name="_Hlk534865182"/>
      <w:r>
        <w:rPr>
          <w:rFonts w:ascii="Arial" w:hAnsi="Arial" w:cs="Arial"/>
          <w:b/>
          <w:bCs/>
          <w:sz w:val="22"/>
          <w:szCs w:val="22"/>
        </w:rPr>
        <w:t>SIGNATURE PAGE BELOW</w:t>
      </w:r>
    </w:p>
    <w:p w14:paraId="0D5AF0A0" w14:textId="77777777" w:rsidR="00DD24D3" w:rsidRDefault="00DD24D3">
      <w:pPr>
        <w:rPr>
          <w:rFonts w:ascii="Arial" w:hAnsi="Arial" w:cs="Arial"/>
          <w:b/>
          <w:bCs/>
          <w:sz w:val="22"/>
          <w:szCs w:val="22"/>
        </w:rPr>
      </w:pPr>
      <w:r>
        <w:rPr>
          <w:rFonts w:ascii="Arial" w:hAnsi="Arial" w:cs="Arial"/>
          <w:b/>
          <w:bCs/>
          <w:sz w:val="22"/>
          <w:szCs w:val="22"/>
        </w:rPr>
        <w:br w:type="page"/>
      </w:r>
    </w:p>
    <w:p w14:paraId="1C572287" w14:textId="2488BDDE" w:rsidR="00534FC4" w:rsidRPr="009506B6" w:rsidRDefault="00534FC4" w:rsidP="00DD24D3">
      <w:pPr>
        <w:keepNext/>
        <w:keepLines/>
        <w:spacing w:before="120" w:after="240" w:line="360" w:lineRule="auto"/>
        <w:jc w:val="both"/>
        <w:rPr>
          <w:rFonts w:ascii="Arial" w:hAnsi="Arial" w:cs="Arial"/>
          <w:b/>
          <w:bCs/>
          <w:i/>
          <w:iCs/>
          <w:sz w:val="22"/>
          <w:szCs w:val="22"/>
        </w:rPr>
      </w:pPr>
      <w:r w:rsidRPr="009506B6">
        <w:rPr>
          <w:rFonts w:ascii="Arial" w:hAnsi="Arial" w:cs="Arial"/>
          <w:b/>
          <w:bCs/>
          <w:sz w:val="22"/>
          <w:szCs w:val="22"/>
        </w:rPr>
        <w:lastRenderedPageBreak/>
        <w:t>SIGNED at_________________________</w:t>
      </w:r>
      <w:r w:rsidR="00C23DEC" w:rsidRPr="009506B6">
        <w:rPr>
          <w:rFonts w:ascii="Arial" w:hAnsi="Arial" w:cs="Arial"/>
          <w:b/>
          <w:bCs/>
          <w:sz w:val="22"/>
          <w:szCs w:val="22"/>
        </w:rPr>
        <w:t xml:space="preserve"> </w:t>
      </w:r>
      <w:r w:rsidRPr="009506B6">
        <w:rPr>
          <w:rFonts w:ascii="Arial" w:hAnsi="Arial" w:cs="Arial"/>
          <w:b/>
          <w:bCs/>
          <w:sz w:val="22"/>
          <w:szCs w:val="22"/>
        </w:rPr>
        <w:t>on _______________________20</w:t>
      </w:r>
      <w:r w:rsidR="004B0ADB" w:rsidRPr="009506B6">
        <w:rPr>
          <w:rFonts w:ascii="Arial" w:hAnsi="Arial" w:cs="Arial"/>
          <w:b/>
          <w:bCs/>
          <w:sz w:val="22"/>
          <w:szCs w:val="22"/>
        </w:rPr>
        <w:t>2</w:t>
      </w:r>
      <w:r w:rsidR="00794BA1">
        <w:rPr>
          <w:rFonts w:ascii="Arial" w:hAnsi="Arial" w:cs="Arial"/>
          <w:b/>
          <w:bCs/>
          <w:sz w:val="22"/>
          <w:szCs w:val="22"/>
        </w:rPr>
        <w:t>2</w:t>
      </w:r>
      <w:r w:rsidRPr="009506B6">
        <w:rPr>
          <w:rFonts w:ascii="Arial" w:hAnsi="Arial" w:cs="Arial"/>
          <w:b/>
          <w:bCs/>
          <w:sz w:val="22"/>
          <w:szCs w:val="22"/>
        </w:rPr>
        <w:t xml:space="preserve"> </w:t>
      </w:r>
    </w:p>
    <w:p w14:paraId="55D46032" w14:textId="77777777" w:rsidR="00534FC4" w:rsidRPr="009506B6" w:rsidRDefault="00534FC4" w:rsidP="00DD24D3">
      <w:pPr>
        <w:keepNext/>
        <w:keepLines/>
        <w:spacing w:before="120" w:after="240" w:line="360" w:lineRule="auto"/>
        <w:jc w:val="both"/>
        <w:rPr>
          <w:rFonts w:ascii="Arial" w:hAnsi="Arial" w:cs="Arial"/>
          <w:sz w:val="22"/>
          <w:szCs w:val="22"/>
        </w:rPr>
      </w:pPr>
      <w:r w:rsidRPr="009506B6">
        <w:rPr>
          <w:rFonts w:ascii="Arial" w:hAnsi="Arial" w:cs="Arial"/>
          <w:sz w:val="22"/>
          <w:szCs w:val="22"/>
        </w:rPr>
        <w:t>For and on behalf of</w:t>
      </w:r>
    </w:p>
    <w:p w14:paraId="4F7B3F1F" w14:textId="77777777" w:rsidR="00534FC4" w:rsidRPr="009506B6" w:rsidRDefault="00534FC4" w:rsidP="00DD24D3">
      <w:pPr>
        <w:keepNext/>
        <w:keepLines/>
        <w:spacing w:before="120" w:after="240" w:line="360" w:lineRule="auto"/>
        <w:jc w:val="both"/>
        <w:rPr>
          <w:rFonts w:ascii="Arial" w:hAnsi="Arial" w:cs="Arial"/>
          <w:b/>
          <w:bCs/>
          <w:sz w:val="22"/>
          <w:szCs w:val="22"/>
        </w:rPr>
      </w:pPr>
      <w:r w:rsidRPr="009506B6">
        <w:rPr>
          <w:rFonts w:ascii="Arial" w:hAnsi="Arial" w:cs="Arial"/>
          <w:b/>
          <w:bCs/>
          <w:sz w:val="22"/>
          <w:szCs w:val="22"/>
        </w:rPr>
        <w:t>SOUTH AFRICAN REVENUE SERVICE</w:t>
      </w:r>
    </w:p>
    <w:tbl>
      <w:tblPr>
        <w:tblW w:w="0" w:type="auto"/>
        <w:tblInd w:w="4428" w:type="dxa"/>
        <w:tblLook w:val="01E0" w:firstRow="1" w:lastRow="1" w:firstColumn="1" w:lastColumn="1" w:noHBand="0" w:noVBand="0"/>
      </w:tblPr>
      <w:tblGrid>
        <w:gridCol w:w="3834"/>
      </w:tblGrid>
      <w:tr w:rsidR="00763294" w:rsidRPr="009506B6" w14:paraId="6FCC8E45" w14:textId="77777777" w:rsidTr="003734B1">
        <w:trPr>
          <w:trHeight w:val="615"/>
        </w:trPr>
        <w:tc>
          <w:tcPr>
            <w:tcW w:w="3834" w:type="dxa"/>
            <w:tcBorders>
              <w:top w:val="single" w:sz="4" w:space="0" w:color="auto"/>
              <w:bottom w:val="single" w:sz="4" w:space="0" w:color="auto"/>
            </w:tcBorders>
          </w:tcPr>
          <w:p w14:paraId="463163C0" w14:textId="77777777" w:rsidR="00534FC4" w:rsidRPr="009506B6" w:rsidRDefault="00534FC4" w:rsidP="00DD24D3">
            <w:pPr>
              <w:keepNext/>
              <w:keepLines/>
              <w:spacing w:before="120" w:after="240" w:line="360" w:lineRule="auto"/>
              <w:jc w:val="both"/>
              <w:rPr>
                <w:rFonts w:ascii="Arial" w:hAnsi="Arial" w:cs="Arial"/>
                <w:sz w:val="22"/>
                <w:szCs w:val="22"/>
              </w:rPr>
            </w:pPr>
            <w:r w:rsidRPr="009506B6">
              <w:rPr>
                <w:rFonts w:ascii="Arial" w:hAnsi="Arial" w:cs="Arial"/>
                <w:sz w:val="22"/>
                <w:szCs w:val="22"/>
              </w:rPr>
              <w:t>Signature</w:t>
            </w:r>
          </w:p>
        </w:tc>
      </w:tr>
      <w:tr w:rsidR="00763294" w:rsidRPr="009506B6" w14:paraId="25C55AA5" w14:textId="77777777" w:rsidTr="003734B1">
        <w:trPr>
          <w:trHeight w:val="615"/>
        </w:trPr>
        <w:tc>
          <w:tcPr>
            <w:tcW w:w="3834" w:type="dxa"/>
            <w:tcBorders>
              <w:top w:val="single" w:sz="4" w:space="0" w:color="auto"/>
              <w:bottom w:val="single" w:sz="4" w:space="0" w:color="auto"/>
            </w:tcBorders>
          </w:tcPr>
          <w:p w14:paraId="157ADEE3" w14:textId="77777777" w:rsidR="00534FC4" w:rsidRPr="009506B6" w:rsidRDefault="00534FC4" w:rsidP="00DD24D3">
            <w:pPr>
              <w:keepNext/>
              <w:keepLines/>
              <w:spacing w:before="120" w:after="240" w:line="360" w:lineRule="auto"/>
              <w:jc w:val="both"/>
              <w:rPr>
                <w:rFonts w:ascii="Arial" w:hAnsi="Arial" w:cs="Arial"/>
                <w:sz w:val="22"/>
                <w:szCs w:val="22"/>
              </w:rPr>
            </w:pPr>
            <w:r w:rsidRPr="009506B6">
              <w:rPr>
                <w:rFonts w:ascii="Arial" w:hAnsi="Arial" w:cs="Arial"/>
                <w:sz w:val="22"/>
                <w:szCs w:val="22"/>
              </w:rPr>
              <w:t>Name of Signatory</w:t>
            </w:r>
          </w:p>
        </w:tc>
      </w:tr>
      <w:tr w:rsidR="00534FC4" w:rsidRPr="009506B6" w14:paraId="0BDB08E9" w14:textId="77777777" w:rsidTr="003734B1">
        <w:trPr>
          <w:trHeight w:val="615"/>
        </w:trPr>
        <w:tc>
          <w:tcPr>
            <w:tcW w:w="3834" w:type="dxa"/>
            <w:tcBorders>
              <w:top w:val="single" w:sz="4" w:space="0" w:color="auto"/>
            </w:tcBorders>
          </w:tcPr>
          <w:p w14:paraId="1F333DEA" w14:textId="77777777" w:rsidR="00534FC4" w:rsidRPr="009506B6" w:rsidRDefault="00534FC4" w:rsidP="00DD24D3">
            <w:pPr>
              <w:keepNext/>
              <w:keepLines/>
              <w:spacing w:before="120" w:after="240" w:line="360" w:lineRule="auto"/>
              <w:jc w:val="both"/>
              <w:rPr>
                <w:rFonts w:ascii="Arial" w:hAnsi="Arial" w:cs="Arial"/>
                <w:b/>
                <w:bCs/>
                <w:i/>
                <w:iCs/>
              </w:rPr>
            </w:pPr>
            <w:r w:rsidRPr="009506B6">
              <w:rPr>
                <w:rFonts w:ascii="Arial" w:hAnsi="Arial" w:cs="Arial"/>
              </w:rPr>
              <w:t>Designation of Signatory</w:t>
            </w:r>
          </w:p>
        </w:tc>
      </w:tr>
    </w:tbl>
    <w:bookmarkEnd w:id="1454"/>
    <w:bookmarkEnd w:id="1455"/>
    <w:bookmarkEnd w:id="1456"/>
    <w:bookmarkEnd w:id="1457"/>
    <w:bookmarkEnd w:id="1458"/>
    <w:bookmarkEnd w:id="1459"/>
    <w:bookmarkEnd w:id="1460"/>
    <w:bookmarkEnd w:id="1461"/>
    <w:bookmarkEnd w:id="1462"/>
    <w:bookmarkEnd w:id="1463"/>
    <w:p w14:paraId="6CF19062" w14:textId="738B5985" w:rsidR="00534FC4" w:rsidRPr="009506B6" w:rsidRDefault="00534FC4" w:rsidP="00DD24D3">
      <w:pPr>
        <w:keepNext/>
        <w:keepLines/>
        <w:spacing w:before="120" w:after="240" w:line="360" w:lineRule="auto"/>
        <w:jc w:val="both"/>
        <w:rPr>
          <w:rFonts w:ascii="Arial" w:hAnsi="Arial" w:cs="Arial"/>
          <w:b/>
          <w:bCs/>
          <w:sz w:val="22"/>
          <w:szCs w:val="22"/>
        </w:rPr>
      </w:pPr>
      <w:r w:rsidRPr="009506B6">
        <w:rPr>
          <w:rFonts w:ascii="Arial" w:hAnsi="Arial" w:cs="Arial"/>
          <w:b/>
          <w:bCs/>
          <w:sz w:val="22"/>
          <w:szCs w:val="22"/>
        </w:rPr>
        <w:t>SIGNED at_________________________</w:t>
      </w:r>
      <w:r w:rsidR="00C23DEC" w:rsidRPr="009506B6">
        <w:rPr>
          <w:rFonts w:ascii="Arial" w:hAnsi="Arial" w:cs="Arial"/>
          <w:b/>
          <w:bCs/>
          <w:sz w:val="22"/>
          <w:szCs w:val="22"/>
        </w:rPr>
        <w:t xml:space="preserve"> </w:t>
      </w:r>
      <w:r w:rsidRPr="009506B6">
        <w:rPr>
          <w:rFonts w:ascii="Arial" w:hAnsi="Arial" w:cs="Arial"/>
          <w:b/>
          <w:bCs/>
          <w:sz w:val="22"/>
          <w:szCs w:val="22"/>
        </w:rPr>
        <w:t>on _______________________20</w:t>
      </w:r>
      <w:r w:rsidR="004B0ADB" w:rsidRPr="009506B6">
        <w:rPr>
          <w:rFonts w:ascii="Arial" w:hAnsi="Arial" w:cs="Arial"/>
          <w:b/>
          <w:bCs/>
          <w:sz w:val="22"/>
          <w:szCs w:val="22"/>
        </w:rPr>
        <w:t>2</w:t>
      </w:r>
      <w:r w:rsidR="00794BA1">
        <w:rPr>
          <w:rFonts w:ascii="Arial" w:hAnsi="Arial" w:cs="Arial"/>
          <w:b/>
          <w:bCs/>
          <w:sz w:val="22"/>
          <w:szCs w:val="22"/>
        </w:rPr>
        <w:t>2</w:t>
      </w:r>
      <w:r w:rsidRPr="009506B6">
        <w:rPr>
          <w:rFonts w:ascii="Arial" w:hAnsi="Arial" w:cs="Arial"/>
          <w:b/>
          <w:bCs/>
          <w:sz w:val="22"/>
          <w:szCs w:val="22"/>
        </w:rPr>
        <w:t xml:space="preserve"> </w:t>
      </w:r>
    </w:p>
    <w:p w14:paraId="0A3CF338" w14:textId="77777777" w:rsidR="00534FC4" w:rsidRPr="009506B6" w:rsidRDefault="00534FC4" w:rsidP="00DD24D3">
      <w:pPr>
        <w:keepNext/>
        <w:keepLines/>
        <w:spacing w:before="120" w:after="240" w:line="360" w:lineRule="auto"/>
        <w:jc w:val="both"/>
        <w:rPr>
          <w:rFonts w:ascii="Arial" w:hAnsi="Arial" w:cs="Arial"/>
          <w:sz w:val="22"/>
          <w:szCs w:val="22"/>
        </w:rPr>
      </w:pPr>
      <w:r w:rsidRPr="009506B6">
        <w:rPr>
          <w:rFonts w:ascii="Arial" w:hAnsi="Arial" w:cs="Arial"/>
          <w:sz w:val="22"/>
          <w:szCs w:val="22"/>
        </w:rPr>
        <w:t>For and on behalf of</w:t>
      </w:r>
    </w:p>
    <w:p w14:paraId="5F4B694F" w14:textId="77777777" w:rsidR="00534FC4" w:rsidRPr="009506B6" w:rsidRDefault="00534FC4" w:rsidP="00DD24D3">
      <w:pPr>
        <w:keepNext/>
        <w:keepLines/>
        <w:spacing w:before="120" w:after="240" w:line="360" w:lineRule="auto"/>
        <w:jc w:val="both"/>
        <w:rPr>
          <w:rFonts w:ascii="Arial" w:hAnsi="Arial" w:cs="Arial"/>
          <w:b/>
          <w:bCs/>
          <w:sz w:val="22"/>
          <w:szCs w:val="22"/>
        </w:rPr>
      </w:pPr>
      <w:r w:rsidRPr="009506B6">
        <w:rPr>
          <w:rFonts w:ascii="Arial" w:hAnsi="Arial" w:cs="Arial"/>
          <w:b/>
          <w:bCs/>
          <w:sz w:val="22"/>
          <w:szCs w:val="22"/>
        </w:rPr>
        <w:t>SOUTH AFRICAN REVENUE SERVICE</w:t>
      </w:r>
    </w:p>
    <w:tbl>
      <w:tblPr>
        <w:tblW w:w="0" w:type="auto"/>
        <w:tblInd w:w="4428" w:type="dxa"/>
        <w:tblLook w:val="01E0" w:firstRow="1" w:lastRow="1" w:firstColumn="1" w:lastColumn="1" w:noHBand="0" w:noVBand="0"/>
      </w:tblPr>
      <w:tblGrid>
        <w:gridCol w:w="3834"/>
      </w:tblGrid>
      <w:tr w:rsidR="00763294" w:rsidRPr="009506B6" w14:paraId="7432F272" w14:textId="77777777" w:rsidTr="003734B1">
        <w:trPr>
          <w:trHeight w:val="615"/>
        </w:trPr>
        <w:tc>
          <w:tcPr>
            <w:tcW w:w="3834" w:type="dxa"/>
            <w:tcBorders>
              <w:top w:val="single" w:sz="4" w:space="0" w:color="auto"/>
              <w:bottom w:val="single" w:sz="4" w:space="0" w:color="auto"/>
            </w:tcBorders>
          </w:tcPr>
          <w:p w14:paraId="6B13DDDA" w14:textId="77777777" w:rsidR="00534FC4" w:rsidRPr="009506B6" w:rsidRDefault="00534FC4" w:rsidP="00DD24D3">
            <w:pPr>
              <w:keepNext/>
              <w:keepLines/>
              <w:spacing w:before="120" w:after="240" w:line="360" w:lineRule="auto"/>
              <w:jc w:val="both"/>
              <w:rPr>
                <w:rFonts w:ascii="Arial" w:hAnsi="Arial" w:cs="Arial"/>
                <w:sz w:val="22"/>
                <w:szCs w:val="22"/>
              </w:rPr>
            </w:pPr>
            <w:r w:rsidRPr="009506B6">
              <w:rPr>
                <w:rFonts w:ascii="Arial" w:hAnsi="Arial" w:cs="Arial"/>
                <w:sz w:val="22"/>
                <w:szCs w:val="22"/>
              </w:rPr>
              <w:t>Signature</w:t>
            </w:r>
          </w:p>
        </w:tc>
      </w:tr>
      <w:tr w:rsidR="00763294" w:rsidRPr="009506B6" w14:paraId="533BDDBF" w14:textId="77777777" w:rsidTr="003734B1">
        <w:trPr>
          <w:trHeight w:val="615"/>
        </w:trPr>
        <w:tc>
          <w:tcPr>
            <w:tcW w:w="3834" w:type="dxa"/>
            <w:tcBorders>
              <w:top w:val="single" w:sz="4" w:space="0" w:color="auto"/>
              <w:bottom w:val="single" w:sz="4" w:space="0" w:color="auto"/>
            </w:tcBorders>
          </w:tcPr>
          <w:p w14:paraId="618C022A" w14:textId="77777777" w:rsidR="00534FC4" w:rsidRPr="009506B6" w:rsidRDefault="00534FC4" w:rsidP="00DD24D3">
            <w:pPr>
              <w:keepNext/>
              <w:keepLines/>
              <w:spacing w:before="120" w:after="240" w:line="360" w:lineRule="auto"/>
              <w:jc w:val="both"/>
              <w:rPr>
                <w:rFonts w:ascii="Arial" w:hAnsi="Arial" w:cs="Arial"/>
                <w:sz w:val="22"/>
                <w:szCs w:val="22"/>
              </w:rPr>
            </w:pPr>
            <w:r w:rsidRPr="009506B6">
              <w:rPr>
                <w:rFonts w:ascii="Arial" w:hAnsi="Arial" w:cs="Arial"/>
                <w:sz w:val="22"/>
                <w:szCs w:val="22"/>
              </w:rPr>
              <w:t>Name of Signatory</w:t>
            </w:r>
          </w:p>
        </w:tc>
      </w:tr>
      <w:tr w:rsidR="00534FC4" w:rsidRPr="009506B6" w14:paraId="133FBA79" w14:textId="77777777" w:rsidTr="003734B1">
        <w:trPr>
          <w:trHeight w:val="615"/>
        </w:trPr>
        <w:tc>
          <w:tcPr>
            <w:tcW w:w="3834" w:type="dxa"/>
            <w:tcBorders>
              <w:top w:val="single" w:sz="4" w:space="0" w:color="auto"/>
            </w:tcBorders>
          </w:tcPr>
          <w:p w14:paraId="3AB6D615" w14:textId="77777777" w:rsidR="00534FC4" w:rsidRPr="009506B6" w:rsidRDefault="00534FC4" w:rsidP="00DD24D3">
            <w:pPr>
              <w:keepNext/>
              <w:keepLines/>
              <w:spacing w:before="120" w:after="240" w:line="360" w:lineRule="auto"/>
              <w:jc w:val="both"/>
              <w:rPr>
                <w:rFonts w:ascii="Arial" w:hAnsi="Arial" w:cs="Arial"/>
                <w:sz w:val="22"/>
                <w:szCs w:val="22"/>
              </w:rPr>
            </w:pPr>
            <w:r w:rsidRPr="009506B6">
              <w:rPr>
                <w:rFonts w:ascii="Arial" w:hAnsi="Arial" w:cs="Arial"/>
                <w:sz w:val="22"/>
                <w:szCs w:val="22"/>
              </w:rPr>
              <w:t>Designation of Signatory</w:t>
            </w:r>
          </w:p>
        </w:tc>
      </w:tr>
    </w:tbl>
    <w:p w14:paraId="0EE17B71" w14:textId="77777777" w:rsidR="00534FC4" w:rsidRPr="009506B6" w:rsidRDefault="00534FC4" w:rsidP="00DD24D3">
      <w:pPr>
        <w:keepNext/>
        <w:keepLines/>
        <w:spacing w:before="120" w:after="240" w:line="360" w:lineRule="auto"/>
        <w:jc w:val="both"/>
        <w:rPr>
          <w:rFonts w:ascii="Arial" w:hAnsi="Arial" w:cs="Arial"/>
          <w:b/>
          <w:bCs/>
          <w:i/>
          <w:iCs/>
          <w:sz w:val="22"/>
          <w:szCs w:val="22"/>
        </w:rPr>
      </w:pPr>
    </w:p>
    <w:p w14:paraId="7B495C76" w14:textId="55C34284" w:rsidR="004B0ADB" w:rsidRPr="009506B6" w:rsidRDefault="004B0ADB" w:rsidP="00DD24D3">
      <w:pPr>
        <w:keepNext/>
        <w:keepLines/>
        <w:spacing w:before="120" w:after="240" w:line="360" w:lineRule="auto"/>
        <w:jc w:val="both"/>
        <w:rPr>
          <w:rFonts w:ascii="Arial" w:hAnsi="Arial" w:cs="Arial"/>
          <w:b/>
          <w:bCs/>
          <w:i/>
          <w:iCs/>
          <w:sz w:val="22"/>
          <w:szCs w:val="22"/>
        </w:rPr>
      </w:pPr>
      <w:r w:rsidRPr="009506B6">
        <w:rPr>
          <w:rFonts w:ascii="Arial" w:hAnsi="Arial" w:cs="Arial"/>
          <w:b/>
          <w:bCs/>
          <w:sz w:val="22"/>
          <w:szCs w:val="22"/>
        </w:rPr>
        <w:t>SIGNED at_________________________</w:t>
      </w:r>
      <w:r w:rsidR="00C23DEC" w:rsidRPr="009506B6">
        <w:rPr>
          <w:rFonts w:ascii="Arial" w:hAnsi="Arial" w:cs="Arial"/>
          <w:b/>
          <w:bCs/>
          <w:sz w:val="22"/>
          <w:szCs w:val="22"/>
        </w:rPr>
        <w:t xml:space="preserve"> </w:t>
      </w:r>
      <w:r w:rsidRPr="009506B6">
        <w:rPr>
          <w:rFonts w:ascii="Arial" w:hAnsi="Arial" w:cs="Arial"/>
          <w:b/>
          <w:bCs/>
          <w:sz w:val="22"/>
          <w:szCs w:val="22"/>
        </w:rPr>
        <w:t>on _______________________202</w:t>
      </w:r>
      <w:r w:rsidR="00794BA1">
        <w:rPr>
          <w:rFonts w:ascii="Arial" w:hAnsi="Arial" w:cs="Arial"/>
          <w:b/>
          <w:bCs/>
          <w:sz w:val="22"/>
          <w:szCs w:val="22"/>
        </w:rPr>
        <w:t>2</w:t>
      </w:r>
      <w:r w:rsidRPr="009506B6">
        <w:rPr>
          <w:rFonts w:ascii="Arial" w:hAnsi="Arial" w:cs="Arial"/>
          <w:b/>
          <w:bCs/>
          <w:sz w:val="22"/>
          <w:szCs w:val="22"/>
        </w:rPr>
        <w:t xml:space="preserve"> </w:t>
      </w:r>
    </w:p>
    <w:p w14:paraId="486D26D5" w14:textId="77777777" w:rsidR="00534FC4" w:rsidRPr="009506B6" w:rsidRDefault="00534FC4" w:rsidP="00DD24D3">
      <w:pPr>
        <w:keepNext/>
        <w:keepLines/>
        <w:spacing w:before="120" w:after="240" w:line="360" w:lineRule="auto"/>
        <w:jc w:val="both"/>
        <w:rPr>
          <w:rFonts w:ascii="Arial" w:hAnsi="Arial" w:cs="Arial"/>
          <w:sz w:val="22"/>
          <w:szCs w:val="22"/>
        </w:rPr>
      </w:pPr>
      <w:r w:rsidRPr="009506B6">
        <w:rPr>
          <w:rFonts w:ascii="Arial" w:hAnsi="Arial" w:cs="Arial"/>
          <w:sz w:val="22"/>
          <w:szCs w:val="22"/>
        </w:rPr>
        <w:t>For and on behalf of</w:t>
      </w:r>
    </w:p>
    <w:p w14:paraId="1E779EE9" w14:textId="77777777" w:rsidR="00534FC4" w:rsidRPr="009506B6" w:rsidRDefault="00534FC4" w:rsidP="00DD24D3">
      <w:pPr>
        <w:keepNext/>
        <w:keepLines/>
        <w:spacing w:before="120" w:after="240" w:line="360" w:lineRule="auto"/>
        <w:jc w:val="both"/>
        <w:rPr>
          <w:rFonts w:ascii="Arial" w:hAnsi="Arial" w:cs="Arial"/>
          <w:b/>
          <w:bCs/>
          <w:sz w:val="22"/>
          <w:szCs w:val="22"/>
        </w:rPr>
      </w:pPr>
      <w:r w:rsidRPr="009506B6">
        <w:rPr>
          <w:rFonts w:ascii="Arial" w:hAnsi="Arial" w:cs="Arial"/>
          <w:b/>
          <w:bCs/>
          <w:sz w:val="22"/>
          <w:szCs w:val="22"/>
        </w:rPr>
        <w:t>SERVICE PROVIDER</w:t>
      </w:r>
    </w:p>
    <w:tbl>
      <w:tblPr>
        <w:tblW w:w="0" w:type="auto"/>
        <w:tblInd w:w="4428" w:type="dxa"/>
        <w:tblLook w:val="01E0" w:firstRow="1" w:lastRow="1" w:firstColumn="1" w:lastColumn="1" w:noHBand="0" w:noVBand="0"/>
      </w:tblPr>
      <w:tblGrid>
        <w:gridCol w:w="3834"/>
      </w:tblGrid>
      <w:tr w:rsidR="00763294" w:rsidRPr="009506B6" w14:paraId="2B1802CA" w14:textId="77777777" w:rsidTr="003734B1">
        <w:trPr>
          <w:trHeight w:val="615"/>
        </w:trPr>
        <w:tc>
          <w:tcPr>
            <w:tcW w:w="3834" w:type="dxa"/>
            <w:tcBorders>
              <w:top w:val="single" w:sz="4" w:space="0" w:color="auto"/>
              <w:bottom w:val="single" w:sz="4" w:space="0" w:color="auto"/>
            </w:tcBorders>
          </w:tcPr>
          <w:p w14:paraId="6E1808D7" w14:textId="77777777" w:rsidR="00534FC4" w:rsidRPr="009506B6" w:rsidRDefault="00534FC4" w:rsidP="00DD24D3">
            <w:pPr>
              <w:keepNext/>
              <w:keepLines/>
              <w:spacing w:before="120" w:after="240" w:line="360" w:lineRule="auto"/>
              <w:jc w:val="both"/>
              <w:rPr>
                <w:rFonts w:ascii="Arial" w:hAnsi="Arial" w:cs="Arial"/>
                <w:sz w:val="22"/>
                <w:szCs w:val="22"/>
              </w:rPr>
            </w:pPr>
            <w:r w:rsidRPr="009506B6">
              <w:rPr>
                <w:rFonts w:ascii="Arial" w:hAnsi="Arial" w:cs="Arial"/>
                <w:sz w:val="22"/>
                <w:szCs w:val="22"/>
              </w:rPr>
              <w:t>Signature</w:t>
            </w:r>
          </w:p>
        </w:tc>
      </w:tr>
      <w:tr w:rsidR="00763294" w:rsidRPr="009506B6" w14:paraId="693524D9" w14:textId="77777777" w:rsidTr="003734B1">
        <w:trPr>
          <w:trHeight w:val="615"/>
        </w:trPr>
        <w:tc>
          <w:tcPr>
            <w:tcW w:w="3834" w:type="dxa"/>
            <w:tcBorders>
              <w:top w:val="single" w:sz="4" w:space="0" w:color="auto"/>
              <w:bottom w:val="single" w:sz="4" w:space="0" w:color="auto"/>
            </w:tcBorders>
          </w:tcPr>
          <w:p w14:paraId="532FBB66" w14:textId="77777777" w:rsidR="00534FC4" w:rsidRPr="009506B6" w:rsidRDefault="00534FC4" w:rsidP="00DD24D3">
            <w:pPr>
              <w:keepNext/>
              <w:keepLines/>
              <w:spacing w:before="120" w:after="240" w:line="360" w:lineRule="auto"/>
              <w:jc w:val="both"/>
              <w:rPr>
                <w:rFonts w:ascii="Arial" w:hAnsi="Arial" w:cs="Arial"/>
                <w:sz w:val="22"/>
                <w:szCs w:val="22"/>
              </w:rPr>
            </w:pPr>
            <w:r w:rsidRPr="009506B6">
              <w:rPr>
                <w:rFonts w:ascii="Arial" w:hAnsi="Arial" w:cs="Arial"/>
                <w:sz w:val="22"/>
                <w:szCs w:val="22"/>
              </w:rPr>
              <w:t>Name of Signatory</w:t>
            </w:r>
          </w:p>
        </w:tc>
      </w:tr>
      <w:tr w:rsidR="00BD7738" w:rsidRPr="009506B6" w14:paraId="6D275103" w14:textId="77777777" w:rsidTr="003734B1">
        <w:trPr>
          <w:trHeight w:val="615"/>
        </w:trPr>
        <w:tc>
          <w:tcPr>
            <w:tcW w:w="3834" w:type="dxa"/>
            <w:tcBorders>
              <w:top w:val="single" w:sz="4" w:space="0" w:color="auto"/>
            </w:tcBorders>
          </w:tcPr>
          <w:p w14:paraId="36D38F25" w14:textId="77777777" w:rsidR="00534FC4" w:rsidRPr="009506B6" w:rsidRDefault="00534FC4" w:rsidP="00DD24D3">
            <w:pPr>
              <w:keepNext/>
              <w:keepLines/>
              <w:spacing w:before="120" w:after="240" w:line="360" w:lineRule="auto"/>
              <w:jc w:val="both"/>
              <w:rPr>
                <w:rFonts w:ascii="Arial" w:hAnsi="Arial" w:cs="Arial"/>
                <w:sz w:val="22"/>
                <w:szCs w:val="22"/>
              </w:rPr>
            </w:pPr>
            <w:r w:rsidRPr="009506B6">
              <w:rPr>
                <w:rFonts w:ascii="Arial" w:hAnsi="Arial" w:cs="Arial"/>
                <w:sz w:val="22"/>
                <w:szCs w:val="22"/>
              </w:rPr>
              <w:t>Designation of Signatory</w:t>
            </w:r>
          </w:p>
        </w:tc>
      </w:tr>
    </w:tbl>
    <w:p w14:paraId="12EFE617" w14:textId="0C7B021B" w:rsidR="001568D0" w:rsidRPr="009506B6" w:rsidRDefault="001568D0" w:rsidP="00DD24D3">
      <w:pPr>
        <w:keepNext/>
        <w:keepLines/>
        <w:jc w:val="both"/>
        <w:rPr>
          <w:rFonts w:ascii="Arial" w:hAnsi="Arial" w:cs="Arial"/>
          <w:b/>
          <w:bCs/>
          <w:caps/>
          <w:sz w:val="22"/>
          <w:szCs w:val="22"/>
          <w:lang w:val="en-ZA" w:eastAsia="en-US"/>
        </w:rPr>
      </w:pPr>
      <w:r w:rsidRPr="009506B6">
        <w:rPr>
          <w:rFonts w:ascii="Arial" w:hAnsi="Arial" w:cs="Arial"/>
          <w:b/>
          <w:bCs/>
          <w:caps/>
          <w:sz w:val="22"/>
          <w:szCs w:val="22"/>
          <w:lang w:val="en-ZA" w:eastAsia="en-US"/>
        </w:rPr>
        <w:br w:type="page"/>
      </w:r>
    </w:p>
    <w:p w14:paraId="6F2FB778" w14:textId="77777777" w:rsidR="00B42510" w:rsidRPr="009506B6" w:rsidRDefault="00B42510" w:rsidP="00DD24D3">
      <w:pPr>
        <w:keepNext/>
        <w:keepLines/>
        <w:spacing w:before="120" w:after="240" w:line="360" w:lineRule="auto"/>
        <w:jc w:val="both"/>
        <w:rPr>
          <w:rFonts w:ascii="Arial" w:hAnsi="Arial" w:cs="Arial"/>
          <w:caps/>
          <w:sz w:val="22"/>
          <w:szCs w:val="22"/>
        </w:rPr>
        <w:sectPr w:rsidR="00B42510" w:rsidRPr="009506B6" w:rsidSect="009A04BC">
          <w:headerReference w:type="even" r:id="rId11"/>
          <w:headerReference w:type="default" r:id="rId12"/>
          <w:footerReference w:type="default" r:id="rId13"/>
          <w:headerReference w:type="first" r:id="rId14"/>
          <w:type w:val="continuous"/>
          <w:pgSz w:w="11906" w:h="16838" w:code="9"/>
          <w:pgMar w:top="1418" w:right="1701" w:bottom="1418" w:left="1701" w:header="709" w:footer="709" w:gutter="0"/>
          <w:cols w:space="708"/>
          <w:docGrid w:linePitch="360"/>
        </w:sectPr>
      </w:pPr>
    </w:p>
    <w:p w14:paraId="06828C11" w14:textId="4E31B8A2" w:rsidR="006E19DD" w:rsidRPr="00487D32" w:rsidRDefault="006E19DD" w:rsidP="00487D32">
      <w:pPr>
        <w:keepNext/>
        <w:keepLines/>
        <w:spacing w:before="120" w:after="240" w:line="360" w:lineRule="auto"/>
        <w:ind w:left="2160" w:firstLine="720"/>
        <w:jc w:val="both"/>
        <w:rPr>
          <w:rFonts w:ascii="Arial" w:hAnsi="Arial" w:cs="Arial"/>
        </w:rPr>
      </w:pPr>
      <w:bookmarkStart w:id="1465" w:name="_Toc88574957"/>
      <w:bookmarkEnd w:id="1464"/>
      <w:r w:rsidRPr="00487D32">
        <w:rPr>
          <w:rFonts w:ascii="Arial" w:hAnsi="Arial" w:cs="Arial"/>
          <w:b/>
          <w:bCs/>
          <w:caps/>
          <w:lang w:val="en-ZA" w:eastAsia="en-US"/>
        </w:rPr>
        <w:lastRenderedPageBreak/>
        <w:t xml:space="preserve">annexure </w:t>
      </w:r>
      <w:bookmarkEnd w:id="1465"/>
      <w:r w:rsidR="00C53428">
        <w:rPr>
          <w:rFonts w:ascii="Arial" w:hAnsi="Arial" w:cs="Arial"/>
          <w:b/>
          <w:bCs/>
          <w:caps/>
          <w:lang w:val="en-ZA" w:eastAsia="en-US"/>
        </w:rPr>
        <w:t>A</w:t>
      </w:r>
    </w:p>
    <w:p w14:paraId="59441CED" w14:textId="57764816" w:rsidR="006E19DD" w:rsidRPr="009506B6" w:rsidRDefault="004F156A" w:rsidP="004F156A">
      <w:pPr>
        <w:keepNext/>
        <w:keepLines/>
        <w:spacing w:before="120" w:after="240" w:line="360" w:lineRule="auto"/>
        <w:outlineLvl w:val="0"/>
        <w:rPr>
          <w:rFonts w:ascii="Arial" w:hAnsi="Arial" w:cs="Arial"/>
          <w:b/>
          <w:bCs/>
          <w:caps/>
          <w:sz w:val="22"/>
          <w:szCs w:val="22"/>
          <w:lang w:val="en-ZA" w:eastAsia="en-US"/>
        </w:rPr>
      </w:pPr>
      <w:r>
        <w:rPr>
          <w:rFonts w:ascii="Arial" w:hAnsi="Arial" w:cs="Arial"/>
          <w:b/>
          <w:bCs/>
          <w:caps/>
          <w:sz w:val="22"/>
          <w:szCs w:val="22"/>
          <w:lang w:val="en-ZA" w:eastAsia="en-US"/>
        </w:rPr>
        <w:t xml:space="preserve">                                  </w:t>
      </w:r>
      <w:bookmarkStart w:id="1466" w:name="_Toc107398041"/>
      <w:r w:rsidR="006E19DD" w:rsidRPr="009506B6">
        <w:rPr>
          <w:rFonts w:ascii="Arial" w:hAnsi="Arial" w:cs="Arial"/>
          <w:b/>
          <w:bCs/>
          <w:caps/>
          <w:sz w:val="22"/>
          <w:szCs w:val="22"/>
          <w:lang w:val="en-ZA" w:eastAsia="en-US"/>
        </w:rPr>
        <w:t>Service level agreement</w:t>
      </w:r>
      <w:bookmarkEnd w:id="1466"/>
    </w:p>
    <w:p w14:paraId="28E5F8C0" w14:textId="77777777" w:rsidR="0076357C" w:rsidRDefault="0076357C" w:rsidP="0076357C">
      <w:pPr>
        <w:pStyle w:val="ListParagraph"/>
        <w:keepNext/>
        <w:keepLines/>
        <w:numPr>
          <w:ilvl w:val="0"/>
          <w:numId w:val="30"/>
        </w:numPr>
        <w:spacing w:before="120" w:after="240" w:line="360" w:lineRule="auto"/>
        <w:outlineLvl w:val="0"/>
        <w:rPr>
          <w:b/>
          <w:bCs/>
          <w:caps/>
          <w:lang w:val="en-ZA" w:eastAsia="en-US"/>
        </w:rPr>
      </w:pPr>
      <w:bookmarkStart w:id="1467" w:name="_Toc106198807"/>
      <w:bookmarkStart w:id="1468" w:name="_Toc106890113"/>
      <w:bookmarkStart w:id="1469" w:name="_Toc107398042"/>
      <w:bookmarkStart w:id="1470" w:name="_Toc206989992"/>
      <w:r w:rsidRPr="00AB6E2C">
        <w:rPr>
          <w:b/>
          <w:bCs/>
          <w:caps/>
          <w:lang w:val="en-ZA" w:eastAsia="en-US"/>
        </w:rPr>
        <w:t>General</w:t>
      </w:r>
      <w:bookmarkEnd w:id="1467"/>
      <w:bookmarkEnd w:id="1468"/>
      <w:bookmarkEnd w:id="1469"/>
      <w:r w:rsidRPr="00AB6E2C">
        <w:rPr>
          <w:b/>
          <w:bCs/>
          <w:caps/>
          <w:lang w:val="en-ZA" w:eastAsia="en-US"/>
        </w:rPr>
        <w:t xml:space="preserve"> </w:t>
      </w:r>
    </w:p>
    <w:p w14:paraId="19849E0B" w14:textId="77777777" w:rsidR="0076357C" w:rsidRDefault="0076357C" w:rsidP="0076357C">
      <w:pPr>
        <w:pStyle w:val="ListParagraph"/>
        <w:keepNext/>
        <w:keepLines/>
        <w:spacing w:before="120" w:after="240" w:line="360" w:lineRule="auto"/>
        <w:outlineLvl w:val="0"/>
        <w:rPr>
          <w:b/>
          <w:bCs/>
          <w:caps/>
          <w:lang w:val="en-ZA" w:eastAsia="en-US"/>
        </w:rPr>
      </w:pPr>
    </w:p>
    <w:p w14:paraId="0FAFB9A1" w14:textId="3729D334" w:rsidR="0076357C" w:rsidRPr="00AB6E2C" w:rsidRDefault="0076357C" w:rsidP="0076357C">
      <w:pPr>
        <w:pStyle w:val="ListParagraph"/>
        <w:keepNext/>
        <w:keepLines/>
        <w:numPr>
          <w:ilvl w:val="1"/>
          <w:numId w:val="30"/>
        </w:numPr>
        <w:spacing w:before="120" w:after="240" w:line="360" w:lineRule="auto"/>
        <w:jc w:val="both"/>
        <w:outlineLvl w:val="0"/>
        <w:rPr>
          <w:caps/>
          <w:lang w:val="en-ZA" w:eastAsia="en-US"/>
        </w:rPr>
      </w:pPr>
      <w:r>
        <w:rPr>
          <w:lang w:val="en-ZA" w:eastAsia="en-US"/>
        </w:rPr>
        <w:t xml:space="preserve"> </w:t>
      </w:r>
      <w:bookmarkStart w:id="1471" w:name="_Toc106198808"/>
      <w:bookmarkStart w:id="1472" w:name="_Toc106890114"/>
      <w:bookmarkStart w:id="1473" w:name="_Toc107398043"/>
      <w:r w:rsidRPr="00AB6E2C">
        <w:rPr>
          <w:lang w:val="en-ZA" w:eastAsia="en-US"/>
        </w:rPr>
        <w:t>Annex</w:t>
      </w:r>
      <w:r>
        <w:rPr>
          <w:lang w:val="en-ZA" w:eastAsia="en-US"/>
        </w:rPr>
        <w:t>ure</w:t>
      </w:r>
      <w:r w:rsidRPr="00AB6E2C">
        <w:rPr>
          <w:lang w:val="en-ZA" w:eastAsia="en-US"/>
        </w:rPr>
        <w:t xml:space="preserve"> </w:t>
      </w:r>
      <w:r>
        <w:rPr>
          <w:lang w:val="en-ZA" w:eastAsia="en-US"/>
        </w:rPr>
        <w:t>B</w:t>
      </w:r>
      <w:r w:rsidRPr="00AB6E2C">
        <w:rPr>
          <w:lang w:val="en-ZA" w:eastAsia="en-US"/>
        </w:rPr>
        <w:t xml:space="preserve"> sets out the service levels that will apply during the term and </w:t>
      </w:r>
      <w:r>
        <w:rPr>
          <w:lang w:val="en-ZA" w:eastAsia="en-US"/>
        </w:rPr>
        <w:t xml:space="preserve">     </w:t>
      </w:r>
      <w:r w:rsidRPr="00AB6E2C">
        <w:rPr>
          <w:lang w:val="en-ZA" w:eastAsia="en-US"/>
        </w:rPr>
        <w:t>method for calculating any service level credits that may apply if service provider fails to perform the services in accordance with such service levels.</w:t>
      </w:r>
      <w:bookmarkEnd w:id="1471"/>
      <w:bookmarkEnd w:id="1472"/>
      <w:bookmarkEnd w:id="1473"/>
    </w:p>
    <w:p w14:paraId="637120B7" w14:textId="77777777" w:rsidR="0076357C" w:rsidRPr="00AB6E2C" w:rsidRDefault="0076357C" w:rsidP="0076357C">
      <w:pPr>
        <w:pStyle w:val="ListParagraph"/>
        <w:keepNext/>
        <w:keepLines/>
        <w:spacing w:before="120" w:after="240" w:line="360" w:lineRule="auto"/>
        <w:ind w:left="1080"/>
        <w:jc w:val="both"/>
        <w:outlineLvl w:val="0"/>
        <w:rPr>
          <w:caps/>
          <w:lang w:val="en-ZA" w:eastAsia="en-US"/>
        </w:rPr>
      </w:pPr>
    </w:p>
    <w:p w14:paraId="0600F469" w14:textId="1F8157E7" w:rsidR="0076357C" w:rsidRPr="00676596" w:rsidRDefault="0076357C" w:rsidP="0076357C">
      <w:pPr>
        <w:pStyle w:val="ListParagraph"/>
        <w:keepNext/>
        <w:keepLines/>
        <w:numPr>
          <w:ilvl w:val="1"/>
          <w:numId w:val="30"/>
        </w:numPr>
        <w:spacing w:before="120" w:after="240" w:line="360" w:lineRule="auto"/>
        <w:jc w:val="both"/>
        <w:outlineLvl w:val="0"/>
        <w:rPr>
          <w:caps/>
          <w:lang w:val="en-ZA" w:eastAsia="en-US"/>
        </w:rPr>
      </w:pPr>
      <w:bookmarkStart w:id="1474" w:name="_Toc106198809"/>
      <w:bookmarkStart w:id="1475" w:name="_Toc106890115"/>
      <w:bookmarkStart w:id="1476" w:name="_Toc107398044"/>
      <w:r>
        <w:rPr>
          <w:lang w:val="en-ZA" w:eastAsia="en-US"/>
        </w:rPr>
        <w:t>Annexure B-1 sets out the Service Levels and Service Level Credits.</w:t>
      </w:r>
      <w:bookmarkEnd w:id="1474"/>
      <w:bookmarkEnd w:id="1475"/>
      <w:bookmarkEnd w:id="1476"/>
    </w:p>
    <w:p w14:paraId="6DAD1125" w14:textId="77777777" w:rsidR="0076357C" w:rsidRPr="00676596" w:rsidRDefault="0076357C" w:rsidP="0076357C">
      <w:pPr>
        <w:pStyle w:val="ListParagraph"/>
        <w:rPr>
          <w:caps/>
          <w:lang w:val="en-ZA" w:eastAsia="en-US"/>
        </w:rPr>
      </w:pPr>
    </w:p>
    <w:p w14:paraId="2377B0B4" w14:textId="2476AC3A" w:rsidR="0076357C" w:rsidRPr="00676596" w:rsidRDefault="0076357C" w:rsidP="0076357C">
      <w:pPr>
        <w:pStyle w:val="ListParagraph"/>
        <w:keepNext/>
        <w:keepLines/>
        <w:numPr>
          <w:ilvl w:val="1"/>
          <w:numId w:val="30"/>
        </w:numPr>
        <w:spacing w:before="120" w:after="240" w:line="360" w:lineRule="auto"/>
        <w:jc w:val="both"/>
        <w:outlineLvl w:val="0"/>
        <w:rPr>
          <w:caps/>
          <w:lang w:val="en-ZA" w:eastAsia="en-US"/>
        </w:rPr>
      </w:pPr>
      <w:bookmarkStart w:id="1477" w:name="_Toc106198810"/>
      <w:bookmarkStart w:id="1478" w:name="_Toc106890116"/>
      <w:bookmarkStart w:id="1479" w:name="_Toc107398045"/>
      <w:r>
        <w:rPr>
          <w:lang w:val="en-ZA" w:eastAsia="en-US"/>
        </w:rPr>
        <w:t>The measurements and Service Levels set forth in this Annexure B and its will be used to measure Service Provider’s performance of the Services. During the Term, new Service Levels may be added or substituted by written agreement between the Parties in order to achieve a fair, accurate, and consistent measurement of the Service Provider’s performance of the Services.</w:t>
      </w:r>
      <w:bookmarkEnd w:id="1477"/>
      <w:bookmarkEnd w:id="1478"/>
      <w:bookmarkEnd w:id="1479"/>
    </w:p>
    <w:p w14:paraId="41C2B166" w14:textId="77777777" w:rsidR="0076357C" w:rsidRPr="00676596" w:rsidRDefault="0076357C" w:rsidP="0076357C">
      <w:pPr>
        <w:pStyle w:val="ListParagraph"/>
        <w:rPr>
          <w:caps/>
          <w:lang w:val="en-ZA" w:eastAsia="en-US"/>
        </w:rPr>
      </w:pPr>
    </w:p>
    <w:p w14:paraId="651C5EE2" w14:textId="77777777" w:rsidR="0076357C" w:rsidRPr="00BF37BE" w:rsidRDefault="0076357C" w:rsidP="0076357C">
      <w:pPr>
        <w:pStyle w:val="ListParagraph"/>
        <w:keepNext/>
        <w:keepLines/>
        <w:numPr>
          <w:ilvl w:val="1"/>
          <w:numId w:val="30"/>
        </w:numPr>
        <w:spacing w:before="120" w:after="240" w:line="360" w:lineRule="auto"/>
        <w:jc w:val="both"/>
        <w:outlineLvl w:val="0"/>
        <w:rPr>
          <w:caps/>
          <w:lang w:val="en-ZA" w:eastAsia="en-US"/>
        </w:rPr>
      </w:pPr>
      <w:bookmarkStart w:id="1480" w:name="_Toc106198811"/>
      <w:bookmarkStart w:id="1481" w:name="_Toc106890117"/>
      <w:bookmarkStart w:id="1482" w:name="_Toc107398046"/>
      <w:r>
        <w:rPr>
          <w:lang w:val="en-ZA" w:eastAsia="en-US"/>
        </w:rPr>
        <w:t>Service Provider will monitor its performance of the</w:t>
      </w:r>
      <w:r>
        <w:rPr>
          <w:caps/>
          <w:lang w:val="en-ZA" w:eastAsia="en-US"/>
        </w:rPr>
        <w:t xml:space="preserve"> </w:t>
      </w:r>
      <w:r>
        <w:rPr>
          <w:lang w:val="en-ZA" w:eastAsia="en-US"/>
        </w:rPr>
        <w:t>services with respect to the service levels on a continuous basis.</w:t>
      </w:r>
      <w:bookmarkEnd w:id="1480"/>
      <w:bookmarkEnd w:id="1481"/>
      <w:bookmarkEnd w:id="1482"/>
    </w:p>
    <w:p w14:paraId="0C70F339" w14:textId="77777777" w:rsidR="0076357C" w:rsidRPr="00BF37BE" w:rsidRDefault="0076357C" w:rsidP="0076357C">
      <w:pPr>
        <w:pStyle w:val="ListParagraph"/>
        <w:rPr>
          <w:caps/>
          <w:lang w:val="en-ZA" w:eastAsia="en-US"/>
        </w:rPr>
      </w:pPr>
    </w:p>
    <w:p w14:paraId="642F937E" w14:textId="77777777" w:rsidR="0076357C" w:rsidRPr="00BF37BE" w:rsidRDefault="0076357C" w:rsidP="0076357C">
      <w:pPr>
        <w:pStyle w:val="ListParagraph"/>
        <w:keepNext/>
        <w:keepLines/>
        <w:numPr>
          <w:ilvl w:val="1"/>
          <w:numId w:val="30"/>
        </w:numPr>
        <w:spacing w:before="120" w:after="240" w:line="360" w:lineRule="auto"/>
        <w:jc w:val="both"/>
        <w:outlineLvl w:val="0"/>
        <w:rPr>
          <w:caps/>
          <w:lang w:val="en-ZA" w:eastAsia="en-US"/>
        </w:rPr>
      </w:pPr>
      <w:bookmarkStart w:id="1483" w:name="_Toc106198812"/>
      <w:bookmarkStart w:id="1484" w:name="_Toc106890118"/>
      <w:bookmarkStart w:id="1485" w:name="_Toc107398047"/>
      <w:r>
        <w:rPr>
          <w:lang w:val="en-ZA" w:eastAsia="en-US"/>
        </w:rPr>
        <w:t>Service Provider will measure and report on its performance of the services with respect to the service levels as set out in this annexure B.</w:t>
      </w:r>
      <w:bookmarkEnd w:id="1483"/>
      <w:bookmarkEnd w:id="1484"/>
      <w:bookmarkEnd w:id="1485"/>
    </w:p>
    <w:p w14:paraId="103A350C" w14:textId="77777777" w:rsidR="0076357C" w:rsidRPr="00BF37BE" w:rsidRDefault="0076357C" w:rsidP="0076357C">
      <w:pPr>
        <w:pStyle w:val="ListParagraph"/>
        <w:rPr>
          <w:caps/>
          <w:lang w:val="en-ZA" w:eastAsia="en-US"/>
        </w:rPr>
      </w:pPr>
    </w:p>
    <w:p w14:paraId="2411D2E5" w14:textId="77777777" w:rsidR="0076357C" w:rsidRPr="00BF37BE" w:rsidRDefault="0076357C" w:rsidP="0076357C">
      <w:pPr>
        <w:pStyle w:val="ListParagraph"/>
        <w:keepNext/>
        <w:keepLines/>
        <w:numPr>
          <w:ilvl w:val="1"/>
          <w:numId w:val="30"/>
        </w:numPr>
        <w:spacing w:before="120" w:after="240" w:line="360" w:lineRule="auto"/>
        <w:jc w:val="both"/>
        <w:outlineLvl w:val="0"/>
        <w:rPr>
          <w:caps/>
          <w:lang w:val="en-ZA" w:eastAsia="en-US"/>
        </w:rPr>
      </w:pPr>
      <w:bookmarkStart w:id="1486" w:name="_Toc106198813"/>
      <w:bookmarkStart w:id="1487" w:name="_Toc106890119"/>
      <w:bookmarkStart w:id="1488" w:name="_Toc107398048"/>
      <w:r>
        <w:rPr>
          <w:lang w:val="en-ZA" w:eastAsia="en-US"/>
        </w:rPr>
        <w:t>In the event of a dispute arising regarding the accuracy of the service level reports produced by the Service Provider, reports produced by SARS from its incidents management system will be regarded as correct unless service provider can prove to the contrary.</w:t>
      </w:r>
      <w:bookmarkEnd w:id="1486"/>
      <w:bookmarkEnd w:id="1487"/>
      <w:bookmarkEnd w:id="1488"/>
    </w:p>
    <w:p w14:paraId="7F69CB81" w14:textId="77777777" w:rsidR="008A533A" w:rsidRPr="0076357C" w:rsidRDefault="008A533A" w:rsidP="0076357C">
      <w:pPr>
        <w:rPr>
          <w:caps/>
          <w:lang w:val="en-ZA" w:eastAsia="en-US"/>
        </w:rPr>
      </w:pPr>
    </w:p>
    <w:p w14:paraId="2116A28D" w14:textId="77777777" w:rsidR="0076357C" w:rsidRPr="00F242AF" w:rsidRDefault="0076357C" w:rsidP="0076357C">
      <w:pPr>
        <w:pStyle w:val="ListParagraph"/>
        <w:keepNext/>
        <w:keepLines/>
        <w:numPr>
          <w:ilvl w:val="0"/>
          <w:numId w:val="30"/>
        </w:numPr>
        <w:spacing w:before="120" w:after="240" w:line="360" w:lineRule="auto"/>
        <w:jc w:val="both"/>
        <w:outlineLvl w:val="0"/>
        <w:rPr>
          <w:b/>
          <w:bCs/>
          <w:caps/>
          <w:lang w:val="en-ZA" w:eastAsia="en-US"/>
        </w:rPr>
      </w:pPr>
      <w:bookmarkStart w:id="1489" w:name="_Toc106198814"/>
      <w:bookmarkStart w:id="1490" w:name="_Toc106890120"/>
      <w:bookmarkStart w:id="1491" w:name="_Toc107398049"/>
      <w:r w:rsidRPr="00F242AF">
        <w:rPr>
          <w:b/>
          <w:bCs/>
          <w:lang w:val="en-ZA" w:eastAsia="en-US"/>
        </w:rPr>
        <w:lastRenderedPageBreak/>
        <w:t>SERVICE LEVELS</w:t>
      </w:r>
      <w:bookmarkEnd w:id="1489"/>
      <w:bookmarkEnd w:id="1490"/>
      <w:bookmarkEnd w:id="1491"/>
      <w:r w:rsidRPr="00F242AF">
        <w:rPr>
          <w:b/>
          <w:bCs/>
          <w:lang w:val="en-ZA" w:eastAsia="en-US"/>
        </w:rPr>
        <w:t xml:space="preserve"> </w:t>
      </w:r>
    </w:p>
    <w:p w14:paraId="7C66B0A5" w14:textId="77777777" w:rsidR="0076357C" w:rsidRDefault="0076357C" w:rsidP="0076357C">
      <w:pPr>
        <w:pStyle w:val="ListParagraph"/>
        <w:keepNext/>
        <w:keepLines/>
        <w:spacing w:before="120" w:after="240" w:line="360" w:lineRule="auto"/>
        <w:jc w:val="both"/>
        <w:outlineLvl w:val="0"/>
        <w:rPr>
          <w:caps/>
          <w:lang w:val="en-ZA" w:eastAsia="en-US"/>
        </w:rPr>
      </w:pPr>
    </w:p>
    <w:p w14:paraId="0A939757" w14:textId="77777777" w:rsidR="0076357C" w:rsidRDefault="0076357C" w:rsidP="0076357C">
      <w:pPr>
        <w:pStyle w:val="ListParagraph"/>
        <w:keepNext/>
        <w:keepLines/>
        <w:numPr>
          <w:ilvl w:val="1"/>
          <w:numId w:val="30"/>
        </w:numPr>
        <w:spacing w:before="120" w:after="240" w:line="360" w:lineRule="auto"/>
        <w:jc w:val="both"/>
        <w:outlineLvl w:val="0"/>
        <w:rPr>
          <w:caps/>
          <w:lang w:val="en-ZA" w:eastAsia="en-US"/>
        </w:rPr>
      </w:pPr>
      <w:bookmarkStart w:id="1492" w:name="_Toc106198815"/>
      <w:bookmarkStart w:id="1493" w:name="_Toc106890121"/>
      <w:bookmarkStart w:id="1494" w:name="_Toc107398050"/>
      <w:r>
        <w:rPr>
          <w:caps/>
          <w:lang w:val="en-ZA" w:eastAsia="en-US"/>
        </w:rPr>
        <w:t>t</w:t>
      </w:r>
      <w:r>
        <w:rPr>
          <w:lang w:val="en-ZA" w:eastAsia="en-US"/>
        </w:rPr>
        <w:t>he service provider will perform the services in accordance with the service levels from the effective date.</w:t>
      </w:r>
      <w:bookmarkEnd w:id="1492"/>
      <w:bookmarkEnd w:id="1493"/>
      <w:bookmarkEnd w:id="1494"/>
    </w:p>
    <w:p w14:paraId="5B219F93" w14:textId="77777777" w:rsidR="0076357C" w:rsidRDefault="0076357C" w:rsidP="0076357C">
      <w:pPr>
        <w:pStyle w:val="ListParagraph"/>
        <w:keepNext/>
        <w:keepLines/>
        <w:spacing w:before="120" w:after="240" w:line="360" w:lineRule="auto"/>
        <w:ind w:left="1080"/>
        <w:jc w:val="both"/>
        <w:outlineLvl w:val="0"/>
        <w:rPr>
          <w:caps/>
          <w:lang w:val="en-ZA" w:eastAsia="en-US"/>
        </w:rPr>
      </w:pPr>
    </w:p>
    <w:p w14:paraId="33F3A25F" w14:textId="77777777" w:rsidR="0076357C" w:rsidRDefault="0076357C" w:rsidP="0076357C">
      <w:pPr>
        <w:pStyle w:val="ListParagraph"/>
        <w:keepNext/>
        <w:keepLines/>
        <w:numPr>
          <w:ilvl w:val="1"/>
          <w:numId w:val="30"/>
        </w:numPr>
        <w:spacing w:before="120" w:after="240" w:line="360" w:lineRule="auto"/>
        <w:jc w:val="both"/>
        <w:outlineLvl w:val="0"/>
        <w:rPr>
          <w:caps/>
          <w:lang w:val="en-ZA" w:eastAsia="en-US"/>
        </w:rPr>
      </w:pPr>
      <w:bookmarkStart w:id="1495" w:name="_Toc106198816"/>
      <w:bookmarkStart w:id="1496" w:name="_Toc106890122"/>
      <w:bookmarkStart w:id="1497" w:name="_Toc107398051"/>
      <w:r>
        <w:rPr>
          <w:lang w:val="en-ZA" w:eastAsia="en-US"/>
        </w:rPr>
        <w:t>From the effective date, the service provider will perform the services that were performed by or provided to SARS prior to the effective date, and which correspond to the services, in accordance with this annexure b and at least the same degree of accuracy, completeness, efficiency, quality, responsiveness and timeline as was provided prior to the effective date unless otherwise specifically provided for in this agreement</w:t>
      </w:r>
      <w:r>
        <w:rPr>
          <w:caps/>
          <w:lang w:val="en-ZA" w:eastAsia="en-US"/>
        </w:rPr>
        <w:t>.</w:t>
      </w:r>
      <w:bookmarkEnd w:id="1495"/>
      <w:bookmarkEnd w:id="1496"/>
      <w:bookmarkEnd w:id="1497"/>
    </w:p>
    <w:p w14:paraId="24A8D36E" w14:textId="77777777" w:rsidR="0076357C" w:rsidRDefault="0076357C" w:rsidP="0076357C">
      <w:pPr>
        <w:pStyle w:val="ListParagraph"/>
        <w:keepNext/>
        <w:keepLines/>
        <w:spacing w:before="120" w:after="240" w:line="360" w:lineRule="auto"/>
        <w:ind w:left="1080"/>
        <w:jc w:val="both"/>
        <w:outlineLvl w:val="0"/>
        <w:rPr>
          <w:caps/>
          <w:lang w:val="en-ZA" w:eastAsia="en-US"/>
        </w:rPr>
      </w:pPr>
    </w:p>
    <w:p w14:paraId="7BC3F049" w14:textId="1351DFB0" w:rsidR="0076357C" w:rsidRPr="008A533A" w:rsidRDefault="0076357C" w:rsidP="0076357C">
      <w:pPr>
        <w:pStyle w:val="ListParagraph"/>
        <w:keepNext/>
        <w:keepLines/>
        <w:numPr>
          <w:ilvl w:val="1"/>
          <w:numId w:val="30"/>
        </w:numPr>
        <w:spacing w:before="120" w:after="240" w:line="360" w:lineRule="auto"/>
        <w:jc w:val="both"/>
        <w:outlineLvl w:val="0"/>
        <w:rPr>
          <w:caps/>
          <w:lang w:val="en-ZA" w:eastAsia="en-US"/>
        </w:rPr>
      </w:pPr>
      <w:bookmarkStart w:id="1498" w:name="_Toc106198817"/>
      <w:bookmarkStart w:id="1499" w:name="_Toc106890123"/>
      <w:bookmarkStart w:id="1500" w:name="_Toc107398052"/>
      <w:r>
        <w:rPr>
          <w:lang w:val="en-ZA" w:eastAsia="en-US"/>
        </w:rPr>
        <w:t>Moreover, the service provider will perform the services promptly, using reasonable skill and care and in a professional and workmanlike manner.</w:t>
      </w:r>
      <w:r>
        <w:rPr>
          <w:caps/>
          <w:lang w:val="en-ZA" w:eastAsia="en-US"/>
        </w:rPr>
        <w:t xml:space="preserve"> </w:t>
      </w:r>
      <w:r>
        <w:rPr>
          <w:lang w:val="en-ZA" w:eastAsia="en-US"/>
        </w:rPr>
        <w:t>Finally, service provider will perform the services in accordance with any other service levels specified in the agreement.</w:t>
      </w:r>
      <w:bookmarkEnd w:id="1498"/>
      <w:bookmarkEnd w:id="1499"/>
      <w:bookmarkEnd w:id="1500"/>
    </w:p>
    <w:p w14:paraId="53705905" w14:textId="77777777" w:rsidR="008A533A" w:rsidRPr="008A533A" w:rsidRDefault="008A533A" w:rsidP="008A533A">
      <w:pPr>
        <w:pStyle w:val="ListParagraph"/>
        <w:rPr>
          <w:caps/>
          <w:lang w:val="en-ZA" w:eastAsia="en-US"/>
        </w:rPr>
      </w:pPr>
    </w:p>
    <w:p w14:paraId="02535F01" w14:textId="360C4D54" w:rsidR="008A533A" w:rsidRDefault="008A533A" w:rsidP="008A533A">
      <w:pPr>
        <w:pStyle w:val="ListParagraph"/>
        <w:keepNext/>
        <w:keepLines/>
        <w:numPr>
          <w:ilvl w:val="0"/>
          <w:numId w:val="30"/>
        </w:numPr>
        <w:spacing w:before="120" w:after="240" w:line="360" w:lineRule="auto"/>
        <w:jc w:val="both"/>
        <w:outlineLvl w:val="0"/>
        <w:rPr>
          <w:b/>
          <w:bCs/>
          <w:caps/>
          <w:lang w:val="en-ZA" w:eastAsia="en-US"/>
        </w:rPr>
      </w:pPr>
      <w:bookmarkStart w:id="1501" w:name="_Toc106198818"/>
      <w:bookmarkStart w:id="1502" w:name="_Toc106890124"/>
      <w:bookmarkStart w:id="1503" w:name="_Toc107398053"/>
      <w:r w:rsidRPr="008A533A">
        <w:rPr>
          <w:b/>
          <w:bCs/>
          <w:caps/>
          <w:lang w:val="en-ZA" w:eastAsia="en-US"/>
        </w:rPr>
        <w:lastRenderedPageBreak/>
        <w:t>CHANGES IN SERVICE LEVELS</w:t>
      </w:r>
      <w:bookmarkEnd w:id="1501"/>
      <w:bookmarkEnd w:id="1502"/>
      <w:bookmarkEnd w:id="1503"/>
      <w:r w:rsidRPr="008A533A">
        <w:rPr>
          <w:b/>
          <w:bCs/>
          <w:caps/>
          <w:lang w:val="en-ZA" w:eastAsia="en-US"/>
        </w:rPr>
        <w:t xml:space="preserve"> </w:t>
      </w:r>
    </w:p>
    <w:p w14:paraId="10FF573A" w14:textId="77777777" w:rsidR="008A533A" w:rsidRDefault="008A533A" w:rsidP="008A533A">
      <w:pPr>
        <w:pStyle w:val="ListParagraph"/>
        <w:keepNext/>
        <w:keepLines/>
        <w:spacing w:before="120" w:after="240" w:line="360" w:lineRule="auto"/>
        <w:jc w:val="both"/>
        <w:outlineLvl w:val="0"/>
        <w:rPr>
          <w:b/>
          <w:bCs/>
          <w:caps/>
          <w:lang w:val="en-ZA" w:eastAsia="en-US"/>
        </w:rPr>
      </w:pPr>
    </w:p>
    <w:p w14:paraId="529610DA" w14:textId="0C96B7D4" w:rsidR="0095761C" w:rsidRDefault="008A533A" w:rsidP="0095761C">
      <w:pPr>
        <w:pStyle w:val="ListParagraph"/>
        <w:keepNext/>
        <w:keepLines/>
        <w:spacing w:before="120" w:after="240" w:line="360" w:lineRule="auto"/>
        <w:ind w:left="1440" w:hanging="720"/>
        <w:jc w:val="both"/>
        <w:outlineLvl w:val="0"/>
        <w:rPr>
          <w:lang w:val="en-US" w:eastAsia="en-US"/>
        </w:rPr>
      </w:pPr>
      <w:bookmarkStart w:id="1504" w:name="_Toc106198819"/>
      <w:bookmarkStart w:id="1505" w:name="_Toc106890125"/>
      <w:bookmarkStart w:id="1506" w:name="_Toc107398054"/>
      <w:r>
        <w:rPr>
          <w:lang w:val="en-ZA" w:eastAsia="en-US"/>
        </w:rPr>
        <w:t xml:space="preserve">3.1. </w:t>
      </w:r>
      <w:r>
        <w:rPr>
          <w:lang w:val="en-ZA" w:eastAsia="en-US"/>
        </w:rPr>
        <w:tab/>
        <w:t xml:space="preserve">the service levels will change annually on the </w:t>
      </w:r>
      <w:r>
        <w:rPr>
          <w:caps/>
          <w:lang w:val="en-ZA" w:eastAsia="en-US"/>
        </w:rPr>
        <w:t xml:space="preserve">   </w:t>
      </w:r>
      <w:r>
        <w:rPr>
          <w:lang w:val="en-ZA" w:eastAsia="en-US"/>
        </w:rPr>
        <w:t xml:space="preserve">anniversary of the effective      date, SARS and the Service Provider will review the Service Levels and will </w:t>
      </w:r>
      <w:r w:rsidR="0095761C">
        <w:rPr>
          <w:lang w:val="en-ZA" w:eastAsia="en-US"/>
        </w:rPr>
        <w:t>adjust</w:t>
      </w:r>
      <w:r>
        <w:rPr>
          <w:lang w:val="en-ZA" w:eastAsia="en-US"/>
        </w:rPr>
        <w:t xml:space="preserve"> them as appropriate to reflect improved performance capabilities </w:t>
      </w:r>
      <w:r w:rsidR="005B38BD" w:rsidRPr="005B38BD">
        <w:rPr>
          <w:lang w:val="en-US" w:eastAsia="en-US"/>
        </w:rPr>
        <w:t xml:space="preserve">associated with advance in the technology and methods used to perform the services. The </w:t>
      </w:r>
      <w:r w:rsidR="005B38BD">
        <w:rPr>
          <w:lang w:val="en-US" w:eastAsia="en-US"/>
        </w:rPr>
        <w:t>P</w:t>
      </w:r>
      <w:r w:rsidR="005B38BD" w:rsidRPr="005B38BD">
        <w:rPr>
          <w:lang w:val="en-US" w:eastAsia="en-US"/>
        </w:rPr>
        <w:t xml:space="preserve">arties expect and understand  </w:t>
      </w:r>
      <w:r w:rsidR="005B38BD">
        <w:rPr>
          <w:lang w:val="en-US" w:eastAsia="en-US"/>
        </w:rPr>
        <w:t xml:space="preserve">that </w:t>
      </w:r>
      <w:r w:rsidR="005B38BD" w:rsidRPr="005B38BD">
        <w:rPr>
          <w:lang w:val="en-US" w:eastAsia="en-US"/>
        </w:rPr>
        <w:t xml:space="preserve">the </w:t>
      </w:r>
      <w:r w:rsidR="005B38BD">
        <w:rPr>
          <w:lang w:val="en-US" w:eastAsia="en-US"/>
        </w:rPr>
        <w:t>S</w:t>
      </w:r>
      <w:r w:rsidR="005B38BD" w:rsidRPr="005B38BD">
        <w:rPr>
          <w:lang w:val="en-US" w:eastAsia="en-US"/>
        </w:rPr>
        <w:t xml:space="preserve">ervice </w:t>
      </w:r>
      <w:r w:rsidR="005B38BD">
        <w:rPr>
          <w:lang w:val="en-US" w:eastAsia="en-US"/>
        </w:rPr>
        <w:t>L</w:t>
      </w:r>
      <w:r w:rsidR="005B38BD" w:rsidRPr="005B38BD">
        <w:rPr>
          <w:lang w:val="en-US" w:eastAsia="en-US"/>
        </w:rPr>
        <w:t>evels will be improved overtime.</w:t>
      </w:r>
      <w:bookmarkEnd w:id="1504"/>
      <w:bookmarkEnd w:id="1505"/>
      <w:bookmarkEnd w:id="1506"/>
    </w:p>
    <w:p w14:paraId="7623E117" w14:textId="0D16ECD4" w:rsidR="0095761C" w:rsidRDefault="0095761C" w:rsidP="0095761C">
      <w:pPr>
        <w:keepNext/>
        <w:keepLines/>
        <w:spacing w:before="120" w:after="240" w:line="360" w:lineRule="auto"/>
        <w:jc w:val="both"/>
        <w:outlineLvl w:val="0"/>
        <w:rPr>
          <w:rFonts w:ascii="Arial" w:hAnsi="Arial" w:cs="Arial"/>
          <w:b/>
          <w:bCs/>
          <w:sz w:val="22"/>
          <w:szCs w:val="22"/>
          <w:lang w:val="en-US" w:eastAsia="en-US"/>
        </w:rPr>
      </w:pPr>
      <w:r>
        <w:rPr>
          <w:lang w:val="en-US" w:eastAsia="en-US"/>
        </w:rPr>
        <w:t xml:space="preserve">    </w:t>
      </w:r>
      <w:bookmarkStart w:id="1507" w:name="_Toc106198820"/>
      <w:bookmarkStart w:id="1508" w:name="_Toc106890126"/>
      <w:bookmarkStart w:id="1509" w:name="_Toc107398055"/>
      <w:r w:rsidRPr="0095761C">
        <w:rPr>
          <w:rFonts w:ascii="Arial" w:hAnsi="Arial" w:cs="Arial"/>
          <w:b/>
          <w:bCs/>
          <w:sz w:val="22"/>
          <w:szCs w:val="22"/>
          <w:lang w:val="en-US" w:eastAsia="en-US"/>
        </w:rPr>
        <w:t>4. STATUS OF SERVICE LEVEL CREDITS</w:t>
      </w:r>
      <w:bookmarkEnd w:id="1507"/>
      <w:bookmarkEnd w:id="1508"/>
      <w:bookmarkEnd w:id="1509"/>
    </w:p>
    <w:p w14:paraId="438825F5" w14:textId="200C6D94" w:rsidR="0095761C" w:rsidRDefault="0095761C" w:rsidP="0095761C">
      <w:pPr>
        <w:keepNext/>
        <w:keepLines/>
        <w:spacing w:before="120" w:after="240" w:line="360" w:lineRule="auto"/>
        <w:ind w:firstLine="720"/>
        <w:jc w:val="both"/>
        <w:outlineLvl w:val="0"/>
        <w:rPr>
          <w:rFonts w:ascii="Arial" w:hAnsi="Arial" w:cs="Arial"/>
          <w:sz w:val="22"/>
          <w:szCs w:val="22"/>
          <w:lang w:val="en-US" w:eastAsia="en-US"/>
        </w:rPr>
      </w:pPr>
      <w:bookmarkStart w:id="1510" w:name="_Toc106198821"/>
      <w:bookmarkStart w:id="1511" w:name="_Toc106890127"/>
      <w:bookmarkStart w:id="1512" w:name="_Toc107398056"/>
      <w:r>
        <w:rPr>
          <w:rFonts w:ascii="Arial" w:hAnsi="Arial" w:cs="Arial"/>
          <w:sz w:val="22"/>
          <w:szCs w:val="22"/>
          <w:lang w:val="en-US" w:eastAsia="en-US"/>
        </w:rPr>
        <w:t>4.1. The following will apply in respect of Service Level Credits:</w:t>
      </w:r>
      <w:bookmarkEnd w:id="1510"/>
      <w:bookmarkEnd w:id="1511"/>
      <w:bookmarkEnd w:id="1512"/>
    </w:p>
    <w:p w14:paraId="17D48B7A" w14:textId="22079B41" w:rsidR="0095761C" w:rsidRDefault="0014739D" w:rsidP="0014739D">
      <w:pPr>
        <w:keepNext/>
        <w:keepLines/>
        <w:spacing w:before="120" w:after="240" w:line="360" w:lineRule="auto"/>
        <w:ind w:left="2160" w:hanging="720"/>
        <w:jc w:val="both"/>
        <w:outlineLvl w:val="0"/>
        <w:rPr>
          <w:rFonts w:ascii="Arial" w:hAnsi="Arial" w:cs="Arial"/>
          <w:sz w:val="22"/>
          <w:szCs w:val="22"/>
          <w:lang w:val="en-US" w:eastAsia="en-US"/>
        </w:rPr>
      </w:pPr>
      <w:bookmarkStart w:id="1513" w:name="_Toc106198822"/>
      <w:bookmarkStart w:id="1514" w:name="_Toc106890128"/>
      <w:bookmarkStart w:id="1515" w:name="_Toc107398057"/>
      <w:r>
        <w:rPr>
          <w:rFonts w:ascii="Arial" w:hAnsi="Arial" w:cs="Arial"/>
          <w:sz w:val="22"/>
          <w:szCs w:val="22"/>
          <w:lang w:val="en-US" w:eastAsia="en-US"/>
        </w:rPr>
        <w:t>4.1.1</w:t>
      </w:r>
      <w:r>
        <w:rPr>
          <w:rFonts w:ascii="Arial" w:hAnsi="Arial" w:cs="Arial"/>
          <w:sz w:val="22"/>
          <w:szCs w:val="22"/>
          <w:lang w:val="en-US" w:eastAsia="en-US"/>
        </w:rPr>
        <w:tab/>
      </w:r>
      <w:r w:rsidR="0095761C">
        <w:rPr>
          <w:rFonts w:ascii="Arial" w:hAnsi="Arial" w:cs="Arial"/>
          <w:sz w:val="22"/>
          <w:szCs w:val="22"/>
          <w:lang w:val="en-US" w:eastAsia="en-US"/>
        </w:rPr>
        <w:t xml:space="preserve">The Service Level Credits are a price </w:t>
      </w:r>
      <w:r w:rsidR="0095761C" w:rsidRPr="0095761C">
        <w:rPr>
          <w:rFonts w:ascii="Arial" w:hAnsi="Arial" w:cs="Arial"/>
          <w:sz w:val="22"/>
          <w:szCs w:val="22"/>
          <w:lang w:val="en-US" w:eastAsia="en-US"/>
        </w:rPr>
        <w:t xml:space="preserve">adjustment for the relevant </w:t>
      </w:r>
      <w:r w:rsidR="0095761C">
        <w:rPr>
          <w:rFonts w:ascii="Arial" w:hAnsi="Arial" w:cs="Arial"/>
          <w:sz w:val="22"/>
          <w:szCs w:val="22"/>
          <w:lang w:val="en-US" w:eastAsia="en-US"/>
        </w:rPr>
        <w:t>t</w:t>
      </w:r>
      <w:r w:rsidR="0095761C" w:rsidRPr="0095761C">
        <w:rPr>
          <w:rFonts w:ascii="Arial" w:hAnsi="Arial" w:cs="Arial"/>
          <w:sz w:val="22"/>
          <w:szCs w:val="22"/>
          <w:lang w:val="en-US" w:eastAsia="en-US"/>
        </w:rPr>
        <w:t>o reflect the</w:t>
      </w:r>
      <w:r w:rsidR="0095761C">
        <w:rPr>
          <w:rFonts w:ascii="Arial" w:hAnsi="Arial" w:cs="Arial"/>
          <w:sz w:val="22"/>
          <w:szCs w:val="22"/>
          <w:lang w:val="en-US" w:eastAsia="en-US"/>
        </w:rPr>
        <w:t xml:space="preserve"> </w:t>
      </w:r>
      <w:r w:rsidR="0095761C" w:rsidRPr="0095761C">
        <w:rPr>
          <w:rFonts w:ascii="Arial" w:hAnsi="Arial" w:cs="Arial"/>
          <w:sz w:val="22"/>
          <w:szCs w:val="22"/>
          <w:lang w:val="en-US" w:eastAsia="en-US"/>
        </w:rPr>
        <w:t>reduced level of service</w:t>
      </w:r>
      <w:r w:rsidR="0095761C">
        <w:rPr>
          <w:rFonts w:ascii="Arial" w:hAnsi="Arial" w:cs="Arial"/>
          <w:sz w:val="22"/>
          <w:szCs w:val="22"/>
          <w:lang w:val="en-US" w:eastAsia="en-US"/>
        </w:rPr>
        <w:t xml:space="preserve"> </w:t>
      </w:r>
      <w:r w:rsidR="0095761C" w:rsidRPr="0095761C">
        <w:rPr>
          <w:rFonts w:ascii="Arial" w:hAnsi="Arial" w:cs="Arial"/>
          <w:sz w:val="22"/>
          <w:szCs w:val="22"/>
          <w:lang w:val="en-US" w:eastAsia="en-US"/>
        </w:rPr>
        <w:t xml:space="preserve">performed by the </w:t>
      </w:r>
      <w:r w:rsidR="0095761C">
        <w:rPr>
          <w:rFonts w:ascii="Arial" w:hAnsi="Arial" w:cs="Arial"/>
          <w:sz w:val="22"/>
          <w:szCs w:val="22"/>
          <w:lang w:val="en-US" w:eastAsia="en-US"/>
        </w:rPr>
        <w:t>S</w:t>
      </w:r>
      <w:r w:rsidR="0095761C" w:rsidRPr="0095761C">
        <w:rPr>
          <w:rFonts w:ascii="Arial" w:hAnsi="Arial" w:cs="Arial"/>
          <w:sz w:val="22"/>
          <w:szCs w:val="22"/>
          <w:lang w:val="en-US" w:eastAsia="en-US"/>
        </w:rPr>
        <w:t xml:space="preserve">ervice </w:t>
      </w:r>
      <w:r w:rsidR="0095761C">
        <w:rPr>
          <w:rFonts w:ascii="Arial" w:hAnsi="Arial" w:cs="Arial"/>
          <w:sz w:val="22"/>
          <w:szCs w:val="22"/>
          <w:lang w:val="en-US" w:eastAsia="en-US"/>
        </w:rPr>
        <w:t>P</w:t>
      </w:r>
      <w:r w:rsidR="0095761C" w:rsidRPr="0095761C">
        <w:rPr>
          <w:rFonts w:ascii="Arial" w:hAnsi="Arial" w:cs="Arial"/>
          <w:sz w:val="22"/>
          <w:szCs w:val="22"/>
          <w:lang w:val="en-US" w:eastAsia="en-US"/>
        </w:rPr>
        <w:t>rovider</w:t>
      </w:r>
      <w:r>
        <w:rPr>
          <w:rFonts w:ascii="Arial" w:hAnsi="Arial" w:cs="Arial"/>
          <w:sz w:val="22"/>
          <w:szCs w:val="22"/>
          <w:lang w:val="en-US" w:eastAsia="en-US"/>
        </w:rPr>
        <w:t xml:space="preserve"> and are not an estimate of the loss or damage that may be suffered by SARS as a result of the Service Level Failure.</w:t>
      </w:r>
      <w:bookmarkEnd w:id="1513"/>
      <w:bookmarkEnd w:id="1514"/>
      <w:bookmarkEnd w:id="1515"/>
    </w:p>
    <w:p w14:paraId="18DBC749" w14:textId="64CE78A3" w:rsidR="0014739D" w:rsidRDefault="0014739D" w:rsidP="0014739D">
      <w:pPr>
        <w:keepNext/>
        <w:keepLines/>
        <w:spacing w:before="120" w:after="240" w:line="360" w:lineRule="auto"/>
        <w:ind w:left="2160" w:hanging="720"/>
        <w:jc w:val="both"/>
        <w:outlineLvl w:val="0"/>
        <w:rPr>
          <w:rFonts w:ascii="Arial" w:hAnsi="Arial" w:cs="Arial"/>
          <w:sz w:val="22"/>
          <w:szCs w:val="22"/>
          <w:lang w:val="en-US" w:eastAsia="en-US"/>
        </w:rPr>
      </w:pPr>
      <w:bookmarkStart w:id="1516" w:name="_Toc106198823"/>
      <w:bookmarkStart w:id="1517" w:name="_Toc106890129"/>
      <w:bookmarkStart w:id="1518" w:name="_Toc107398058"/>
      <w:r>
        <w:rPr>
          <w:rFonts w:ascii="Arial" w:hAnsi="Arial" w:cs="Arial"/>
          <w:sz w:val="22"/>
          <w:szCs w:val="22"/>
          <w:lang w:val="en-US" w:eastAsia="en-US"/>
        </w:rPr>
        <w:t>4.1.2  The payment of a Service Level Credit by the Service Provider is at Customer’s own election and is without prejudice to, and will no limit , any right SARS may have to terminate this Agreement and / or seek damages or other monetary remedies at law or in equity resulting from, or otherwise arising in respect of, such Service Level Failure and any resulting termination.</w:t>
      </w:r>
      <w:bookmarkEnd w:id="1516"/>
      <w:bookmarkEnd w:id="1517"/>
      <w:bookmarkEnd w:id="1518"/>
    </w:p>
    <w:p w14:paraId="5FF6EE43" w14:textId="6B831549" w:rsidR="0014739D" w:rsidRDefault="0014739D" w:rsidP="0014739D">
      <w:pPr>
        <w:keepNext/>
        <w:keepLines/>
        <w:spacing w:before="120" w:after="240" w:line="360" w:lineRule="auto"/>
        <w:ind w:left="2160" w:hanging="720"/>
        <w:jc w:val="both"/>
        <w:outlineLvl w:val="0"/>
        <w:rPr>
          <w:rFonts w:ascii="Arial" w:hAnsi="Arial" w:cs="Arial"/>
          <w:sz w:val="22"/>
          <w:szCs w:val="22"/>
          <w:lang w:val="en-US" w:eastAsia="en-US"/>
        </w:rPr>
      </w:pPr>
      <w:bookmarkStart w:id="1519" w:name="_Toc106198824"/>
      <w:bookmarkStart w:id="1520" w:name="_Toc106890130"/>
      <w:bookmarkStart w:id="1521" w:name="_Toc107398059"/>
      <w:r>
        <w:rPr>
          <w:rFonts w:ascii="Arial" w:hAnsi="Arial" w:cs="Arial"/>
          <w:sz w:val="22"/>
          <w:szCs w:val="22"/>
          <w:lang w:val="en-US" w:eastAsia="en-US"/>
        </w:rPr>
        <w:t xml:space="preserve">4.1.3  </w:t>
      </w:r>
      <w:r w:rsidR="009722FA">
        <w:rPr>
          <w:rFonts w:ascii="Arial" w:hAnsi="Arial" w:cs="Arial"/>
          <w:sz w:val="22"/>
          <w:szCs w:val="22"/>
          <w:lang w:val="en-US" w:eastAsia="en-US"/>
        </w:rPr>
        <w:t xml:space="preserve">Notwithstanding the provisions of clause 4.1.1 and 4.1.2 of this Annexure B, any claim for damages resulting from such Service Level Failure, in respect of which a Service Level </w:t>
      </w:r>
      <w:r w:rsidR="002C77A5">
        <w:rPr>
          <w:rFonts w:ascii="Arial" w:hAnsi="Arial" w:cs="Arial"/>
          <w:sz w:val="22"/>
          <w:szCs w:val="22"/>
          <w:lang w:val="en-US" w:eastAsia="en-US"/>
        </w:rPr>
        <w:t>Credit has already been paid, will be reduced by the amount of that Service Level Credit.</w:t>
      </w:r>
      <w:bookmarkEnd w:id="1519"/>
      <w:bookmarkEnd w:id="1520"/>
      <w:bookmarkEnd w:id="1521"/>
    </w:p>
    <w:p w14:paraId="7664201E" w14:textId="1DF7A3CF" w:rsidR="005E2678" w:rsidRPr="000B58E3" w:rsidRDefault="000B58E3" w:rsidP="005E2678">
      <w:pPr>
        <w:keepNext/>
        <w:keepLines/>
        <w:spacing w:before="120" w:after="240" w:line="360" w:lineRule="auto"/>
        <w:jc w:val="both"/>
        <w:outlineLvl w:val="0"/>
        <w:rPr>
          <w:rFonts w:ascii="Arial" w:hAnsi="Arial" w:cs="Arial"/>
          <w:b/>
          <w:bCs/>
          <w:sz w:val="22"/>
          <w:szCs w:val="22"/>
          <w:lang w:val="en-US" w:eastAsia="en-US"/>
        </w:rPr>
      </w:pPr>
      <w:bookmarkStart w:id="1522" w:name="_Toc106198825"/>
      <w:bookmarkStart w:id="1523" w:name="_Toc106890131"/>
      <w:bookmarkStart w:id="1524" w:name="_Toc107398060"/>
      <w:r w:rsidRPr="000B58E3">
        <w:rPr>
          <w:rFonts w:ascii="Arial" w:hAnsi="Arial" w:cs="Arial"/>
          <w:b/>
          <w:bCs/>
          <w:sz w:val="22"/>
          <w:szCs w:val="22"/>
          <w:lang w:val="en-US" w:eastAsia="en-US"/>
        </w:rPr>
        <w:t>5. PERFORMANCE AGAINST SERVICE LEVELS</w:t>
      </w:r>
      <w:bookmarkEnd w:id="1522"/>
      <w:bookmarkEnd w:id="1523"/>
      <w:bookmarkEnd w:id="1524"/>
    </w:p>
    <w:p w14:paraId="605DAD06" w14:textId="6A00056B" w:rsidR="002C77A5" w:rsidRDefault="00360C07" w:rsidP="005E2678">
      <w:pPr>
        <w:keepNext/>
        <w:keepLines/>
        <w:spacing w:before="120" w:after="240" w:line="360" w:lineRule="auto"/>
        <w:jc w:val="both"/>
        <w:outlineLvl w:val="0"/>
        <w:rPr>
          <w:rFonts w:ascii="Arial" w:hAnsi="Arial" w:cs="Arial"/>
          <w:sz w:val="22"/>
          <w:szCs w:val="22"/>
          <w:lang w:val="en-US" w:eastAsia="en-US"/>
        </w:rPr>
      </w:pPr>
      <w:bookmarkStart w:id="1525" w:name="_Toc106198826"/>
      <w:bookmarkStart w:id="1526" w:name="_Toc106890132"/>
      <w:bookmarkStart w:id="1527" w:name="_Toc107398061"/>
      <w:r>
        <w:rPr>
          <w:rFonts w:ascii="Arial" w:hAnsi="Arial" w:cs="Arial"/>
          <w:b/>
          <w:bCs/>
          <w:sz w:val="22"/>
          <w:szCs w:val="22"/>
          <w:lang w:val="en-US" w:eastAsia="en-US"/>
        </w:rPr>
        <w:t xml:space="preserve">5.1 </w:t>
      </w:r>
      <w:r w:rsidR="005E2678" w:rsidRPr="005E2678">
        <w:rPr>
          <w:rFonts w:ascii="Arial" w:hAnsi="Arial" w:cs="Arial"/>
          <w:b/>
          <w:bCs/>
          <w:sz w:val="22"/>
          <w:szCs w:val="22"/>
          <w:lang w:val="en-US" w:eastAsia="en-US"/>
        </w:rPr>
        <w:t xml:space="preserve"> </w:t>
      </w:r>
      <w:r w:rsidR="002C77A5" w:rsidRPr="005E2678">
        <w:rPr>
          <w:rFonts w:ascii="Arial" w:hAnsi="Arial" w:cs="Arial"/>
          <w:b/>
          <w:bCs/>
          <w:sz w:val="22"/>
          <w:szCs w:val="22"/>
          <w:lang w:val="en-US" w:eastAsia="en-US"/>
        </w:rPr>
        <w:t>Measurement</w:t>
      </w:r>
      <w:r w:rsidR="002C77A5">
        <w:rPr>
          <w:rFonts w:ascii="Arial" w:hAnsi="Arial" w:cs="Arial"/>
          <w:sz w:val="22"/>
          <w:szCs w:val="22"/>
          <w:lang w:val="en-US" w:eastAsia="en-US"/>
        </w:rPr>
        <w:t xml:space="preserve"> : Except as otherwise set out in the description of the Service </w:t>
      </w:r>
      <w:r w:rsidR="005E2678">
        <w:rPr>
          <w:rFonts w:ascii="Arial" w:hAnsi="Arial" w:cs="Arial"/>
          <w:sz w:val="22"/>
          <w:szCs w:val="22"/>
          <w:lang w:val="en-US" w:eastAsia="en-US"/>
        </w:rPr>
        <w:t xml:space="preserve"> </w:t>
      </w:r>
      <w:r w:rsidR="002C77A5">
        <w:rPr>
          <w:rFonts w:ascii="Arial" w:hAnsi="Arial" w:cs="Arial"/>
          <w:sz w:val="22"/>
          <w:szCs w:val="22"/>
          <w:lang w:val="en-US" w:eastAsia="en-US"/>
        </w:rPr>
        <w:t xml:space="preserve">Level, </w:t>
      </w:r>
      <w:r w:rsidR="005E2678">
        <w:rPr>
          <w:rFonts w:ascii="Arial" w:hAnsi="Arial" w:cs="Arial"/>
          <w:sz w:val="22"/>
          <w:szCs w:val="22"/>
          <w:lang w:val="en-US" w:eastAsia="en-US"/>
        </w:rPr>
        <w:t xml:space="preserve">          </w:t>
      </w:r>
      <w:r>
        <w:rPr>
          <w:rFonts w:ascii="Arial" w:hAnsi="Arial" w:cs="Arial"/>
          <w:sz w:val="22"/>
          <w:szCs w:val="22"/>
          <w:lang w:val="en-US" w:eastAsia="en-US"/>
        </w:rPr>
        <w:t xml:space="preserve">   </w:t>
      </w:r>
      <w:r w:rsidR="002C77A5">
        <w:rPr>
          <w:rFonts w:ascii="Arial" w:hAnsi="Arial" w:cs="Arial"/>
          <w:sz w:val="22"/>
          <w:szCs w:val="22"/>
          <w:lang w:val="en-US" w:eastAsia="en-US"/>
        </w:rPr>
        <w:t xml:space="preserve">Service Provider’s </w:t>
      </w:r>
      <w:r w:rsidR="005E2678">
        <w:rPr>
          <w:rFonts w:ascii="Arial" w:hAnsi="Arial" w:cs="Arial"/>
          <w:sz w:val="22"/>
          <w:szCs w:val="22"/>
          <w:lang w:val="en-US" w:eastAsia="en-US"/>
        </w:rPr>
        <w:t>performance with respect to the Service Levels will:</w:t>
      </w:r>
      <w:bookmarkEnd w:id="1525"/>
      <w:bookmarkEnd w:id="1526"/>
      <w:bookmarkEnd w:id="1527"/>
    </w:p>
    <w:p w14:paraId="233FB1FB" w14:textId="75670997" w:rsidR="005E2678" w:rsidRDefault="005E2678" w:rsidP="005E2678">
      <w:pPr>
        <w:pStyle w:val="ListParagraph"/>
        <w:keepNext/>
        <w:keepLines/>
        <w:numPr>
          <w:ilvl w:val="2"/>
          <w:numId w:val="32"/>
        </w:numPr>
        <w:spacing w:before="120" w:after="240" w:line="360" w:lineRule="auto"/>
        <w:jc w:val="both"/>
        <w:outlineLvl w:val="0"/>
        <w:rPr>
          <w:lang w:val="en-US" w:eastAsia="en-US"/>
        </w:rPr>
      </w:pPr>
      <w:bookmarkStart w:id="1528" w:name="_Toc106198827"/>
      <w:bookmarkStart w:id="1529" w:name="_Toc106890133"/>
      <w:bookmarkStart w:id="1530" w:name="_Toc107398062"/>
      <w:r w:rsidRPr="005E2678">
        <w:rPr>
          <w:lang w:val="en-US" w:eastAsia="en-US"/>
        </w:rPr>
        <w:t>commence being measured by the Service Provider on the Effective Date; and</w:t>
      </w:r>
      <w:bookmarkEnd w:id="1528"/>
      <w:bookmarkEnd w:id="1529"/>
      <w:bookmarkEnd w:id="1530"/>
    </w:p>
    <w:p w14:paraId="0CE7DAD2" w14:textId="504C785E" w:rsidR="005E2678" w:rsidRDefault="005E2678" w:rsidP="005E2678">
      <w:pPr>
        <w:pStyle w:val="ListParagraph"/>
        <w:keepNext/>
        <w:keepLines/>
        <w:numPr>
          <w:ilvl w:val="2"/>
          <w:numId w:val="32"/>
        </w:numPr>
        <w:spacing w:before="120" w:after="240" w:line="360" w:lineRule="auto"/>
        <w:jc w:val="both"/>
        <w:outlineLvl w:val="0"/>
        <w:rPr>
          <w:lang w:val="en-US" w:eastAsia="en-US"/>
        </w:rPr>
      </w:pPr>
      <w:bookmarkStart w:id="1531" w:name="_Toc106198828"/>
      <w:bookmarkStart w:id="1532" w:name="_Toc106890134"/>
      <w:bookmarkStart w:id="1533" w:name="_Toc107398063"/>
      <w:r>
        <w:rPr>
          <w:lang w:val="en-US" w:eastAsia="en-US"/>
        </w:rPr>
        <w:lastRenderedPageBreak/>
        <w:t xml:space="preserve">be measured against the Service Provider’s actual performance of the Services against the Service Levels </w:t>
      </w:r>
      <w:r w:rsidR="00360C07">
        <w:rPr>
          <w:lang w:val="en-US" w:eastAsia="en-US"/>
        </w:rPr>
        <w:t>and not</w:t>
      </w:r>
      <w:r>
        <w:rPr>
          <w:lang w:val="en-US" w:eastAsia="en-US"/>
        </w:rPr>
        <w:t xml:space="preserve"> merely against a sampling of its performance of such </w:t>
      </w:r>
      <w:r w:rsidR="00360C07">
        <w:rPr>
          <w:lang w:val="en-US" w:eastAsia="en-US"/>
        </w:rPr>
        <w:t>Services.</w:t>
      </w:r>
      <w:bookmarkEnd w:id="1531"/>
      <w:bookmarkEnd w:id="1532"/>
      <w:bookmarkEnd w:id="1533"/>
    </w:p>
    <w:p w14:paraId="20B28691" w14:textId="77777777" w:rsidR="00360C07" w:rsidRDefault="00360C07" w:rsidP="00360C07">
      <w:pPr>
        <w:pStyle w:val="ListParagraph"/>
        <w:keepNext/>
        <w:keepLines/>
        <w:spacing w:before="120" w:after="240" w:line="360" w:lineRule="auto"/>
        <w:ind w:left="1440"/>
        <w:jc w:val="both"/>
        <w:outlineLvl w:val="0"/>
        <w:rPr>
          <w:lang w:val="en-US" w:eastAsia="en-US"/>
        </w:rPr>
      </w:pPr>
    </w:p>
    <w:p w14:paraId="5822F637" w14:textId="16708D89" w:rsidR="00360C07" w:rsidRDefault="00360C07" w:rsidP="00360C07">
      <w:pPr>
        <w:pStyle w:val="ListParagraph"/>
        <w:keepNext/>
        <w:keepLines/>
        <w:numPr>
          <w:ilvl w:val="1"/>
          <w:numId w:val="32"/>
        </w:numPr>
        <w:spacing w:before="120" w:after="240" w:line="360" w:lineRule="auto"/>
        <w:jc w:val="both"/>
        <w:outlineLvl w:val="0"/>
        <w:rPr>
          <w:lang w:val="en-US" w:eastAsia="en-US"/>
        </w:rPr>
      </w:pPr>
      <w:bookmarkStart w:id="1534" w:name="_Toc106198829"/>
      <w:bookmarkStart w:id="1535" w:name="_Toc106890135"/>
      <w:bookmarkStart w:id="1536" w:name="_Toc107398064"/>
      <w:r>
        <w:rPr>
          <w:lang w:val="en-US" w:eastAsia="en-US"/>
        </w:rPr>
        <w:t>Except as otherwise specifically provided herein, SARS will be responsible for monitoring, measuring, and reporting on performance as required to apply the Service Levels, including the provision, installation, and support of any automated tools for this purpose.</w:t>
      </w:r>
      <w:bookmarkEnd w:id="1534"/>
      <w:bookmarkEnd w:id="1535"/>
      <w:bookmarkEnd w:id="1536"/>
    </w:p>
    <w:p w14:paraId="76F28A7F" w14:textId="77777777" w:rsidR="00360C07" w:rsidRDefault="00360C07" w:rsidP="00360C07">
      <w:pPr>
        <w:pStyle w:val="ListParagraph"/>
        <w:keepNext/>
        <w:keepLines/>
        <w:spacing w:before="120" w:after="240" w:line="360" w:lineRule="auto"/>
        <w:ind w:left="840"/>
        <w:jc w:val="both"/>
        <w:outlineLvl w:val="0"/>
        <w:rPr>
          <w:lang w:val="en-US" w:eastAsia="en-US"/>
        </w:rPr>
      </w:pPr>
    </w:p>
    <w:p w14:paraId="58685E8A" w14:textId="51B82026" w:rsidR="00360C07" w:rsidRDefault="00360C07" w:rsidP="00EA6056">
      <w:pPr>
        <w:pStyle w:val="ListParagraph"/>
        <w:keepNext/>
        <w:keepLines/>
        <w:numPr>
          <w:ilvl w:val="1"/>
          <w:numId w:val="32"/>
        </w:numPr>
        <w:spacing w:before="120" w:after="240" w:line="480" w:lineRule="auto"/>
        <w:jc w:val="both"/>
        <w:outlineLvl w:val="0"/>
        <w:rPr>
          <w:lang w:val="en-US" w:eastAsia="en-US"/>
        </w:rPr>
      </w:pPr>
      <w:bookmarkStart w:id="1537" w:name="_Toc106198830"/>
      <w:bookmarkStart w:id="1538" w:name="_Toc106890136"/>
      <w:bookmarkStart w:id="1539" w:name="_Toc107398065"/>
      <w:r>
        <w:rPr>
          <w:lang w:val="en-US" w:eastAsia="en-US"/>
        </w:rPr>
        <w:t>The following documentation will be available for inspection by SARS and will include the following information regarding a Service Level Failure:</w:t>
      </w:r>
      <w:bookmarkEnd w:id="1537"/>
      <w:bookmarkEnd w:id="1538"/>
      <w:bookmarkEnd w:id="1539"/>
    </w:p>
    <w:p w14:paraId="2B33A4ED" w14:textId="48DBD79B" w:rsidR="00360C07" w:rsidRDefault="00360C07" w:rsidP="00EA6056">
      <w:pPr>
        <w:pStyle w:val="ListParagraph"/>
        <w:spacing w:line="480" w:lineRule="auto"/>
        <w:rPr>
          <w:lang w:val="en-US" w:eastAsia="en-US"/>
        </w:rPr>
      </w:pPr>
    </w:p>
    <w:p w14:paraId="20D13E16" w14:textId="77777777" w:rsidR="000B58E3" w:rsidRDefault="000B58E3" w:rsidP="00EA6056">
      <w:pPr>
        <w:pStyle w:val="ListParagraph"/>
        <w:keepNext/>
        <w:keepLines/>
        <w:numPr>
          <w:ilvl w:val="2"/>
          <w:numId w:val="32"/>
        </w:numPr>
        <w:spacing w:before="120" w:after="240" w:line="480" w:lineRule="auto"/>
        <w:jc w:val="both"/>
        <w:outlineLvl w:val="0"/>
        <w:rPr>
          <w:lang w:val="en-US" w:eastAsia="en-US"/>
        </w:rPr>
      </w:pPr>
      <w:bookmarkStart w:id="1540" w:name="_Toc106198831"/>
      <w:bookmarkStart w:id="1541" w:name="_Toc106890137"/>
      <w:bookmarkStart w:id="1542" w:name="_Toc107398066"/>
      <w:r>
        <w:rPr>
          <w:lang w:val="en-US" w:eastAsia="en-US"/>
        </w:rPr>
        <w:t>the nature of the Service Level Failure;</w:t>
      </w:r>
      <w:bookmarkEnd w:id="1540"/>
      <w:bookmarkEnd w:id="1541"/>
      <w:bookmarkEnd w:id="1542"/>
    </w:p>
    <w:p w14:paraId="16479DBF" w14:textId="77777777" w:rsidR="000B58E3" w:rsidRDefault="000B58E3" w:rsidP="00EA6056">
      <w:pPr>
        <w:pStyle w:val="ListParagraph"/>
        <w:keepNext/>
        <w:keepLines/>
        <w:numPr>
          <w:ilvl w:val="2"/>
          <w:numId w:val="32"/>
        </w:numPr>
        <w:spacing w:before="120" w:after="240" w:line="480" w:lineRule="auto"/>
        <w:jc w:val="both"/>
        <w:outlineLvl w:val="0"/>
        <w:rPr>
          <w:lang w:val="en-US" w:eastAsia="en-US"/>
        </w:rPr>
      </w:pPr>
      <w:bookmarkStart w:id="1543" w:name="_Toc106198832"/>
      <w:bookmarkStart w:id="1544" w:name="_Toc106890138"/>
      <w:bookmarkStart w:id="1545" w:name="_Toc107398067"/>
      <w:r>
        <w:rPr>
          <w:lang w:val="en-US" w:eastAsia="en-US"/>
        </w:rPr>
        <w:t>the specific Service or Services that are impacted;</w:t>
      </w:r>
      <w:bookmarkEnd w:id="1543"/>
      <w:bookmarkEnd w:id="1544"/>
      <w:bookmarkEnd w:id="1545"/>
    </w:p>
    <w:p w14:paraId="547B745D" w14:textId="77777777" w:rsidR="000B58E3" w:rsidRDefault="000B58E3" w:rsidP="00EA6056">
      <w:pPr>
        <w:pStyle w:val="ListParagraph"/>
        <w:keepNext/>
        <w:keepLines/>
        <w:numPr>
          <w:ilvl w:val="2"/>
          <w:numId w:val="32"/>
        </w:numPr>
        <w:spacing w:before="120" w:after="240" w:line="480" w:lineRule="auto"/>
        <w:jc w:val="both"/>
        <w:outlineLvl w:val="0"/>
        <w:rPr>
          <w:lang w:val="en-US" w:eastAsia="en-US"/>
        </w:rPr>
      </w:pPr>
      <w:bookmarkStart w:id="1546" w:name="_Toc106198833"/>
      <w:bookmarkStart w:id="1547" w:name="_Toc106890139"/>
      <w:bookmarkStart w:id="1548" w:name="_Toc107398068"/>
      <w:r>
        <w:rPr>
          <w:lang w:val="en-US" w:eastAsia="en-US"/>
        </w:rPr>
        <w:t>the start time and dates of all Service Level Failures;</w:t>
      </w:r>
      <w:bookmarkEnd w:id="1546"/>
      <w:bookmarkEnd w:id="1547"/>
      <w:bookmarkEnd w:id="1548"/>
    </w:p>
    <w:p w14:paraId="1F2BF4AB" w14:textId="77777777" w:rsidR="000B58E3" w:rsidRDefault="000B58E3" w:rsidP="00EA6056">
      <w:pPr>
        <w:pStyle w:val="ListParagraph"/>
        <w:keepNext/>
        <w:keepLines/>
        <w:numPr>
          <w:ilvl w:val="2"/>
          <w:numId w:val="32"/>
        </w:numPr>
        <w:spacing w:before="120" w:after="240" w:line="480" w:lineRule="auto"/>
        <w:jc w:val="both"/>
        <w:outlineLvl w:val="0"/>
        <w:rPr>
          <w:lang w:val="en-US" w:eastAsia="en-US"/>
        </w:rPr>
      </w:pPr>
      <w:bookmarkStart w:id="1549" w:name="_Toc106198834"/>
      <w:bookmarkStart w:id="1550" w:name="_Toc106890140"/>
      <w:bookmarkStart w:id="1551" w:name="_Toc107398069"/>
      <w:r>
        <w:rPr>
          <w:lang w:val="en-US" w:eastAsia="en-US"/>
        </w:rPr>
        <w:t>the root cause of the Service Level Failure or other event that gave rise to the Service Level Failure;</w:t>
      </w:r>
      <w:bookmarkEnd w:id="1549"/>
      <w:bookmarkEnd w:id="1550"/>
      <w:bookmarkEnd w:id="1551"/>
    </w:p>
    <w:p w14:paraId="745618A3" w14:textId="77777777" w:rsidR="000B58E3" w:rsidRDefault="000B58E3" w:rsidP="00EA6056">
      <w:pPr>
        <w:pStyle w:val="ListParagraph"/>
        <w:keepNext/>
        <w:keepLines/>
        <w:numPr>
          <w:ilvl w:val="2"/>
          <w:numId w:val="32"/>
        </w:numPr>
        <w:spacing w:before="120" w:after="240" w:line="480" w:lineRule="auto"/>
        <w:jc w:val="both"/>
        <w:outlineLvl w:val="0"/>
        <w:rPr>
          <w:lang w:val="en-US" w:eastAsia="en-US"/>
        </w:rPr>
      </w:pPr>
      <w:r>
        <w:rPr>
          <w:lang w:val="en-US" w:eastAsia="en-US"/>
        </w:rPr>
        <w:t xml:space="preserve"> </w:t>
      </w:r>
      <w:bookmarkStart w:id="1552" w:name="_Toc106198835"/>
      <w:bookmarkStart w:id="1553" w:name="_Toc106890141"/>
      <w:bookmarkStart w:id="1554" w:name="_Toc107398070"/>
      <w:r>
        <w:rPr>
          <w:lang w:val="en-US" w:eastAsia="en-US"/>
        </w:rPr>
        <w:t>the impact of the Service Level Failure on other components of the Services and associated trend analysis; and</w:t>
      </w:r>
      <w:bookmarkEnd w:id="1552"/>
      <w:bookmarkEnd w:id="1553"/>
      <w:bookmarkEnd w:id="1554"/>
      <w:r>
        <w:rPr>
          <w:lang w:val="en-US" w:eastAsia="en-US"/>
        </w:rPr>
        <w:t xml:space="preserve"> </w:t>
      </w:r>
    </w:p>
    <w:p w14:paraId="1FB62EF1" w14:textId="751A7D90" w:rsidR="00360C07" w:rsidRPr="000B58E3" w:rsidRDefault="000B58E3" w:rsidP="00EA6056">
      <w:pPr>
        <w:pStyle w:val="ListParagraph"/>
        <w:numPr>
          <w:ilvl w:val="2"/>
          <w:numId w:val="32"/>
        </w:numPr>
        <w:spacing w:line="480" w:lineRule="auto"/>
        <w:jc w:val="both"/>
        <w:rPr>
          <w:lang w:val="en-US" w:eastAsia="en-US"/>
        </w:rPr>
      </w:pPr>
      <w:r w:rsidRPr="000B58E3">
        <w:rPr>
          <w:lang w:val="en-US" w:eastAsia="en-US"/>
        </w:rPr>
        <w:t>A summary of the steps taken by the Service Provider to determine the root cause of the Service Level Failure, the steps Service Provider has taken to restore Services, and the steps Service Provider has taken to reduce, to the extent reasonably possible, the likelihood that such Service Level Failure will be repeated.</w:t>
      </w:r>
    </w:p>
    <w:p w14:paraId="239AADCB" w14:textId="1EC897BA" w:rsidR="000B58E3" w:rsidRPr="000B58E3" w:rsidRDefault="000B58E3" w:rsidP="00EA6056">
      <w:pPr>
        <w:tabs>
          <w:tab w:val="left" w:pos="1016"/>
        </w:tabs>
        <w:spacing w:line="480" w:lineRule="auto"/>
        <w:rPr>
          <w:lang w:val="en-US" w:eastAsia="en-US"/>
        </w:rPr>
      </w:pPr>
    </w:p>
    <w:p w14:paraId="27E3619D" w14:textId="77777777" w:rsidR="003A653F" w:rsidRPr="003A653F" w:rsidRDefault="003A653F" w:rsidP="003A653F">
      <w:pPr>
        <w:pStyle w:val="ListParagraph"/>
        <w:keepNext/>
        <w:keepLines/>
        <w:spacing w:before="120" w:after="240" w:line="360" w:lineRule="auto"/>
        <w:ind w:left="1440"/>
        <w:jc w:val="both"/>
        <w:outlineLvl w:val="0"/>
        <w:rPr>
          <w:b/>
          <w:bCs/>
          <w:lang w:val="en-US" w:eastAsia="en-US"/>
        </w:rPr>
      </w:pPr>
    </w:p>
    <w:p w14:paraId="616B3141" w14:textId="13F617DD" w:rsidR="003A653F" w:rsidRDefault="003A653F" w:rsidP="003A653F">
      <w:pPr>
        <w:pStyle w:val="ListParagraph"/>
        <w:keepNext/>
        <w:keepLines/>
        <w:numPr>
          <w:ilvl w:val="0"/>
          <w:numId w:val="32"/>
        </w:numPr>
        <w:spacing w:before="120" w:after="240" w:line="360" w:lineRule="auto"/>
        <w:jc w:val="both"/>
        <w:outlineLvl w:val="0"/>
        <w:rPr>
          <w:b/>
          <w:bCs/>
          <w:lang w:val="en-US" w:eastAsia="en-US"/>
        </w:rPr>
      </w:pPr>
      <w:bookmarkStart w:id="1555" w:name="_Toc106198836"/>
      <w:bookmarkStart w:id="1556" w:name="_Toc106890142"/>
      <w:bookmarkStart w:id="1557" w:name="_Toc107398071"/>
      <w:r w:rsidRPr="003A653F">
        <w:rPr>
          <w:b/>
          <w:bCs/>
          <w:lang w:val="en-US" w:eastAsia="en-US"/>
        </w:rPr>
        <w:t>ACTIONS ON FAILURES</w:t>
      </w:r>
      <w:bookmarkEnd w:id="1555"/>
      <w:bookmarkEnd w:id="1556"/>
      <w:bookmarkEnd w:id="1557"/>
    </w:p>
    <w:p w14:paraId="62FE25CA" w14:textId="77777777" w:rsidR="003A653F" w:rsidRDefault="003A653F" w:rsidP="003A653F">
      <w:pPr>
        <w:pStyle w:val="ListParagraph"/>
        <w:keepNext/>
        <w:keepLines/>
        <w:spacing w:before="120" w:after="240" w:line="360" w:lineRule="auto"/>
        <w:ind w:left="480"/>
        <w:jc w:val="both"/>
        <w:outlineLvl w:val="0"/>
        <w:rPr>
          <w:b/>
          <w:bCs/>
          <w:lang w:val="en-US" w:eastAsia="en-US"/>
        </w:rPr>
      </w:pPr>
    </w:p>
    <w:p w14:paraId="6840204B" w14:textId="55804ED9" w:rsidR="003A653F" w:rsidRDefault="003A653F" w:rsidP="003A653F">
      <w:pPr>
        <w:pStyle w:val="ListParagraph"/>
        <w:keepNext/>
        <w:keepLines/>
        <w:numPr>
          <w:ilvl w:val="1"/>
          <w:numId w:val="32"/>
        </w:numPr>
        <w:spacing w:before="120" w:after="240" w:line="360" w:lineRule="auto"/>
        <w:jc w:val="both"/>
        <w:outlineLvl w:val="0"/>
        <w:rPr>
          <w:lang w:val="en-US" w:eastAsia="en-US"/>
        </w:rPr>
      </w:pPr>
      <w:bookmarkStart w:id="1558" w:name="_Toc106198837"/>
      <w:bookmarkStart w:id="1559" w:name="_Toc106890143"/>
      <w:bookmarkStart w:id="1560" w:name="_Toc107398072"/>
      <w:r>
        <w:rPr>
          <w:lang w:val="en-US" w:eastAsia="en-US"/>
        </w:rPr>
        <w:t>In respect of any Service Level Failure, the Service Provider will:</w:t>
      </w:r>
      <w:bookmarkEnd w:id="1558"/>
      <w:bookmarkEnd w:id="1559"/>
      <w:bookmarkEnd w:id="1560"/>
    </w:p>
    <w:p w14:paraId="365DC96D" w14:textId="77777777" w:rsidR="003A653F" w:rsidRDefault="003A653F" w:rsidP="003A653F">
      <w:pPr>
        <w:pStyle w:val="ListParagraph"/>
        <w:keepNext/>
        <w:keepLines/>
        <w:spacing w:before="120" w:after="240" w:line="360" w:lineRule="auto"/>
        <w:ind w:left="840"/>
        <w:jc w:val="both"/>
        <w:outlineLvl w:val="0"/>
        <w:rPr>
          <w:lang w:val="en-US" w:eastAsia="en-US"/>
        </w:rPr>
      </w:pPr>
    </w:p>
    <w:p w14:paraId="1F08634C" w14:textId="528FDF73" w:rsidR="003A653F" w:rsidRDefault="003A653F" w:rsidP="003A653F">
      <w:pPr>
        <w:pStyle w:val="ListParagraph"/>
        <w:keepNext/>
        <w:keepLines/>
        <w:numPr>
          <w:ilvl w:val="2"/>
          <w:numId w:val="32"/>
        </w:numPr>
        <w:spacing w:before="120" w:after="240" w:line="360" w:lineRule="auto"/>
        <w:jc w:val="both"/>
        <w:outlineLvl w:val="0"/>
        <w:rPr>
          <w:lang w:val="en-US" w:eastAsia="en-US"/>
        </w:rPr>
      </w:pPr>
      <w:bookmarkStart w:id="1561" w:name="_Toc106198838"/>
      <w:bookmarkStart w:id="1562" w:name="_Toc106890144"/>
      <w:bookmarkStart w:id="1563" w:name="_Toc107398073"/>
      <w:r>
        <w:rPr>
          <w:lang w:val="en-US" w:eastAsia="en-US"/>
        </w:rPr>
        <w:t>investigate, assemble, and preserve pertinent information with respect to, and report on the causes of, the incident, including performing an appropriate root cause analysis of each incident which led to the Service Level Failure;</w:t>
      </w:r>
      <w:bookmarkEnd w:id="1561"/>
      <w:bookmarkEnd w:id="1562"/>
      <w:bookmarkEnd w:id="1563"/>
    </w:p>
    <w:p w14:paraId="044E7FF7" w14:textId="392D0D78" w:rsidR="003A653F" w:rsidRDefault="003A653F" w:rsidP="003A653F">
      <w:pPr>
        <w:pStyle w:val="ListParagraph"/>
        <w:keepNext/>
        <w:keepLines/>
        <w:numPr>
          <w:ilvl w:val="2"/>
          <w:numId w:val="32"/>
        </w:numPr>
        <w:spacing w:before="120" w:after="240" w:line="360" w:lineRule="auto"/>
        <w:jc w:val="both"/>
        <w:outlineLvl w:val="0"/>
        <w:rPr>
          <w:lang w:val="en-US" w:eastAsia="en-US"/>
        </w:rPr>
      </w:pPr>
      <w:bookmarkStart w:id="1564" w:name="_Toc106198839"/>
      <w:bookmarkStart w:id="1565" w:name="_Toc106890145"/>
      <w:bookmarkStart w:id="1566" w:name="_Toc107398074"/>
      <w:r>
        <w:rPr>
          <w:lang w:val="en-US" w:eastAsia="en-US"/>
        </w:rPr>
        <w:t>propose and execute a written corrective action plan;</w:t>
      </w:r>
      <w:bookmarkEnd w:id="1564"/>
      <w:bookmarkEnd w:id="1565"/>
      <w:bookmarkEnd w:id="1566"/>
    </w:p>
    <w:p w14:paraId="106A89F1" w14:textId="60C7F619" w:rsidR="003A653F" w:rsidRDefault="003A653F" w:rsidP="003A653F">
      <w:pPr>
        <w:pStyle w:val="ListParagraph"/>
        <w:keepNext/>
        <w:keepLines/>
        <w:numPr>
          <w:ilvl w:val="2"/>
          <w:numId w:val="32"/>
        </w:numPr>
        <w:spacing w:before="120" w:after="240" w:line="360" w:lineRule="auto"/>
        <w:jc w:val="both"/>
        <w:outlineLvl w:val="0"/>
        <w:rPr>
          <w:lang w:val="en-US" w:eastAsia="en-US"/>
        </w:rPr>
      </w:pPr>
      <w:bookmarkStart w:id="1567" w:name="_Toc106198840"/>
      <w:bookmarkStart w:id="1568" w:name="_Toc106890146"/>
      <w:bookmarkStart w:id="1569" w:name="_Toc107398075"/>
      <w:r>
        <w:rPr>
          <w:lang w:val="en-US" w:eastAsia="en-US"/>
        </w:rPr>
        <w:t>advise SARS of the status of remedial efforts being undertaken with respect to such incident. In this respect, Service Provider will track the status of such remedial efforts and make available such progress information to SARS through an electronic online tool at no additional cost</w:t>
      </w:r>
      <w:r w:rsidR="008B07B9">
        <w:rPr>
          <w:lang w:val="en-US" w:eastAsia="en-US"/>
        </w:rPr>
        <w:t>;</w:t>
      </w:r>
      <w:bookmarkEnd w:id="1567"/>
      <w:bookmarkEnd w:id="1568"/>
      <w:bookmarkEnd w:id="1569"/>
    </w:p>
    <w:p w14:paraId="72390874" w14:textId="7DE25094" w:rsidR="008B07B9" w:rsidRDefault="008B07B9" w:rsidP="003A653F">
      <w:pPr>
        <w:pStyle w:val="ListParagraph"/>
        <w:keepNext/>
        <w:keepLines/>
        <w:numPr>
          <w:ilvl w:val="2"/>
          <w:numId w:val="32"/>
        </w:numPr>
        <w:spacing w:before="120" w:after="240" w:line="360" w:lineRule="auto"/>
        <w:jc w:val="both"/>
        <w:outlineLvl w:val="0"/>
        <w:rPr>
          <w:lang w:val="en-US" w:eastAsia="en-US"/>
        </w:rPr>
      </w:pPr>
      <w:bookmarkStart w:id="1570" w:name="_Toc106198841"/>
      <w:bookmarkStart w:id="1571" w:name="_Toc106890147"/>
      <w:bookmarkStart w:id="1572" w:name="_Toc107398076"/>
      <w:proofErr w:type="spellStart"/>
      <w:r>
        <w:rPr>
          <w:lang w:val="en-US" w:eastAsia="en-US"/>
        </w:rPr>
        <w:t>minimise</w:t>
      </w:r>
      <w:proofErr w:type="spellEnd"/>
      <w:r>
        <w:rPr>
          <w:lang w:val="en-US" w:eastAsia="en-US"/>
        </w:rPr>
        <w:t xml:space="preserve"> the impact of the incident , </w:t>
      </w:r>
      <w:r w:rsidR="007B1C4E">
        <w:rPr>
          <w:lang w:val="en-US" w:eastAsia="en-US"/>
        </w:rPr>
        <w:t>correct</w:t>
      </w:r>
      <w:r>
        <w:rPr>
          <w:lang w:val="en-US" w:eastAsia="en-US"/>
        </w:rPr>
        <w:t xml:space="preserve"> it, and resume meeting the Service Level </w:t>
      </w:r>
      <w:r w:rsidR="007B1C4E">
        <w:rPr>
          <w:lang w:val="en-US" w:eastAsia="en-US"/>
        </w:rPr>
        <w:t>as soon</w:t>
      </w:r>
      <w:r>
        <w:rPr>
          <w:lang w:val="en-US" w:eastAsia="en-US"/>
        </w:rPr>
        <w:t xml:space="preserve"> as possible once it is corrected;</w:t>
      </w:r>
      <w:bookmarkEnd w:id="1570"/>
      <w:bookmarkEnd w:id="1571"/>
      <w:bookmarkEnd w:id="1572"/>
    </w:p>
    <w:p w14:paraId="652F34D8" w14:textId="12413B07" w:rsidR="008B07B9" w:rsidRDefault="008B07B9" w:rsidP="003A653F">
      <w:pPr>
        <w:pStyle w:val="ListParagraph"/>
        <w:keepNext/>
        <w:keepLines/>
        <w:numPr>
          <w:ilvl w:val="2"/>
          <w:numId w:val="32"/>
        </w:numPr>
        <w:spacing w:before="120" w:after="240" w:line="360" w:lineRule="auto"/>
        <w:jc w:val="both"/>
        <w:outlineLvl w:val="0"/>
        <w:rPr>
          <w:lang w:val="en-US" w:eastAsia="en-US"/>
        </w:rPr>
      </w:pPr>
      <w:bookmarkStart w:id="1573" w:name="_Toc106198842"/>
      <w:bookmarkStart w:id="1574" w:name="_Toc106890148"/>
      <w:bookmarkStart w:id="1575" w:name="_Toc107398077"/>
      <w:r>
        <w:rPr>
          <w:lang w:val="en-US" w:eastAsia="en-US"/>
        </w:rPr>
        <w:t xml:space="preserve">take the necessary Commercially </w:t>
      </w:r>
      <w:r w:rsidR="007B1C4E">
        <w:rPr>
          <w:lang w:val="en-US" w:eastAsia="en-US"/>
        </w:rPr>
        <w:t>Reasonable</w:t>
      </w:r>
      <w:r>
        <w:rPr>
          <w:lang w:val="en-US" w:eastAsia="en-US"/>
        </w:rPr>
        <w:t xml:space="preserve"> Efforts to employ preventative measures so that the incident does not recur, including allocating additional Staff </w:t>
      </w:r>
      <w:r w:rsidR="007B1C4E">
        <w:rPr>
          <w:lang w:val="en-US" w:eastAsia="en-US"/>
        </w:rPr>
        <w:t>and resources</w:t>
      </w:r>
      <w:r>
        <w:rPr>
          <w:lang w:val="en-US" w:eastAsia="en-US"/>
        </w:rPr>
        <w:t xml:space="preserve"> to the performance of the Services and proposing changes to the procedures it uses to perform the Services; and</w:t>
      </w:r>
      <w:bookmarkEnd w:id="1573"/>
      <w:bookmarkEnd w:id="1574"/>
      <w:bookmarkEnd w:id="1575"/>
      <w:r>
        <w:rPr>
          <w:lang w:val="en-US" w:eastAsia="en-US"/>
        </w:rPr>
        <w:t xml:space="preserve"> </w:t>
      </w:r>
    </w:p>
    <w:p w14:paraId="75FAEA57" w14:textId="1835F7A2" w:rsidR="008B07B9" w:rsidRDefault="008B07B9" w:rsidP="003A653F">
      <w:pPr>
        <w:pStyle w:val="ListParagraph"/>
        <w:keepNext/>
        <w:keepLines/>
        <w:numPr>
          <w:ilvl w:val="2"/>
          <w:numId w:val="32"/>
        </w:numPr>
        <w:spacing w:before="120" w:after="240" w:line="360" w:lineRule="auto"/>
        <w:jc w:val="both"/>
        <w:outlineLvl w:val="0"/>
        <w:rPr>
          <w:lang w:val="en-US" w:eastAsia="en-US"/>
        </w:rPr>
      </w:pPr>
      <w:bookmarkStart w:id="1576" w:name="_Toc106198843"/>
      <w:bookmarkStart w:id="1577" w:name="_Toc106890149"/>
      <w:bookmarkStart w:id="1578" w:name="_Toc107398078"/>
      <w:r>
        <w:rPr>
          <w:lang w:val="en-US" w:eastAsia="en-US"/>
        </w:rPr>
        <w:t xml:space="preserve">Service Provider will, on a monthly basis, perform trend analysis on the Service Level performance data. If Service Provider or SARS identifies a trend in Service Level performance which reasonably indicates a meaningful risk of failure to meet a Service Level in future, then </w:t>
      </w:r>
      <w:r w:rsidR="007B1C4E">
        <w:rPr>
          <w:lang w:val="en-US" w:eastAsia="en-US"/>
        </w:rPr>
        <w:t>Service Provider will perform a root cause analysis with respect to the trend, report to SARS on its findings and use Commercially Reasonably Efforts (as approved by SARS) to prevent the Service Failure from actually occurring.</w:t>
      </w:r>
      <w:bookmarkEnd w:id="1576"/>
      <w:bookmarkEnd w:id="1577"/>
      <w:bookmarkEnd w:id="1578"/>
      <w:r w:rsidR="007B1C4E">
        <w:rPr>
          <w:lang w:val="en-US" w:eastAsia="en-US"/>
        </w:rPr>
        <w:t xml:space="preserve"> </w:t>
      </w:r>
    </w:p>
    <w:p w14:paraId="6969B15B" w14:textId="77777777" w:rsidR="007B1C4E" w:rsidRDefault="007B1C4E" w:rsidP="007B1C4E">
      <w:pPr>
        <w:pStyle w:val="ListParagraph"/>
        <w:keepNext/>
        <w:keepLines/>
        <w:spacing w:before="120" w:after="240" w:line="360" w:lineRule="auto"/>
        <w:ind w:left="1440"/>
        <w:jc w:val="both"/>
        <w:outlineLvl w:val="0"/>
        <w:rPr>
          <w:lang w:val="en-US" w:eastAsia="en-US"/>
        </w:rPr>
      </w:pPr>
    </w:p>
    <w:p w14:paraId="7EF905F7" w14:textId="29C88F64" w:rsidR="007B1C4E" w:rsidRDefault="007B1C4E" w:rsidP="007B1C4E">
      <w:pPr>
        <w:pStyle w:val="ListParagraph"/>
        <w:keepNext/>
        <w:keepLines/>
        <w:numPr>
          <w:ilvl w:val="0"/>
          <w:numId w:val="32"/>
        </w:numPr>
        <w:spacing w:before="120" w:after="240" w:line="360" w:lineRule="auto"/>
        <w:jc w:val="both"/>
        <w:outlineLvl w:val="0"/>
        <w:rPr>
          <w:b/>
          <w:bCs/>
          <w:lang w:val="en-US" w:eastAsia="en-US"/>
        </w:rPr>
      </w:pPr>
      <w:bookmarkStart w:id="1579" w:name="_Toc106198844"/>
      <w:bookmarkStart w:id="1580" w:name="_Toc106890150"/>
      <w:bookmarkStart w:id="1581" w:name="_Toc107398079"/>
      <w:r w:rsidRPr="007B1C4E">
        <w:rPr>
          <w:b/>
          <w:bCs/>
          <w:lang w:val="en-US" w:eastAsia="en-US"/>
        </w:rPr>
        <w:t>REPORTING</w:t>
      </w:r>
      <w:bookmarkEnd w:id="1579"/>
      <w:bookmarkEnd w:id="1580"/>
      <w:bookmarkEnd w:id="1581"/>
    </w:p>
    <w:p w14:paraId="0E31BF0E" w14:textId="257B39C1" w:rsidR="003B59F8" w:rsidRDefault="003B59F8" w:rsidP="003B59F8">
      <w:pPr>
        <w:pStyle w:val="ListParagraph"/>
        <w:keepNext/>
        <w:keepLines/>
        <w:spacing w:before="120" w:after="240" w:line="360" w:lineRule="auto"/>
        <w:ind w:left="480"/>
        <w:jc w:val="both"/>
        <w:outlineLvl w:val="0"/>
        <w:rPr>
          <w:b/>
          <w:bCs/>
          <w:lang w:val="en-US" w:eastAsia="en-US"/>
        </w:rPr>
      </w:pPr>
    </w:p>
    <w:p w14:paraId="03636766" w14:textId="54F7E1C2" w:rsidR="003B59F8" w:rsidRDefault="003B59F8" w:rsidP="003B59F8">
      <w:pPr>
        <w:pStyle w:val="ListParagraph"/>
        <w:keepNext/>
        <w:keepLines/>
        <w:spacing w:before="120" w:after="240" w:line="360" w:lineRule="auto"/>
        <w:ind w:left="1440" w:hanging="960"/>
        <w:jc w:val="both"/>
        <w:outlineLvl w:val="0"/>
        <w:rPr>
          <w:lang w:val="en-US" w:eastAsia="en-US"/>
        </w:rPr>
      </w:pPr>
      <w:bookmarkStart w:id="1582" w:name="_Toc106198845"/>
      <w:bookmarkStart w:id="1583" w:name="_Toc106890151"/>
      <w:bookmarkStart w:id="1584" w:name="_Toc107398080"/>
      <w:r>
        <w:rPr>
          <w:lang w:val="en-US" w:eastAsia="en-US"/>
        </w:rPr>
        <w:lastRenderedPageBreak/>
        <w:t xml:space="preserve">7.1 </w:t>
      </w:r>
      <w:r>
        <w:rPr>
          <w:lang w:val="en-US" w:eastAsia="en-US"/>
        </w:rPr>
        <w:tab/>
      </w:r>
      <w:r w:rsidRPr="003B59F8">
        <w:rPr>
          <w:lang w:val="en-US" w:eastAsia="en-US"/>
        </w:rPr>
        <w:t>SARS will issue a report (the ‘Service Level Report’) after the end of each month during the Term of the agreement, containing the quantified performance of the Service Provider</w:t>
      </w:r>
      <w:r>
        <w:rPr>
          <w:lang w:val="en-US" w:eastAsia="en-US"/>
        </w:rPr>
        <w:t xml:space="preserve"> for the month with respect to all the Service Levels as defined in this Annexure B. The Service Level Report will be produced on or before the 10</w:t>
      </w:r>
      <w:r w:rsidRPr="003B59F8">
        <w:rPr>
          <w:vertAlign w:val="superscript"/>
          <w:lang w:val="en-US" w:eastAsia="en-US"/>
        </w:rPr>
        <w:t>th</w:t>
      </w:r>
      <w:r>
        <w:rPr>
          <w:lang w:val="en-US" w:eastAsia="en-US"/>
        </w:rPr>
        <w:t xml:space="preserve"> business day after the end of the month being reported upon.</w:t>
      </w:r>
      <w:bookmarkEnd w:id="1582"/>
      <w:bookmarkEnd w:id="1583"/>
      <w:bookmarkEnd w:id="1584"/>
    </w:p>
    <w:p w14:paraId="449CB5E7" w14:textId="35D0386B" w:rsidR="003B59F8" w:rsidRDefault="003B59F8" w:rsidP="003B59F8">
      <w:pPr>
        <w:pStyle w:val="ListParagraph"/>
        <w:keepNext/>
        <w:keepLines/>
        <w:spacing w:before="120" w:after="240" w:line="360" w:lineRule="auto"/>
        <w:ind w:left="1440" w:hanging="960"/>
        <w:jc w:val="both"/>
        <w:outlineLvl w:val="0"/>
        <w:rPr>
          <w:lang w:val="en-US" w:eastAsia="en-US"/>
        </w:rPr>
      </w:pPr>
      <w:bookmarkStart w:id="1585" w:name="_Toc106198846"/>
      <w:bookmarkStart w:id="1586" w:name="_Toc106890152"/>
      <w:bookmarkStart w:id="1587" w:name="_Toc107398081"/>
      <w:r>
        <w:rPr>
          <w:lang w:val="en-US" w:eastAsia="en-US"/>
        </w:rPr>
        <w:t>7.2          As part of the monthly Service Level Report required pursuant to clause 7.1</w:t>
      </w:r>
      <w:r w:rsidR="0094730A">
        <w:rPr>
          <w:lang w:val="en-US" w:eastAsia="en-US"/>
        </w:rPr>
        <w:t>, Service Provider will provide SARS with a softcopy report on Service Provider’s  performance against the Service Levels, detailed supporting information for each Report will be provided to SARS in softcopy as reasonably requested by SARS.</w:t>
      </w:r>
      <w:bookmarkEnd w:id="1585"/>
      <w:bookmarkEnd w:id="1586"/>
      <w:bookmarkEnd w:id="1587"/>
    </w:p>
    <w:p w14:paraId="586344F5" w14:textId="5FA31645" w:rsidR="0094730A" w:rsidRDefault="0094730A" w:rsidP="0094730A">
      <w:pPr>
        <w:keepNext/>
        <w:keepLines/>
        <w:spacing w:before="120" w:after="240" w:line="360" w:lineRule="auto"/>
        <w:jc w:val="both"/>
        <w:outlineLvl w:val="0"/>
        <w:rPr>
          <w:rFonts w:ascii="Arial" w:hAnsi="Arial" w:cs="Arial"/>
          <w:b/>
          <w:bCs/>
          <w:sz w:val="22"/>
          <w:szCs w:val="22"/>
          <w:lang w:val="en-US" w:eastAsia="en-US"/>
        </w:rPr>
      </w:pPr>
      <w:bookmarkStart w:id="1588" w:name="_Toc106198847"/>
      <w:bookmarkStart w:id="1589" w:name="_Toc106890153"/>
      <w:bookmarkStart w:id="1590" w:name="_Toc107398082"/>
      <w:r>
        <w:rPr>
          <w:rFonts w:ascii="Arial" w:hAnsi="Arial" w:cs="Arial"/>
          <w:b/>
          <w:bCs/>
          <w:sz w:val="22"/>
          <w:szCs w:val="22"/>
          <w:lang w:val="en-US" w:eastAsia="en-US"/>
        </w:rPr>
        <w:t>8  ENTITLEMENTS TO SERIVCE LEVEL CREDITS</w:t>
      </w:r>
      <w:bookmarkEnd w:id="1588"/>
      <w:bookmarkEnd w:id="1589"/>
      <w:bookmarkEnd w:id="1590"/>
      <w:r>
        <w:rPr>
          <w:rFonts w:ascii="Arial" w:hAnsi="Arial" w:cs="Arial"/>
          <w:b/>
          <w:bCs/>
          <w:sz w:val="22"/>
          <w:szCs w:val="22"/>
          <w:lang w:val="en-US" w:eastAsia="en-US"/>
        </w:rPr>
        <w:t xml:space="preserve"> </w:t>
      </w:r>
    </w:p>
    <w:p w14:paraId="0E9A4AB5" w14:textId="4FD48F47" w:rsidR="0094730A" w:rsidRDefault="00736A66" w:rsidP="00D727F8">
      <w:pPr>
        <w:keepNext/>
        <w:keepLines/>
        <w:spacing w:before="120" w:after="240" w:line="360" w:lineRule="auto"/>
        <w:ind w:left="1440" w:hanging="720"/>
        <w:jc w:val="both"/>
        <w:outlineLvl w:val="0"/>
        <w:rPr>
          <w:rFonts w:ascii="Arial" w:hAnsi="Arial" w:cs="Arial"/>
          <w:sz w:val="22"/>
          <w:szCs w:val="22"/>
          <w:lang w:val="en-US" w:eastAsia="en-US"/>
        </w:rPr>
      </w:pPr>
      <w:bookmarkStart w:id="1591" w:name="_Toc106198848"/>
      <w:bookmarkStart w:id="1592" w:name="_Toc106890154"/>
      <w:bookmarkStart w:id="1593" w:name="_Toc107398083"/>
      <w:r>
        <w:rPr>
          <w:rFonts w:ascii="Arial" w:hAnsi="Arial" w:cs="Arial"/>
          <w:sz w:val="22"/>
          <w:szCs w:val="22"/>
          <w:lang w:val="en-US" w:eastAsia="en-US"/>
        </w:rPr>
        <w:t xml:space="preserve">8.1 </w:t>
      </w:r>
      <w:r>
        <w:rPr>
          <w:rFonts w:ascii="Arial" w:hAnsi="Arial" w:cs="Arial"/>
          <w:sz w:val="22"/>
          <w:szCs w:val="22"/>
          <w:lang w:val="en-US" w:eastAsia="en-US"/>
        </w:rPr>
        <w:tab/>
      </w:r>
      <w:r w:rsidR="0094730A">
        <w:rPr>
          <w:rFonts w:ascii="Arial" w:hAnsi="Arial" w:cs="Arial"/>
          <w:sz w:val="22"/>
          <w:szCs w:val="22"/>
          <w:lang w:val="en-US" w:eastAsia="en-US"/>
        </w:rPr>
        <w:t xml:space="preserve">In no event will the total aggregate amount of Service Credits payable </w:t>
      </w:r>
      <w:r>
        <w:rPr>
          <w:rFonts w:ascii="Arial" w:hAnsi="Arial" w:cs="Arial"/>
          <w:sz w:val="22"/>
          <w:szCs w:val="22"/>
          <w:lang w:val="en-US" w:eastAsia="en-US"/>
        </w:rPr>
        <w:t xml:space="preserve">   </w:t>
      </w:r>
      <w:r w:rsidR="0094730A">
        <w:rPr>
          <w:rFonts w:ascii="Arial" w:hAnsi="Arial" w:cs="Arial"/>
          <w:sz w:val="22"/>
          <w:szCs w:val="22"/>
          <w:lang w:val="en-US" w:eastAsia="en-US"/>
        </w:rPr>
        <w:t xml:space="preserve">by </w:t>
      </w:r>
      <w:r>
        <w:rPr>
          <w:rFonts w:ascii="Arial" w:hAnsi="Arial" w:cs="Arial"/>
          <w:sz w:val="22"/>
          <w:szCs w:val="22"/>
          <w:lang w:val="en-US" w:eastAsia="en-US"/>
        </w:rPr>
        <w:t xml:space="preserve"> the Service Provider for a calendar month exceed 10% (ten percent) of the amounts invoiced to SARS by the Service Provider for such month (the ‘At Risk Amount’),</w:t>
      </w:r>
      <w:bookmarkEnd w:id="1591"/>
      <w:bookmarkEnd w:id="1592"/>
      <w:bookmarkEnd w:id="1593"/>
      <w:r>
        <w:rPr>
          <w:rFonts w:ascii="Arial" w:hAnsi="Arial" w:cs="Arial"/>
          <w:sz w:val="22"/>
          <w:szCs w:val="22"/>
          <w:lang w:val="en-US" w:eastAsia="en-US"/>
        </w:rPr>
        <w:t xml:space="preserve"> </w:t>
      </w:r>
    </w:p>
    <w:p w14:paraId="288982FE" w14:textId="6AD08CA4" w:rsidR="00736A66" w:rsidRDefault="00736A66" w:rsidP="00D727F8">
      <w:pPr>
        <w:keepNext/>
        <w:keepLines/>
        <w:spacing w:before="120" w:after="240" w:line="360" w:lineRule="auto"/>
        <w:ind w:left="1440" w:hanging="720"/>
        <w:jc w:val="both"/>
        <w:outlineLvl w:val="0"/>
        <w:rPr>
          <w:rFonts w:ascii="Arial" w:hAnsi="Arial" w:cs="Arial"/>
          <w:sz w:val="22"/>
          <w:szCs w:val="22"/>
          <w:lang w:val="en-US" w:eastAsia="en-US"/>
        </w:rPr>
      </w:pPr>
      <w:bookmarkStart w:id="1594" w:name="_Toc106198849"/>
      <w:bookmarkStart w:id="1595" w:name="_Toc106890155"/>
      <w:bookmarkStart w:id="1596" w:name="_Toc107398084"/>
      <w:r>
        <w:rPr>
          <w:rFonts w:ascii="Arial" w:hAnsi="Arial" w:cs="Arial"/>
          <w:sz w:val="22"/>
          <w:szCs w:val="22"/>
          <w:lang w:val="en-US" w:eastAsia="en-US"/>
        </w:rPr>
        <w:t xml:space="preserve">8.2       For each Service Level Failure occurring during the Term, the charges for the month following </w:t>
      </w:r>
      <w:r w:rsidR="00D727F8">
        <w:rPr>
          <w:rFonts w:ascii="Arial" w:hAnsi="Arial" w:cs="Arial"/>
          <w:sz w:val="22"/>
          <w:szCs w:val="22"/>
          <w:lang w:val="en-US" w:eastAsia="en-US"/>
        </w:rPr>
        <w:t>the month in which the Service Level Failure occurred may, at SARS’ election, be reduced by the Service Level Credits calculated in accordance with clause 9 on this Annexure.</w:t>
      </w:r>
      <w:bookmarkEnd w:id="1594"/>
      <w:bookmarkEnd w:id="1595"/>
      <w:bookmarkEnd w:id="1596"/>
    </w:p>
    <w:p w14:paraId="43DF1AD3" w14:textId="47EBD930" w:rsidR="00D727F8" w:rsidRDefault="00D727F8" w:rsidP="00736A66">
      <w:pPr>
        <w:keepNext/>
        <w:keepLines/>
        <w:spacing w:before="120" w:after="240" w:line="360" w:lineRule="auto"/>
        <w:ind w:left="1440" w:hanging="1440"/>
        <w:jc w:val="both"/>
        <w:outlineLvl w:val="0"/>
        <w:rPr>
          <w:rFonts w:ascii="Arial" w:hAnsi="Arial" w:cs="Arial"/>
          <w:sz w:val="22"/>
          <w:szCs w:val="22"/>
          <w:lang w:val="en-US" w:eastAsia="en-US"/>
        </w:rPr>
      </w:pPr>
      <w:bookmarkStart w:id="1597" w:name="_Toc106198850"/>
      <w:bookmarkStart w:id="1598" w:name="_Toc106890156"/>
      <w:bookmarkStart w:id="1599" w:name="_Toc107398085"/>
      <w:r>
        <w:rPr>
          <w:rFonts w:ascii="Arial" w:hAnsi="Arial" w:cs="Arial"/>
          <w:b/>
          <w:bCs/>
          <w:sz w:val="22"/>
          <w:szCs w:val="22"/>
          <w:lang w:val="en-US" w:eastAsia="en-US"/>
        </w:rPr>
        <w:t>9  CALCULATIONS OF SERVICE LEVEL CREDITS</w:t>
      </w:r>
      <w:bookmarkEnd w:id="1597"/>
      <w:bookmarkEnd w:id="1598"/>
      <w:bookmarkEnd w:id="1599"/>
      <w:r>
        <w:rPr>
          <w:rFonts w:ascii="Arial" w:hAnsi="Arial" w:cs="Arial"/>
          <w:b/>
          <w:bCs/>
          <w:sz w:val="22"/>
          <w:szCs w:val="22"/>
          <w:lang w:val="en-US" w:eastAsia="en-US"/>
        </w:rPr>
        <w:t xml:space="preserve"> </w:t>
      </w:r>
    </w:p>
    <w:p w14:paraId="3DF7CEBE" w14:textId="5EE1BB01" w:rsidR="00D727F8" w:rsidRDefault="00D727F8" w:rsidP="00736A66">
      <w:pPr>
        <w:keepNext/>
        <w:keepLines/>
        <w:spacing w:before="120" w:after="240" w:line="360" w:lineRule="auto"/>
        <w:ind w:left="1440" w:hanging="1440"/>
        <w:jc w:val="both"/>
        <w:outlineLvl w:val="0"/>
        <w:rPr>
          <w:rFonts w:ascii="Arial" w:hAnsi="Arial" w:cs="Arial"/>
          <w:sz w:val="22"/>
          <w:szCs w:val="22"/>
          <w:lang w:val="en-US" w:eastAsia="en-US"/>
        </w:rPr>
      </w:pPr>
      <w:r>
        <w:rPr>
          <w:rFonts w:ascii="Arial" w:hAnsi="Arial" w:cs="Arial"/>
          <w:sz w:val="22"/>
          <w:szCs w:val="22"/>
          <w:lang w:val="en-US" w:eastAsia="en-US"/>
        </w:rPr>
        <w:t xml:space="preserve">         </w:t>
      </w:r>
      <w:bookmarkStart w:id="1600" w:name="_Toc106198851"/>
      <w:bookmarkStart w:id="1601" w:name="_Toc106890157"/>
      <w:bookmarkStart w:id="1602" w:name="_Toc107398086"/>
      <w:r>
        <w:rPr>
          <w:rFonts w:ascii="Arial" w:hAnsi="Arial" w:cs="Arial"/>
          <w:sz w:val="22"/>
          <w:szCs w:val="22"/>
          <w:lang w:val="en-US" w:eastAsia="en-US"/>
        </w:rPr>
        <w:t>9.1          For each of the following Service Levels (in respect of which Service Level Credits are determined on a per event or per occurrence basis)</w:t>
      </w:r>
      <w:bookmarkEnd w:id="1600"/>
      <w:bookmarkEnd w:id="1601"/>
      <w:bookmarkEnd w:id="1602"/>
    </w:p>
    <w:p w14:paraId="14CFF221" w14:textId="739A473C" w:rsidR="00D727F8" w:rsidRDefault="00D727F8" w:rsidP="00C16C4D">
      <w:pPr>
        <w:keepNext/>
        <w:keepLines/>
        <w:spacing w:before="120" w:after="240" w:line="360" w:lineRule="auto"/>
        <w:ind w:left="1440"/>
        <w:jc w:val="both"/>
        <w:outlineLvl w:val="0"/>
        <w:rPr>
          <w:rFonts w:ascii="Arial" w:hAnsi="Arial" w:cs="Arial"/>
          <w:sz w:val="22"/>
          <w:szCs w:val="22"/>
          <w:lang w:val="en-US" w:eastAsia="en-US"/>
        </w:rPr>
      </w:pPr>
      <w:bookmarkStart w:id="1603" w:name="_Toc106198852"/>
      <w:bookmarkStart w:id="1604" w:name="_Toc106890158"/>
      <w:bookmarkStart w:id="1605" w:name="_Toc107398087"/>
      <w:r>
        <w:rPr>
          <w:rFonts w:ascii="Arial" w:hAnsi="Arial" w:cs="Arial"/>
          <w:sz w:val="22"/>
          <w:szCs w:val="22"/>
          <w:lang w:val="en-US" w:eastAsia="en-US"/>
        </w:rPr>
        <w:t>9.1.1</w:t>
      </w:r>
      <w:r w:rsidR="00C16C4D">
        <w:rPr>
          <w:rFonts w:ascii="Arial" w:hAnsi="Arial" w:cs="Arial"/>
          <w:sz w:val="22"/>
          <w:szCs w:val="22"/>
          <w:lang w:val="en-US" w:eastAsia="en-US"/>
        </w:rPr>
        <w:t xml:space="preserve"> Annexure B  clause 2;</w:t>
      </w:r>
      <w:bookmarkEnd w:id="1603"/>
      <w:bookmarkEnd w:id="1604"/>
      <w:bookmarkEnd w:id="1605"/>
    </w:p>
    <w:p w14:paraId="00ABC76E" w14:textId="0283F1C8" w:rsidR="00C16C4D" w:rsidRDefault="00C16C4D" w:rsidP="00C16C4D">
      <w:pPr>
        <w:keepNext/>
        <w:keepLines/>
        <w:spacing w:before="120" w:after="240" w:line="360" w:lineRule="auto"/>
        <w:ind w:left="1440"/>
        <w:jc w:val="both"/>
        <w:outlineLvl w:val="0"/>
        <w:rPr>
          <w:rFonts w:ascii="Arial" w:hAnsi="Arial" w:cs="Arial"/>
          <w:sz w:val="22"/>
          <w:szCs w:val="22"/>
          <w:lang w:val="en-US" w:eastAsia="en-US"/>
        </w:rPr>
      </w:pPr>
      <w:bookmarkStart w:id="1606" w:name="_Toc106198853"/>
      <w:bookmarkStart w:id="1607" w:name="_Toc106890159"/>
      <w:bookmarkStart w:id="1608" w:name="_Toc107398088"/>
      <w:r>
        <w:rPr>
          <w:rFonts w:ascii="Arial" w:hAnsi="Arial" w:cs="Arial"/>
          <w:sz w:val="22"/>
          <w:szCs w:val="22"/>
          <w:lang w:val="en-US" w:eastAsia="en-US"/>
        </w:rPr>
        <w:t>9.1.2 Annexure B clause 3; and</w:t>
      </w:r>
      <w:bookmarkEnd w:id="1606"/>
      <w:bookmarkEnd w:id="1607"/>
      <w:bookmarkEnd w:id="1608"/>
      <w:r>
        <w:rPr>
          <w:rFonts w:ascii="Arial" w:hAnsi="Arial" w:cs="Arial"/>
          <w:sz w:val="22"/>
          <w:szCs w:val="22"/>
          <w:lang w:val="en-US" w:eastAsia="en-US"/>
        </w:rPr>
        <w:t xml:space="preserve"> </w:t>
      </w:r>
    </w:p>
    <w:p w14:paraId="1ADF3F6E" w14:textId="55343045" w:rsidR="00C16C4D" w:rsidRDefault="00C16C4D" w:rsidP="00C16C4D">
      <w:pPr>
        <w:keepNext/>
        <w:keepLines/>
        <w:spacing w:before="120" w:after="240" w:line="360" w:lineRule="auto"/>
        <w:ind w:left="1440"/>
        <w:jc w:val="both"/>
        <w:outlineLvl w:val="0"/>
        <w:rPr>
          <w:rFonts w:ascii="Arial" w:hAnsi="Arial" w:cs="Arial"/>
          <w:sz w:val="22"/>
          <w:szCs w:val="22"/>
          <w:lang w:val="en-US" w:eastAsia="en-US"/>
        </w:rPr>
      </w:pPr>
      <w:bookmarkStart w:id="1609" w:name="_Toc106198854"/>
      <w:bookmarkStart w:id="1610" w:name="_Toc106890160"/>
      <w:bookmarkStart w:id="1611" w:name="_Toc107398089"/>
      <w:r>
        <w:rPr>
          <w:rFonts w:ascii="Arial" w:hAnsi="Arial" w:cs="Arial"/>
          <w:sz w:val="22"/>
          <w:szCs w:val="22"/>
          <w:lang w:val="en-US" w:eastAsia="en-US"/>
        </w:rPr>
        <w:t>9.1.3 the applicable Service Level Credit payable by Service Provider to  SARS is contained in the definition of the Service Level itself.</w:t>
      </w:r>
      <w:bookmarkEnd w:id="1609"/>
      <w:bookmarkEnd w:id="1610"/>
      <w:bookmarkEnd w:id="1611"/>
    </w:p>
    <w:p w14:paraId="6ABF1494" w14:textId="77777777" w:rsidR="00504066" w:rsidRDefault="00C16C4D" w:rsidP="00504066">
      <w:pPr>
        <w:keepNext/>
        <w:keepLines/>
        <w:spacing w:before="120" w:after="240" w:line="360" w:lineRule="auto"/>
        <w:ind w:left="1500" w:hanging="1320"/>
        <w:jc w:val="both"/>
        <w:outlineLvl w:val="0"/>
        <w:rPr>
          <w:rFonts w:ascii="Arial" w:hAnsi="Arial" w:cs="Arial"/>
          <w:sz w:val="22"/>
          <w:szCs w:val="22"/>
          <w:lang w:val="en-US" w:eastAsia="en-US"/>
        </w:rPr>
      </w:pPr>
      <w:bookmarkStart w:id="1612" w:name="_Toc106198855"/>
      <w:bookmarkStart w:id="1613" w:name="_Toc106890161"/>
      <w:bookmarkStart w:id="1614" w:name="_Toc107398090"/>
      <w:r>
        <w:rPr>
          <w:rFonts w:ascii="Arial" w:hAnsi="Arial" w:cs="Arial"/>
          <w:sz w:val="22"/>
          <w:szCs w:val="22"/>
          <w:lang w:val="en-US" w:eastAsia="en-US"/>
        </w:rPr>
        <w:lastRenderedPageBreak/>
        <w:t xml:space="preserve">9.2           </w:t>
      </w:r>
      <w:r w:rsidR="00E86703">
        <w:rPr>
          <w:rFonts w:ascii="Arial" w:hAnsi="Arial" w:cs="Arial"/>
          <w:sz w:val="22"/>
          <w:szCs w:val="22"/>
          <w:lang w:val="en-US" w:eastAsia="en-US"/>
        </w:rPr>
        <w:tab/>
        <w:t>Service Level Credits will be applied against the first monthly invoice   following the month</w:t>
      </w:r>
      <w:r w:rsidR="008C7FE9">
        <w:rPr>
          <w:rFonts w:ascii="Arial" w:hAnsi="Arial" w:cs="Arial"/>
          <w:sz w:val="22"/>
          <w:szCs w:val="22"/>
          <w:lang w:val="en-US" w:eastAsia="en-US"/>
        </w:rPr>
        <w:t xml:space="preserve"> in which the Service Level Failure(s) occurred. Service Level Credits arising in respect of the last month of the term of the Agreement will be withheld out of the final payment due.</w:t>
      </w:r>
      <w:bookmarkEnd w:id="1612"/>
      <w:bookmarkEnd w:id="1613"/>
      <w:bookmarkEnd w:id="1614"/>
    </w:p>
    <w:p w14:paraId="3D3097BE" w14:textId="77777777" w:rsidR="00504066" w:rsidRDefault="00504066" w:rsidP="00504066">
      <w:pPr>
        <w:keepNext/>
        <w:keepLines/>
        <w:spacing w:before="120" w:after="240" w:line="360" w:lineRule="auto"/>
        <w:jc w:val="both"/>
        <w:outlineLvl w:val="0"/>
        <w:rPr>
          <w:rFonts w:ascii="Arial" w:hAnsi="Arial" w:cs="Arial"/>
          <w:b/>
          <w:bCs/>
          <w:sz w:val="22"/>
          <w:szCs w:val="22"/>
          <w:lang w:val="en-US" w:eastAsia="en-US"/>
        </w:rPr>
      </w:pPr>
      <w:bookmarkStart w:id="1615" w:name="_Toc106198856"/>
      <w:bookmarkStart w:id="1616" w:name="_Toc106890162"/>
      <w:bookmarkStart w:id="1617" w:name="_Toc107398091"/>
      <w:r w:rsidRPr="00504066">
        <w:rPr>
          <w:rFonts w:ascii="Arial" w:hAnsi="Arial" w:cs="Arial"/>
          <w:b/>
          <w:bCs/>
          <w:sz w:val="22"/>
          <w:szCs w:val="22"/>
          <w:lang w:val="en-US" w:eastAsia="en-US"/>
        </w:rPr>
        <w:t>10 EXCUSED PERFORMANCE</w:t>
      </w:r>
      <w:bookmarkEnd w:id="1615"/>
      <w:bookmarkEnd w:id="1616"/>
      <w:bookmarkEnd w:id="1617"/>
    </w:p>
    <w:p w14:paraId="1CF42685" w14:textId="360C8F2F" w:rsidR="004A2B8F" w:rsidRDefault="00504066" w:rsidP="00504066">
      <w:pPr>
        <w:keepNext/>
        <w:keepLines/>
        <w:spacing w:before="120" w:after="240" w:line="360" w:lineRule="auto"/>
        <w:jc w:val="both"/>
        <w:outlineLvl w:val="0"/>
        <w:rPr>
          <w:rFonts w:ascii="Arial" w:hAnsi="Arial" w:cs="Arial"/>
          <w:sz w:val="22"/>
          <w:szCs w:val="22"/>
          <w:lang w:val="en-US" w:eastAsia="en-US"/>
        </w:rPr>
      </w:pPr>
      <w:bookmarkStart w:id="1618" w:name="_Toc106198857"/>
      <w:bookmarkStart w:id="1619" w:name="_Toc106890163"/>
      <w:bookmarkStart w:id="1620" w:name="_Toc107398092"/>
      <w:r>
        <w:rPr>
          <w:rFonts w:ascii="Arial" w:hAnsi="Arial" w:cs="Arial"/>
          <w:sz w:val="22"/>
          <w:szCs w:val="22"/>
          <w:lang w:val="en-US" w:eastAsia="en-US"/>
        </w:rPr>
        <w:t>10.1                Where Service Provider can establish to the satisfaction of SARS that:</w:t>
      </w:r>
      <w:bookmarkEnd w:id="1618"/>
      <w:bookmarkEnd w:id="1619"/>
      <w:bookmarkEnd w:id="1620"/>
    </w:p>
    <w:p w14:paraId="219A1F6E" w14:textId="15655727" w:rsidR="008C7FE9" w:rsidRDefault="004A2B8F" w:rsidP="004A2B8F">
      <w:pPr>
        <w:keepNext/>
        <w:keepLines/>
        <w:spacing w:before="120" w:after="240" w:line="360" w:lineRule="auto"/>
        <w:ind w:left="1440" w:hanging="1440"/>
        <w:jc w:val="both"/>
        <w:outlineLvl w:val="0"/>
        <w:rPr>
          <w:rFonts w:ascii="Arial" w:hAnsi="Arial" w:cs="Arial"/>
          <w:sz w:val="22"/>
          <w:szCs w:val="22"/>
          <w:lang w:val="en-US" w:eastAsia="en-US"/>
        </w:rPr>
      </w:pPr>
      <w:bookmarkStart w:id="1621" w:name="_Toc106198858"/>
      <w:bookmarkStart w:id="1622" w:name="_Toc106890164"/>
      <w:bookmarkStart w:id="1623" w:name="_Toc107398093"/>
      <w:r>
        <w:rPr>
          <w:rFonts w:ascii="Arial" w:hAnsi="Arial" w:cs="Arial"/>
          <w:sz w:val="22"/>
          <w:szCs w:val="22"/>
          <w:lang w:val="en-US" w:eastAsia="en-US"/>
        </w:rPr>
        <w:t xml:space="preserve">10.1.1 </w:t>
      </w:r>
      <w:r>
        <w:rPr>
          <w:rFonts w:ascii="Arial" w:hAnsi="Arial" w:cs="Arial"/>
          <w:sz w:val="22"/>
          <w:szCs w:val="22"/>
          <w:lang w:val="en-US" w:eastAsia="en-US"/>
        </w:rPr>
        <w:tab/>
      </w:r>
      <w:r w:rsidR="00504066">
        <w:rPr>
          <w:rFonts w:ascii="Arial" w:hAnsi="Arial" w:cs="Arial"/>
          <w:sz w:val="22"/>
          <w:szCs w:val="22"/>
          <w:lang w:val="en-US" w:eastAsia="en-US"/>
        </w:rPr>
        <w:t>the cause of its failures to achieve Service Level was a factor or factors outside of</w:t>
      </w:r>
      <w:r>
        <w:rPr>
          <w:rFonts w:ascii="Arial" w:hAnsi="Arial" w:cs="Arial"/>
          <w:sz w:val="22"/>
          <w:szCs w:val="22"/>
          <w:lang w:val="en-US" w:eastAsia="en-US"/>
        </w:rPr>
        <w:t xml:space="preserve"> the reasonable control of the Service Provide;</w:t>
      </w:r>
      <w:bookmarkEnd w:id="1621"/>
      <w:bookmarkEnd w:id="1622"/>
      <w:bookmarkEnd w:id="1623"/>
    </w:p>
    <w:p w14:paraId="0F85F100" w14:textId="77FECF76" w:rsidR="004A2B8F" w:rsidRDefault="004A2B8F" w:rsidP="004A2B8F">
      <w:pPr>
        <w:keepNext/>
        <w:keepLines/>
        <w:spacing w:before="120" w:after="240" w:line="360" w:lineRule="auto"/>
        <w:ind w:left="1440" w:hanging="1440"/>
        <w:jc w:val="both"/>
        <w:outlineLvl w:val="0"/>
        <w:rPr>
          <w:rFonts w:ascii="Arial" w:hAnsi="Arial" w:cs="Arial"/>
          <w:sz w:val="22"/>
          <w:szCs w:val="22"/>
          <w:lang w:val="en-US" w:eastAsia="en-US"/>
        </w:rPr>
      </w:pPr>
      <w:bookmarkStart w:id="1624" w:name="_Toc106198859"/>
      <w:bookmarkStart w:id="1625" w:name="_Toc106890165"/>
      <w:bookmarkStart w:id="1626" w:name="_Toc107398094"/>
      <w:r>
        <w:rPr>
          <w:rFonts w:ascii="Arial" w:hAnsi="Arial" w:cs="Arial"/>
          <w:sz w:val="22"/>
          <w:szCs w:val="22"/>
          <w:lang w:val="en-US" w:eastAsia="en-US"/>
        </w:rPr>
        <w:t>10.1.2</w:t>
      </w:r>
      <w:r>
        <w:rPr>
          <w:rFonts w:ascii="Arial" w:hAnsi="Arial" w:cs="Arial"/>
          <w:sz w:val="22"/>
          <w:szCs w:val="22"/>
          <w:lang w:val="en-US" w:eastAsia="en-US"/>
        </w:rPr>
        <w:tab/>
        <w:t>Service Provider would have achieved such Service Level but for such factor (s);</w:t>
      </w:r>
      <w:bookmarkEnd w:id="1624"/>
      <w:bookmarkEnd w:id="1625"/>
      <w:bookmarkEnd w:id="1626"/>
    </w:p>
    <w:p w14:paraId="579345A7" w14:textId="138F6C13" w:rsidR="004A2B8F" w:rsidRDefault="004A2B8F" w:rsidP="004A2B8F">
      <w:pPr>
        <w:keepNext/>
        <w:keepLines/>
        <w:spacing w:before="120" w:after="240" w:line="360" w:lineRule="auto"/>
        <w:ind w:left="1440" w:hanging="1440"/>
        <w:jc w:val="both"/>
        <w:outlineLvl w:val="0"/>
        <w:rPr>
          <w:rFonts w:ascii="Arial" w:hAnsi="Arial" w:cs="Arial"/>
          <w:sz w:val="22"/>
          <w:szCs w:val="22"/>
          <w:lang w:val="en-US" w:eastAsia="en-US"/>
        </w:rPr>
      </w:pPr>
      <w:bookmarkStart w:id="1627" w:name="_Toc106198860"/>
      <w:bookmarkStart w:id="1628" w:name="_Toc106890166"/>
      <w:bookmarkStart w:id="1629" w:name="_Toc107398095"/>
      <w:r>
        <w:rPr>
          <w:rFonts w:ascii="Arial" w:hAnsi="Arial" w:cs="Arial"/>
          <w:sz w:val="22"/>
          <w:szCs w:val="22"/>
          <w:lang w:val="en-US" w:eastAsia="en-US"/>
        </w:rPr>
        <w:t>10.1.3</w:t>
      </w:r>
      <w:r>
        <w:rPr>
          <w:rFonts w:ascii="Arial" w:hAnsi="Arial" w:cs="Arial"/>
          <w:sz w:val="22"/>
          <w:szCs w:val="22"/>
          <w:lang w:val="en-US" w:eastAsia="en-US"/>
        </w:rPr>
        <w:tab/>
        <w:t>Service Provider used Commercially Reasonable Efforts to perform and achieve that Service Level notwithstanding the presence and impact of such factor (s); and</w:t>
      </w:r>
      <w:bookmarkEnd w:id="1627"/>
      <w:bookmarkEnd w:id="1628"/>
      <w:bookmarkEnd w:id="1629"/>
    </w:p>
    <w:p w14:paraId="7DCC22FD" w14:textId="0DACAB63" w:rsidR="007700DD" w:rsidRDefault="004A2B8F" w:rsidP="004A2B8F">
      <w:pPr>
        <w:keepNext/>
        <w:keepLines/>
        <w:spacing w:before="120" w:after="240" w:line="360" w:lineRule="auto"/>
        <w:jc w:val="both"/>
        <w:outlineLvl w:val="0"/>
        <w:rPr>
          <w:rFonts w:ascii="Arial" w:hAnsi="Arial" w:cs="Arial"/>
          <w:sz w:val="22"/>
          <w:szCs w:val="22"/>
          <w:lang w:val="en-US" w:eastAsia="en-US"/>
        </w:rPr>
      </w:pPr>
      <w:bookmarkStart w:id="1630" w:name="_Toc106198861"/>
      <w:bookmarkStart w:id="1631" w:name="_Toc106890167"/>
      <w:bookmarkStart w:id="1632" w:name="_Toc107398096"/>
      <w:r>
        <w:rPr>
          <w:rFonts w:ascii="Arial" w:hAnsi="Arial" w:cs="Arial"/>
          <w:sz w:val="22"/>
          <w:szCs w:val="22"/>
          <w:lang w:val="en-US" w:eastAsia="en-US"/>
        </w:rPr>
        <w:t>10.1.4             Service Provider is without fault in causing such factor(s).</w:t>
      </w:r>
      <w:bookmarkEnd w:id="1630"/>
      <w:bookmarkEnd w:id="1631"/>
      <w:bookmarkEnd w:id="1632"/>
    </w:p>
    <w:p w14:paraId="7574ECAB" w14:textId="1EFD5B75" w:rsidR="004A2B8F" w:rsidRDefault="007700DD" w:rsidP="007700DD">
      <w:pPr>
        <w:keepNext/>
        <w:keepLines/>
        <w:spacing w:before="120" w:after="240" w:line="360" w:lineRule="auto"/>
        <w:ind w:left="720" w:hanging="720"/>
        <w:jc w:val="both"/>
        <w:outlineLvl w:val="0"/>
        <w:rPr>
          <w:rFonts w:ascii="Arial" w:hAnsi="Arial" w:cs="Arial"/>
          <w:sz w:val="22"/>
          <w:szCs w:val="22"/>
          <w:lang w:val="en-US" w:eastAsia="en-US"/>
        </w:rPr>
      </w:pPr>
      <w:bookmarkStart w:id="1633" w:name="_Toc106198862"/>
      <w:bookmarkStart w:id="1634" w:name="_Toc106890168"/>
      <w:bookmarkStart w:id="1635" w:name="_Toc107398097"/>
      <w:r>
        <w:rPr>
          <w:rFonts w:ascii="Arial" w:hAnsi="Arial" w:cs="Arial"/>
          <w:sz w:val="22"/>
          <w:szCs w:val="22"/>
          <w:lang w:val="en-US" w:eastAsia="en-US"/>
        </w:rPr>
        <w:t>10.2</w:t>
      </w:r>
      <w:r>
        <w:rPr>
          <w:rFonts w:ascii="Arial" w:hAnsi="Arial" w:cs="Arial"/>
          <w:sz w:val="22"/>
          <w:szCs w:val="22"/>
          <w:lang w:val="en-US" w:eastAsia="en-US"/>
        </w:rPr>
        <w:tab/>
      </w:r>
      <w:r w:rsidR="004A2B8F">
        <w:rPr>
          <w:rFonts w:ascii="Arial" w:hAnsi="Arial" w:cs="Arial"/>
          <w:sz w:val="22"/>
          <w:szCs w:val="22"/>
          <w:lang w:val="en-US" w:eastAsia="en-US"/>
        </w:rPr>
        <w:t xml:space="preserve">No Service Level Credit will be assessed against Service Provider for any resulting Service Level Failure and Service Provider will otherwise be </w:t>
      </w:r>
      <w:r>
        <w:rPr>
          <w:rFonts w:ascii="Arial" w:hAnsi="Arial" w:cs="Arial"/>
          <w:sz w:val="22"/>
          <w:szCs w:val="22"/>
          <w:lang w:val="en-US" w:eastAsia="en-US"/>
        </w:rPr>
        <w:t>excused from achieving such Service Level for as long as the circumstances relating to such factor(s) and preventing achievement of such Service Level prevail and Service Provider continues to use its Commercially Reasonable Efforts to prevent, overcome and mitigate the adverse effects of such factor to the extent required to achieve the applicable Service Level.</w:t>
      </w:r>
      <w:bookmarkEnd w:id="1633"/>
      <w:bookmarkEnd w:id="1634"/>
      <w:bookmarkEnd w:id="1635"/>
    </w:p>
    <w:p w14:paraId="78AA5EFB" w14:textId="3B0ACE53" w:rsidR="007700DD" w:rsidRDefault="007700DD" w:rsidP="007700DD">
      <w:pPr>
        <w:keepNext/>
        <w:keepLines/>
        <w:spacing w:before="120" w:after="240" w:line="360" w:lineRule="auto"/>
        <w:ind w:left="720" w:hanging="720"/>
        <w:jc w:val="both"/>
        <w:outlineLvl w:val="0"/>
        <w:rPr>
          <w:rFonts w:ascii="Arial" w:hAnsi="Arial" w:cs="Arial"/>
          <w:sz w:val="22"/>
          <w:szCs w:val="22"/>
          <w:lang w:val="en-US" w:eastAsia="en-US"/>
        </w:rPr>
      </w:pPr>
    </w:p>
    <w:p w14:paraId="39C233C9" w14:textId="77777777" w:rsidR="00B20907" w:rsidRDefault="00B20907" w:rsidP="007700DD">
      <w:pPr>
        <w:keepNext/>
        <w:keepLines/>
        <w:spacing w:before="120" w:after="240" w:line="360" w:lineRule="auto"/>
        <w:ind w:left="720" w:hanging="720"/>
        <w:jc w:val="center"/>
        <w:outlineLvl w:val="0"/>
        <w:rPr>
          <w:rFonts w:ascii="Arial" w:hAnsi="Arial" w:cs="Arial"/>
          <w:b/>
          <w:bCs/>
          <w:sz w:val="22"/>
          <w:szCs w:val="22"/>
          <w:lang w:val="en-US" w:eastAsia="en-US"/>
        </w:rPr>
      </w:pPr>
    </w:p>
    <w:p w14:paraId="1FD4F6F1" w14:textId="77777777" w:rsidR="00B20907" w:rsidRDefault="00B20907" w:rsidP="007700DD">
      <w:pPr>
        <w:keepNext/>
        <w:keepLines/>
        <w:spacing w:before="120" w:after="240" w:line="360" w:lineRule="auto"/>
        <w:ind w:left="720" w:hanging="720"/>
        <w:jc w:val="center"/>
        <w:outlineLvl w:val="0"/>
        <w:rPr>
          <w:rFonts w:ascii="Arial" w:hAnsi="Arial" w:cs="Arial"/>
          <w:b/>
          <w:bCs/>
          <w:sz w:val="22"/>
          <w:szCs w:val="22"/>
          <w:lang w:val="en-US" w:eastAsia="en-US"/>
        </w:rPr>
      </w:pPr>
    </w:p>
    <w:p w14:paraId="7FFB8AAC" w14:textId="3C97C198" w:rsidR="00B20907" w:rsidRDefault="00B20907" w:rsidP="007700DD">
      <w:pPr>
        <w:keepNext/>
        <w:keepLines/>
        <w:spacing w:before="120" w:after="240" w:line="360" w:lineRule="auto"/>
        <w:ind w:left="720" w:hanging="720"/>
        <w:jc w:val="center"/>
        <w:outlineLvl w:val="0"/>
        <w:rPr>
          <w:rFonts w:ascii="Arial" w:hAnsi="Arial" w:cs="Arial"/>
          <w:b/>
          <w:bCs/>
          <w:sz w:val="22"/>
          <w:szCs w:val="22"/>
          <w:lang w:val="en-US" w:eastAsia="en-US"/>
        </w:rPr>
      </w:pPr>
    </w:p>
    <w:p w14:paraId="24EAC0D5" w14:textId="77777777" w:rsidR="008645D2" w:rsidRDefault="008645D2" w:rsidP="007700DD">
      <w:pPr>
        <w:keepNext/>
        <w:keepLines/>
        <w:spacing w:before="120" w:after="240" w:line="360" w:lineRule="auto"/>
        <w:ind w:left="720" w:hanging="720"/>
        <w:jc w:val="center"/>
        <w:outlineLvl w:val="0"/>
        <w:rPr>
          <w:rFonts w:ascii="Arial" w:hAnsi="Arial" w:cs="Arial"/>
          <w:b/>
          <w:bCs/>
          <w:sz w:val="22"/>
          <w:szCs w:val="22"/>
          <w:lang w:val="en-US" w:eastAsia="en-US"/>
        </w:rPr>
      </w:pPr>
    </w:p>
    <w:p w14:paraId="60DFFB3C" w14:textId="77777777" w:rsidR="00B20907" w:rsidRDefault="00B20907" w:rsidP="007700DD">
      <w:pPr>
        <w:keepNext/>
        <w:keepLines/>
        <w:spacing w:before="120" w:after="240" w:line="360" w:lineRule="auto"/>
        <w:ind w:left="720" w:hanging="720"/>
        <w:jc w:val="center"/>
        <w:outlineLvl w:val="0"/>
        <w:rPr>
          <w:rFonts w:ascii="Arial" w:hAnsi="Arial" w:cs="Arial"/>
          <w:b/>
          <w:bCs/>
          <w:sz w:val="22"/>
          <w:szCs w:val="22"/>
          <w:lang w:val="en-US" w:eastAsia="en-US"/>
        </w:rPr>
      </w:pPr>
    </w:p>
    <w:p w14:paraId="289A2BD5" w14:textId="5B70B98B" w:rsidR="007700DD" w:rsidRDefault="007700DD" w:rsidP="007700DD">
      <w:pPr>
        <w:keepNext/>
        <w:keepLines/>
        <w:spacing w:before="120" w:after="240" w:line="360" w:lineRule="auto"/>
        <w:ind w:left="720" w:hanging="720"/>
        <w:jc w:val="center"/>
        <w:outlineLvl w:val="0"/>
        <w:rPr>
          <w:rFonts w:ascii="Arial" w:hAnsi="Arial" w:cs="Arial"/>
          <w:b/>
          <w:bCs/>
          <w:sz w:val="22"/>
          <w:szCs w:val="22"/>
          <w:lang w:val="en-US" w:eastAsia="en-US"/>
        </w:rPr>
      </w:pPr>
      <w:bookmarkStart w:id="1636" w:name="_Toc107398098"/>
      <w:r w:rsidRPr="007700DD">
        <w:rPr>
          <w:rFonts w:ascii="Arial" w:hAnsi="Arial" w:cs="Arial"/>
          <w:b/>
          <w:bCs/>
          <w:sz w:val="22"/>
          <w:szCs w:val="22"/>
          <w:lang w:val="en-US" w:eastAsia="en-US"/>
        </w:rPr>
        <w:lastRenderedPageBreak/>
        <w:t xml:space="preserve">ANNEXURE </w:t>
      </w:r>
      <w:r w:rsidR="00C53428">
        <w:rPr>
          <w:rFonts w:ascii="Arial" w:hAnsi="Arial" w:cs="Arial"/>
          <w:b/>
          <w:bCs/>
          <w:sz w:val="22"/>
          <w:szCs w:val="22"/>
          <w:lang w:val="en-US" w:eastAsia="en-US"/>
        </w:rPr>
        <w:t>A</w:t>
      </w:r>
      <w:r w:rsidRPr="007700DD">
        <w:rPr>
          <w:rFonts w:ascii="Arial" w:hAnsi="Arial" w:cs="Arial"/>
          <w:b/>
          <w:bCs/>
          <w:sz w:val="22"/>
          <w:szCs w:val="22"/>
          <w:lang w:val="en-US" w:eastAsia="en-US"/>
        </w:rPr>
        <w:t>-1</w:t>
      </w:r>
      <w:bookmarkEnd w:id="1636"/>
    </w:p>
    <w:p w14:paraId="2F35EB87" w14:textId="76E55DD5" w:rsidR="007700DD" w:rsidRDefault="00134750" w:rsidP="007700DD">
      <w:pPr>
        <w:keepNext/>
        <w:keepLines/>
        <w:spacing w:before="120" w:after="240" w:line="360" w:lineRule="auto"/>
        <w:ind w:left="720" w:hanging="720"/>
        <w:jc w:val="center"/>
        <w:outlineLvl w:val="0"/>
        <w:rPr>
          <w:rFonts w:ascii="Arial" w:hAnsi="Arial" w:cs="Arial"/>
          <w:b/>
          <w:bCs/>
          <w:sz w:val="22"/>
          <w:szCs w:val="22"/>
          <w:lang w:val="en-US" w:eastAsia="en-US"/>
        </w:rPr>
      </w:pPr>
      <w:bookmarkStart w:id="1637" w:name="_Toc106198864"/>
      <w:bookmarkStart w:id="1638" w:name="_Toc106890170"/>
      <w:bookmarkStart w:id="1639" w:name="_Toc107398099"/>
      <w:r>
        <w:rPr>
          <w:rFonts w:ascii="Arial" w:hAnsi="Arial" w:cs="Arial"/>
          <w:b/>
          <w:bCs/>
          <w:sz w:val="22"/>
          <w:szCs w:val="22"/>
          <w:lang w:val="en-US" w:eastAsia="en-US"/>
        </w:rPr>
        <w:t>SERVICE LEVELS AND SERVICE LEVEL CREDITS</w:t>
      </w:r>
      <w:bookmarkEnd w:id="1637"/>
      <w:bookmarkEnd w:id="1638"/>
      <w:bookmarkEnd w:id="1639"/>
    </w:p>
    <w:p w14:paraId="79F23B5C" w14:textId="439F1761" w:rsidR="00134750" w:rsidRDefault="00134750" w:rsidP="00134750">
      <w:pPr>
        <w:pStyle w:val="ListParagraph"/>
        <w:keepNext/>
        <w:keepLines/>
        <w:numPr>
          <w:ilvl w:val="0"/>
          <w:numId w:val="33"/>
        </w:numPr>
        <w:spacing w:before="120" w:after="240" w:line="360" w:lineRule="auto"/>
        <w:outlineLvl w:val="0"/>
        <w:rPr>
          <w:b/>
          <w:bCs/>
          <w:lang w:val="en-US" w:eastAsia="en-US"/>
        </w:rPr>
      </w:pPr>
      <w:bookmarkStart w:id="1640" w:name="_Toc106198865"/>
      <w:bookmarkStart w:id="1641" w:name="_Toc106890171"/>
      <w:bookmarkStart w:id="1642" w:name="_Toc107398100"/>
      <w:r>
        <w:rPr>
          <w:b/>
          <w:bCs/>
          <w:lang w:val="en-US" w:eastAsia="en-US"/>
        </w:rPr>
        <w:t>GENERAL</w:t>
      </w:r>
      <w:bookmarkEnd w:id="1640"/>
      <w:bookmarkEnd w:id="1641"/>
      <w:bookmarkEnd w:id="1642"/>
      <w:r>
        <w:rPr>
          <w:b/>
          <w:bCs/>
          <w:lang w:val="en-US" w:eastAsia="en-US"/>
        </w:rPr>
        <w:t xml:space="preserve"> </w:t>
      </w:r>
    </w:p>
    <w:p w14:paraId="4950AE1E" w14:textId="33C7A9D8" w:rsidR="00134750" w:rsidRDefault="00134750" w:rsidP="00134750">
      <w:pPr>
        <w:pStyle w:val="ListParagraph"/>
        <w:keepNext/>
        <w:keepLines/>
        <w:spacing w:before="120" w:after="240" w:line="360" w:lineRule="auto"/>
        <w:outlineLvl w:val="0"/>
        <w:rPr>
          <w:lang w:val="en-US" w:eastAsia="en-US"/>
        </w:rPr>
      </w:pPr>
      <w:bookmarkStart w:id="1643" w:name="_Toc106198866"/>
      <w:bookmarkStart w:id="1644" w:name="_Toc106890172"/>
      <w:bookmarkStart w:id="1645" w:name="_Toc107398101"/>
      <w:r>
        <w:rPr>
          <w:lang w:val="en-US" w:eastAsia="en-US"/>
        </w:rPr>
        <w:t>This Annexure sets out each Service Level and the calculations; definitions; targets and Service Level Credit amount for each.</w:t>
      </w:r>
      <w:bookmarkEnd w:id="1643"/>
      <w:bookmarkEnd w:id="1644"/>
      <w:bookmarkEnd w:id="1645"/>
    </w:p>
    <w:p w14:paraId="0DCB8B54" w14:textId="54ACD069" w:rsidR="00134750" w:rsidRDefault="00134750" w:rsidP="00134750">
      <w:pPr>
        <w:pStyle w:val="ListParagraph"/>
        <w:keepNext/>
        <w:keepLines/>
        <w:spacing w:before="120" w:after="240" w:line="360" w:lineRule="auto"/>
        <w:outlineLvl w:val="0"/>
        <w:rPr>
          <w:lang w:val="en-US" w:eastAsia="en-US"/>
        </w:rPr>
      </w:pPr>
    </w:p>
    <w:p w14:paraId="04C41D25" w14:textId="1E1AF3D7" w:rsidR="00134750" w:rsidRPr="006F5364" w:rsidRDefault="00134750" w:rsidP="00134750">
      <w:pPr>
        <w:pStyle w:val="ListParagraph"/>
        <w:keepNext/>
        <w:keepLines/>
        <w:numPr>
          <w:ilvl w:val="0"/>
          <w:numId w:val="33"/>
        </w:numPr>
        <w:spacing w:before="120" w:after="240" w:line="360" w:lineRule="auto"/>
        <w:outlineLvl w:val="0"/>
        <w:rPr>
          <w:b/>
          <w:bCs/>
          <w:lang w:val="en-US" w:eastAsia="en-US"/>
        </w:rPr>
      </w:pPr>
      <w:bookmarkStart w:id="1646" w:name="_Toc106198867"/>
      <w:bookmarkStart w:id="1647" w:name="_Toc106890173"/>
      <w:bookmarkStart w:id="1648" w:name="_Toc107398102"/>
      <w:r w:rsidRPr="006F5364">
        <w:rPr>
          <w:b/>
          <w:bCs/>
          <w:lang w:val="en-US" w:eastAsia="en-US"/>
        </w:rPr>
        <w:t>CONTACT RESPONSE SERVICE LEVEL</w:t>
      </w:r>
      <w:bookmarkEnd w:id="1646"/>
      <w:bookmarkEnd w:id="1647"/>
      <w:bookmarkEnd w:id="1648"/>
    </w:p>
    <w:p w14:paraId="0B094CBC" w14:textId="7ED182AA" w:rsidR="00134750" w:rsidRDefault="00134750" w:rsidP="00134750">
      <w:pPr>
        <w:pStyle w:val="ListParagraph"/>
        <w:keepNext/>
        <w:keepLines/>
        <w:spacing w:before="120" w:after="240" w:line="360" w:lineRule="auto"/>
        <w:outlineLvl w:val="0"/>
        <w:rPr>
          <w:lang w:val="en-US" w:eastAsia="en-US"/>
        </w:rPr>
      </w:pPr>
    </w:p>
    <w:p w14:paraId="468EA0B4" w14:textId="7FCB91A1" w:rsidR="00134750" w:rsidRPr="006F5364" w:rsidRDefault="00134750" w:rsidP="00134750">
      <w:pPr>
        <w:pStyle w:val="ListParagraph"/>
        <w:keepNext/>
        <w:keepLines/>
        <w:numPr>
          <w:ilvl w:val="1"/>
          <w:numId w:val="33"/>
        </w:numPr>
        <w:spacing w:before="120" w:after="240" w:line="360" w:lineRule="auto"/>
        <w:outlineLvl w:val="0"/>
        <w:rPr>
          <w:b/>
          <w:bCs/>
          <w:lang w:val="en-US" w:eastAsia="en-US"/>
        </w:rPr>
      </w:pPr>
      <w:bookmarkStart w:id="1649" w:name="_Toc106198868"/>
      <w:bookmarkStart w:id="1650" w:name="_Toc106890174"/>
      <w:bookmarkStart w:id="1651" w:name="_Toc107398103"/>
      <w:r w:rsidRPr="006F5364">
        <w:rPr>
          <w:b/>
          <w:bCs/>
          <w:lang w:val="en-US" w:eastAsia="en-US"/>
        </w:rPr>
        <w:t>General</w:t>
      </w:r>
      <w:bookmarkEnd w:id="1649"/>
      <w:bookmarkEnd w:id="1650"/>
      <w:bookmarkEnd w:id="1651"/>
      <w:r w:rsidRPr="006F5364">
        <w:rPr>
          <w:b/>
          <w:bCs/>
          <w:lang w:val="en-US" w:eastAsia="en-US"/>
        </w:rPr>
        <w:t xml:space="preserve"> </w:t>
      </w:r>
    </w:p>
    <w:p w14:paraId="275B9049" w14:textId="1C9FB83B" w:rsidR="009E11BB" w:rsidRDefault="00134750" w:rsidP="003678FA">
      <w:pPr>
        <w:pStyle w:val="ListParagraph"/>
        <w:keepNext/>
        <w:keepLines/>
        <w:spacing w:before="120" w:after="240" w:line="360" w:lineRule="auto"/>
        <w:ind w:left="1080"/>
        <w:outlineLvl w:val="0"/>
        <w:rPr>
          <w:lang w:val="en-US" w:eastAsia="en-US"/>
        </w:rPr>
      </w:pPr>
      <w:bookmarkStart w:id="1652" w:name="_Toc106198869"/>
      <w:bookmarkStart w:id="1653" w:name="_Toc106890175"/>
      <w:bookmarkStart w:id="1654" w:name="_Toc107398104"/>
      <w:r>
        <w:rPr>
          <w:lang w:val="en-US" w:eastAsia="en-US"/>
        </w:rPr>
        <w:t>The contact Response Service Level measures the number of times the time taken by the Service Provider to respond to a contact made by SARS is in excess of the times in the table</w:t>
      </w:r>
      <w:bookmarkEnd w:id="1652"/>
      <w:bookmarkEnd w:id="1653"/>
      <w:bookmarkEnd w:id="1654"/>
    </w:p>
    <w:p w14:paraId="366B5E0A" w14:textId="77777777" w:rsidR="003678FA" w:rsidRPr="003678FA" w:rsidRDefault="003678FA" w:rsidP="003678FA">
      <w:pPr>
        <w:pStyle w:val="ListParagraph"/>
        <w:keepNext/>
        <w:keepLines/>
        <w:spacing w:before="120" w:after="240" w:line="360" w:lineRule="auto"/>
        <w:ind w:left="1080"/>
        <w:outlineLvl w:val="0"/>
        <w:rPr>
          <w:lang w:val="en-US" w:eastAsia="en-US"/>
        </w:rPr>
      </w:pPr>
    </w:p>
    <w:tbl>
      <w:tblPr>
        <w:tblStyle w:val="TableGrid"/>
        <w:tblpPr w:leftFromText="180" w:rightFromText="180" w:vertAnchor="text" w:horzAnchor="margin" w:tblpY="292"/>
        <w:tblW w:w="8832" w:type="dxa"/>
        <w:tblLook w:val="04A0" w:firstRow="1" w:lastRow="0" w:firstColumn="1" w:lastColumn="0" w:noHBand="0" w:noVBand="1"/>
      </w:tblPr>
      <w:tblGrid>
        <w:gridCol w:w="2536"/>
        <w:gridCol w:w="2360"/>
        <w:gridCol w:w="1968"/>
        <w:gridCol w:w="1968"/>
      </w:tblGrid>
      <w:tr w:rsidR="00B64BDF" w14:paraId="2AB1E991" w14:textId="77777777" w:rsidTr="00B64BDF">
        <w:trPr>
          <w:trHeight w:val="847"/>
        </w:trPr>
        <w:tc>
          <w:tcPr>
            <w:tcW w:w="2536" w:type="dxa"/>
          </w:tcPr>
          <w:p w14:paraId="78331FEE" w14:textId="77777777" w:rsidR="00B64BDF" w:rsidRPr="003678FA" w:rsidRDefault="00B64BDF" w:rsidP="00B64BDF">
            <w:pPr>
              <w:pStyle w:val="ListParagraph"/>
              <w:keepNext/>
              <w:keepLines/>
              <w:spacing w:before="120" w:after="240" w:line="360" w:lineRule="auto"/>
              <w:ind w:left="0"/>
              <w:outlineLvl w:val="0"/>
              <w:rPr>
                <w:b/>
                <w:bCs/>
                <w:lang w:val="en-US" w:eastAsia="en-US"/>
              </w:rPr>
            </w:pPr>
            <w:bookmarkStart w:id="1655" w:name="_Toc106890176"/>
            <w:bookmarkStart w:id="1656" w:name="_Toc107398105"/>
            <w:r w:rsidRPr="003678FA">
              <w:rPr>
                <w:b/>
                <w:bCs/>
                <w:lang w:val="en-US" w:eastAsia="en-US"/>
              </w:rPr>
              <w:t>Service Level description</w:t>
            </w:r>
            <w:bookmarkEnd w:id="1655"/>
            <w:bookmarkEnd w:id="1656"/>
            <w:r w:rsidRPr="003678FA">
              <w:rPr>
                <w:b/>
                <w:bCs/>
                <w:lang w:val="en-US" w:eastAsia="en-US"/>
              </w:rPr>
              <w:t xml:space="preserve"> </w:t>
            </w:r>
          </w:p>
        </w:tc>
        <w:tc>
          <w:tcPr>
            <w:tcW w:w="2360" w:type="dxa"/>
          </w:tcPr>
          <w:p w14:paraId="5C5CE558" w14:textId="77777777" w:rsidR="00B64BDF" w:rsidRPr="003678FA" w:rsidRDefault="00B64BDF" w:rsidP="00B64BDF">
            <w:pPr>
              <w:pStyle w:val="ListParagraph"/>
              <w:keepNext/>
              <w:keepLines/>
              <w:spacing w:before="120" w:after="240" w:line="360" w:lineRule="auto"/>
              <w:ind w:left="0"/>
              <w:outlineLvl w:val="0"/>
              <w:rPr>
                <w:b/>
                <w:bCs/>
                <w:lang w:val="en-US" w:eastAsia="en-US"/>
              </w:rPr>
            </w:pPr>
            <w:bookmarkStart w:id="1657" w:name="_Toc106890177"/>
            <w:bookmarkStart w:id="1658" w:name="_Toc107398106"/>
            <w:r w:rsidRPr="003678FA">
              <w:rPr>
                <w:b/>
                <w:bCs/>
                <w:lang w:val="en-US" w:eastAsia="en-US"/>
              </w:rPr>
              <w:t>Service Level</w:t>
            </w:r>
            <w:bookmarkEnd w:id="1657"/>
            <w:bookmarkEnd w:id="1658"/>
          </w:p>
        </w:tc>
        <w:tc>
          <w:tcPr>
            <w:tcW w:w="1968" w:type="dxa"/>
          </w:tcPr>
          <w:p w14:paraId="72D752C8" w14:textId="77777777" w:rsidR="00B64BDF" w:rsidRPr="003678FA" w:rsidRDefault="00B64BDF" w:rsidP="00B64BDF">
            <w:pPr>
              <w:pStyle w:val="ListParagraph"/>
              <w:keepNext/>
              <w:keepLines/>
              <w:spacing w:before="120" w:after="240" w:line="360" w:lineRule="auto"/>
              <w:ind w:left="0"/>
              <w:outlineLvl w:val="0"/>
              <w:rPr>
                <w:b/>
                <w:bCs/>
                <w:lang w:val="en-US" w:eastAsia="en-US"/>
              </w:rPr>
            </w:pPr>
            <w:bookmarkStart w:id="1659" w:name="_Toc106890178"/>
            <w:bookmarkStart w:id="1660" w:name="_Toc107398107"/>
            <w:r w:rsidRPr="003678FA">
              <w:rPr>
                <w:b/>
                <w:bCs/>
                <w:lang w:val="en-US" w:eastAsia="en-US"/>
              </w:rPr>
              <w:t>Service Level Failure</w:t>
            </w:r>
            <w:bookmarkEnd w:id="1659"/>
            <w:bookmarkEnd w:id="1660"/>
          </w:p>
        </w:tc>
        <w:tc>
          <w:tcPr>
            <w:tcW w:w="1968" w:type="dxa"/>
          </w:tcPr>
          <w:p w14:paraId="498FBF7D" w14:textId="77777777" w:rsidR="00B64BDF" w:rsidRPr="003678FA" w:rsidRDefault="00B64BDF" w:rsidP="00B64BDF">
            <w:pPr>
              <w:pStyle w:val="ListParagraph"/>
              <w:keepNext/>
              <w:keepLines/>
              <w:spacing w:before="120" w:after="240" w:line="360" w:lineRule="auto"/>
              <w:ind w:left="0"/>
              <w:outlineLvl w:val="0"/>
              <w:rPr>
                <w:b/>
                <w:bCs/>
                <w:lang w:val="en-US" w:eastAsia="en-US"/>
              </w:rPr>
            </w:pPr>
            <w:bookmarkStart w:id="1661" w:name="_Toc106890179"/>
            <w:bookmarkStart w:id="1662" w:name="_Toc107398108"/>
            <w:r w:rsidRPr="003678FA">
              <w:rPr>
                <w:b/>
                <w:bCs/>
                <w:lang w:val="en-US" w:eastAsia="en-US"/>
              </w:rPr>
              <w:t>Service Credit (s)</w:t>
            </w:r>
            <w:bookmarkEnd w:id="1661"/>
            <w:bookmarkEnd w:id="1662"/>
          </w:p>
        </w:tc>
      </w:tr>
      <w:tr w:rsidR="008B6860" w14:paraId="23A28E98" w14:textId="77777777" w:rsidTr="008B6860">
        <w:trPr>
          <w:trHeight w:val="380"/>
        </w:trPr>
        <w:tc>
          <w:tcPr>
            <w:tcW w:w="2536" w:type="dxa"/>
            <w:vMerge w:val="restart"/>
          </w:tcPr>
          <w:p w14:paraId="065A1A46" w14:textId="4AEF5DA1" w:rsidR="008B6860" w:rsidRDefault="008B6860" w:rsidP="0005116E">
            <w:pPr>
              <w:pStyle w:val="ListParagraph"/>
              <w:keepNext/>
              <w:keepLines/>
              <w:numPr>
                <w:ilvl w:val="0"/>
                <w:numId w:val="34"/>
              </w:numPr>
              <w:spacing w:before="120" w:after="240" w:line="276" w:lineRule="auto"/>
              <w:ind w:left="303"/>
              <w:outlineLvl w:val="0"/>
              <w:rPr>
                <w:lang w:val="en-US" w:eastAsia="en-US"/>
              </w:rPr>
            </w:pPr>
            <w:bookmarkStart w:id="1663" w:name="_Toc106890180"/>
            <w:bookmarkStart w:id="1664" w:name="_Toc107398109"/>
            <w:r>
              <w:rPr>
                <w:lang w:val="en-US" w:eastAsia="en-US"/>
              </w:rPr>
              <w:t>Acknowledgment of Service Request</w:t>
            </w:r>
            <w:bookmarkEnd w:id="1663"/>
            <w:bookmarkEnd w:id="1664"/>
          </w:p>
        </w:tc>
        <w:tc>
          <w:tcPr>
            <w:tcW w:w="2360" w:type="dxa"/>
            <w:vMerge w:val="restart"/>
          </w:tcPr>
          <w:p w14:paraId="49AEA48E" w14:textId="2D090DC3" w:rsidR="008B6860" w:rsidRDefault="008B6860" w:rsidP="008C46FB">
            <w:pPr>
              <w:pStyle w:val="ListParagraph"/>
              <w:keepNext/>
              <w:keepLines/>
              <w:spacing w:before="120" w:after="240" w:line="276" w:lineRule="auto"/>
              <w:ind w:left="0"/>
              <w:outlineLvl w:val="0"/>
              <w:rPr>
                <w:lang w:val="en-US" w:eastAsia="en-US"/>
              </w:rPr>
            </w:pPr>
            <w:bookmarkStart w:id="1665" w:name="_Toc106890181"/>
            <w:bookmarkStart w:id="1666" w:name="_Toc107398110"/>
            <w:r>
              <w:rPr>
                <w:lang w:val="en-US" w:eastAsia="en-US"/>
              </w:rPr>
              <w:t>As per requirements of the Service Request</w:t>
            </w:r>
            <w:bookmarkEnd w:id="1665"/>
            <w:bookmarkEnd w:id="1666"/>
          </w:p>
        </w:tc>
        <w:tc>
          <w:tcPr>
            <w:tcW w:w="1968" w:type="dxa"/>
          </w:tcPr>
          <w:p w14:paraId="4BEBAD1C" w14:textId="21A37980" w:rsidR="008B6860" w:rsidRDefault="008B6860" w:rsidP="008C46FB">
            <w:pPr>
              <w:pStyle w:val="ListParagraph"/>
              <w:keepNext/>
              <w:keepLines/>
              <w:spacing w:before="120" w:after="240" w:line="276" w:lineRule="auto"/>
              <w:ind w:left="0"/>
              <w:outlineLvl w:val="0"/>
              <w:rPr>
                <w:lang w:val="en-US" w:eastAsia="en-US"/>
              </w:rPr>
            </w:pPr>
            <w:bookmarkStart w:id="1667" w:name="_Toc106890182"/>
            <w:bookmarkStart w:id="1668" w:name="_Toc107398111"/>
            <w:r>
              <w:rPr>
                <w:lang w:val="en-US" w:eastAsia="en-US"/>
              </w:rPr>
              <w:t>Respond 2 hours after the deadline</w:t>
            </w:r>
            <w:bookmarkEnd w:id="1667"/>
            <w:bookmarkEnd w:id="1668"/>
          </w:p>
        </w:tc>
        <w:tc>
          <w:tcPr>
            <w:tcW w:w="1968" w:type="dxa"/>
          </w:tcPr>
          <w:p w14:paraId="2B5CD6A0" w14:textId="4C89DE49" w:rsidR="008B6860" w:rsidRDefault="008B6860" w:rsidP="008C46FB">
            <w:pPr>
              <w:pStyle w:val="ListParagraph"/>
              <w:keepNext/>
              <w:keepLines/>
              <w:spacing w:before="120" w:after="240" w:line="276" w:lineRule="auto"/>
              <w:ind w:left="0"/>
              <w:outlineLvl w:val="0"/>
              <w:rPr>
                <w:lang w:val="en-US" w:eastAsia="en-US"/>
              </w:rPr>
            </w:pPr>
            <w:bookmarkStart w:id="1669" w:name="_Toc106890183"/>
            <w:bookmarkStart w:id="1670" w:name="_Toc107398112"/>
            <w:r>
              <w:rPr>
                <w:lang w:val="en-US" w:eastAsia="en-US"/>
              </w:rPr>
              <w:t>10% of the Amount at Risk</w:t>
            </w:r>
            <w:bookmarkEnd w:id="1669"/>
            <w:bookmarkEnd w:id="1670"/>
            <w:r>
              <w:rPr>
                <w:lang w:val="en-US" w:eastAsia="en-US"/>
              </w:rPr>
              <w:t xml:space="preserve"> </w:t>
            </w:r>
          </w:p>
        </w:tc>
      </w:tr>
      <w:tr w:rsidR="008B6860" w14:paraId="13BF4A0F" w14:textId="77777777" w:rsidTr="00B64BDF">
        <w:trPr>
          <w:trHeight w:val="380"/>
        </w:trPr>
        <w:tc>
          <w:tcPr>
            <w:tcW w:w="2536" w:type="dxa"/>
            <w:vMerge/>
          </w:tcPr>
          <w:p w14:paraId="1254E2A8" w14:textId="77777777" w:rsidR="008B6860" w:rsidRDefault="008B6860" w:rsidP="0005116E">
            <w:pPr>
              <w:pStyle w:val="ListParagraph"/>
              <w:keepNext/>
              <w:keepLines/>
              <w:numPr>
                <w:ilvl w:val="0"/>
                <w:numId w:val="34"/>
              </w:numPr>
              <w:spacing w:before="120" w:after="240" w:line="276" w:lineRule="auto"/>
              <w:ind w:left="303"/>
              <w:outlineLvl w:val="0"/>
              <w:rPr>
                <w:lang w:val="en-US" w:eastAsia="en-US"/>
              </w:rPr>
            </w:pPr>
          </w:p>
        </w:tc>
        <w:tc>
          <w:tcPr>
            <w:tcW w:w="2360" w:type="dxa"/>
            <w:vMerge/>
          </w:tcPr>
          <w:p w14:paraId="5D87F842" w14:textId="77777777" w:rsidR="008B6860" w:rsidRDefault="008B6860" w:rsidP="00B64BDF">
            <w:pPr>
              <w:pStyle w:val="ListParagraph"/>
              <w:keepNext/>
              <w:keepLines/>
              <w:spacing w:before="120" w:after="240" w:line="360" w:lineRule="auto"/>
              <w:ind w:left="0"/>
              <w:outlineLvl w:val="0"/>
              <w:rPr>
                <w:lang w:val="en-US" w:eastAsia="en-US"/>
              </w:rPr>
            </w:pPr>
          </w:p>
        </w:tc>
        <w:tc>
          <w:tcPr>
            <w:tcW w:w="1968" w:type="dxa"/>
          </w:tcPr>
          <w:p w14:paraId="444BE2C7" w14:textId="545C544E" w:rsidR="008B6860" w:rsidRDefault="008B6860" w:rsidP="008C46FB">
            <w:pPr>
              <w:pStyle w:val="ListParagraph"/>
              <w:keepNext/>
              <w:keepLines/>
              <w:spacing w:before="120" w:after="240" w:line="276" w:lineRule="auto"/>
              <w:ind w:left="0"/>
              <w:outlineLvl w:val="0"/>
              <w:rPr>
                <w:lang w:val="en-US" w:eastAsia="en-US"/>
              </w:rPr>
            </w:pPr>
            <w:bookmarkStart w:id="1671" w:name="_Toc106890184"/>
            <w:bookmarkStart w:id="1672" w:name="_Toc107398113"/>
            <w:r>
              <w:rPr>
                <w:lang w:val="en-US" w:eastAsia="en-US"/>
              </w:rPr>
              <w:t>Respond more than 2 to 4 hours after the deadline</w:t>
            </w:r>
            <w:bookmarkEnd w:id="1671"/>
            <w:bookmarkEnd w:id="1672"/>
            <w:r>
              <w:rPr>
                <w:lang w:val="en-US" w:eastAsia="en-US"/>
              </w:rPr>
              <w:t xml:space="preserve"> </w:t>
            </w:r>
          </w:p>
        </w:tc>
        <w:tc>
          <w:tcPr>
            <w:tcW w:w="1968" w:type="dxa"/>
          </w:tcPr>
          <w:p w14:paraId="2E47CE3A" w14:textId="009E851E" w:rsidR="008B6860" w:rsidRDefault="008B6860" w:rsidP="008C46FB">
            <w:pPr>
              <w:pStyle w:val="ListParagraph"/>
              <w:keepNext/>
              <w:keepLines/>
              <w:spacing w:before="120" w:after="240" w:line="276" w:lineRule="auto"/>
              <w:ind w:left="0"/>
              <w:outlineLvl w:val="0"/>
              <w:rPr>
                <w:lang w:val="en-US" w:eastAsia="en-US"/>
              </w:rPr>
            </w:pPr>
            <w:bookmarkStart w:id="1673" w:name="_Toc106890185"/>
            <w:bookmarkStart w:id="1674" w:name="_Toc107398114"/>
            <w:r>
              <w:rPr>
                <w:lang w:val="en-US" w:eastAsia="en-US"/>
              </w:rPr>
              <w:t>15% of the Amount at Risk</w:t>
            </w:r>
            <w:bookmarkEnd w:id="1673"/>
            <w:bookmarkEnd w:id="1674"/>
          </w:p>
        </w:tc>
      </w:tr>
      <w:tr w:rsidR="008B6860" w14:paraId="763C123F" w14:textId="77777777" w:rsidTr="00B64BDF">
        <w:trPr>
          <w:trHeight w:val="380"/>
        </w:trPr>
        <w:tc>
          <w:tcPr>
            <w:tcW w:w="2536" w:type="dxa"/>
            <w:vMerge/>
          </w:tcPr>
          <w:p w14:paraId="2C88E3C3" w14:textId="77777777" w:rsidR="008B6860" w:rsidRDefault="008B6860" w:rsidP="0005116E">
            <w:pPr>
              <w:pStyle w:val="ListParagraph"/>
              <w:keepNext/>
              <w:keepLines/>
              <w:numPr>
                <w:ilvl w:val="0"/>
                <w:numId w:val="34"/>
              </w:numPr>
              <w:spacing w:before="120" w:after="240" w:line="276" w:lineRule="auto"/>
              <w:ind w:left="303"/>
              <w:outlineLvl w:val="0"/>
              <w:rPr>
                <w:lang w:val="en-US" w:eastAsia="en-US"/>
              </w:rPr>
            </w:pPr>
          </w:p>
        </w:tc>
        <w:tc>
          <w:tcPr>
            <w:tcW w:w="2360" w:type="dxa"/>
            <w:vMerge/>
          </w:tcPr>
          <w:p w14:paraId="1A96802A" w14:textId="77777777" w:rsidR="008B6860" w:rsidRDefault="008B6860" w:rsidP="00B64BDF">
            <w:pPr>
              <w:pStyle w:val="ListParagraph"/>
              <w:keepNext/>
              <w:keepLines/>
              <w:spacing w:before="120" w:after="240" w:line="360" w:lineRule="auto"/>
              <w:ind w:left="0"/>
              <w:outlineLvl w:val="0"/>
              <w:rPr>
                <w:lang w:val="en-US" w:eastAsia="en-US"/>
              </w:rPr>
            </w:pPr>
          </w:p>
        </w:tc>
        <w:tc>
          <w:tcPr>
            <w:tcW w:w="1968" w:type="dxa"/>
          </w:tcPr>
          <w:p w14:paraId="1ABF9A4F" w14:textId="05FD0470" w:rsidR="008B6860" w:rsidRDefault="008B6860" w:rsidP="008C46FB">
            <w:pPr>
              <w:pStyle w:val="ListParagraph"/>
              <w:keepNext/>
              <w:keepLines/>
              <w:spacing w:before="120" w:after="240" w:line="276" w:lineRule="auto"/>
              <w:ind w:left="0"/>
              <w:outlineLvl w:val="0"/>
              <w:rPr>
                <w:lang w:val="en-US" w:eastAsia="en-US"/>
              </w:rPr>
            </w:pPr>
            <w:bookmarkStart w:id="1675" w:name="_Toc106890186"/>
            <w:bookmarkStart w:id="1676" w:name="_Toc107398115"/>
            <w:r>
              <w:rPr>
                <w:lang w:val="en-US" w:eastAsia="en-US"/>
              </w:rPr>
              <w:t>Respond more than 4 hour after the deadline</w:t>
            </w:r>
            <w:bookmarkEnd w:id="1675"/>
            <w:bookmarkEnd w:id="1676"/>
            <w:r>
              <w:rPr>
                <w:lang w:val="en-US" w:eastAsia="en-US"/>
              </w:rPr>
              <w:t xml:space="preserve"> </w:t>
            </w:r>
          </w:p>
        </w:tc>
        <w:tc>
          <w:tcPr>
            <w:tcW w:w="1968" w:type="dxa"/>
          </w:tcPr>
          <w:p w14:paraId="438F9460" w14:textId="171B8DE9" w:rsidR="008B6860" w:rsidRDefault="003678FA" w:rsidP="008C46FB">
            <w:pPr>
              <w:pStyle w:val="ListParagraph"/>
              <w:keepNext/>
              <w:keepLines/>
              <w:spacing w:before="120" w:after="240" w:line="276" w:lineRule="auto"/>
              <w:ind w:left="0"/>
              <w:outlineLvl w:val="0"/>
              <w:rPr>
                <w:lang w:val="en-US" w:eastAsia="en-US"/>
              </w:rPr>
            </w:pPr>
            <w:bookmarkStart w:id="1677" w:name="_Toc106890187"/>
            <w:bookmarkStart w:id="1678" w:name="_Toc107398116"/>
            <w:r>
              <w:rPr>
                <w:lang w:val="en-US" w:eastAsia="en-US"/>
              </w:rPr>
              <w:t>20% of the Amount at Risk</w:t>
            </w:r>
            <w:bookmarkEnd w:id="1677"/>
            <w:bookmarkEnd w:id="1678"/>
          </w:p>
        </w:tc>
      </w:tr>
      <w:tr w:rsidR="008C46FB" w14:paraId="70F6B7E1" w14:textId="77777777" w:rsidTr="008C46FB">
        <w:trPr>
          <w:trHeight w:val="720"/>
        </w:trPr>
        <w:tc>
          <w:tcPr>
            <w:tcW w:w="2536" w:type="dxa"/>
            <w:vMerge w:val="restart"/>
          </w:tcPr>
          <w:p w14:paraId="2E452839" w14:textId="47729BEA" w:rsidR="008C46FB" w:rsidRDefault="008C46FB" w:rsidP="0005116E">
            <w:pPr>
              <w:pStyle w:val="ListParagraph"/>
              <w:keepNext/>
              <w:keepLines/>
              <w:numPr>
                <w:ilvl w:val="0"/>
                <w:numId w:val="34"/>
              </w:numPr>
              <w:spacing w:before="120" w:after="240" w:line="276" w:lineRule="auto"/>
              <w:ind w:left="303"/>
              <w:outlineLvl w:val="0"/>
              <w:rPr>
                <w:lang w:val="en-US" w:eastAsia="en-US"/>
              </w:rPr>
            </w:pPr>
            <w:bookmarkStart w:id="1679" w:name="_Toc106890188"/>
            <w:bookmarkStart w:id="1680" w:name="_Toc107398117"/>
            <w:r>
              <w:rPr>
                <w:lang w:val="en-US" w:eastAsia="en-US"/>
              </w:rPr>
              <w:t>Resolution of any written queries by SARS, including all types of queries in connection with ordered Service Products</w:t>
            </w:r>
            <w:bookmarkEnd w:id="1679"/>
            <w:bookmarkEnd w:id="1680"/>
            <w:r>
              <w:rPr>
                <w:lang w:val="en-US" w:eastAsia="en-US"/>
              </w:rPr>
              <w:t xml:space="preserve"> </w:t>
            </w:r>
          </w:p>
        </w:tc>
        <w:tc>
          <w:tcPr>
            <w:tcW w:w="2360" w:type="dxa"/>
            <w:vMerge w:val="restart"/>
          </w:tcPr>
          <w:p w14:paraId="2E24E5BB" w14:textId="04167A56" w:rsidR="008C46FB" w:rsidRDefault="008C46FB" w:rsidP="008C46FB">
            <w:pPr>
              <w:pStyle w:val="ListParagraph"/>
              <w:keepNext/>
              <w:keepLines/>
              <w:spacing w:before="120" w:after="240" w:line="276" w:lineRule="auto"/>
              <w:ind w:left="0"/>
              <w:outlineLvl w:val="0"/>
              <w:rPr>
                <w:lang w:val="en-US" w:eastAsia="en-US"/>
              </w:rPr>
            </w:pPr>
            <w:bookmarkStart w:id="1681" w:name="_Toc106890189"/>
            <w:bookmarkStart w:id="1682" w:name="_Toc107398118"/>
            <w:r>
              <w:rPr>
                <w:lang w:val="en-US" w:eastAsia="en-US"/>
              </w:rPr>
              <w:t>Resolve within 24 hours of receipt of query</w:t>
            </w:r>
            <w:bookmarkEnd w:id="1681"/>
            <w:bookmarkEnd w:id="1682"/>
            <w:r>
              <w:rPr>
                <w:lang w:val="en-US" w:eastAsia="en-US"/>
              </w:rPr>
              <w:t xml:space="preserve"> </w:t>
            </w:r>
          </w:p>
        </w:tc>
        <w:tc>
          <w:tcPr>
            <w:tcW w:w="1968" w:type="dxa"/>
          </w:tcPr>
          <w:p w14:paraId="588DF44C" w14:textId="7C84B65A" w:rsidR="008C46FB" w:rsidRDefault="004425A4" w:rsidP="00B64BDF">
            <w:pPr>
              <w:pStyle w:val="ListParagraph"/>
              <w:keepNext/>
              <w:keepLines/>
              <w:spacing w:before="120" w:after="240" w:line="360" w:lineRule="auto"/>
              <w:ind w:left="0"/>
              <w:outlineLvl w:val="0"/>
              <w:rPr>
                <w:lang w:val="en-US" w:eastAsia="en-US"/>
              </w:rPr>
            </w:pPr>
            <w:bookmarkStart w:id="1683" w:name="_Toc106890190"/>
            <w:bookmarkStart w:id="1684" w:name="_Toc107398119"/>
            <w:r>
              <w:rPr>
                <w:lang w:val="en-US" w:eastAsia="en-US"/>
              </w:rPr>
              <w:t>Respond 2 hours after the deadline</w:t>
            </w:r>
            <w:bookmarkEnd w:id="1683"/>
            <w:bookmarkEnd w:id="1684"/>
          </w:p>
        </w:tc>
        <w:tc>
          <w:tcPr>
            <w:tcW w:w="1968" w:type="dxa"/>
          </w:tcPr>
          <w:p w14:paraId="58E1FEBF" w14:textId="66F50FAF" w:rsidR="008C46FB" w:rsidRDefault="003678FA" w:rsidP="00B64BDF">
            <w:pPr>
              <w:pStyle w:val="ListParagraph"/>
              <w:keepNext/>
              <w:keepLines/>
              <w:spacing w:before="120" w:after="240" w:line="360" w:lineRule="auto"/>
              <w:ind w:left="0"/>
              <w:outlineLvl w:val="0"/>
              <w:rPr>
                <w:lang w:val="en-US" w:eastAsia="en-US"/>
              </w:rPr>
            </w:pPr>
            <w:bookmarkStart w:id="1685" w:name="_Toc106890191"/>
            <w:bookmarkStart w:id="1686" w:name="_Toc107398120"/>
            <w:r>
              <w:rPr>
                <w:lang w:val="en-US" w:eastAsia="en-US"/>
              </w:rPr>
              <w:t>10% of the Amount at Risk</w:t>
            </w:r>
            <w:bookmarkEnd w:id="1685"/>
            <w:bookmarkEnd w:id="1686"/>
          </w:p>
        </w:tc>
      </w:tr>
      <w:tr w:rsidR="008C46FB" w14:paraId="2AA33BCD" w14:textId="77777777" w:rsidTr="00B64BDF">
        <w:trPr>
          <w:trHeight w:val="720"/>
        </w:trPr>
        <w:tc>
          <w:tcPr>
            <w:tcW w:w="2536" w:type="dxa"/>
            <w:vMerge/>
          </w:tcPr>
          <w:p w14:paraId="3D9C0DA1" w14:textId="77777777" w:rsidR="008C46FB" w:rsidRDefault="008C46FB" w:rsidP="0005116E">
            <w:pPr>
              <w:pStyle w:val="ListParagraph"/>
              <w:keepNext/>
              <w:keepLines/>
              <w:numPr>
                <w:ilvl w:val="0"/>
                <w:numId w:val="34"/>
              </w:numPr>
              <w:spacing w:before="120" w:after="240" w:line="276" w:lineRule="auto"/>
              <w:ind w:left="303"/>
              <w:outlineLvl w:val="0"/>
              <w:rPr>
                <w:lang w:val="en-US" w:eastAsia="en-US"/>
              </w:rPr>
            </w:pPr>
          </w:p>
        </w:tc>
        <w:tc>
          <w:tcPr>
            <w:tcW w:w="2360" w:type="dxa"/>
            <w:vMerge/>
          </w:tcPr>
          <w:p w14:paraId="26C3A757" w14:textId="77777777" w:rsidR="008C46FB" w:rsidRDefault="008C46FB" w:rsidP="008C46FB">
            <w:pPr>
              <w:pStyle w:val="ListParagraph"/>
              <w:keepNext/>
              <w:keepLines/>
              <w:spacing w:before="120" w:after="240" w:line="276" w:lineRule="auto"/>
              <w:ind w:left="0"/>
              <w:outlineLvl w:val="0"/>
              <w:rPr>
                <w:lang w:val="en-US" w:eastAsia="en-US"/>
              </w:rPr>
            </w:pPr>
          </w:p>
        </w:tc>
        <w:tc>
          <w:tcPr>
            <w:tcW w:w="1968" w:type="dxa"/>
          </w:tcPr>
          <w:p w14:paraId="3AF783E1" w14:textId="67362366" w:rsidR="008C46FB" w:rsidRDefault="003678FA" w:rsidP="00B64BDF">
            <w:pPr>
              <w:pStyle w:val="ListParagraph"/>
              <w:keepNext/>
              <w:keepLines/>
              <w:spacing w:before="120" w:after="240" w:line="360" w:lineRule="auto"/>
              <w:ind w:left="0"/>
              <w:outlineLvl w:val="0"/>
              <w:rPr>
                <w:lang w:val="en-US" w:eastAsia="en-US"/>
              </w:rPr>
            </w:pPr>
            <w:bookmarkStart w:id="1687" w:name="_Toc106890192"/>
            <w:bookmarkStart w:id="1688" w:name="_Toc107398121"/>
            <w:r>
              <w:rPr>
                <w:lang w:val="en-US" w:eastAsia="en-US"/>
              </w:rPr>
              <w:t>Respond more than 2 to 4 hours after the deadline</w:t>
            </w:r>
            <w:bookmarkEnd w:id="1687"/>
            <w:bookmarkEnd w:id="1688"/>
          </w:p>
        </w:tc>
        <w:tc>
          <w:tcPr>
            <w:tcW w:w="1968" w:type="dxa"/>
          </w:tcPr>
          <w:p w14:paraId="448B2F52" w14:textId="3629B983" w:rsidR="008C46FB" w:rsidRDefault="003678FA" w:rsidP="00B64BDF">
            <w:pPr>
              <w:pStyle w:val="ListParagraph"/>
              <w:keepNext/>
              <w:keepLines/>
              <w:spacing w:before="120" w:after="240" w:line="360" w:lineRule="auto"/>
              <w:ind w:left="0"/>
              <w:outlineLvl w:val="0"/>
              <w:rPr>
                <w:lang w:val="en-US" w:eastAsia="en-US"/>
              </w:rPr>
            </w:pPr>
            <w:bookmarkStart w:id="1689" w:name="_Toc106890193"/>
            <w:bookmarkStart w:id="1690" w:name="_Toc107398122"/>
            <w:r>
              <w:rPr>
                <w:lang w:val="en-US" w:eastAsia="en-US"/>
              </w:rPr>
              <w:t>15% of the Amount at Risk</w:t>
            </w:r>
            <w:bookmarkEnd w:id="1689"/>
            <w:bookmarkEnd w:id="1690"/>
          </w:p>
        </w:tc>
      </w:tr>
      <w:tr w:rsidR="008C46FB" w14:paraId="3894AC79" w14:textId="77777777" w:rsidTr="00B64BDF">
        <w:trPr>
          <w:trHeight w:val="720"/>
        </w:trPr>
        <w:tc>
          <w:tcPr>
            <w:tcW w:w="2536" w:type="dxa"/>
            <w:vMerge/>
          </w:tcPr>
          <w:p w14:paraId="5339E73C" w14:textId="77777777" w:rsidR="008C46FB" w:rsidRDefault="008C46FB" w:rsidP="0005116E">
            <w:pPr>
              <w:pStyle w:val="ListParagraph"/>
              <w:keepNext/>
              <w:keepLines/>
              <w:numPr>
                <w:ilvl w:val="0"/>
                <w:numId w:val="34"/>
              </w:numPr>
              <w:spacing w:before="120" w:after="240" w:line="276" w:lineRule="auto"/>
              <w:ind w:left="303"/>
              <w:outlineLvl w:val="0"/>
              <w:rPr>
                <w:lang w:val="en-US" w:eastAsia="en-US"/>
              </w:rPr>
            </w:pPr>
          </w:p>
        </w:tc>
        <w:tc>
          <w:tcPr>
            <w:tcW w:w="2360" w:type="dxa"/>
            <w:vMerge/>
          </w:tcPr>
          <w:p w14:paraId="6F68D8BD" w14:textId="77777777" w:rsidR="008C46FB" w:rsidRDefault="008C46FB" w:rsidP="008C46FB">
            <w:pPr>
              <w:pStyle w:val="ListParagraph"/>
              <w:keepNext/>
              <w:keepLines/>
              <w:spacing w:before="120" w:after="240" w:line="276" w:lineRule="auto"/>
              <w:ind w:left="0"/>
              <w:outlineLvl w:val="0"/>
              <w:rPr>
                <w:lang w:val="en-US" w:eastAsia="en-US"/>
              </w:rPr>
            </w:pPr>
          </w:p>
        </w:tc>
        <w:tc>
          <w:tcPr>
            <w:tcW w:w="1968" w:type="dxa"/>
          </w:tcPr>
          <w:p w14:paraId="244FB2BD" w14:textId="7CDF00F5" w:rsidR="008C46FB" w:rsidRDefault="004425A4" w:rsidP="00B64BDF">
            <w:pPr>
              <w:pStyle w:val="ListParagraph"/>
              <w:keepNext/>
              <w:keepLines/>
              <w:spacing w:before="120" w:after="240" w:line="360" w:lineRule="auto"/>
              <w:ind w:left="0"/>
              <w:outlineLvl w:val="0"/>
              <w:rPr>
                <w:lang w:val="en-US" w:eastAsia="en-US"/>
              </w:rPr>
            </w:pPr>
            <w:bookmarkStart w:id="1691" w:name="_Toc106890194"/>
            <w:bookmarkStart w:id="1692" w:name="_Toc107398123"/>
            <w:r>
              <w:rPr>
                <w:lang w:val="en-US" w:eastAsia="en-US"/>
              </w:rPr>
              <w:t>Respond more than 4 hour after the deadline</w:t>
            </w:r>
            <w:bookmarkEnd w:id="1691"/>
            <w:bookmarkEnd w:id="1692"/>
          </w:p>
        </w:tc>
        <w:tc>
          <w:tcPr>
            <w:tcW w:w="1968" w:type="dxa"/>
          </w:tcPr>
          <w:p w14:paraId="2088BBAD" w14:textId="48973438" w:rsidR="008C46FB" w:rsidRDefault="003678FA" w:rsidP="00B64BDF">
            <w:pPr>
              <w:pStyle w:val="ListParagraph"/>
              <w:keepNext/>
              <w:keepLines/>
              <w:spacing w:before="120" w:after="240" w:line="360" w:lineRule="auto"/>
              <w:ind w:left="0"/>
              <w:outlineLvl w:val="0"/>
              <w:rPr>
                <w:lang w:val="en-US" w:eastAsia="en-US"/>
              </w:rPr>
            </w:pPr>
            <w:bookmarkStart w:id="1693" w:name="_Toc106890195"/>
            <w:bookmarkStart w:id="1694" w:name="_Toc107398124"/>
            <w:r>
              <w:rPr>
                <w:lang w:val="en-US" w:eastAsia="en-US"/>
              </w:rPr>
              <w:t>20% of the Amount at Risk</w:t>
            </w:r>
            <w:bookmarkEnd w:id="1693"/>
            <w:bookmarkEnd w:id="1694"/>
          </w:p>
        </w:tc>
      </w:tr>
      <w:tr w:rsidR="008C46FB" w14:paraId="227FF8DF" w14:textId="77777777" w:rsidTr="008C46FB">
        <w:trPr>
          <w:trHeight w:val="235"/>
        </w:trPr>
        <w:tc>
          <w:tcPr>
            <w:tcW w:w="2536" w:type="dxa"/>
            <w:vMerge w:val="restart"/>
          </w:tcPr>
          <w:p w14:paraId="43F9326B" w14:textId="48B36A23" w:rsidR="008C46FB" w:rsidRDefault="008C46FB" w:rsidP="0005116E">
            <w:pPr>
              <w:pStyle w:val="ListParagraph"/>
              <w:keepNext/>
              <w:keepLines/>
              <w:numPr>
                <w:ilvl w:val="0"/>
                <w:numId w:val="34"/>
              </w:numPr>
              <w:spacing w:before="120" w:after="240" w:line="276" w:lineRule="auto"/>
              <w:ind w:left="360"/>
              <w:outlineLvl w:val="0"/>
              <w:rPr>
                <w:lang w:val="en-US" w:eastAsia="en-US"/>
              </w:rPr>
            </w:pPr>
            <w:bookmarkStart w:id="1695" w:name="_Toc106890196"/>
            <w:bookmarkStart w:id="1696" w:name="_Toc107398125"/>
            <w:r>
              <w:rPr>
                <w:lang w:val="en-US" w:eastAsia="en-US"/>
              </w:rPr>
              <w:lastRenderedPageBreak/>
              <w:t>Submission of a written quotation</w:t>
            </w:r>
            <w:bookmarkEnd w:id="1695"/>
            <w:bookmarkEnd w:id="1696"/>
            <w:r>
              <w:rPr>
                <w:lang w:val="en-US" w:eastAsia="en-US"/>
              </w:rPr>
              <w:t xml:space="preserve"> </w:t>
            </w:r>
          </w:p>
        </w:tc>
        <w:tc>
          <w:tcPr>
            <w:tcW w:w="2360" w:type="dxa"/>
            <w:vMerge w:val="restart"/>
          </w:tcPr>
          <w:p w14:paraId="4A0FFA21" w14:textId="73F58FAB" w:rsidR="008C46FB" w:rsidRDefault="008C46FB" w:rsidP="008C46FB">
            <w:pPr>
              <w:pStyle w:val="ListParagraph"/>
              <w:keepNext/>
              <w:keepLines/>
              <w:spacing w:before="120" w:after="240" w:line="276" w:lineRule="auto"/>
              <w:ind w:left="0"/>
              <w:outlineLvl w:val="0"/>
              <w:rPr>
                <w:lang w:val="en-US" w:eastAsia="en-US"/>
              </w:rPr>
            </w:pPr>
            <w:bookmarkStart w:id="1697" w:name="_Toc106890197"/>
            <w:bookmarkStart w:id="1698" w:name="_Toc107398126"/>
            <w:r w:rsidRPr="008C46FB">
              <w:rPr>
                <w:lang w:val="en-US" w:eastAsia="en-US"/>
              </w:rPr>
              <w:t xml:space="preserve">Resolve within </w:t>
            </w:r>
            <w:r>
              <w:rPr>
                <w:lang w:val="en-US" w:eastAsia="en-US"/>
              </w:rPr>
              <w:t>12</w:t>
            </w:r>
            <w:r w:rsidRPr="008C46FB">
              <w:rPr>
                <w:lang w:val="en-US" w:eastAsia="en-US"/>
              </w:rPr>
              <w:t xml:space="preserve"> hours of receipt of </w:t>
            </w:r>
            <w:r>
              <w:rPr>
                <w:lang w:val="en-US" w:eastAsia="en-US"/>
              </w:rPr>
              <w:t>request for quotation.</w:t>
            </w:r>
            <w:bookmarkEnd w:id="1697"/>
            <w:bookmarkEnd w:id="1698"/>
          </w:p>
        </w:tc>
        <w:tc>
          <w:tcPr>
            <w:tcW w:w="1968" w:type="dxa"/>
          </w:tcPr>
          <w:p w14:paraId="61FB93DC" w14:textId="0A549668" w:rsidR="008C46FB" w:rsidRDefault="004425A4" w:rsidP="00B64BDF">
            <w:pPr>
              <w:pStyle w:val="ListParagraph"/>
              <w:keepNext/>
              <w:keepLines/>
              <w:spacing w:before="120" w:after="240" w:line="360" w:lineRule="auto"/>
              <w:ind w:left="0"/>
              <w:outlineLvl w:val="0"/>
              <w:rPr>
                <w:lang w:val="en-US" w:eastAsia="en-US"/>
              </w:rPr>
            </w:pPr>
            <w:bookmarkStart w:id="1699" w:name="_Toc106890198"/>
            <w:bookmarkStart w:id="1700" w:name="_Toc107398127"/>
            <w:r>
              <w:rPr>
                <w:lang w:val="en-US" w:eastAsia="en-US"/>
              </w:rPr>
              <w:t>Respond 2 hours after the deadline</w:t>
            </w:r>
            <w:bookmarkEnd w:id="1699"/>
            <w:bookmarkEnd w:id="1700"/>
          </w:p>
        </w:tc>
        <w:tc>
          <w:tcPr>
            <w:tcW w:w="1968" w:type="dxa"/>
          </w:tcPr>
          <w:p w14:paraId="0B6450E4" w14:textId="067DCC2C" w:rsidR="008C46FB" w:rsidRDefault="003678FA" w:rsidP="00B64BDF">
            <w:pPr>
              <w:pStyle w:val="ListParagraph"/>
              <w:keepNext/>
              <w:keepLines/>
              <w:spacing w:before="120" w:after="240" w:line="360" w:lineRule="auto"/>
              <w:ind w:left="0"/>
              <w:outlineLvl w:val="0"/>
              <w:rPr>
                <w:lang w:val="en-US" w:eastAsia="en-US"/>
              </w:rPr>
            </w:pPr>
            <w:bookmarkStart w:id="1701" w:name="_Toc106890199"/>
            <w:bookmarkStart w:id="1702" w:name="_Toc107398128"/>
            <w:r>
              <w:rPr>
                <w:lang w:val="en-US" w:eastAsia="en-US"/>
              </w:rPr>
              <w:t>10% of the Amount at Risk</w:t>
            </w:r>
            <w:bookmarkEnd w:id="1701"/>
            <w:bookmarkEnd w:id="1702"/>
          </w:p>
        </w:tc>
      </w:tr>
      <w:tr w:rsidR="008C46FB" w14:paraId="724E333E" w14:textId="77777777" w:rsidTr="00B64BDF">
        <w:trPr>
          <w:trHeight w:val="235"/>
        </w:trPr>
        <w:tc>
          <w:tcPr>
            <w:tcW w:w="2536" w:type="dxa"/>
            <w:vMerge/>
          </w:tcPr>
          <w:p w14:paraId="5D7A080E" w14:textId="77777777" w:rsidR="008C46FB" w:rsidRDefault="008C46FB" w:rsidP="0005116E">
            <w:pPr>
              <w:pStyle w:val="ListParagraph"/>
              <w:keepNext/>
              <w:keepLines/>
              <w:numPr>
                <w:ilvl w:val="0"/>
                <w:numId w:val="34"/>
              </w:numPr>
              <w:spacing w:before="120" w:after="240" w:line="276" w:lineRule="auto"/>
              <w:ind w:left="360"/>
              <w:outlineLvl w:val="0"/>
              <w:rPr>
                <w:lang w:val="en-US" w:eastAsia="en-US"/>
              </w:rPr>
            </w:pPr>
          </w:p>
        </w:tc>
        <w:tc>
          <w:tcPr>
            <w:tcW w:w="2360" w:type="dxa"/>
            <w:vMerge/>
          </w:tcPr>
          <w:p w14:paraId="2D93FBD2" w14:textId="77777777" w:rsidR="008C46FB" w:rsidRDefault="008C46FB" w:rsidP="00B64BDF">
            <w:pPr>
              <w:pStyle w:val="ListParagraph"/>
              <w:keepNext/>
              <w:keepLines/>
              <w:spacing w:before="120" w:after="240" w:line="360" w:lineRule="auto"/>
              <w:ind w:left="0"/>
              <w:outlineLvl w:val="0"/>
              <w:rPr>
                <w:lang w:val="en-US" w:eastAsia="en-US"/>
              </w:rPr>
            </w:pPr>
          </w:p>
        </w:tc>
        <w:tc>
          <w:tcPr>
            <w:tcW w:w="1968" w:type="dxa"/>
          </w:tcPr>
          <w:p w14:paraId="21306EFF" w14:textId="55525227" w:rsidR="008C46FB" w:rsidRDefault="004425A4" w:rsidP="00B64BDF">
            <w:pPr>
              <w:pStyle w:val="ListParagraph"/>
              <w:keepNext/>
              <w:keepLines/>
              <w:spacing w:before="120" w:after="240" w:line="360" w:lineRule="auto"/>
              <w:ind w:left="0"/>
              <w:outlineLvl w:val="0"/>
              <w:rPr>
                <w:lang w:val="en-US" w:eastAsia="en-US"/>
              </w:rPr>
            </w:pPr>
            <w:bookmarkStart w:id="1703" w:name="_Toc106890200"/>
            <w:bookmarkStart w:id="1704" w:name="_Toc107398129"/>
            <w:r>
              <w:rPr>
                <w:lang w:val="en-US" w:eastAsia="en-US"/>
              </w:rPr>
              <w:t>Respond more than 2 to 4 hours after the deadline</w:t>
            </w:r>
            <w:bookmarkEnd w:id="1703"/>
            <w:bookmarkEnd w:id="1704"/>
          </w:p>
        </w:tc>
        <w:tc>
          <w:tcPr>
            <w:tcW w:w="1968" w:type="dxa"/>
          </w:tcPr>
          <w:p w14:paraId="5A1EFFF5" w14:textId="7A979355" w:rsidR="008C46FB" w:rsidRDefault="003678FA" w:rsidP="00B64BDF">
            <w:pPr>
              <w:pStyle w:val="ListParagraph"/>
              <w:keepNext/>
              <w:keepLines/>
              <w:spacing w:before="120" w:after="240" w:line="360" w:lineRule="auto"/>
              <w:ind w:left="0"/>
              <w:outlineLvl w:val="0"/>
              <w:rPr>
                <w:lang w:val="en-US" w:eastAsia="en-US"/>
              </w:rPr>
            </w:pPr>
            <w:bookmarkStart w:id="1705" w:name="_Toc106890201"/>
            <w:bookmarkStart w:id="1706" w:name="_Toc107398130"/>
            <w:r w:rsidRPr="003678FA">
              <w:rPr>
                <w:lang w:val="en-US" w:eastAsia="en-US"/>
              </w:rPr>
              <w:t>15% of the Amount at Risk</w:t>
            </w:r>
            <w:bookmarkEnd w:id="1705"/>
            <w:bookmarkEnd w:id="1706"/>
          </w:p>
        </w:tc>
      </w:tr>
      <w:tr w:rsidR="008C46FB" w14:paraId="760B1D33" w14:textId="77777777" w:rsidTr="00B64BDF">
        <w:trPr>
          <w:trHeight w:val="235"/>
        </w:trPr>
        <w:tc>
          <w:tcPr>
            <w:tcW w:w="2536" w:type="dxa"/>
            <w:vMerge/>
          </w:tcPr>
          <w:p w14:paraId="3D10B82D" w14:textId="77777777" w:rsidR="008C46FB" w:rsidRDefault="008C46FB" w:rsidP="0005116E">
            <w:pPr>
              <w:pStyle w:val="ListParagraph"/>
              <w:keepNext/>
              <w:keepLines/>
              <w:numPr>
                <w:ilvl w:val="0"/>
                <w:numId w:val="34"/>
              </w:numPr>
              <w:spacing w:before="120" w:after="240" w:line="276" w:lineRule="auto"/>
              <w:ind w:left="360"/>
              <w:outlineLvl w:val="0"/>
              <w:rPr>
                <w:lang w:val="en-US" w:eastAsia="en-US"/>
              </w:rPr>
            </w:pPr>
          </w:p>
        </w:tc>
        <w:tc>
          <w:tcPr>
            <w:tcW w:w="2360" w:type="dxa"/>
            <w:vMerge/>
          </w:tcPr>
          <w:p w14:paraId="45766A7E" w14:textId="77777777" w:rsidR="008C46FB" w:rsidRDefault="008C46FB" w:rsidP="00B64BDF">
            <w:pPr>
              <w:pStyle w:val="ListParagraph"/>
              <w:keepNext/>
              <w:keepLines/>
              <w:spacing w:before="120" w:after="240" w:line="360" w:lineRule="auto"/>
              <w:ind w:left="0"/>
              <w:outlineLvl w:val="0"/>
              <w:rPr>
                <w:lang w:val="en-US" w:eastAsia="en-US"/>
              </w:rPr>
            </w:pPr>
          </w:p>
        </w:tc>
        <w:tc>
          <w:tcPr>
            <w:tcW w:w="1968" w:type="dxa"/>
          </w:tcPr>
          <w:p w14:paraId="6AE03CF0" w14:textId="1234A899" w:rsidR="008C46FB" w:rsidRDefault="004425A4" w:rsidP="00B64BDF">
            <w:pPr>
              <w:pStyle w:val="ListParagraph"/>
              <w:keepNext/>
              <w:keepLines/>
              <w:spacing w:before="120" w:after="240" w:line="360" w:lineRule="auto"/>
              <w:ind w:left="0"/>
              <w:outlineLvl w:val="0"/>
              <w:rPr>
                <w:lang w:val="en-US" w:eastAsia="en-US"/>
              </w:rPr>
            </w:pPr>
            <w:bookmarkStart w:id="1707" w:name="_Toc106890202"/>
            <w:bookmarkStart w:id="1708" w:name="_Toc107398131"/>
            <w:r>
              <w:rPr>
                <w:lang w:val="en-US" w:eastAsia="en-US"/>
              </w:rPr>
              <w:t>Respond more than 4 hour after the deadline</w:t>
            </w:r>
            <w:bookmarkEnd w:id="1707"/>
            <w:bookmarkEnd w:id="1708"/>
          </w:p>
        </w:tc>
        <w:tc>
          <w:tcPr>
            <w:tcW w:w="1968" w:type="dxa"/>
          </w:tcPr>
          <w:p w14:paraId="378EA2DF" w14:textId="310758E1" w:rsidR="008C46FB" w:rsidRDefault="003678FA" w:rsidP="00B64BDF">
            <w:pPr>
              <w:pStyle w:val="ListParagraph"/>
              <w:keepNext/>
              <w:keepLines/>
              <w:spacing w:before="120" w:after="240" w:line="360" w:lineRule="auto"/>
              <w:ind w:left="0"/>
              <w:outlineLvl w:val="0"/>
              <w:rPr>
                <w:lang w:val="en-US" w:eastAsia="en-US"/>
              </w:rPr>
            </w:pPr>
            <w:bookmarkStart w:id="1709" w:name="_Toc106890203"/>
            <w:bookmarkStart w:id="1710" w:name="_Toc107398132"/>
            <w:r>
              <w:rPr>
                <w:lang w:val="en-US" w:eastAsia="en-US"/>
              </w:rPr>
              <w:t>20% of the Amount at Risk</w:t>
            </w:r>
            <w:bookmarkEnd w:id="1709"/>
            <w:bookmarkEnd w:id="1710"/>
          </w:p>
        </w:tc>
      </w:tr>
      <w:tr w:rsidR="008C46FB" w14:paraId="682694E4" w14:textId="77777777" w:rsidTr="008C46FB">
        <w:trPr>
          <w:trHeight w:val="525"/>
        </w:trPr>
        <w:tc>
          <w:tcPr>
            <w:tcW w:w="2536" w:type="dxa"/>
            <w:vMerge w:val="restart"/>
          </w:tcPr>
          <w:p w14:paraId="227B45C6" w14:textId="1430D08E" w:rsidR="008C46FB" w:rsidRDefault="008C46FB" w:rsidP="001204E2">
            <w:pPr>
              <w:pStyle w:val="ListParagraph"/>
              <w:keepNext/>
              <w:keepLines/>
              <w:numPr>
                <w:ilvl w:val="0"/>
                <w:numId w:val="34"/>
              </w:numPr>
              <w:spacing w:before="120" w:after="240" w:line="276" w:lineRule="auto"/>
              <w:ind w:left="360"/>
              <w:jc w:val="both"/>
              <w:outlineLvl w:val="0"/>
              <w:rPr>
                <w:lang w:val="en-US" w:eastAsia="en-US"/>
              </w:rPr>
            </w:pPr>
            <w:bookmarkStart w:id="1711" w:name="_Toc106890204"/>
            <w:bookmarkStart w:id="1712" w:name="_Toc107398133"/>
            <w:r>
              <w:rPr>
                <w:lang w:val="en-US" w:eastAsia="en-US"/>
              </w:rPr>
              <w:t>Delivery of Service products within the stipulated time frame in the Service request</w:t>
            </w:r>
            <w:bookmarkEnd w:id="1711"/>
            <w:bookmarkEnd w:id="1712"/>
          </w:p>
        </w:tc>
        <w:tc>
          <w:tcPr>
            <w:tcW w:w="2360" w:type="dxa"/>
            <w:vMerge w:val="restart"/>
          </w:tcPr>
          <w:p w14:paraId="6E3090B2" w14:textId="0C73412B" w:rsidR="008C46FB" w:rsidRDefault="008C46FB" w:rsidP="009E11BB">
            <w:pPr>
              <w:pStyle w:val="ListParagraph"/>
              <w:keepNext/>
              <w:keepLines/>
              <w:spacing w:before="120" w:after="240" w:line="276" w:lineRule="auto"/>
              <w:ind w:left="0"/>
              <w:outlineLvl w:val="0"/>
              <w:rPr>
                <w:lang w:val="en-US" w:eastAsia="en-US"/>
              </w:rPr>
            </w:pPr>
            <w:bookmarkStart w:id="1713" w:name="_Toc106890205"/>
            <w:bookmarkStart w:id="1714" w:name="_Toc107398134"/>
            <w:r w:rsidRPr="008C46FB">
              <w:rPr>
                <w:lang w:val="en-US" w:eastAsia="en-US"/>
              </w:rPr>
              <w:t>As per requirements of the Service Request</w:t>
            </w:r>
            <w:bookmarkEnd w:id="1713"/>
            <w:bookmarkEnd w:id="1714"/>
          </w:p>
        </w:tc>
        <w:tc>
          <w:tcPr>
            <w:tcW w:w="1968" w:type="dxa"/>
          </w:tcPr>
          <w:p w14:paraId="582BFFB6" w14:textId="6A1AC30F" w:rsidR="008C46FB" w:rsidRDefault="004425A4" w:rsidP="00B64BDF">
            <w:pPr>
              <w:pStyle w:val="ListParagraph"/>
              <w:keepNext/>
              <w:keepLines/>
              <w:spacing w:before="120" w:after="240" w:line="360" w:lineRule="auto"/>
              <w:ind w:left="0"/>
              <w:outlineLvl w:val="0"/>
              <w:rPr>
                <w:lang w:val="en-US" w:eastAsia="en-US"/>
              </w:rPr>
            </w:pPr>
            <w:bookmarkStart w:id="1715" w:name="_Toc106890206"/>
            <w:bookmarkStart w:id="1716" w:name="_Toc107398135"/>
            <w:r>
              <w:rPr>
                <w:lang w:val="en-US" w:eastAsia="en-US"/>
              </w:rPr>
              <w:t>Respond 2 hours after the deadline</w:t>
            </w:r>
            <w:bookmarkEnd w:id="1715"/>
            <w:bookmarkEnd w:id="1716"/>
          </w:p>
        </w:tc>
        <w:tc>
          <w:tcPr>
            <w:tcW w:w="1968" w:type="dxa"/>
          </w:tcPr>
          <w:p w14:paraId="2AFDDD7C" w14:textId="230E5627" w:rsidR="008C46FB" w:rsidRDefault="003678FA" w:rsidP="00B64BDF">
            <w:pPr>
              <w:pStyle w:val="ListParagraph"/>
              <w:keepNext/>
              <w:keepLines/>
              <w:spacing w:before="120" w:after="240" w:line="360" w:lineRule="auto"/>
              <w:ind w:left="0"/>
              <w:outlineLvl w:val="0"/>
              <w:rPr>
                <w:lang w:val="en-US" w:eastAsia="en-US"/>
              </w:rPr>
            </w:pPr>
            <w:bookmarkStart w:id="1717" w:name="_Toc106890207"/>
            <w:bookmarkStart w:id="1718" w:name="_Toc107398136"/>
            <w:r>
              <w:rPr>
                <w:lang w:val="en-US" w:eastAsia="en-US"/>
              </w:rPr>
              <w:t>10% of the Amount at Risk</w:t>
            </w:r>
            <w:bookmarkEnd w:id="1717"/>
            <w:bookmarkEnd w:id="1718"/>
          </w:p>
        </w:tc>
      </w:tr>
      <w:tr w:rsidR="008C46FB" w14:paraId="5B357B40" w14:textId="77777777" w:rsidTr="00B64BDF">
        <w:trPr>
          <w:trHeight w:val="525"/>
        </w:trPr>
        <w:tc>
          <w:tcPr>
            <w:tcW w:w="2536" w:type="dxa"/>
            <w:vMerge/>
          </w:tcPr>
          <w:p w14:paraId="25999A40" w14:textId="77777777" w:rsidR="008C46FB" w:rsidRDefault="008C46FB" w:rsidP="001204E2">
            <w:pPr>
              <w:pStyle w:val="ListParagraph"/>
              <w:keepNext/>
              <w:keepLines/>
              <w:numPr>
                <w:ilvl w:val="0"/>
                <w:numId w:val="34"/>
              </w:numPr>
              <w:spacing w:before="120" w:after="240" w:line="276" w:lineRule="auto"/>
              <w:ind w:left="360"/>
              <w:jc w:val="both"/>
              <w:outlineLvl w:val="0"/>
              <w:rPr>
                <w:lang w:val="en-US" w:eastAsia="en-US"/>
              </w:rPr>
            </w:pPr>
          </w:p>
        </w:tc>
        <w:tc>
          <w:tcPr>
            <w:tcW w:w="2360" w:type="dxa"/>
            <w:vMerge/>
          </w:tcPr>
          <w:p w14:paraId="10BF42A6" w14:textId="77777777" w:rsidR="008C46FB" w:rsidRDefault="008C46FB" w:rsidP="00B64BDF">
            <w:pPr>
              <w:pStyle w:val="ListParagraph"/>
              <w:keepNext/>
              <w:keepLines/>
              <w:spacing w:before="120" w:after="240" w:line="360" w:lineRule="auto"/>
              <w:ind w:left="0"/>
              <w:outlineLvl w:val="0"/>
              <w:rPr>
                <w:lang w:val="en-US" w:eastAsia="en-US"/>
              </w:rPr>
            </w:pPr>
          </w:p>
        </w:tc>
        <w:tc>
          <w:tcPr>
            <w:tcW w:w="1968" w:type="dxa"/>
          </w:tcPr>
          <w:p w14:paraId="146C9307" w14:textId="52267257" w:rsidR="008C46FB" w:rsidRDefault="004425A4" w:rsidP="00B64BDF">
            <w:pPr>
              <w:pStyle w:val="ListParagraph"/>
              <w:keepNext/>
              <w:keepLines/>
              <w:spacing w:before="120" w:after="240" w:line="360" w:lineRule="auto"/>
              <w:ind w:left="0"/>
              <w:outlineLvl w:val="0"/>
              <w:rPr>
                <w:lang w:val="en-US" w:eastAsia="en-US"/>
              </w:rPr>
            </w:pPr>
            <w:bookmarkStart w:id="1719" w:name="_Toc106890208"/>
            <w:bookmarkStart w:id="1720" w:name="_Toc107398137"/>
            <w:r>
              <w:rPr>
                <w:lang w:val="en-US" w:eastAsia="en-US"/>
              </w:rPr>
              <w:t>Respond more than 2 to 4 hours after the deadline</w:t>
            </w:r>
            <w:bookmarkEnd w:id="1719"/>
            <w:bookmarkEnd w:id="1720"/>
          </w:p>
        </w:tc>
        <w:tc>
          <w:tcPr>
            <w:tcW w:w="1968" w:type="dxa"/>
          </w:tcPr>
          <w:p w14:paraId="24513A47" w14:textId="3709CEFD" w:rsidR="008C46FB" w:rsidRDefault="003678FA" w:rsidP="00B64BDF">
            <w:pPr>
              <w:pStyle w:val="ListParagraph"/>
              <w:keepNext/>
              <w:keepLines/>
              <w:spacing w:before="120" w:after="240" w:line="360" w:lineRule="auto"/>
              <w:ind w:left="0"/>
              <w:outlineLvl w:val="0"/>
              <w:rPr>
                <w:lang w:val="en-US" w:eastAsia="en-US"/>
              </w:rPr>
            </w:pPr>
            <w:bookmarkStart w:id="1721" w:name="_Toc106890209"/>
            <w:bookmarkStart w:id="1722" w:name="_Toc107398138"/>
            <w:r>
              <w:rPr>
                <w:lang w:val="en-US" w:eastAsia="en-US"/>
              </w:rPr>
              <w:t>15% of the Amount at Risk</w:t>
            </w:r>
            <w:bookmarkEnd w:id="1721"/>
            <w:bookmarkEnd w:id="1722"/>
          </w:p>
        </w:tc>
      </w:tr>
      <w:tr w:rsidR="008C46FB" w14:paraId="78E1CF80" w14:textId="77777777" w:rsidTr="00B64BDF">
        <w:trPr>
          <w:trHeight w:val="525"/>
        </w:trPr>
        <w:tc>
          <w:tcPr>
            <w:tcW w:w="2536" w:type="dxa"/>
            <w:vMerge/>
          </w:tcPr>
          <w:p w14:paraId="2DC62EB4" w14:textId="77777777" w:rsidR="008C46FB" w:rsidRDefault="008C46FB" w:rsidP="001204E2">
            <w:pPr>
              <w:pStyle w:val="ListParagraph"/>
              <w:keepNext/>
              <w:keepLines/>
              <w:numPr>
                <w:ilvl w:val="0"/>
                <w:numId w:val="34"/>
              </w:numPr>
              <w:spacing w:before="120" w:after="240" w:line="276" w:lineRule="auto"/>
              <w:ind w:left="360"/>
              <w:jc w:val="both"/>
              <w:outlineLvl w:val="0"/>
              <w:rPr>
                <w:lang w:val="en-US" w:eastAsia="en-US"/>
              </w:rPr>
            </w:pPr>
          </w:p>
        </w:tc>
        <w:tc>
          <w:tcPr>
            <w:tcW w:w="2360" w:type="dxa"/>
            <w:vMerge/>
          </w:tcPr>
          <w:p w14:paraId="26FA6AD0" w14:textId="77777777" w:rsidR="008C46FB" w:rsidRDefault="008C46FB" w:rsidP="00B64BDF">
            <w:pPr>
              <w:pStyle w:val="ListParagraph"/>
              <w:keepNext/>
              <w:keepLines/>
              <w:spacing w:before="120" w:after="240" w:line="360" w:lineRule="auto"/>
              <w:ind w:left="0"/>
              <w:outlineLvl w:val="0"/>
              <w:rPr>
                <w:lang w:val="en-US" w:eastAsia="en-US"/>
              </w:rPr>
            </w:pPr>
          </w:p>
        </w:tc>
        <w:tc>
          <w:tcPr>
            <w:tcW w:w="1968" w:type="dxa"/>
          </w:tcPr>
          <w:p w14:paraId="6FE0629C" w14:textId="0934B726" w:rsidR="008C46FB" w:rsidRDefault="004425A4" w:rsidP="00B64BDF">
            <w:pPr>
              <w:pStyle w:val="ListParagraph"/>
              <w:keepNext/>
              <w:keepLines/>
              <w:spacing w:before="120" w:after="240" w:line="360" w:lineRule="auto"/>
              <w:ind w:left="0"/>
              <w:outlineLvl w:val="0"/>
              <w:rPr>
                <w:lang w:val="en-US" w:eastAsia="en-US"/>
              </w:rPr>
            </w:pPr>
            <w:bookmarkStart w:id="1723" w:name="_Toc106890210"/>
            <w:bookmarkStart w:id="1724" w:name="_Toc107398139"/>
            <w:r>
              <w:rPr>
                <w:lang w:val="en-US" w:eastAsia="en-US"/>
              </w:rPr>
              <w:t>Respond more than 4 hour after the deadline</w:t>
            </w:r>
            <w:bookmarkEnd w:id="1723"/>
            <w:bookmarkEnd w:id="1724"/>
          </w:p>
        </w:tc>
        <w:tc>
          <w:tcPr>
            <w:tcW w:w="1968" w:type="dxa"/>
          </w:tcPr>
          <w:p w14:paraId="0E33EB98" w14:textId="1E3EFDD5" w:rsidR="008C46FB" w:rsidRDefault="003678FA" w:rsidP="00B64BDF">
            <w:pPr>
              <w:pStyle w:val="ListParagraph"/>
              <w:keepNext/>
              <w:keepLines/>
              <w:spacing w:before="120" w:after="240" w:line="360" w:lineRule="auto"/>
              <w:ind w:left="0"/>
              <w:outlineLvl w:val="0"/>
              <w:rPr>
                <w:lang w:val="en-US" w:eastAsia="en-US"/>
              </w:rPr>
            </w:pPr>
            <w:bookmarkStart w:id="1725" w:name="_Toc106890211"/>
            <w:bookmarkStart w:id="1726" w:name="_Toc107398140"/>
            <w:r>
              <w:rPr>
                <w:lang w:val="en-US" w:eastAsia="en-US"/>
              </w:rPr>
              <w:t>20% of the Amount at Risk</w:t>
            </w:r>
            <w:bookmarkEnd w:id="1725"/>
            <w:bookmarkEnd w:id="1726"/>
          </w:p>
        </w:tc>
      </w:tr>
      <w:tr w:rsidR="008C46FB" w14:paraId="7AAD3AAD" w14:textId="77777777" w:rsidTr="008C46FB">
        <w:trPr>
          <w:trHeight w:val="430"/>
        </w:trPr>
        <w:tc>
          <w:tcPr>
            <w:tcW w:w="2536" w:type="dxa"/>
            <w:vMerge w:val="restart"/>
          </w:tcPr>
          <w:p w14:paraId="1ABEF98F" w14:textId="504CACF3" w:rsidR="008C46FB" w:rsidRDefault="008C46FB" w:rsidP="001204E2">
            <w:pPr>
              <w:pStyle w:val="ListParagraph"/>
              <w:keepNext/>
              <w:keepLines/>
              <w:numPr>
                <w:ilvl w:val="0"/>
                <w:numId w:val="34"/>
              </w:numPr>
              <w:spacing w:before="120" w:after="240" w:line="276" w:lineRule="auto"/>
              <w:ind w:left="360"/>
              <w:jc w:val="both"/>
              <w:outlineLvl w:val="0"/>
              <w:rPr>
                <w:lang w:val="en-US" w:eastAsia="en-US"/>
              </w:rPr>
            </w:pPr>
            <w:bookmarkStart w:id="1727" w:name="_Toc106890212"/>
            <w:bookmarkStart w:id="1728" w:name="_Toc107398141"/>
            <w:r>
              <w:rPr>
                <w:lang w:val="en-US" w:eastAsia="en-US"/>
              </w:rPr>
              <w:t>Progress reports on delays in delivery (notwithstanding Service Credits)</w:t>
            </w:r>
            <w:bookmarkEnd w:id="1727"/>
            <w:bookmarkEnd w:id="1728"/>
          </w:p>
        </w:tc>
        <w:tc>
          <w:tcPr>
            <w:tcW w:w="2360" w:type="dxa"/>
            <w:vMerge w:val="restart"/>
          </w:tcPr>
          <w:p w14:paraId="2B78AABB" w14:textId="2B3EB499" w:rsidR="008C46FB" w:rsidRDefault="009E11BB" w:rsidP="009E11BB">
            <w:pPr>
              <w:pStyle w:val="ListParagraph"/>
              <w:keepNext/>
              <w:keepLines/>
              <w:spacing w:before="120" w:after="240" w:line="276" w:lineRule="auto"/>
              <w:ind w:left="0"/>
              <w:jc w:val="both"/>
              <w:outlineLvl w:val="0"/>
              <w:rPr>
                <w:lang w:val="en-US" w:eastAsia="en-US"/>
              </w:rPr>
            </w:pPr>
            <w:bookmarkStart w:id="1729" w:name="_Toc106890213"/>
            <w:bookmarkStart w:id="1730" w:name="_Toc107398142"/>
            <w:r>
              <w:rPr>
                <w:lang w:val="en-US" w:eastAsia="en-US"/>
              </w:rPr>
              <w:t xml:space="preserve">Provide a written report </w:t>
            </w:r>
            <w:r w:rsidR="009E1C19">
              <w:rPr>
                <w:lang w:val="en-US" w:eastAsia="en-US"/>
              </w:rPr>
              <w:t>every day</w:t>
            </w:r>
            <w:r>
              <w:rPr>
                <w:lang w:val="en-US" w:eastAsia="en-US"/>
              </w:rPr>
              <w:t xml:space="preserve"> that there is a delay.</w:t>
            </w:r>
            <w:bookmarkEnd w:id="1729"/>
            <w:bookmarkEnd w:id="1730"/>
            <w:r>
              <w:rPr>
                <w:lang w:val="en-US" w:eastAsia="en-US"/>
              </w:rPr>
              <w:t xml:space="preserve"> </w:t>
            </w:r>
          </w:p>
        </w:tc>
        <w:tc>
          <w:tcPr>
            <w:tcW w:w="1968" w:type="dxa"/>
          </w:tcPr>
          <w:p w14:paraId="4F3AA239" w14:textId="3E2EBA15" w:rsidR="008C46FB" w:rsidRDefault="004425A4" w:rsidP="00B64BDF">
            <w:pPr>
              <w:pStyle w:val="ListParagraph"/>
              <w:keepNext/>
              <w:keepLines/>
              <w:spacing w:before="120" w:after="240" w:line="360" w:lineRule="auto"/>
              <w:ind w:left="0"/>
              <w:outlineLvl w:val="0"/>
              <w:rPr>
                <w:lang w:val="en-US" w:eastAsia="en-US"/>
              </w:rPr>
            </w:pPr>
            <w:bookmarkStart w:id="1731" w:name="_Toc106890214"/>
            <w:bookmarkStart w:id="1732" w:name="_Toc107398143"/>
            <w:r>
              <w:rPr>
                <w:lang w:val="en-US" w:eastAsia="en-US"/>
              </w:rPr>
              <w:t>Respond 2 hours after the deadline</w:t>
            </w:r>
            <w:bookmarkEnd w:id="1731"/>
            <w:bookmarkEnd w:id="1732"/>
          </w:p>
        </w:tc>
        <w:tc>
          <w:tcPr>
            <w:tcW w:w="1968" w:type="dxa"/>
          </w:tcPr>
          <w:p w14:paraId="176E39D4" w14:textId="780BE969" w:rsidR="008C46FB" w:rsidRDefault="003678FA" w:rsidP="00B64BDF">
            <w:pPr>
              <w:pStyle w:val="ListParagraph"/>
              <w:keepNext/>
              <w:keepLines/>
              <w:spacing w:before="120" w:after="240" w:line="360" w:lineRule="auto"/>
              <w:ind w:left="0"/>
              <w:outlineLvl w:val="0"/>
              <w:rPr>
                <w:lang w:val="en-US" w:eastAsia="en-US"/>
              </w:rPr>
            </w:pPr>
            <w:bookmarkStart w:id="1733" w:name="_Toc106890215"/>
            <w:bookmarkStart w:id="1734" w:name="_Toc107398144"/>
            <w:r>
              <w:rPr>
                <w:lang w:val="en-US" w:eastAsia="en-US"/>
              </w:rPr>
              <w:t>10% of the Amount at Risk</w:t>
            </w:r>
            <w:bookmarkEnd w:id="1733"/>
            <w:bookmarkEnd w:id="1734"/>
          </w:p>
        </w:tc>
      </w:tr>
      <w:tr w:rsidR="008C46FB" w14:paraId="5DD1E002" w14:textId="77777777" w:rsidTr="00B64BDF">
        <w:trPr>
          <w:trHeight w:val="430"/>
        </w:trPr>
        <w:tc>
          <w:tcPr>
            <w:tcW w:w="2536" w:type="dxa"/>
            <w:vMerge/>
          </w:tcPr>
          <w:p w14:paraId="6C65815D" w14:textId="77777777" w:rsidR="008C46FB" w:rsidRDefault="008C46FB" w:rsidP="001204E2">
            <w:pPr>
              <w:pStyle w:val="ListParagraph"/>
              <w:keepNext/>
              <w:keepLines/>
              <w:numPr>
                <w:ilvl w:val="0"/>
                <w:numId w:val="34"/>
              </w:numPr>
              <w:spacing w:before="120" w:after="240" w:line="276" w:lineRule="auto"/>
              <w:ind w:left="360"/>
              <w:jc w:val="both"/>
              <w:outlineLvl w:val="0"/>
              <w:rPr>
                <w:lang w:val="en-US" w:eastAsia="en-US"/>
              </w:rPr>
            </w:pPr>
          </w:p>
        </w:tc>
        <w:tc>
          <w:tcPr>
            <w:tcW w:w="2360" w:type="dxa"/>
            <w:vMerge/>
          </w:tcPr>
          <w:p w14:paraId="0D20C9EB" w14:textId="77777777" w:rsidR="008C46FB" w:rsidRDefault="008C46FB" w:rsidP="00B64BDF">
            <w:pPr>
              <w:pStyle w:val="ListParagraph"/>
              <w:keepNext/>
              <w:keepLines/>
              <w:spacing w:before="120" w:after="240" w:line="360" w:lineRule="auto"/>
              <w:ind w:left="0"/>
              <w:outlineLvl w:val="0"/>
              <w:rPr>
                <w:lang w:val="en-US" w:eastAsia="en-US"/>
              </w:rPr>
            </w:pPr>
          </w:p>
        </w:tc>
        <w:tc>
          <w:tcPr>
            <w:tcW w:w="1968" w:type="dxa"/>
          </w:tcPr>
          <w:p w14:paraId="3DEEFD09" w14:textId="5CB325B2" w:rsidR="008C46FB" w:rsidRDefault="004425A4" w:rsidP="00B64BDF">
            <w:pPr>
              <w:pStyle w:val="ListParagraph"/>
              <w:keepNext/>
              <w:keepLines/>
              <w:spacing w:before="120" w:after="240" w:line="360" w:lineRule="auto"/>
              <w:ind w:left="0"/>
              <w:outlineLvl w:val="0"/>
              <w:rPr>
                <w:lang w:val="en-US" w:eastAsia="en-US"/>
              </w:rPr>
            </w:pPr>
            <w:bookmarkStart w:id="1735" w:name="_Toc106890216"/>
            <w:bookmarkStart w:id="1736" w:name="_Toc107398145"/>
            <w:r>
              <w:rPr>
                <w:lang w:val="en-US" w:eastAsia="en-US"/>
              </w:rPr>
              <w:t>Respond more than 2 to 4 hours after the deadline</w:t>
            </w:r>
            <w:bookmarkEnd w:id="1735"/>
            <w:bookmarkEnd w:id="1736"/>
          </w:p>
        </w:tc>
        <w:tc>
          <w:tcPr>
            <w:tcW w:w="1968" w:type="dxa"/>
          </w:tcPr>
          <w:p w14:paraId="146E12BF" w14:textId="1277585A" w:rsidR="008C46FB" w:rsidRDefault="003678FA" w:rsidP="00B64BDF">
            <w:pPr>
              <w:pStyle w:val="ListParagraph"/>
              <w:keepNext/>
              <w:keepLines/>
              <w:spacing w:before="120" w:after="240" w:line="360" w:lineRule="auto"/>
              <w:ind w:left="0"/>
              <w:outlineLvl w:val="0"/>
              <w:rPr>
                <w:lang w:val="en-US" w:eastAsia="en-US"/>
              </w:rPr>
            </w:pPr>
            <w:bookmarkStart w:id="1737" w:name="_Toc106890217"/>
            <w:bookmarkStart w:id="1738" w:name="_Toc107398146"/>
            <w:r>
              <w:rPr>
                <w:lang w:val="en-US" w:eastAsia="en-US"/>
              </w:rPr>
              <w:t>15% of the Amount at Risk</w:t>
            </w:r>
            <w:bookmarkEnd w:id="1737"/>
            <w:bookmarkEnd w:id="1738"/>
          </w:p>
        </w:tc>
      </w:tr>
      <w:tr w:rsidR="008C46FB" w14:paraId="72D4B3AC" w14:textId="77777777" w:rsidTr="00B64BDF">
        <w:trPr>
          <w:trHeight w:val="430"/>
        </w:trPr>
        <w:tc>
          <w:tcPr>
            <w:tcW w:w="2536" w:type="dxa"/>
            <w:vMerge/>
          </w:tcPr>
          <w:p w14:paraId="578B9686" w14:textId="77777777" w:rsidR="008C46FB" w:rsidRDefault="008C46FB" w:rsidP="001204E2">
            <w:pPr>
              <w:pStyle w:val="ListParagraph"/>
              <w:keepNext/>
              <w:keepLines/>
              <w:numPr>
                <w:ilvl w:val="0"/>
                <w:numId w:val="34"/>
              </w:numPr>
              <w:spacing w:before="120" w:after="240" w:line="276" w:lineRule="auto"/>
              <w:ind w:left="360"/>
              <w:jc w:val="both"/>
              <w:outlineLvl w:val="0"/>
              <w:rPr>
                <w:lang w:val="en-US" w:eastAsia="en-US"/>
              </w:rPr>
            </w:pPr>
          </w:p>
        </w:tc>
        <w:tc>
          <w:tcPr>
            <w:tcW w:w="2360" w:type="dxa"/>
            <w:vMerge/>
          </w:tcPr>
          <w:p w14:paraId="211A7ECE" w14:textId="77777777" w:rsidR="008C46FB" w:rsidRDefault="008C46FB" w:rsidP="00B64BDF">
            <w:pPr>
              <w:pStyle w:val="ListParagraph"/>
              <w:keepNext/>
              <w:keepLines/>
              <w:spacing w:before="120" w:after="240" w:line="360" w:lineRule="auto"/>
              <w:ind w:left="0"/>
              <w:outlineLvl w:val="0"/>
              <w:rPr>
                <w:lang w:val="en-US" w:eastAsia="en-US"/>
              </w:rPr>
            </w:pPr>
          </w:p>
        </w:tc>
        <w:tc>
          <w:tcPr>
            <w:tcW w:w="1968" w:type="dxa"/>
          </w:tcPr>
          <w:p w14:paraId="107F5C70" w14:textId="4662DDCF" w:rsidR="008C46FB" w:rsidRDefault="004425A4" w:rsidP="00B64BDF">
            <w:pPr>
              <w:pStyle w:val="ListParagraph"/>
              <w:keepNext/>
              <w:keepLines/>
              <w:spacing w:before="120" w:after="240" w:line="360" w:lineRule="auto"/>
              <w:ind w:left="0"/>
              <w:outlineLvl w:val="0"/>
              <w:rPr>
                <w:lang w:val="en-US" w:eastAsia="en-US"/>
              </w:rPr>
            </w:pPr>
            <w:bookmarkStart w:id="1739" w:name="_Toc106890218"/>
            <w:bookmarkStart w:id="1740" w:name="_Toc107398147"/>
            <w:r>
              <w:rPr>
                <w:lang w:val="en-US" w:eastAsia="en-US"/>
              </w:rPr>
              <w:t>Respond more than 4 hour after the deadline</w:t>
            </w:r>
            <w:bookmarkEnd w:id="1739"/>
            <w:bookmarkEnd w:id="1740"/>
          </w:p>
        </w:tc>
        <w:tc>
          <w:tcPr>
            <w:tcW w:w="1968" w:type="dxa"/>
          </w:tcPr>
          <w:p w14:paraId="0109DFA0" w14:textId="198E4335" w:rsidR="008C46FB" w:rsidRDefault="003678FA" w:rsidP="00B64BDF">
            <w:pPr>
              <w:pStyle w:val="ListParagraph"/>
              <w:keepNext/>
              <w:keepLines/>
              <w:spacing w:before="120" w:after="240" w:line="360" w:lineRule="auto"/>
              <w:ind w:left="0"/>
              <w:outlineLvl w:val="0"/>
              <w:rPr>
                <w:lang w:val="en-US" w:eastAsia="en-US"/>
              </w:rPr>
            </w:pPr>
            <w:bookmarkStart w:id="1741" w:name="_Toc106890219"/>
            <w:bookmarkStart w:id="1742" w:name="_Toc107398148"/>
            <w:r>
              <w:rPr>
                <w:lang w:val="en-US" w:eastAsia="en-US"/>
              </w:rPr>
              <w:t>20% of the Amount at Risk</w:t>
            </w:r>
            <w:bookmarkEnd w:id="1741"/>
            <w:bookmarkEnd w:id="1742"/>
          </w:p>
        </w:tc>
      </w:tr>
      <w:tr w:rsidR="008C46FB" w14:paraId="3EE29CEA" w14:textId="77777777" w:rsidTr="008C46FB">
        <w:trPr>
          <w:trHeight w:val="235"/>
        </w:trPr>
        <w:tc>
          <w:tcPr>
            <w:tcW w:w="2536" w:type="dxa"/>
            <w:vMerge w:val="restart"/>
          </w:tcPr>
          <w:p w14:paraId="2EE45E14" w14:textId="55B09F46" w:rsidR="008C46FB" w:rsidRDefault="008C46FB" w:rsidP="001204E2">
            <w:pPr>
              <w:pStyle w:val="ListParagraph"/>
              <w:keepNext/>
              <w:keepLines/>
              <w:numPr>
                <w:ilvl w:val="0"/>
                <w:numId w:val="34"/>
              </w:numPr>
              <w:spacing w:before="120" w:after="240" w:line="276" w:lineRule="auto"/>
              <w:ind w:left="360"/>
              <w:outlineLvl w:val="0"/>
              <w:rPr>
                <w:lang w:val="en-US" w:eastAsia="en-US"/>
              </w:rPr>
            </w:pPr>
            <w:bookmarkStart w:id="1743" w:name="_Toc106890220"/>
            <w:bookmarkStart w:id="1744" w:name="_Toc107398149"/>
            <w:r>
              <w:rPr>
                <w:lang w:val="en-US" w:eastAsia="en-US"/>
              </w:rPr>
              <w:t>Submission of Status Report</w:t>
            </w:r>
            <w:bookmarkEnd w:id="1743"/>
            <w:bookmarkEnd w:id="1744"/>
            <w:r>
              <w:rPr>
                <w:lang w:val="en-US" w:eastAsia="en-US"/>
              </w:rPr>
              <w:t xml:space="preserve"> </w:t>
            </w:r>
          </w:p>
        </w:tc>
        <w:tc>
          <w:tcPr>
            <w:tcW w:w="2360" w:type="dxa"/>
            <w:vMerge w:val="restart"/>
          </w:tcPr>
          <w:p w14:paraId="09FA0434" w14:textId="5CA4F9E5" w:rsidR="008C46FB" w:rsidRDefault="004425A4" w:rsidP="00B64BDF">
            <w:pPr>
              <w:pStyle w:val="ListParagraph"/>
              <w:keepNext/>
              <w:keepLines/>
              <w:spacing w:before="120" w:after="240" w:line="360" w:lineRule="auto"/>
              <w:ind w:left="0"/>
              <w:outlineLvl w:val="0"/>
              <w:rPr>
                <w:lang w:val="en-US" w:eastAsia="en-US"/>
              </w:rPr>
            </w:pPr>
            <w:bookmarkStart w:id="1745" w:name="_Toc106890221"/>
            <w:bookmarkStart w:id="1746" w:name="_Toc107398150"/>
            <w:r>
              <w:rPr>
                <w:lang w:val="en-US" w:eastAsia="en-US"/>
              </w:rPr>
              <w:t>Submit within 5 Business Days after the end of the month following completion of a Service Request</w:t>
            </w:r>
            <w:bookmarkEnd w:id="1745"/>
            <w:bookmarkEnd w:id="1746"/>
            <w:r>
              <w:rPr>
                <w:lang w:val="en-US" w:eastAsia="en-US"/>
              </w:rPr>
              <w:t xml:space="preserve"> </w:t>
            </w:r>
          </w:p>
        </w:tc>
        <w:tc>
          <w:tcPr>
            <w:tcW w:w="1968" w:type="dxa"/>
          </w:tcPr>
          <w:p w14:paraId="577FF7AF" w14:textId="21A59717" w:rsidR="008C46FB" w:rsidRDefault="004425A4" w:rsidP="00B64BDF">
            <w:pPr>
              <w:pStyle w:val="ListParagraph"/>
              <w:keepNext/>
              <w:keepLines/>
              <w:spacing w:before="120" w:after="240" w:line="360" w:lineRule="auto"/>
              <w:ind w:left="0"/>
              <w:outlineLvl w:val="0"/>
              <w:rPr>
                <w:lang w:val="en-US" w:eastAsia="en-US"/>
              </w:rPr>
            </w:pPr>
            <w:bookmarkStart w:id="1747" w:name="_Toc106890222"/>
            <w:bookmarkStart w:id="1748" w:name="_Toc107398151"/>
            <w:r>
              <w:rPr>
                <w:lang w:val="en-US" w:eastAsia="en-US"/>
              </w:rPr>
              <w:t>Respond 2 hours after the deadline</w:t>
            </w:r>
            <w:bookmarkEnd w:id="1747"/>
            <w:bookmarkEnd w:id="1748"/>
          </w:p>
        </w:tc>
        <w:tc>
          <w:tcPr>
            <w:tcW w:w="1968" w:type="dxa"/>
          </w:tcPr>
          <w:p w14:paraId="634DE8A3" w14:textId="7C0659C7" w:rsidR="008C46FB" w:rsidRDefault="003678FA" w:rsidP="00B64BDF">
            <w:pPr>
              <w:pStyle w:val="ListParagraph"/>
              <w:keepNext/>
              <w:keepLines/>
              <w:spacing w:before="120" w:after="240" w:line="360" w:lineRule="auto"/>
              <w:ind w:left="0"/>
              <w:outlineLvl w:val="0"/>
              <w:rPr>
                <w:lang w:val="en-US" w:eastAsia="en-US"/>
              </w:rPr>
            </w:pPr>
            <w:bookmarkStart w:id="1749" w:name="_Toc106890223"/>
            <w:bookmarkStart w:id="1750" w:name="_Toc107398152"/>
            <w:r>
              <w:rPr>
                <w:lang w:val="en-US" w:eastAsia="en-US"/>
              </w:rPr>
              <w:t>10% of the Amount at Risk</w:t>
            </w:r>
            <w:bookmarkEnd w:id="1749"/>
            <w:bookmarkEnd w:id="1750"/>
          </w:p>
        </w:tc>
      </w:tr>
      <w:tr w:rsidR="008C46FB" w14:paraId="0B087246" w14:textId="77777777" w:rsidTr="00B64BDF">
        <w:trPr>
          <w:trHeight w:val="235"/>
        </w:trPr>
        <w:tc>
          <w:tcPr>
            <w:tcW w:w="2536" w:type="dxa"/>
            <w:vMerge/>
          </w:tcPr>
          <w:p w14:paraId="46CE526D" w14:textId="77777777" w:rsidR="008C46FB" w:rsidRDefault="008C46FB" w:rsidP="001204E2">
            <w:pPr>
              <w:pStyle w:val="ListParagraph"/>
              <w:keepNext/>
              <w:keepLines/>
              <w:numPr>
                <w:ilvl w:val="0"/>
                <w:numId w:val="34"/>
              </w:numPr>
              <w:spacing w:before="120" w:after="240" w:line="276" w:lineRule="auto"/>
              <w:ind w:left="360"/>
              <w:outlineLvl w:val="0"/>
              <w:rPr>
                <w:lang w:val="en-US" w:eastAsia="en-US"/>
              </w:rPr>
            </w:pPr>
          </w:p>
        </w:tc>
        <w:tc>
          <w:tcPr>
            <w:tcW w:w="2360" w:type="dxa"/>
            <w:vMerge/>
          </w:tcPr>
          <w:p w14:paraId="743CF649" w14:textId="77777777" w:rsidR="008C46FB" w:rsidRDefault="008C46FB" w:rsidP="00B64BDF">
            <w:pPr>
              <w:pStyle w:val="ListParagraph"/>
              <w:keepNext/>
              <w:keepLines/>
              <w:spacing w:before="120" w:after="240" w:line="360" w:lineRule="auto"/>
              <w:ind w:left="0"/>
              <w:outlineLvl w:val="0"/>
              <w:rPr>
                <w:lang w:val="en-US" w:eastAsia="en-US"/>
              </w:rPr>
            </w:pPr>
          </w:p>
        </w:tc>
        <w:tc>
          <w:tcPr>
            <w:tcW w:w="1968" w:type="dxa"/>
          </w:tcPr>
          <w:p w14:paraId="61C154CA" w14:textId="524E947B" w:rsidR="008C46FB" w:rsidRDefault="004425A4" w:rsidP="00B64BDF">
            <w:pPr>
              <w:pStyle w:val="ListParagraph"/>
              <w:keepNext/>
              <w:keepLines/>
              <w:spacing w:before="120" w:after="240" w:line="360" w:lineRule="auto"/>
              <w:ind w:left="0"/>
              <w:outlineLvl w:val="0"/>
              <w:rPr>
                <w:lang w:val="en-US" w:eastAsia="en-US"/>
              </w:rPr>
            </w:pPr>
            <w:bookmarkStart w:id="1751" w:name="_Toc106890224"/>
            <w:bookmarkStart w:id="1752" w:name="_Toc107398153"/>
            <w:r>
              <w:rPr>
                <w:lang w:val="en-US" w:eastAsia="en-US"/>
              </w:rPr>
              <w:t>Respond more than 2 to 4 hours after the deadline</w:t>
            </w:r>
            <w:bookmarkEnd w:id="1751"/>
            <w:bookmarkEnd w:id="1752"/>
          </w:p>
        </w:tc>
        <w:tc>
          <w:tcPr>
            <w:tcW w:w="1968" w:type="dxa"/>
          </w:tcPr>
          <w:p w14:paraId="50DEB667" w14:textId="7EE36C6B" w:rsidR="008C46FB" w:rsidRDefault="003678FA" w:rsidP="00B64BDF">
            <w:pPr>
              <w:pStyle w:val="ListParagraph"/>
              <w:keepNext/>
              <w:keepLines/>
              <w:spacing w:before="120" w:after="240" w:line="360" w:lineRule="auto"/>
              <w:ind w:left="0"/>
              <w:outlineLvl w:val="0"/>
              <w:rPr>
                <w:lang w:val="en-US" w:eastAsia="en-US"/>
              </w:rPr>
            </w:pPr>
            <w:bookmarkStart w:id="1753" w:name="_Toc106890225"/>
            <w:bookmarkStart w:id="1754" w:name="_Toc107398154"/>
            <w:r>
              <w:rPr>
                <w:lang w:val="en-US" w:eastAsia="en-US"/>
              </w:rPr>
              <w:t>15% of the Amount at Risk</w:t>
            </w:r>
            <w:bookmarkEnd w:id="1753"/>
            <w:bookmarkEnd w:id="1754"/>
          </w:p>
        </w:tc>
      </w:tr>
      <w:tr w:rsidR="008C46FB" w14:paraId="438C705A" w14:textId="77777777" w:rsidTr="00B64BDF">
        <w:trPr>
          <w:trHeight w:val="235"/>
        </w:trPr>
        <w:tc>
          <w:tcPr>
            <w:tcW w:w="2536" w:type="dxa"/>
            <w:vMerge/>
          </w:tcPr>
          <w:p w14:paraId="5E14ADA3" w14:textId="77777777" w:rsidR="008C46FB" w:rsidRDefault="008C46FB" w:rsidP="001204E2">
            <w:pPr>
              <w:pStyle w:val="ListParagraph"/>
              <w:keepNext/>
              <w:keepLines/>
              <w:numPr>
                <w:ilvl w:val="0"/>
                <w:numId w:val="34"/>
              </w:numPr>
              <w:spacing w:before="120" w:after="240" w:line="276" w:lineRule="auto"/>
              <w:ind w:left="360"/>
              <w:outlineLvl w:val="0"/>
              <w:rPr>
                <w:lang w:val="en-US" w:eastAsia="en-US"/>
              </w:rPr>
            </w:pPr>
          </w:p>
        </w:tc>
        <w:tc>
          <w:tcPr>
            <w:tcW w:w="2360" w:type="dxa"/>
            <w:vMerge/>
          </w:tcPr>
          <w:p w14:paraId="5A56279F" w14:textId="77777777" w:rsidR="008C46FB" w:rsidRDefault="008C46FB" w:rsidP="00B64BDF">
            <w:pPr>
              <w:pStyle w:val="ListParagraph"/>
              <w:keepNext/>
              <w:keepLines/>
              <w:spacing w:before="120" w:after="240" w:line="360" w:lineRule="auto"/>
              <w:ind w:left="0"/>
              <w:outlineLvl w:val="0"/>
              <w:rPr>
                <w:lang w:val="en-US" w:eastAsia="en-US"/>
              </w:rPr>
            </w:pPr>
          </w:p>
        </w:tc>
        <w:tc>
          <w:tcPr>
            <w:tcW w:w="1968" w:type="dxa"/>
          </w:tcPr>
          <w:p w14:paraId="363ADDB2" w14:textId="59E42018" w:rsidR="008C46FB" w:rsidRDefault="004425A4" w:rsidP="00B64BDF">
            <w:pPr>
              <w:pStyle w:val="ListParagraph"/>
              <w:keepNext/>
              <w:keepLines/>
              <w:spacing w:before="120" w:after="240" w:line="360" w:lineRule="auto"/>
              <w:ind w:left="0"/>
              <w:outlineLvl w:val="0"/>
              <w:rPr>
                <w:lang w:val="en-US" w:eastAsia="en-US"/>
              </w:rPr>
            </w:pPr>
            <w:bookmarkStart w:id="1755" w:name="_Toc106890226"/>
            <w:bookmarkStart w:id="1756" w:name="_Toc107398155"/>
            <w:r>
              <w:rPr>
                <w:lang w:val="en-US" w:eastAsia="en-US"/>
              </w:rPr>
              <w:t>Respond more than 4 hour after the deadline</w:t>
            </w:r>
            <w:bookmarkEnd w:id="1755"/>
            <w:bookmarkEnd w:id="1756"/>
          </w:p>
        </w:tc>
        <w:tc>
          <w:tcPr>
            <w:tcW w:w="1968" w:type="dxa"/>
          </w:tcPr>
          <w:p w14:paraId="0B57D4D4" w14:textId="078C2070" w:rsidR="008C46FB" w:rsidRDefault="003678FA" w:rsidP="00B64BDF">
            <w:pPr>
              <w:pStyle w:val="ListParagraph"/>
              <w:keepNext/>
              <w:keepLines/>
              <w:spacing w:before="120" w:after="240" w:line="360" w:lineRule="auto"/>
              <w:ind w:left="0"/>
              <w:outlineLvl w:val="0"/>
              <w:rPr>
                <w:lang w:val="en-US" w:eastAsia="en-US"/>
              </w:rPr>
            </w:pPr>
            <w:bookmarkStart w:id="1757" w:name="_Toc106890227"/>
            <w:bookmarkStart w:id="1758" w:name="_Toc107398156"/>
            <w:r>
              <w:rPr>
                <w:lang w:val="en-US" w:eastAsia="en-US"/>
              </w:rPr>
              <w:t>20% of the Amount at Risk</w:t>
            </w:r>
            <w:bookmarkEnd w:id="1757"/>
            <w:bookmarkEnd w:id="1758"/>
          </w:p>
        </w:tc>
      </w:tr>
    </w:tbl>
    <w:p w14:paraId="0B9ABA65" w14:textId="49ED6924" w:rsidR="00134750" w:rsidRDefault="00134750" w:rsidP="00134750">
      <w:pPr>
        <w:pStyle w:val="ListParagraph"/>
        <w:keepNext/>
        <w:keepLines/>
        <w:spacing w:before="120" w:after="240" w:line="360" w:lineRule="auto"/>
        <w:ind w:left="1080"/>
        <w:outlineLvl w:val="0"/>
        <w:rPr>
          <w:lang w:val="en-US" w:eastAsia="en-US"/>
        </w:rPr>
      </w:pPr>
    </w:p>
    <w:p w14:paraId="33E7699D" w14:textId="66ACE9F7" w:rsidR="00134750" w:rsidRDefault="00134750" w:rsidP="00134750">
      <w:pPr>
        <w:pStyle w:val="ListParagraph"/>
        <w:keepNext/>
        <w:keepLines/>
        <w:spacing w:before="120" w:after="240" w:line="360" w:lineRule="auto"/>
        <w:ind w:left="1080"/>
        <w:outlineLvl w:val="0"/>
        <w:rPr>
          <w:lang w:val="en-US" w:eastAsia="en-US"/>
        </w:rPr>
      </w:pPr>
    </w:p>
    <w:p w14:paraId="73B3D635" w14:textId="0FA0CEB7" w:rsidR="00134750" w:rsidRDefault="00134750" w:rsidP="00134750">
      <w:pPr>
        <w:pStyle w:val="ListParagraph"/>
        <w:keepNext/>
        <w:keepLines/>
        <w:spacing w:before="120" w:after="240" w:line="360" w:lineRule="auto"/>
        <w:ind w:left="1080"/>
        <w:outlineLvl w:val="0"/>
        <w:rPr>
          <w:lang w:val="en-US" w:eastAsia="en-US"/>
        </w:rPr>
      </w:pPr>
    </w:p>
    <w:p w14:paraId="2726FC2D" w14:textId="785C47D0" w:rsidR="00FD43B4" w:rsidRPr="006F5364" w:rsidRDefault="00FD43B4" w:rsidP="00FD43B4">
      <w:pPr>
        <w:pStyle w:val="ListParagraph"/>
        <w:keepNext/>
        <w:keepLines/>
        <w:numPr>
          <w:ilvl w:val="1"/>
          <w:numId w:val="33"/>
        </w:numPr>
        <w:spacing w:before="120" w:after="240" w:line="360" w:lineRule="auto"/>
        <w:outlineLvl w:val="0"/>
        <w:rPr>
          <w:b/>
          <w:bCs/>
          <w:lang w:val="en-US" w:eastAsia="en-US"/>
        </w:rPr>
      </w:pPr>
      <w:bookmarkStart w:id="1759" w:name="_Toc106198871"/>
      <w:bookmarkStart w:id="1760" w:name="_Toc106890228"/>
      <w:bookmarkStart w:id="1761" w:name="_Toc107398157"/>
      <w:r w:rsidRPr="006F5364">
        <w:rPr>
          <w:b/>
          <w:bCs/>
          <w:lang w:val="en-US" w:eastAsia="en-US"/>
        </w:rPr>
        <w:t>Service Level Credit</w:t>
      </w:r>
      <w:bookmarkEnd w:id="1759"/>
      <w:bookmarkEnd w:id="1760"/>
      <w:bookmarkEnd w:id="1761"/>
      <w:r w:rsidRPr="006F5364">
        <w:rPr>
          <w:b/>
          <w:bCs/>
          <w:lang w:val="en-US" w:eastAsia="en-US"/>
        </w:rPr>
        <w:t xml:space="preserve"> </w:t>
      </w:r>
    </w:p>
    <w:p w14:paraId="5354D42B" w14:textId="25DF14C7" w:rsidR="00FD43B4" w:rsidRDefault="00FD43B4" w:rsidP="00FD43B4">
      <w:pPr>
        <w:pStyle w:val="ListParagraph"/>
        <w:keepNext/>
        <w:keepLines/>
        <w:spacing w:before="120" w:after="240" w:line="360" w:lineRule="auto"/>
        <w:ind w:left="1080"/>
        <w:outlineLvl w:val="0"/>
        <w:rPr>
          <w:lang w:val="en-US" w:eastAsia="en-US"/>
        </w:rPr>
      </w:pPr>
      <w:bookmarkStart w:id="1762" w:name="_Toc106198872"/>
      <w:bookmarkStart w:id="1763" w:name="_Toc106890229"/>
      <w:bookmarkStart w:id="1764" w:name="_Toc107398158"/>
      <w:r>
        <w:rPr>
          <w:lang w:val="en-US" w:eastAsia="en-US"/>
        </w:rPr>
        <w:t>For each failure to respond to the contacts within the times specified above, Service Provider will pay SARS a Service Level Credit in an amount equal to the percentage mentioned above.</w:t>
      </w:r>
      <w:bookmarkEnd w:id="1762"/>
      <w:bookmarkEnd w:id="1763"/>
      <w:bookmarkEnd w:id="1764"/>
    </w:p>
    <w:p w14:paraId="7A2CE856" w14:textId="27DA277A" w:rsidR="00FD43B4" w:rsidRDefault="00FD43B4" w:rsidP="00FD43B4">
      <w:pPr>
        <w:pStyle w:val="ListParagraph"/>
        <w:keepNext/>
        <w:keepLines/>
        <w:spacing w:before="120" w:after="240" w:line="360" w:lineRule="auto"/>
        <w:ind w:left="1080"/>
        <w:outlineLvl w:val="0"/>
        <w:rPr>
          <w:lang w:val="en-US" w:eastAsia="en-US"/>
        </w:rPr>
      </w:pPr>
    </w:p>
    <w:p w14:paraId="40B32ADD" w14:textId="77777777" w:rsidR="008B6860" w:rsidRDefault="008B6860" w:rsidP="007B4582">
      <w:pPr>
        <w:pStyle w:val="ListParagraph"/>
        <w:keepNext/>
        <w:keepLines/>
        <w:spacing w:before="120" w:after="240" w:line="360" w:lineRule="auto"/>
        <w:ind w:left="360"/>
        <w:jc w:val="center"/>
        <w:outlineLvl w:val="0"/>
        <w:rPr>
          <w:b/>
          <w:bCs/>
          <w:caps/>
          <w:lang w:val="en-ZA" w:eastAsia="en-US"/>
        </w:rPr>
      </w:pPr>
      <w:bookmarkStart w:id="1765" w:name="_Toc88574960"/>
    </w:p>
    <w:p w14:paraId="4648103A"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67A52902"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4B9BF309"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5673A38D"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60F348A7"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0C64DCD9"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067E3BDC"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0F36E9F5"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2677A1C5"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64D33C94"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0BE82928"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0CCE450B"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60768C63"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4BC8B447"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677E637D"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176A1D9C"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30CDF63C"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1783E039"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0B044D18"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24D9FA4C"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6E8F0200"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39689E7D"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56FEDD5A"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399AFB56"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2D849530"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301F2AE3"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0EBB76F6"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5B1B0C46"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6079CE5F" w14:textId="77777777" w:rsidR="00235F94" w:rsidRDefault="00235F94" w:rsidP="007B4582">
      <w:pPr>
        <w:pStyle w:val="ListParagraph"/>
        <w:keepNext/>
        <w:keepLines/>
        <w:spacing w:before="120" w:after="240" w:line="360" w:lineRule="auto"/>
        <w:ind w:left="360"/>
        <w:jc w:val="center"/>
        <w:outlineLvl w:val="0"/>
        <w:rPr>
          <w:b/>
          <w:bCs/>
          <w:caps/>
          <w:lang w:val="en-ZA" w:eastAsia="en-US"/>
        </w:rPr>
      </w:pPr>
    </w:p>
    <w:p w14:paraId="55471FA4" w14:textId="7CF68D6C" w:rsidR="007B4582" w:rsidRDefault="00057F55" w:rsidP="007B4582">
      <w:pPr>
        <w:pStyle w:val="ListParagraph"/>
        <w:keepNext/>
        <w:keepLines/>
        <w:spacing w:before="120" w:after="240" w:line="360" w:lineRule="auto"/>
        <w:ind w:left="360"/>
        <w:jc w:val="center"/>
        <w:outlineLvl w:val="0"/>
        <w:rPr>
          <w:b/>
          <w:bCs/>
          <w:caps/>
          <w:lang w:val="en-ZA" w:eastAsia="en-US"/>
        </w:rPr>
      </w:pPr>
      <w:bookmarkStart w:id="1766" w:name="_Toc107398159"/>
      <w:r>
        <w:rPr>
          <w:b/>
          <w:bCs/>
          <w:caps/>
          <w:lang w:val="en-ZA" w:eastAsia="en-US"/>
        </w:rPr>
        <w:t xml:space="preserve">ANNEXURE </w:t>
      </w:r>
      <w:r w:rsidR="00A25D0F">
        <w:rPr>
          <w:b/>
          <w:bCs/>
          <w:caps/>
          <w:lang w:val="en-ZA" w:eastAsia="en-US"/>
        </w:rPr>
        <w:t>B</w:t>
      </w:r>
      <w:r>
        <w:rPr>
          <w:b/>
          <w:bCs/>
          <w:caps/>
          <w:lang w:val="en-ZA" w:eastAsia="en-US"/>
        </w:rPr>
        <w:t xml:space="preserve">- </w:t>
      </w:r>
      <w:r w:rsidR="007B4582">
        <w:rPr>
          <w:b/>
          <w:bCs/>
          <w:caps/>
          <w:lang w:val="en-ZA" w:eastAsia="en-US"/>
        </w:rPr>
        <w:t>fees</w:t>
      </w:r>
      <w:bookmarkEnd w:id="1765"/>
      <w:bookmarkEnd w:id="1766"/>
    </w:p>
    <w:p w14:paraId="5E0A96D2" w14:textId="77777777" w:rsidR="00057F55" w:rsidRDefault="00057F55" w:rsidP="007B4582">
      <w:pPr>
        <w:pStyle w:val="ListParagraph"/>
        <w:keepNext/>
        <w:keepLines/>
        <w:spacing w:before="120" w:after="240" w:line="360" w:lineRule="auto"/>
        <w:ind w:left="360"/>
        <w:jc w:val="center"/>
        <w:outlineLvl w:val="0"/>
        <w:rPr>
          <w:b/>
          <w:bCs/>
          <w:caps/>
          <w:lang w:val="en-ZA" w:eastAsia="en-US"/>
        </w:rPr>
      </w:pPr>
    </w:p>
    <w:p w14:paraId="00DE7F75" w14:textId="77777777" w:rsidR="00D700D0" w:rsidRPr="007B4582" w:rsidRDefault="00D700D0" w:rsidP="007B4582">
      <w:pPr>
        <w:pStyle w:val="ListParagraph"/>
        <w:keepNext/>
        <w:keepLines/>
        <w:spacing w:before="120" w:after="240" w:line="360" w:lineRule="auto"/>
        <w:ind w:left="360"/>
        <w:jc w:val="center"/>
        <w:outlineLvl w:val="0"/>
        <w:rPr>
          <w:b/>
          <w:bCs/>
          <w:caps/>
          <w:lang w:val="en-ZA" w:eastAsia="en-US"/>
        </w:rPr>
      </w:pPr>
    </w:p>
    <w:bookmarkEnd w:id="1470"/>
    <w:p w14:paraId="7FFBAA6D" w14:textId="5FB542E7" w:rsidR="00475BEB" w:rsidRPr="00D700D0" w:rsidRDefault="0089144C" w:rsidP="00DD24D3">
      <w:pPr>
        <w:pStyle w:val="ListParagraph"/>
        <w:keepNext/>
        <w:keepLines/>
        <w:numPr>
          <w:ilvl w:val="0"/>
          <w:numId w:val="18"/>
        </w:numPr>
        <w:spacing w:before="120" w:after="240" w:line="360" w:lineRule="auto"/>
        <w:contextualSpacing w:val="0"/>
        <w:jc w:val="both"/>
        <w:rPr>
          <w:b/>
          <w:caps/>
        </w:rPr>
      </w:pPr>
      <w:r w:rsidRPr="009506B6">
        <w:rPr>
          <w:b/>
          <w:caps/>
        </w:rPr>
        <w:t>applicable fee</w:t>
      </w:r>
      <w:r w:rsidR="00D700D0">
        <w:rPr>
          <w:b/>
          <w:caps/>
        </w:rPr>
        <w:t>S</w:t>
      </w:r>
    </w:p>
    <w:p w14:paraId="593D2449" w14:textId="5748F1C5" w:rsidR="0083733A" w:rsidRDefault="0083733A" w:rsidP="0083733A">
      <w:pPr>
        <w:pStyle w:val="ListParagraph"/>
        <w:keepNext/>
        <w:keepLines/>
        <w:spacing w:before="120" w:after="240" w:line="360" w:lineRule="auto"/>
        <w:ind w:left="360"/>
        <w:contextualSpacing w:val="0"/>
        <w:jc w:val="both"/>
        <w:rPr>
          <w:b/>
          <w:caps/>
        </w:rPr>
      </w:pPr>
    </w:p>
    <w:p w14:paraId="246FF998" w14:textId="76C70CB0" w:rsidR="00057F55" w:rsidRDefault="00057F55" w:rsidP="0083733A">
      <w:pPr>
        <w:pStyle w:val="ListParagraph"/>
        <w:keepNext/>
        <w:keepLines/>
        <w:spacing w:before="120" w:after="240" w:line="360" w:lineRule="auto"/>
        <w:ind w:left="360"/>
        <w:contextualSpacing w:val="0"/>
        <w:jc w:val="both"/>
        <w:rPr>
          <w:b/>
          <w:caps/>
        </w:rPr>
      </w:pPr>
    </w:p>
    <w:p w14:paraId="4D3EBF49" w14:textId="7B3D3D64" w:rsidR="00057F55" w:rsidRDefault="00057F55" w:rsidP="0083733A">
      <w:pPr>
        <w:pStyle w:val="ListParagraph"/>
        <w:keepNext/>
        <w:keepLines/>
        <w:spacing w:before="120" w:after="240" w:line="360" w:lineRule="auto"/>
        <w:ind w:left="360"/>
        <w:contextualSpacing w:val="0"/>
        <w:jc w:val="both"/>
        <w:rPr>
          <w:b/>
          <w:caps/>
        </w:rPr>
      </w:pPr>
    </w:p>
    <w:p w14:paraId="7769186A" w14:textId="15DA9AB7" w:rsidR="00057F55" w:rsidRDefault="00057F55" w:rsidP="0083733A">
      <w:pPr>
        <w:pStyle w:val="ListParagraph"/>
        <w:keepNext/>
        <w:keepLines/>
        <w:spacing w:before="120" w:after="240" w:line="360" w:lineRule="auto"/>
        <w:ind w:left="360"/>
        <w:contextualSpacing w:val="0"/>
        <w:jc w:val="both"/>
        <w:rPr>
          <w:b/>
          <w:caps/>
        </w:rPr>
      </w:pPr>
    </w:p>
    <w:p w14:paraId="7E6E09DC" w14:textId="5E7D43A4" w:rsidR="00057F55" w:rsidRDefault="00057F55" w:rsidP="0083733A">
      <w:pPr>
        <w:pStyle w:val="ListParagraph"/>
        <w:keepNext/>
        <w:keepLines/>
        <w:spacing w:before="120" w:after="240" w:line="360" w:lineRule="auto"/>
        <w:ind w:left="360"/>
        <w:contextualSpacing w:val="0"/>
        <w:jc w:val="both"/>
        <w:rPr>
          <w:b/>
          <w:caps/>
        </w:rPr>
      </w:pPr>
    </w:p>
    <w:p w14:paraId="0698DB33" w14:textId="311DE73B" w:rsidR="00057F55" w:rsidRDefault="00057F55" w:rsidP="0083733A">
      <w:pPr>
        <w:pStyle w:val="ListParagraph"/>
        <w:keepNext/>
        <w:keepLines/>
        <w:spacing w:before="120" w:after="240" w:line="360" w:lineRule="auto"/>
        <w:ind w:left="360"/>
        <w:contextualSpacing w:val="0"/>
        <w:jc w:val="both"/>
        <w:rPr>
          <w:b/>
          <w:caps/>
        </w:rPr>
      </w:pPr>
    </w:p>
    <w:p w14:paraId="633C82A5" w14:textId="236CE755" w:rsidR="00057F55" w:rsidRDefault="00057F55" w:rsidP="0083733A">
      <w:pPr>
        <w:pStyle w:val="ListParagraph"/>
        <w:keepNext/>
        <w:keepLines/>
        <w:spacing w:before="120" w:after="240" w:line="360" w:lineRule="auto"/>
        <w:ind w:left="360"/>
        <w:contextualSpacing w:val="0"/>
        <w:jc w:val="both"/>
        <w:rPr>
          <w:b/>
          <w:caps/>
        </w:rPr>
      </w:pPr>
    </w:p>
    <w:p w14:paraId="23F3773B" w14:textId="4E31D39F" w:rsidR="00057F55" w:rsidRDefault="00057F55" w:rsidP="0083733A">
      <w:pPr>
        <w:pStyle w:val="ListParagraph"/>
        <w:keepNext/>
        <w:keepLines/>
        <w:spacing w:before="120" w:after="240" w:line="360" w:lineRule="auto"/>
        <w:ind w:left="360"/>
        <w:contextualSpacing w:val="0"/>
        <w:jc w:val="both"/>
        <w:rPr>
          <w:b/>
          <w:caps/>
        </w:rPr>
      </w:pPr>
    </w:p>
    <w:p w14:paraId="689055A6" w14:textId="0432A7D0" w:rsidR="00057F55" w:rsidRDefault="00057F55" w:rsidP="0083733A">
      <w:pPr>
        <w:pStyle w:val="ListParagraph"/>
        <w:keepNext/>
        <w:keepLines/>
        <w:spacing w:before="120" w:after="240" w:line="360" w:lineRule="auto"/>
        <w:ind w:left="360"/>
        <w:contextualSpacing w:val="0"/>
        <w:jc w:val="both"/>
        <w:rPr>
          <w:b/>
          <w:caps/>
        </w:rPr>
      </w:pPr>
    </w:p>
    <w:p w14:paraId="265C7642" w14:textId="44319572" w:rsidR="00057F55" w:rsidRDefault="00057F55" w:rsidP="0083733A">
      <w:pPr>
        <w:pStyle w:val="ListParagraph"/>
        <w:keepNext/>
        <w:keepLines/>
        <w:spacing w:before="120" w:after="240" w:line="360" w:lineRule="auto"/>
        <w:ind w:left="360"/>
        <w:contextualSpacing w:val="0"/>
        <w:jc w:val="both"/>
        <w:rPr>
          <w:b/>
          <w:caps/>
        </w:rPr>
      </w:pPr>
    </w:p>
    <w:p w14:paraId="3D3F1D97" w14:textId="395F0844" w:rsidR="00057F55" w:rsidRDefault="00057F55" w:rsidP="0083733A">
      <w:pPr>
        <w:pStyle w:val="ListParagraph"/>
        <w:keepNext/>
        <w:keepLines/>
        <w:spacing w:before="120" w:after="240" w:line="360" w:lineRule="auto"/>
        <w:ind w:left="360"/>
        <w:contextualSpacing w:val="0"/>
        <w:jc w:val="both"/>
        <w:rPr>
          <w:b/>
          <w:caps/>
        </w:rPr>
      </w:pPr>
    </w:p>
    <w:p w14:paraId="0DCCED73" w14:textId="09BE18F7" w:rsidR="00057F55" w:rsidRDefault="00057F55" w:rsidP="0083733A">
      <w:pPr>
        <w:pStyle w:val="ListParagraph"/>
        <w:keepNext/>
        <w:keepLines/>
        <w:spacing w:before="120" w:after="240" w:line="360" w:lineRule="auto"/>
        <w:ind w:left="360"/>
        <w:contextualSpacing w:val="0"/>
        <w:jc w:val="both"/>
        <w:rPr>
          <w:b/>
          <w:caps/>
        </w:rPr>
      </w:pPr>
    </w:p>
    <w:p w14:paraId="5CD07A72" w14:textId="44F64287" w:rsidR="00057F55" w:rsidRDefault="00057F55" w:rsidP="0083733A">
      <w:pPr>
        <w:pStyle w:val="ListParagraph"/>
        <w:keepNext/>
        <w:keepLines/>
        <w:spacing w:before="120" w:after="240" w:line="360" w:lineRule="auto"/>
        <w:ind w:left="360"/>
        <w:contextualSpacing w:val="0"/>
        <w:jc w:val="both"/>
        <w:rPr>
          <w:b/>
          <w:caps/>
        </w:rPr>
      </w:pPr>
    </w:p>
    <w:p w14:paraId="36630A16" w14:textId="1086CE0E" w:rsidR="00057F55" w:rsidRDefault="00057F55" w:rsidP="0083733A">
      <w:pPr>
        <w:pStyle w:val="ListParagraph"/>
        <w:keepNext/>
        <w:keepLines/>
        <w:spacing w:before="120" w:after="240" w:line="360" w:lineRule="auto"/>
        <w:ind w:left="360"/>
        <w:contextualSpacing w:val="0"/>
        <w:jc w:val="both"/>
        <w:rPr>
          <w:b/>
          <w:caps/>
        </w:rPr>
      </w:pPr>
    </w:p>
    <w:p w14:paraId="1E9B9D52" w14:textId="52EF0909" w:rsidR="00057F55" w:rsidRDefault="00057F55" w:rsidP="0083733A">
      <w:pPr>
        <w:pStyle w:val="ListParagraph"/>
        <w:keepNext/>
        <w:keepLines/>
        <w:spacing w:before="120" w:after="240" w:line="360" w:lineRule="auto"/>
        <w:ind w:left="360"/>
        <w:contextualSpacing w:val="0"/>
        <w:jc w:val="both"/>
        <w:rPr>
          <w:b/>
          <w:caps/>
        </w:rPr>
      </w:pPr>
    </w:p>
    <w:p w14:paraId="373A8B97" w14:textId="5C09FA38" w:rsidR="00057F55" w:rsidRDefault="00057F55" w:rsidP="0083733A">
      <w:pPr>
        <w:pStyle w:val="ListParagraph"/>
        <w:keepNext/>
        <w:keepLines/>
        <w:spacing w:before="120" w:after="240" w:line="360" w:lineRule="auto"/>
        <w:ind w:left="360"/>
        <w:contextualSpacing w:val="0"/>
        <w:jc w:val="both"/>
        <w:rPr>
          <w:b/>
          <w:caps/>
        </w:rPr>
      </w:pPr>
    </w:p>
    <w:p w14:paraId="05D1126F" w14:textId="40BCE8DE" w:rsidR="00057F55" w:rsidRDefault="00057F55" w:rsidP="0083733A">
      <w:pPr>
        <w:pStyle w:val="ListParagraph"/>
        <w:keepNext/>
        <w:keepLines/>
        <w:spacing w:before="120" w:after="240" w:line="360" w:lineRule="auto"/>
        <w:ind w:left="360"/>
        <w:contextualSpacing w:val="0"/>
        <w:jc w:val="both"/>
        <w:rPr>
          <w:b/>
          <w:caps/>
        </w:rPr>
      </w:pPr>
    </w:p>
    <w:p w14:paraId="2A3E5D7F" w14:textId="3595AA9A" w:rsidR="00057F55" w:rsidRDefault="00057F55" w:rsidP="0083733A">
      <w:pPr>
        <w:pStyle w:val="ListParagraph"/>
        <w:keepNext/>
        <w:keepLines/>
        <w:spacing w:before="120" w:after="240" w:line="360" w:lineRule="auto"/>
        <w:ind w:left="360"/>
        <w:contextualSpacing w:val="0"/>
        <w:jc w:val="both"/>
        <w:rPr>
          <w:b/>
          <w:caps/>
        </w:rPr>
      </w:pPr>
    </w:p>
    <w:p w14:paraId="49BEAB23" w14:textId="32B84BB6" w:rsidR="00057F55" w:rsidRDefault="00057F55" w:rsidP="0083733A">
      <w:pPr>
        <w:pStyle w:val="ListParagraph"/>
        <w:keepNext/>
        <w:keepLines/>
        <w:spacing w:before="120" w:after="240" w:line="360" w:lineRule="auto"/>
        <w:ind w:left="360"/>
        <w:contextualSpacing w:val="0"/>
        <w:jc w:val="both"/>
        <w:rPr>
          <w:b/>
          <w:caps/>
        </w:rPr>
      </w:pPr>
    </w:p>
    <w:p w14:paraId="2395998D" w14:textId="2A6970AD" w:rsidR="00057F55" w:rsidRPr="00514D4D" w:rsidRDefault="00057F55" w:rsidP="00514D4D">
      <w:pPr>
        <w:pStyle w:val="ListParagraph"/>
        <w:keepNext/>
        <w:keepLines/>
        <w:spacing w:before="120" w:after="240" w:line="360" w:lineRule="auto"/>
        <w:ind w:left="360"/>
        <w:contextualSpacing w:val="0"/>
        <w:jc w:val="both"/>
        <w:rPr>
          <w:b/>
          <w:caps/>
        </w:rPr>
      </w:pPr>
      <w:r>
        <w:rPr>
          <w:b/>
          <w:caps/>
        </w:rPr>
        <w:t xml:space="preserve">ANNEXURE </w:t>
      </w:r>
      <w:r w:rsidR="00D63C89">
        <w:rPr>
          <w:b/>
          <w:caps/>
        </w:rPr>
        <w:t>C</w:t>
      </w:r>
      <w:r>
        <w:rPr>
          <w:b/>
          <w:caps/>
        </w:rPr>
        <w:t xml:space="preserve"> – documentation</w:t>
      </w:r>
      <w:r w:rsidR="00514D4D">
        <w:rPr>
          <w:b/>
          <w:caps/>
        </w:rPr>
        <w:t xml:space="preserve"> (</w:t>
      </w:r>
      <w:r w:rsidRPr="00514D4D">
        <w:rPr>
          <w:b/>
          <w:caps/>
        </w:rPr>
        <w:t>TO BE UPDATED FROM TIME TO TIME</w:t>
      </w:r>
      <w:r w:rsidR="00514D4D">
        <w:rPr>
          <w:b/>
          <w:caps/>
        </w:rPr>
        <w:t>).</w:t>
      </w:r>
    </w:p>
    <w:p w14:paraId="3A503C2B" w14:textId="4F30A5DA" w:rsidR="00B42510" w:rsidRPr="009506B6" w:rsidRDefault="00B42510" w:rsidP="00DD24D3">
      <w:pPr>
        <w:pStyle w:val="ListParagraph"/>
        <w:keepNext/>
        <w:keepLines/>
        <w:spacing w:before="120" w:after="240" w:line="360" w:lineRule="auto"/>
        <w:ind w:left="1440"/>
        <w:contextualSpacing w:val="0"/>
        <w:jc w:val="both"/>
        <w:rPr>
          <w:bCs/>
        </w:rPr>
      </w:pPr>
    </w:p>
    <w:sectPr w:rsidR="00B42510" w:rsidRPr="009506B6" w:rsidSect="00B42510">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EF866" w14:textId="77777777" w:rsidR="00BF1680" w:rsidRDefault="00BF1680">
      <w:r>
        <w:separator/>
      </w:r>
    </w:p>
  </w:endnote>
  <w:endnote w:type="continuationSeparator" w:id="0">
    <w:p w14:paraId="4871A3BC" w14:textId="77777777" w:rsidR="00BF1680" w:rsidRDefault="00BF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Futura Bk">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728140105"/>
      <w:docPartObj>
        <w:docPartGallery w:val="Page Numbers (Bottom of Page)"/>
        <w:docPartUnique/>
      </w:docPartObj>
    </w:sdtPr>
    <w:sdtEndPr>
      <w:rPr>
        <w:sz w:val="16"/>
        <w:szCs w:val="16"/>
      </w:rPr>
    </w:sdtEndPr>
    <w:sdtContent>
      <w:p w14:paraId="756442C0" w14:textId="74EF66F2" w:rsidR="00BF1680" w:rsidRDefault="00BF1680" w:rsidP="00937476">
        <w:pPr>
          <w:pStyle w:val="Footer"/>
          <w:rPr>
            <w:rFonts w:ascii="Arial" w:hAnsi="Arial" w:cs="Arial"/>
            <w:sz w:val="16"/>
            <w:szCs w:val="16"/>
          </w:rPr>
        </w:pPr>
        <w:r w:rsidRPr="00C007BB">
          <w:rPr>
            <w:rFonts w:ascii="Arial" w:hAnsi="Arial" w:cs="Arial"/>
            <w:b/>
            <w:sz w:val="16"/>
            <w:szCs w:val="16"/>
          </w:rPr>
          <w:t>©South African Revenue Service</w:t>
        </w:r>
        <w:r w:rsidRPr="00C007BB">
          <w:rPr>
            <w:rFonts w:ascii="Arial" w:hAnsi="Arial" w:cs="Arial"/>
            <w:sz w:val="16"/>
            <w:szCs w:val="16"/>
          </w:rPr>
          <w:t>, 20</w:t>
        </w:r>
        <w:r>
          <w:rPr>
            <w:rFonts w:ascii="Arial" w:hAnsi="Arial" w:cs="Arial"/>
            <w:sz w:val="16"/>
            <w:szCs w:val="16"/>
          </w:rPr>
          <w:t>2</w:t>
        </w:r>
        <w:r w:rsidR="0083733A">
          <w:rPr>
            <w:rFonts w:ascii="Arial" w:hAnsi="Arial" w:cs="Arial"/>
            <w:sz w:val="16"/>
            <w:szCs w:val="16"/>
          </w:rPr>
          <w:t>2</w:t>
        </w:r>
        <w:r>
          <w:rPr>
            <w:rFonts w:ascii="Arial" w:hAnsi="Arial" w:cs="Arial"/>
            <w:sz w:val="16"/>
            <w:szCs w:val="16"/>
          </w:rPr>
          <w:t xml:space="preserve">                                                                               </w:t>
        </w:r>
        <w:r>
          <w:rPr>
            <w:rFonts w:ascii="Arial" w:hAnsi="Arial" w:cs="Arial"/>
            <w:sz w:val="16"/>
            <w:szCs w:val="16"/>
          </w:rPr>
          <w:tab/>
          <w:t xml:space="preserve"> </w:t>
        </w:r>
      </w:p>
      <w:p w14:paraId="2261C739" w14:textId="3D7549A0" w:rsidR="00BF1680" w:rsidRPr="00C007BB" w:rsidRDefault="00BF1680" w:rsidP="00DE37C5">
        <w:pPr>
          <w:pStyle w:val="Footer"/>
          <w:jc w:val="center"/>
          <w:rPr>
            <w:rFonts w:ascii="Arial" w:hAnsi="Arial" w:cs="Arial"/>
            <w:sz w:val="16"/>
            <w:szCs w:val="16"/>
          </w:rPr>
        </w:pPr>
        <w:r w:rsidRPr="00C007BB">
          <w:rPr>
            <w:rFonts w:ascii="Arial" w:hAnsi="Arial" w:cs="Arial"/>
            <w:sz w:val="16"/>
            <w:szCs w:val="16"/>
          </w:rPr>
          <w:t>All rights reserved. Any unauthorized act in connection with this document as described in the Copyright Act No 98 of 1978 constitutes an act of copyright infringement and may give rise to civil liability claims.</w:t>
        </w:r>
        <w:r w:rsidRPr="00C007BB">
          <w:rPr>
            <w:rFonts w:ascii="Arial" w:hAnsi="Arial" w:cs="Arial"/>
            <w:sz w:val="16"/>
            <w:szCs w:val="16"/>
          </w:rPr>
          <w:tab/>
        </w:r>
        <w:sdt>
          <w:sdtPr>
            <w:rPr>
              <w:rFonts w:ascii="Arial" w:hAnsi="Arial" w:cs="Arial"/>
              <w:sz w:val="16"/>
              <w:szCs w:val="16"/>
            </w:rPr>
            <w:id w:val="-1769616900"/>
            <w:docPartObj>
              <w:docPartGallery w:val="Page Numbers (Top of Page)"/>
              <w:docPartUnique/>
            </w:docPartObj>
          </w:sdtPr>
          <w:sdtEndPr/>
          <w:sdtContent>
            <w:r w:rsidRPr="00C007BB">
              <w:rPr>
                <w:rFonts w:ascii="Arial" w:hAnsi="Arial" w:cs="Arial"/>
                <w:sz w:val="16"/>
                <w:szCs w:val="16"/>
              </w:rPr>
              <w:t xml:space="preserve">Page </w:t>
            </w:r>
            <w:r w:rsidRPr="00C007BB">
              <w:rPr>
                <w:rFonts w:ascii="Arial" w:hAnsi="Arial" w:cs="Arial"/>
                <w:b/>
                <w:bCs/>
                <w:sz w:val="16"/>
                <w:szCs w:val="16"/>
              </w:rPr>
              <w:fldChar w:fldCharType="begin"/>
            </w:r>
            <w:r w:rsidRPr="00C007BB">
              <w:rPr>
                <w:rFonts w:ascii="Arial" w:hAnsi="Arial" w:cs="Arial"/>
                <w:b/>
                <w:bCs/>
                <w:sz w:val="16"/>
                <w:szCs w:val="16"/>
              </w:rPr>
              <w:instrText xml:space="preserve"> PAGE </w:instrText>
            </w:r>
            <w:r w:rsidRPr="00C007BB">
              <w:rPr>
                <w:rFonts w:ascii="Arial" w:hAnsi="Arial" w:cs="Arial"/>
                <w:b/>
                <w:bCs/>
                <w:sz w:val="16"/>
                <w:szCs w:val="16"/>
              </w:rPr>
              <w:fldChar w:fldCharType="separate"/>
            </w:r>
            <w:r w:rsidR="00986E24">
              <w:rPr>
                <w:rFonts w:ascii="Arial" w:hAnsi="Arial" w:cs="Arial"/>
                <w:b/>
                <w:bCs/>
                <w:noProof/>
                <w:sz w:val="16"/>
                <w:szCs w:val="16"/>
              </w:rPr>
              <w:t>99</w:t>
            </w:r>
            <w:r w:rsidRPr="00C007BB">
              <w:rPr>
                <w:rFonts w:ascii="Arial" w:hAnsi="Arial" w:cs="Arial"/>
                <w:b/>
                <w:bCs/>
                <w:sz w:val="16"/>
                <w:szCs w:val="16"/>
              </w:rPr>
              <w:fldChar w:fldCharType="end"/>
            </w:r>
            <w:r w:rsidRPr="00C007BB">
              <w:rPr>
                <w:rFonts w:ascii="Arial" w:hAnsi="Arial" w:cs="Arial"/>
                <w:sz w:val="16"/>
                <w:szCs w:val="16"/>
              </w:rPr>
              <w:t xml:space="preserve"> of </w:t>
            </w:r>
            <w:r w:rsidRPr="00C007BB">
              <w:rPr>
                <w:rFonts w:ascii="Arial" w:hAnsi="Arial" w:cs="Arial"/>
                <w:b/>
                <w:bCs/>
                <w:sz w:val="16"/>
                <w:szCs w:val="16"/>
              </w:rPr>
              <w:fldChar w:fldCharType="begin"/>
            </w:r>
            <w:r w:rsidRPr="00C007BB">
              <w:rPr>
                <w:rFonts w:ascii="Arial" w:hAnsi="Arial" w:cs="Arial"/>
                <w:b/>
                <w:bCs/>
                <w:sz w:val="16"/>
                <w:szCs w:val="16"/>
              </w:rPr>
              <w:instrText xml:space="preserve"> NUMPAGES  </w:instrText>
            </w:r>
            <w:r w:rsidRPr="00C007BB">
              <w:rPr>
                <w:rFonts w:ascii="Arial" w:hAnsi="Arial" w:cs="Arial"/>
                <w:b/>
                <w:bCs/>
                <w:sz w:val="16"/>
                <w:szCs w:val="16"/>
              </w:rPr>
              <w:fldChar w:fldCharType="separate"/>
            </w:r>
            <w:r w:rsidR="00986E24">
              <w:rPr>
                <w:rFonts w:ascii="Arial" w:hAnsi="Arial" w:cs="Arial"/>
                <w:b/>
                <w:bCs/>
                <w:noProof/>
                <w:sz w:val="16"/>
                <w:szCs w:val="16"/>
              </w:rPr>
              <w:t>99</w:t>
            </w:r>
            <w:r w:rsidRPr="00C007BB">
              <w:rPr>
                <w:rFonts w:ascii="Arial" w:hAnsi="Arial" w:cs="Arial"/>
                <w:b/>
                <w:bCs/>
                <w:sz w:val="16"/>
                <w:szCs w:val="16"/>
              </w:rPr>
              <w:fldChar w:fldCharType="end"/>
            </w:r>
          </w:sdtContent>
        </w:sdt>
      </w:p>
    </w:sdtContent>
  </w:sdt>
  <w:p w14:paraId="1C2498C5" w14:textId="77777777" w:rsidR="00BF1680" w:rsidRDefault="00BF1680" w:rsidP="00DE37C5">
    <w:pPr>
      <w:pStyle w:val="Footer"/>
      <w:ind w:right="360"/>
      <w:jc w:val="center"/>
    </w:pPr>
  </w:p>
  <w:p w14:paraId="430586D9" w14:textId="77777777" w:rsidR="00BF1680" w:rsidRDefault="00BF1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8925D" w14:textId="77777777" w:rsidR="00BF1680" w:rsidRDefault="00BF1680">
      <w:r>
        <w:separator/>
      </w:r>
    </w:p>
  </w:footnote>
  <w:footnote w:type="continuationSeparator" w:id="0">
    <w:p w14:paraId="125674D0" w14:textId="77777777" w:rsidR="00BF1680" w:rsidRDefault="00BF1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F44BF" w14:textId="599F3916" w:rsidR="0064128C" w:rsidRDefault="00AA4856">
    <w:pPr>
      <w:pStyle w:val="Header"/>
    </w:pPr>
    <w:r>
      <w:rPr>
        <w:noProof/>
      </w:rPr>
      <w:pict w14:anchorId="27BB5B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75938" o:spid="_x0000_s98306" type="#_x0000_t136" style="position:absolute;margin-left:0;margin-top:0;width:428.2pt;height:171.2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B4FE6" w14:textId="47D4FD1D" w:rsidR="0064128C" w:rsidRDefault="00AA4856">
    <w:pPr>
      <w:pStyle w:val="Header"/>
    </w:pPr>
    <w:r>
      <w:rPr>
        <w:noProof/>
      </w:rPr>
      <w:pict w14:anchorId="1EE810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75939" o:spid="_x0000_s98307" type="#_x0000_t136" style="position:absolute;margin-left:0;margin-top:0;width:428.2pt;height:171.2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C04FC" w14:textId="44C7DDD4" w:rsidR="0064128C" w:rsidRDefault="00AA4856">
    <w:pPr>
      <w:pStyle w:val="Header"/>
    </w:pPr>
    <w:r>
      <w:rPr>
        <w:noProof/>
      </w:rPr>
      <w:pict w14:anchorId="60D775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75937" o:spid="_x0000_s98305" type="#_x0000_t136" style="position:absolute;margin-left:0;margin-top:0;width:428.2pt;height:171.2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5B60C18"/>
    <w:lvl w:ilvl="0">
      <w:start w:val="1"/>
      <w:numFmt w:val="bullet"/>
      <w:pStyle w:val="ListBullet"/>
      <w:lvlText w:val=""/>
      <w:lvlJc w:val="left"/>
      <w:pPr>
        <w:tabs>
          <w:tab w:val="num" w:pos="567"/>
        </w:tabs>
        <w:ind w:left="567" w:hanging="567"/>
      </w:pPr>
      <w:rPr>
        <w:rFonts w:ascii="Symbol" w:hAnsi="Symbol" w:hint="default"/>
      </w:rPr>
    </w:lvl>
  </w:abstractNum>
  <w:abstractNum w:abstractNumId="1" w15:restartNumberingAfterBreak="0">
    <w:nsid w:val="01A5439F"/>
    <w:multiLevelType w:val="hybridMultilevel"/>
    <w:tmpl w:val="F9304E2C"/>
    <w:lvl w:ilvl="0" w:tplc="D3B425DE">
      <w:start w:val="1"/>
      <w:numFmt w:val="decimal"/>
      <w:lvlText w:val="5.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9065B0F"/>
    <w:multiLevelType w:val="hybridMultilevel"/>
    <w:tmpl w:val="F50A1F8C"/>
    <w:lvl w:ilvl="0" w:tplc="F34AE72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1AltQ"/>
      <w:lvlText w:val="%1.%2.%3"/>
      <w:lvlJc w:val="left"/>
      <w:pPr>
        <w:tabs>
          <w:tab w:val="num" w:pos="2160"/>
        </w:tabs>
        <w:ind w:left="2160" w:hanging="2160"/>
      </w:pPr>
      <w:rPr>
        <w:rFonts w:cs="Times New Roman" w:hint="default"/>
      </w:rPr>
    </w:lvl>
    <w:lvl w:ilvl="3">
      <w:start w:val="1"/>
      <w:numFmt w:val="decimal"/>
      <w:pStyle w:val="BGHeading2AltA"/>
      <w:lvlText w:val="%1.%2.%3.%4"/>
      <w:lvlJc w:val="left"/>
      <w:pPr>
        <w:tabs>
          <w:tab w:val="num" w:pos="2880"/>
        </w:tabs>
        <w:ind w:left="2880" w:hanging="2880"/>
      </w:pPr>
      <w:rPr>
        <w:rFonts w:cs="Times New Roman" w:hint="default"/>
      </w:rPr>
    </w:lvl>
    <w:lvl w:ilvl="4">
      <w:start w:val="1"/>
      <w:numFmt w:val="decimal"/>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4" w15:restartNumberingAfterBreak="0">
    <w:nsid w:val="10F377A2"/>
    <w:multiLevelType w:val="hybridMultilevel"/>
    <w:tmpl w:val="18F49564"/>
    <w:lvl w:ilvl="0" w:tplc="B6C09410">
      <w:start w:val="1"/>
      <w:numFmt w:val="lowerRoman"/>
      <w:pStyle w:val="Level4italiclist"/>
      <w:lvlText w:val="%1)"/>
      <w:lvlJc w:val="right"/>
      <w:pPr>
        <w:tabs>
          <w:tab w:val="num" w:pos="2847"/>
        </w:tabs>
        <w:ind w:left="2847" w:hanging="360"/>
      </w:pPr>
      <w:rPr>
        <w:rFonts w:hint="default"/>
      </w:rPr>
    </w:lvl>
    <w:lvl w:ilvl="1" w:tplc="08090019">
      <w:start w:val="1"/>
      <w:numFmt w:val="lowerLetter"/>
      <w:lvlText w:val="%2."/>
      <w:lvlJc w:val="left"/>
      <w:pPr>
        <w:tabs>
          <w:tab w:val="num" w:pos="3425"/>
        </w:tabs>
        <w:ind w:left="3425" w:hanging="360"/>
      </w:pPr>
    </w:lvl>
    <w:lvl w:ilvl="2" w:tplc="0809001B">
      <w:start w:val="1"/>
      <w:numFmt w:val="lowerRoman"/>
      <w:lvlText w:val="%3."/>
      <w:lvlJc w:val="right"/>
      <w:pPr>
        <w:tabs>
          <w:tab w:val="num" w:pos="4145"/>
        </w:tabs>
        <w:ind w:left="4145" w:hanging="180"/>
      </w:pPr>
    </w:lvl>
    <w:lvl w:ilvl="3" w:tplc="0809000F" w:tentative="1">
      <w:start w:val="1"/>
      <w:numFmt w:val="decimal"/>
      <w:lvlText w:val="%4."/>
      <w:lvlJc w:val="left"/>
      <w:pPr>
        <w:tabs>
          <w:tab w:val="num" w:pos="4865"/>
        </w:tabs>
        <w:ind w:left="4865" w:hanging="360"/>
      </w:pPr>
    </w:lvl>
    <w:lvl w:ilvl="4" w:tplc="08090019" w:tentative="1">
      <w:start w:val="1"/>
      <w:numFmt w:val="lowerLetter"/>
      <w:lvlText w:val="%5."/>
      <w:lvlJc w:val="left"/>
      <w:pPr>
        <w:tabs>
          <w:tab w:val="num" w:pos="5585"/>
        </w:tabs>
        <w:ind w:left="5585" w:hanging="360"/>
      </w:pPr>
    </w:lvl>
    <w:lvl w:ilvl="5" w:tplc="0809001B" w:tentative="1">
      <w:start w:val="1"/>
      <w:numFmt w:val="lowerRoman"/>
      <w:lvlText w:val="%6."/>
      <w:lvlJc w:val="right"/>
      <w:pPr>
        <w:tabs>
          <w:tab w:val="num" w:pos="6305"/>
        </w:tabs>
        <w:ind w:left="6305" w:hanging="180"/>
      </w:pPr>
    </w:lvl>
    <w:lvl w:ilvl="6" w:tplc="0809000F" w:tentative="1">
      <w:start w:val="1"/>
      <w:numFmt w:val="decimal"/>
      <w:lvlText w:val="%7."/>
      <w:lvlJc w:val="left"/>
      <w:pPr>
        <w:tabs>
          <w:tab w:val="num" w:pos="7025"/>
        </w:tabs>
        <w:ind w:left="7025" w:hanging="360"/>
      </w:pPr>
    </w:lvl>
    <w:lvl w:ilvl="7" w:tplc="08090019" w:tentative="1">
      <w:start w:val="1"/>
      <w:numFmt w:val="lowerLetter"/>
      <w:lvlText w:val="%8."/>
      <w:lvlJc w:val="left"/>
      <w:pPr>
        <w:tabs>
          <w:tab w:val="num" w:pos="7745"/>
        </w:tabs>
        <w:ind w:left="7745" w:hanging="360"/>
      </w:pPr>
    </w:lvl>
    <w:lvl w:ilvl="8" w:tplc="0809001B" w:tentative="1">
      <w:start w:val="1"/>
      <w:numFmt w:val="lowerRoman"/>
      <w:lvlText w:val="%9."/>
      <w:lvlJc w:val="right"/>
      <w:pPr>
        <w:tabs>
          <w:tab w:val="num" w:pos="8465"/>
        </w:tabs>
        <w:ind w:left="8465" w:hanging="180"/>
      </w:pPr>
    </w:lvl>
  </w:abstractNum>
  <w:abstractNum w:abstractNumId="5"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lvlText w:val="%1.%2.%3.%4.%5.%6"/>
      <w:lvlJc w:val="left"/>
      <w:pPr>
        <w:tabs>
          <w:tab w:val="num" w:pos="1985"/>
        </w:tabs>
        <w:ind w:left="1985" w:hanging="1985"/>
      </w:pPr>
      <w:rPr>
        <w:rFonts w:ascii="Arial" w:hAnsi="Arial" w:cs="Times New Roman" w:hint="default"/>
        <w:b w:val="0"/>
        <w:i w:val="0"/>
        <w:sz w:val="22"/>
      </w:rPr>
    </w:lvl>
    <w:lvl w:ilvl="6">
      <w:start w:val="1"/>
      <w:numFmt w:val="decimal"/>
      <w:pStyle w:val="level5"/>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D660F4E"/>
    <w:multiLevelType w:val="multilevel"/>
    <w:tmpl w:val="A3A446EC"/>
    <w:lvl w:ilvl="0">
      <w:start w:val="1"/>
      <w:numFmt w:val="decimal"/>
      <w:lvlText w:val="%1"/>
      <w:lvlJc w:val="left"/>
      <w:pPr>
        <w:tabs>
          <w:tab w:val="num" w:pos="680"/>
        </w:tabs>
        <w:ind w:left="680" w:hanging="680"/>
      </w:pPr>
      <w:rPr>
        <w:rFonts w:hint="default"/>
      </w:rPr>
    </w:lvl>
    <w:lvl w:ilvl="1">
      <w:start w:val="1"/>
      <w:numFmt w:val="decimal"/>
      <w:pStyle w:val="Paranumbered"/>
      <w:lvlText w:val="%1.%2"/>
      <w:lvlJc w:val="left"/>
      <w:pPr>
        <w:tabs>
          <w:tab w:val="num" w:pos="680"/>
        </w:tabs>
        <w:ind w:left="680" w:hanging="680"/>
      </w:pPr>
      <w:rPr>
        <w:rFonts w:hint="default"/>
        <w:b w:val="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E1A1419"/>
    <w:multiLevelType w:val="multilevel"/>
    <w:tmpl w:val="8D825E9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9" w15:restartNumberingAfterBreak="0">
    <w:nsid w:val="318617CB"/>
    <w:multiLevelType w:val="multilevel"/>
    <w:tmpl w:val="83C4992A"/>
    <w:lvl w:ilvl="0">
      <w:start w:val="1"/>
      <w:numFmt w:val="decimal"/>
      <w:lvlText w:val="%1."/>
      <w:lvlJc w:val="left"/>
      <w:pPr>
        <w:tabs>
          <w:tab w:val="num" w:pos="862"/>
        </w:tabs>
        <w:ind w:left="862" w:hanging="862"/>
      </w:pPr>
      <w:rPr>
        <w:b w:val="0"/>
        <w:sz w:val="22"/>
        <w:szCs w:val="22"/>
      </w:rPr>
    </w:lvl>
    <w:lvl w:ilvl="1">
      <w:start w:val="1"/>
      <w:numFmt w:val="decimal"/>
      <w:pStyle w:val="RD2"/>
      <w:lvlText w:val="%1.%2"/>
      <w:lvlJc w:val="left"/>
      <w:pPr>
        <w:tabs>
          <w:tab w:val="num" w:pos="862"/>
        </w:tabs>
        <w:ind w:left="862" w:hanging="862"/>
      </w:pPr>
      <w:rPr>
        <w:b w:val="0"/>
        <w:sz w:val="22"/>
        <w:szCs w:val="22"/>
      </w:rPr>
    </w:lvl>
    <w:lvl w:ilvl="2">
      <w:start w:val="1"/>
      <w:numFmt w:val="decimal"/>
      <w:pStyle w:val="RD3"/>
      <w:lvlText w:val="%1.%2.%3"/>
      <w:lvlJc w:val="left"/>
      <w:pPr>
        <w:tabs>
          <w:tab w:val="num" w:pos="862"/>
        </w:tabs>
        <w:ind w:left="862" w:hanging="862"/>
      </w:pPr>
      <w:rPr>
        <w:b w:val="0"/>
      </w:r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E3C405B"/>
    <w:multiLevelType w:val="multilevel"/>
    <w:tmpl w:val="41F013AE"/>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44F5A6A"/>
    <w:multiLevelType w:val="multilevel"/>
    <w:tmpl w:val="D0DADBFC"/>
    <w:lvl w:ilvl="0">
      <w:start w:val="1"/>
      <w:numFmt w:val="decimal"/>
      <w:pStyle w:val="DM5Level1"/>
      <w:isLgl/>
      <w:lvlText w:val="%1."/>
      <w:lvlJc w:val="left"/>
      <w:pPr>
        <w:tabs>
          <w:tab w:val="num" w:pos="567"/>
        </w:tabs>
        <w:ind w:left="567" w:hanging="567"/>
      </w:pPr>
      <w:rPr>
        <w:rFonts w:ascii="Arial" w:hAnsi="Arial" w:cs="Times New Roman" w:hint="default"/>
        <w:sz w:val="22"/>
      </w:rPr>
    </w:lvl>
    <w:lvl w:ilvl="1">
      <w:start w:val="1"/>
      <w:numFmt w:val="decimal"/>
      <w:pStyle w:val="DM5Level2"/>
      <w:lvlText w:val="%1.%2."/>
      <w:lvlJc w:val="left"/>
      <w:pPr>
        <w:tabs>
          <w:tab w:val="num" w:pos="567"/>
        </w:tabs>
        <w:ind w:left="567" w:hanging="567"/>
      </w:pPr>
      <w:rPr>
        <w:b w:val="0"/>
      </w:rPr>
    </w:lvl>
    <w:lvl w:ilvl="2">
      <w:start w:val="1"/>
      <w:numFmt w:val="decimal"/>
      <w:pStyle w:val="DM5Level1"/>
      <w:lvlText w:val="%1.%2.%3."/>
      <w:lvlJc w:val="left"/>
      <w:pPr>
        <w:tabs>
          <w:tab w:val="num" w:pos="567"/>
        </w:tabs>
        <w:ind w:left="567" w:hanging="567"/>
      </w:pPr>
    </w:lvl>
    <w:lvl w:ilvl="3">
      <w:start w:val="1"/>
      <w:numFmt w:val="decimal"/>
      <w:pStyle w:val="DM5Level2"/>
      <w:lvlText w:val="%1.%2.%3.%4."/>
      <w:lvlJc w:val="left"/>
      <w:pPr>
        <w:tabs>
          <w:tab w:val="num" w:pos="567"/>
        </w:tabs>
        <w:ind w:left="567" w:hanging="567"/>
      </w:pPr>
    </w:lvl>
    <w:lvl w:ilvl="4">
      <w:start w:val="1"/>
      <w:numFmt w:val="decimal"/>
      <w:pStyle w:val="DM5Level5"/>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pStyle w:val="DM5Level7"/>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pStyle w:val="DM5Level9"/>
      <w:lvlText w:val="%1.%2.%3.%4.%5.%6.%7.%8.%9."/>
      <w:lvlJc w:val="left"/>
      <w:pPr>
        <w:tabs>
          <w:tab w:val="num" w:pos="567"/>
        </w:tabs>
        <w:ind w:left="567" w:hanging="567"/>
      </w:pPr>
    </w:lvl>
  </w:abstractNum>
  <w:abstractNum w:abstractNumId="12" w15:restartNumberingAfterBreak="0">
    <w:nsid w:val="4555143F"/>
    <w:multiLevelType w:val="multilevel"/>
    <w:tmpl w:val="3EAE119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ind w:left="1996"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E055318"/>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70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4B4E3E"/>
    <w:multiLevelType w:val="multilevel"/>
    <w:tmpl w:val="398618B6"/>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52DF6BB9"/>
    <w:multiLevelType w:val="multilevel"/>
    <w:tmpl w:val="7D8A83F0"/>
    <w:lvl w:ilvl="0">
      <w:start w:val="1"/>
      <w:numFmt w:val="decimal"/>
      <w:pStyle w:val="LEVEL1"/>
      <w:lvlText w:val="%1"/>
      <w:lvlJc w:val="left"/>
      <w:pPr>
        <w:tabs>
          <w:tab w:val="num" w:pos="510"/>
        </w:tabs>
        <w:ind w:left="510" w:hanging="510"/>
      </w:pPr>
      <w:rPr>
        <w:rFonts w:cs="Times New Roman"/>
      </w:rPr>
    </w:lvl>
    <w:lvl w:ilvl="1">
      <w:start w:val="1"/>
      <w:numFmt w:val="decimal"/>
      <w:pStyle w:val="LEVEL20"/>
      <w:lvlText w:val="%1.%2"/>
      <w:lvlJc w:val="left"/>
      <w:pPr>
        <w:tabs>
          <w:tab w:val="num" w:pos="3573"/>
        </w:tabs>
        <w:ind w:left="3573" w:hanging="1021"/>
      </w:pPr>
      <w:rPr>
        <w:rFonts w:cs="Times New Roman"/>
      </w:rPr>
    </w:lvl>
    <w:lvl w:ilvl="2">
      <w:start w:val="1"/>
      <w:numFmt w:val="decimal"/>
      <w:pStyle w:val="LEVEL3"/>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16" w15:restartNumberingAfterBreak="0">
    <w:nsid w:val="537043F6"/>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E24DDD"/>
    <w:multiLevelType w:val="multilevel"/>
    <w:tmpl w:val="BB36A4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b w:val="0"/>
        <w:bCs/>
        <w:i w:val="0"/>
        <w:i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15:restartNumberingAfterBreak="0">
    <w:nsid w:val="55085F2C"/>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AC618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C57A4F"/>
    <w:multiLevelType w:val="multilevel"/>
    <w:tmpl w:val="F08260D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lvlText w:val="%1.%2.%3."/>
      <w:lvlJc w:val="left"/>
      <w:pPr>
        <w:tabs>
          <w:tab w:val="num" w:pos="2552"/>
        </w:tabs>
        <w:ind w:left="2552" w:hanging="1112"/>
      </w:pPr>
    </w:lvl>
    <w:lvl w:ilvl="3">
      <w:start w:val="1"/>
      <w:numFmt w:val="decimal"/>
      <w:lvlText w:val="%1.%2.%3.%4."/>
      <w:lvlJc w:val="left"/>
      <w:pPr>
        <w:tabs>
          <w:tab w:val="num" w:pos="3600"/>
        </w:tabs>
        <w:ind w:left="3600" w:hanging="1048"/>
      </w:pPr>
    </w:lvl>
    <w:lvl w:ilvl="4">
      <w:start w:val="1"/>
      <w:numFmt w:val="decimal"/>
      <w:lvlText w:val="%1.%2.%3.%4.%5."/>
      <w:lvlJc w:val="left"/>
      <w:pPr>
        <w:tabs>
          <w:tab w:val="num" w:pos="5041"/>
        </w:tabs>
        <w:ind w:left="5041" w:hanging="1441"/>
      </w:pPr>
    </w:lvl>
    <w:lvl w:ilvl="5">
      <w:start w:val="1"/>
      <w:numFmt w:val="decimal"/>
      <w:lvlText w:val="%1.%2.%3.%4.%5.%6."/>
      <w:lvlJc w:val="left"/>
      <w:pPr>
        <w:tabs>
          <w:tab w:val="num" w:pos="6481"/>
        </w:tabs>
        <w:ind w:left="6481" w:hanging="1440"/>
      </w:pPr>
    </w:lvl>
    <w:lvl w:ilvl="6">
      <w:start w:val="1"/>
      <w:numFmt w:val="decimal"/>
      <w:lvlText w:val="%1.%2.%3.%4.%5.%6.%7."/>
      <w:lvlJc w:val="left"/>
      <w:pPr>
        <w:tabs>
          <w:tab w:val="num" w:pos="7201"/>
        </w:tabs>
        <w:ind w:left="7201" w:hanging="1871"/>
      </w:pPr>
    </w:lvl>
    <w:lvl w:ilvl="7">
      <w:start w:val="1"/>
      <w:numFmt w:val="decimal"/>
      <w:lvlText w:val="%1.%2.%3.%4.%5.%6.%7.%8."/>
      <w:lvlJc w:val="left"/>
      <w:pPr>
        <w:tabs>
          <w:tab w:val="num" w:pos="7921"/>
        </w:tabs>
        <w:ind w:left="7921" w:hanging="1967"/>
      </w:pPr>
    </w:lvl>
    <w:lvl w:ilvl="8">
      <w:start w:val="1"/>
      <w:numFmt w:val="decimal"/>
      <w:isLgl/>
      <w:lvlText w:val="%1.%2.%3.%4.%5.%6.%7.%8.%9."/>
      <w:lvlJc w:val="left"/>
      <w:pPr>
        <w:tabs>
          <w:tab w:val="num" w:pos="8222"/>
        </w:tabs>
        <w:ind w:left="8222" w:hanging="1730"/>
      </w:pPr>
    </w:lvl>
  </w:abstractNum>
  <w:abstractNum w:abstractNumId="22" w15:restartNumberingAfterBreak="0">
    <w:nsid w:val="5D8A4921"/>
    <w:multiLevelType w:val="multilevel"/>
    <w:tmpl w:val="7A1C1CC0"/>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23"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1"/>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
      <w:lvlText w:val="%1.%2.%3.%4"/>
      <w:lvlJc w:val="left"/>
      <w:pPr>
        <w:tabs>
          <w:tab w:val="num" w:pos="1247"/>
        </w:tabs>
        <w:ind w:left="1247" w:hanging="1247"/>
      </w:pPr>
      <w:rPr>
        <w:rFonts w:ascii="Arial" w:hAnsi="Arial" w:hint="default"/>
        <w:b w:val="0"/>
        <w:i w:val="0"/>
        <w:sz w:val="18"/>
      </w:rPr>
    </w:lvl>
    <w:lvl w:ilvl="4">
      <w:start w:val="1"/>
      <w:numFmt w:val="decimal"/>
      <w:pStyle w:val="Level10"/>
      <w:lvlText w:val="%1.%2.%3.%4.%5"/>
      <w:lvlJc w:val="left"/>
      <w:pPr>
        <w:tabs>
          <w:tab w:val="num" w:pos="2665"/>
        </w:tabs>
        <w:ind w:left="2665" w:hanging="2665"/>
      </w:pPr>
      <w:rPr>
        <w:rFonts w:ascii="Arial" w:hAnsi="Arial" w:hint="default"/>
        <w:b w:val="0"/>
        <w:i w:val="0"/>
        <w:sz w:val="18"/>
      </w:rPr>
    </w:lvl>
    <w:lvl w:ilvl="5">
      <w:start w:val="1"/>
      <w:numFmt w:val="decimal"/>
      <w:pStyle w:val="Level21"/>
      <w:lvlText w:val="%1.%2.%3.%4.%5.%6"/>
      <w:lvlJc w:val="left"/>
      <w:pPr>
        <w:tabs>
          <w:tab w:val="num" w:pos="3231"/>
        </w:tabs>
        <w:ind w:left="3231" w:hanging="3231"/>
      </w:pPr>
      <w:rPr>
        <w:rFonts w:ascii="Tahoma" w:hAnsi="Tahoma" w:hint="default"/>
        <w:b w:val="0"/>
        <w:i w:val="0"/>
        <w:sz w:val="20"/>
      </w:rPr>
    </w:lvl>
    <w:lvl w:ilvl="6">
      <w:start w:val="1"/>
      <w:numFmt w:val="decimal"/>
      <w:pStyle w:val="Level3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24" w15:restartNumberingAfterBreak="0">
    <w:nsid w:val="688E4A7D"/>
    <w:multiLevelType w:val="multilevel"/>
    <w:tmpl w:val="69626042"/>
    <w:lvl w:ilvl="0">
      <w:start w:val="1"/>
      <w:numFmt w:val="decimal"/>
      <w:isLgl/>
      <w:lvlText w:val="%1"/>
      <w:lvlJc w:val="left"/>
      <w:pPr>
        <w:tabs>
          <w:tab w:val="num" w:pos="567"/>
        </w:tabs>
        <w:ind w:left="567" w:hanging="567"/>
      </w:pPr>
      <w:rPr>
        <w:rFonts w:ascii="Arial" w:hAnsi="Arial" w:cs="Times New Roman" w:hint="default"/>
        <w:b w:val="0"/>
        <w:i w:val="0"/>
        <w:strike w:val="0"/>
        <w:dstrike w:val="0"/>
        <w:color w:val="auto"/>
        <w:sz w:val="22"/>
        <w:szCs w:val="22"/>
        <w:u w:val="none"/>
        <w:effect w:val="none"/>
      </w:rPr>
    </w:lvl>
    <w:lvl w:ilvl="1">
      <w:start w:val="1"/>
      <w:numFmt w:val="decimal"/>
      <w:isLgl/>
      <w:lvlText w:val="%1.%2"/>
      <w:lvlJc w:val="left"/>
      <w:pPr>
        <w:tabs>
          <w:tab w:val="num" w:pos="851"/>
        </w:tabs>
        <w:ind w:left="851" w:hanging="851"/>
      </w:pPr>
      <w:rPr>
        <w:rFonts w:ascii="Arial (W1)" w:hAnsi="Arial (W1)" w:hint="default"/>
        <w:b w:val="0"/>
        <w:i w:val="0"/>
        <w:sz w:val="22"/>
        <w:szCs w:val="22"/>
      </w:rPr>
    </w:lvl>
    <w:lvl w:ilvl="2">
      <w:start w:val="1"/>
      <w:numFmt w:val="decimal"/>
      <w:isLgl/>
      <w:lvlText w:val="%1.%2.%3"/>
      <w:lvlJc w:val="left"/>
      <w:pPr>
        <w:tabs>
          <w:tab w:val="num" w:pos="1134"/>
        </w:tabs>
        <w:ind w:left="1134" w:hanging="1134"/>
      </w:pPr>
      <w:rPr>
        <w:rFonts w:ascii="Arial (W1)" w:hAnsi="Arial (W1)" w:hint="default"/>
        <w:b w:val="0"/>
        <w:i w:val="0"/>
        <w:sz w:val="22"/>
        <w:szCs w:val="22"/>
      </w:rPr>
    </w:lvl>
    <w:lvl w:ilvl="3">
      <w:start w:val="1"/>
      <w:numFmt w:val="decimal"/>
      <w:isLgl/>
      <w:lvlText w:val="%1.%2.%3.%4"/>
      <w:lvlJc w:val="left"/>
      <w:pPr>
        <w:tabs>
          <w:tab w:val="num" w:pos="1418"/>
        </w:tabs>
        <w:ind w:left="1418" w:hanging="1418"/>
      </w:pPr>
      <w:rPr>
        <w:rFonts w:ascii="Arial (W1)" w:hAnsi="Arial (W1)" w:hint="default"/>
        <w:b w:val="0"/>
        <w:i w:val="0"/>
        <w:color w:val="auto"/>
        <w:sz w:val="22"/>
        <w:szCs w:val="22"/>
      </w:rPr>
    </w:lvl>
    <w:lvl w:ilvl="4">
      <w:start w:val="1"/>
      <w:numFmt w:val="decimal"/>
      <w:lvlText w:val="%1.%2.%3.%4.%5"/>
      <w:lvlJc w:val="left"/>
      <w:pPr>
        <w:tabs>
          <w:tab w:val="num" w:pos="1701"/>
        </w:tabs>
        <w:ind w:left="1701" w:hanging="1701"/>
      </w:pPr>
      <w:rPr>
        <w:rFonts w:ascii="Arial (W1)" w:hAnsi="Arial (W1)" w:hint="default"/>
        <w:b w:val="0"/>
        <w:i w:val="0"/>
        <w:sz w:val="22"/>
        <w:szCs w:val="22"/>
      </w:rPr>
    </w:lvl>
    <w:lvl w:ilvl="5">
      <w:start w:val="1"/>
      <w:numFmt w:val="decimal"/>
      <w:lvlText w:val="%1.%2.%3.%4.%5.%6"/>
      <w:lvlJc w:val="left"/>
      <w:pPr>
        <w:tabs>
          <w:tab w:val="num" w:pos="1985"/>
        </w:tabs>
        <w:ind w:left="1985" w:hanging="1985"/>
      </w:pPr>
      <w:rPr>
        <w:rFonts w:ascii="Arial (W1)" w:hAnsi="Arial (W1)" w:hint="default"/>
        <w:b w:val="0"/>
        <w:i w:val="0"/>
        <w:sz w:val="22"/>
        <w:szCs w:val="22"/>
      </w:rPr>
    </w:lvl>
    <w:lvl w:ilvl="6">
      <w:start w:val="1"/>
      <w:numFmt w:val="decimal"/>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6B37631A"/>
    <w:multiLevelType w:val="multilevel"/>
    <w:tmpl w:val="FC10A06C"/>
    <w:lvl w:ilvl="0">
      <w:start w:val="1"/>
      <w:numFmt w:val="decimal"/>
      <w:lvlText w:val="%1."/>
      <w:lvlJc w:val="left"/>
      <w:pPr>
        <w:ind w:left="360" w:hanging="360"/>
      </w:pPr>
      <w:rPr>
        <w:b/>
        <w:bCs/>
      </w:rPr>
    </w:lvl>
    <w:lvl w:ilvl="1">
      <w:start w:val="1"/>
      <w:numFmt w:val="decimal"/>
      <w:lvlText w:val="%1.%2."/>
      <w:lvlJc w:val="left"/>
      <w:pPr>
        <w:ind w:left="3125" w:hanging="432"/>
      </w:pPr>
      <w:rPr>
        <w:b w:val="0"/>
        <w:bCs w:val="0"/>
        <w:i w:val="0"/>
        <w:iCs w:val="0"/>
      </w:rPr>
    </w:lvl>
    <w:lvl w:ilvl="2">
      <w:start w:val="1"/>
      <w:numFmt w:val="decimal"/>
      <w:pStyle w:val="Heading3"/>
      <w:lvlText w:val="%1.%2.%3."/>
      <w:lvlJc w:val="left"/>
      <w:pPr>
        <w:ind w:left="3340" w:hanging="504"/>
      </w:pPr>
      <w:rPr>
        <w:b w:val="0"/>
        <w:bCs/>
      </w:rPr>
    </w:lvl>
    <w:lvl w:ilvl="3">
      <w:start w:val="1"/>
      <w:numFmt w:val="decimal"/>
      <w:lvlText w:val="%1.%2.%3.%4."/>
      <w:lvlJc w:val="left"/>
      <w:pPr>
        <w:ind w:left="3200"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B3E7682"/>
    <w:multiLevelType w:val="hybridMultilevel"/>
    <w:tmpl w:val="B1B4BD94"/>
    <w:lvl w:ilvl="0" w:tplc="7E90E00E">
      <w:start w:val="1"/>
      <w:numFmt w:val="decimal"/>
      <w:pStyle w:val="Subtitle"/>
      <w:lvlText w:val="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93E170A"/>
    <w:multiLevelType w:val="multilevel"/>
    <w:tmpl w:val="B468ABB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lvlText w:val="%1.%2.%3"/>
      <w:lvlJc w:val="left"/>
      <w:pPr>
        <w:tabs>
          <w:tab w:val="num" w:pos="1134"/>
        </w:tabs>
        <w:ind w:left="1134" w:hanging="1134"/>
      </w:pPr>
    </w:lvl>
    <w:lvl w:ilvl="3">
      <w:start w:val="1"/>
      <w:numFmt w:val="decimal"/>
      <w:lvlText w:val="%1.%2.%3.%4"/>
      <w:lvlJc w:val="left"/>
      <w:pPr>
        <w:tabs>
          <w:tab w:val="num" w:pos="1418"/>
        </w:tabs>
        <w:ind w:left="1418" w:hanging="1418"/>
      </w:pPr>
    </w:lvl>
    <w:lvl w:ilvl="4">
      <w:start w:val="1"/>
      <w:numFmt w:val="decimal"/>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7E8E660D"/>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B64234"/>
    <w:multiLevelType w:val="multilevel"/>
    <w:tmpl w:val="2AC657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557931536">
    <w:abstractNumId w:val="3"/>
  </w:num>
  <w:num w:numId="2" w16cid:durableId="485829778">
    <w:abstractNumId w:val="5"/>
  </w:num>
  <w:num w:numId="3" w16cid:durableId="1108768026">
    <w:abstractNumId w:val="8"/>
  </w:num>
  <w:num w:numId="4" w16cid:durableId="1664355847">
    <w:abstractNumId w:val="23"/>
  </w:num>
  <w:num w:numId="5" w16cid:durableId="476341002">
    <w:abstractNumId w:val="28"/>
  </w:num>
  <w:num w:numId="6" w16cid:durableId="1463420745">
    <w:abstractNumId w:val="21"/>
  </w:num>
  <w:num w:numId="7" w16cid:durableId="553195033">
    <w:abstractNumId w:val="0"/>
  </w:num>
  <w:num w:numId="8" w16cid:durableId="995689645">
    <w:abstractNumId w:val="6"/>
  </w:num>
  <w:num w:numId="9" w16cid:durableId="20550394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8990101">
    <w:abstractNumId w:val="14"/>
  </w:num>
  <w:num w:numId="11" w16cid:durableId="746270242">
    <w:abstractNumId w:val="22"/>
  </w:num>
  <w:num w:numId="12" w16cid:durableId="1518613773">
    <w:abstractNumId w:val="4"/>
  </w:num>
  <w:num w:numId="13" w16cid:durableId="58867497">
    <w:abstractNumId w:val="15"/>
  </w:num>
  <w:num w:numId="14" w16cid:durableId="1352419631">
    <w:abstractNumId w:val="9"/>
  </w:num>
  <w:num w:numId="15" w16cid:durableId="1287006565">
    <w:abstractNumId w:val="17"/>
  </w:num>
  <w:num w:numId="16" w16cid:durableId="1744913693">
    <w:abstractNumId w:val="19"/>
  </w:num>
  <w:num w:numId="17" w16cid:durableId="701825152">
    <w:abstractNumId w:val="25"/>
  </w:num>
  <w:num w:numId="18" w16cid:durableId="760877362">
    <w:abstractNumId w:val="16"/>
  </w:num>
  <w:num w:numId="19" w16cid:durableId="79066935">
    <w:abstractNumId w:val="13"/>
  </w:num>
  <w:num w:numId="20" w16cid:durableId="155807513">
    <w:abstractNumId w:val="18"/>
  </w:num>
  <w:num w:numId="21" w16cid:durableId="147206747">
    <w:abstractNumId w:val="29"/>
  </w:num>
  <w:num w:numId="22" w16cid:durableId="1308124299">
    <w:abstractNumId w:val="26"/>
  </w:num>
  <w:num w:numId="23" w16cid:durableId="132135447">
    <w:abstractNumId w:val="11"/>
  </w:num>
  <w:num w:numId="24" w16cid:durableId="1356075775">
    <w:abstractNumId w:val="25"/>
    <w:lvlOverride w:ilvl="0">
      <w:startOverride w:val="2"/>
    </w:lvlOverride>
    <w:lvlOverride w:ilvl="1">
      <w:startOverride w:val="3"/>
    </w:lvlOverride>
    <w:lvlOverride w:ilvl="2">
      <w:startOverride w:val="1"/>
    </w:lvlOverride>
    <w:lvlOverride w:ilvl="3">
      <w:startOverride w:val="1"/>
    </w:lvlOverride>
  </w:num>
  <w:num w:numId="25" w16cid:durableId="10096026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5000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6809013">
    <w:abstractNumId w:val="7"/>
  </w:num>
  <w:num w:numId="28" w16cid:durableId="400375181">
    <w:abstractNumId w:val="20"/>
  </w:num>
  <w:num w:numId="29" w16cid:durableId="221866140">
    <w:abstractNumId w:val="12"/>
  </w:num>
  <w:num w:numId="30" w16cid:durableId="392587519">
    <w:abstractNumId w:val="30"/>
  </w:num>
  <w:num w:numId="31" w16cid:durableId="15890182">
    <w:abstractNumId w:val="1"/>
  </w:num>
  <w:num w:numId="32" w16cid:durableId="601374066">
    <w:abstractNumId w:val="10"/>
  </w:num>
  <w:num w:numId="33" w16cid:durableId="367025444">
    <w:abstractNumId w:val="27"/>
  </w:num>
  <w:num w:numId="34" w16cid:durableId="770786047">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98308"/>
    <o:shapelayout v:ext="edit">
      <o:idmap v:ext="edit" data="9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86E"/>
    <w:rsid w:val="00000176"/>
    <w:rsid w:val="0000017E"/>
    <w:rsid w:val="000012BA"/>
    <w:rsid w:val="00001816"/>
    <w:rsid w:val="00001E1E"/>
    <w:rsid w:val="0000261A"/>
    <w:rsid w:val="000027C9"/>
    <w:rsid w:val="00003E32"/>
    <w:rsid w:val="00003E57"/>
    <w:rsid w:val="000042EF"/>
    <w:rsid w:val="00004698"/>
    <w:rsid w:val="000049A1"/>
    <w:rsid w:val="0000516E"/>
    <w:rsid w:val="000051E7"/>
    <w:rsid w:val="00005D4E"/>
    <w:rsid w:val="00006D5B"/>
    <w:rsid w:val="00006F41"/>
    <w:rsid w:val="00007694"/>
    <w:rsid w:val="000115E6"/>
    <w:rsid w:val="00012392"/>
    <w:rsid w:val="00012B3B"/>
    <w:rsid w:val="000130CD"/>
    <w:rsid w:val="00013D4A"/>
    <w:rsid w:val="00014104"/>
    <w:rsid w:val="00014749"/>
    <w:rsid w:val="00014789"/>
    <w:rsid w:val="00014CDE"/>
    <w:rsid w:val="00015382"/>
    <w:rsid w:val="00016922"/>
    <w:rsid w:val="00017E98"/>
    <w:rsid w:val="00020F6E"/>
    <w:rsid w:val="000215A0"/>
    <w:rsid w:val="00021CC9"/>
    <w:rsid w:val="00021F61"/>
    <w:rsid w:val="00021FEF"/>
    <w:rsid w:val="00022817"/>
    <w:rsid w:val="000238CA"/>
    <w:rsid w:val="00023C40"/>
    <w:rsid w:val="00024E33"/>
    <w:rsid w:val="00024E53"/>
    <w:rsid w:val="000319F9"/>
    <w:rsid w:val="000324F5"/>
    <w:rsid w:val="00032B73"/>
    <w:rsid w:val="00032CFC"/>
    <w:rsid w:val="00033B77"/>
    <w:rsid w:val="00034503"/>
    <w:rsid w:val="00034BD1"/>
    <w:rsid w:val="00034F8B"/>
    <w:rsid w:val="000358A4"/>
    <w:rsid w:val="00040114"/>
    <w:rsid w:val="0004046F"/>
    <w:rsid w:val="00040EA9"/>
    <w:rsid w:val="00041B43"/>
    <w:rsid w:val="00042255"/>
    <w:rsid w:val="00043847"/>
    <w:rsid w:val="00044866"/>
    <w:rsid w:val="00045356"/>
    <w:rsid w:val="00045CAB"/>
    <w:rsid w:val="00045D4C"/>
    <w:rsid w:val="00046BDB"/>
    <w:rsid w:val="00046D83"/>
    <w:rsid w:val="00046FD2"/>
    <w:rsid w:val="00047513"/>
    <w:rsid w:val="00047750"/>
    <w:rsid w:val="000479AD"/>
    <w:rsid w:val="00050C56"/>
    <w:rsid w:val="00050FFF"/>
    <w:rsid w:val="00051025"/>
    <w:rsid w:val="0005116E"/>
    <w:rsid w:val="0005151C"/>
    <w:rsid w:val="00051FC6"/>
    <w:rsid w:val="0005292C"/>
    <w:rsid w:val="000529B2"/>
    <w:rsid w:val="00057F55"/>
    <w:rsid w:val="00057FD3"/>
    <w:rsid w:val="00060F5D"/>
    <w:rsid w:val="00061557"/>
    <w:rsid w:val="00063196"/>
    <w:rsid w:val="00063C74"/>
    <w:rsid w:val="00065E1C"/>
    <w:rsid w:val="00067142"/>
    <w:rsid w:val="0006715A"/>
    <w:rsid w:val="0006787E"/>
    <w:rsid w:val="00070FCE"/>
    <w:rsid w:val="00071295"/>
    <w:rsid w:val="00071D46"/>
    <w:rsid w:val="000728B4"/>
    <w:rsid w:val="00073E1F"/>
    <w:rsid w:val="00074132"/>
    <w:rsid w:val="000746D0"/>
    <w:rsid w:val="0007538B"/>
    <w:rsid w:val="00075774"/>
    <w:rsid w:val="00076464"/>
    <w:rsid w:val="000777D0"/>
    <w:rsid w:val="000807B6"/>
    <w:rsid w:val="00080BC2"/>
    <w:rsid w:val="0008116F"/>
    <w:rsid w:val="00085500"/>
    <w:rsid w:val="00086265"/>
    <w:rsid w:val="00087903"/>
    <w:rsid w:val="00090D85"/>
    <w:rsid w:val="00094496"/>
    <w:rsid w:val="00095F5A"/>
    <w:rsid w:val="00096ADB"/>
    <w:rsid w:val="00096B1D"/>
    <w:rsid w:val="000A1967"/>
    <w:rsid w:val="000A1B8C"/>
    <w:rsid w:val="000A1BB0"/>
    <w:rsid w:val="000A5910"/>
    <w:rsid w:val="000A61CC"/>
    <w:rsid w:val="000A64C5"/>
    <w:rsid w:val="000A6FC2"/>
    <w:rsid w:val="000A73BB"/>
    <w:rsid w:val="000A778A"/>
    <w:rsid w:val="000B06C7"/>
    <w:rsid w:val="000B076F"/>
    <w:rsid w:val="000B0D18"/>
    <w:rsid w:val="000B0F56"/>
    <w:rsid w:val="000B276F"/>
    <w:rsid w:val="000B3C85"/>
    <w:rsid w:val="000B499C"/>
    <w:rsid w:val="000B4A7F"/>
    <w:rsid w:val="000B4CD6"/>
    <w:rsid w:val="000B58E3"/>
    <w:rsid w:val="000B7122"/>
    <w:rsid w:val="000C0C50"/>
    <w:rsid w:val="000C2162"/>
    <w:rsid w:val="000C288C"/>
    <w:rsid w:val="000C2922"/>
    <w:rsid w:val="000C3D3D"/>
    <w:rsid w:val="000C7750"/>
    <w:rsid w:val="000C7CD7"/>
    <w:rsid w:val="000D0897"/>
    <w:rsid w:val="000D0E75"/>
    <w:rsid w:val="000D0FA3"/>
    <w:rsid w:val="000E0695"/>
    <w:rsid w:val="000E06C7"/>
    <w:rsid w:val="000E3CB7"/>
    <w:rsid w:val="000E4867"/>
    <w:rsid w:val="000E65F8"/>
    <w:rsid w:val="000F0091"/>
    <w:rsid w:val="000F16AB"/>
    <w:rsid w:val="000F1F6D"/>
    <w:rsid w:val="000F389E"/>
    <w:rsid w:val="000F3E47"/>
    <w:rsid w:val="000F58F7"/>
    <w:rsid w:val="000F6718"/>
    <w:rsid w:val="000F6D74"/>
    <w:rsid w:val="0010058F"/>
    <w:rsid w:val="00100FD6"/>
    <w:rsid w:val="001016B6"/>
    <w:rsid w:val="00101FD2"/>
    <w:rsid w:val="00102791"/>
    <w:rsid w:val="00102EAC"/>
    <w:rsid w:val="00103931"/>
    <w:rsid w:val="00103BDA"/>
    <w:rsid w:val="001056B5"/>
    <w:rsid w:val="001058B8"/>
    <w:rsid w:val="00105DBA"/>
    <w:rsid w:val="001068D1"/>
    <w:rsid w:val="00107F17"/>
    <w:rsid w:val="00110ADC"/>
    <w:rsid w:val="00110DB2"/>
    <w:rsid w:val="0011140B"/>
    <w:rsid w:val="00111A48"/>
    <w:rsid w:val="00111C49"/>
    <w:rsid w:val="0011398F"/>
    <w:rsid w:val="00113A8A"/>
    <w:rsid w:val="001146C0"/>
    <w:rsid w:val="00117BA0"/>
    <w:rsid w:val="001204E2"/>
    <w:rsid w:val="00121B59"/>
    <w:rsid w:val="0012276D"/>
    <w:rsid w:val="001232CF"/>
    <w:rsid w:val="00123ABE"/>
    <w:rsid w:val="00124C13"/>
    <w:rsid w:val="00125893"/>
    <w:rsid w:val="00125C8A"/>
    <w:rsid w:val="001264BA"/>
    <w:rsid w:val="00126A04"/>
    <w:rsid w:val="00127FF4"/>
    <w:rsid w:val="001309E1"/>
    <w:rsid w:val="00131ED6"/>
    <w:rsid w:val="00132264"/>
    <w:rsid w:val="00132C31"/>
    <w:rsid w:val="00134750"/>
    <w:rsid w:val="001350BE"/>
    <w:rsid w:val="001356A8"/>
    <w:rsid w:val="00135BEE"/>
    <w:rsid w:val="001368CC"/>
    <w:rsid w:val="00137423"/>
    <w:rsid w:val="00137DB5"/>
    <w:rsid w:val="00137E7D"/>
    <w:rsid w:val="00140955"/>
    <w:rsid w:val="00141E89"/>
    <w:rsid w:val="001429E4"/>
    <w:rsid w:val="00142A3C"/>
    <w:rsid w:val="00143962"/>
    <w:rsid w:val="00143ED2"/>
    <w:rsid w:val="001448C5"/>
    <w:rsid w:val="001452C7"/>
    <w:rsid w:val="00146BC6"/>
    <w:rsid w:val="0014739D"/>
    <w:rsid w:val="0015018A"/>
    <w:rsid w:val="0015032D"/>
    <w:rsid w:val="001505D1"/>
    <w:rsid w:val="00150A7D"/>
    <w:rsid w:val="001525DD"/>
    <w:rsid w:val="00152934"/>
    <w:rsid w:val="0015333E"/>
    <w:rsid w:val="001533B5"/>
    <w:rsid w:val="001540D3"/>
    <w:rsid w:val="001562C8"/>
    <w:rsid w:val="00156371"/>
    <w:rsid w:val="0015642F"/>
    <w:rsid w:val="0015648E"/>
    <w:rsid w:val="001568D0"/>
    <w:rsid w:val="001606FF"/>
    <w:rsid w:val="00160CCB"/>
    <w:rsid w:val="00162EE1"/>
    <w:rsid w:val="001633A8"/>
    <w:rsid w:val="00163917"/>
    <w:rsid w:val="001639E1"/>
    <w:rsid w:val="00163DC9"/>
    <w:rsid w:val="001642B3"/>
    <w:rsid w:val="00164F91"/>
    <w:rsid w:val="00164FA5"/>
    <w:rsid w:val="00165493"/>
    <w:rsid w:val="00165939"/>
    <w:rsid w:val="001663E9"/>
    <w:rsid w:val="00166FFF"/>
    <w:rsid w:val="001673CB"/>
    <w:rsid w:val="001673E9"/>
    <w:rsid w:val="00171693"/>
    <w:rsid w:val="00172156"/>
    <w:rsid w:val="00172819"/>
    <w:rsid w:val="001729EA"/>
    <w:rsid w:val="00174634"/>
    <w:rsid w:val="00175516"/>
    <w:rsid w:val="001758F6"/>
    <w:rsid w:val="00175FA4"/>
    <w:rsid w:val="00176420"/>
    <w:rsid w:val="001765C6"/>
    <w:rsid w:val="0017727C"/>
    <w:rsid w:val="001773FF"/>
    <w:rsid w:val="001779E0"/>
    <w:rsid w:val="00180B98"/>
    <w:rsid w:val="00182BC7"/>
    <w:rsid w:val="00183F31"/>
    <w:rsid w:val="00184619"/>
    <w:rsid w:val="0018589C"/>
    <w:rsid w:val="0018593E"/>
    <w:rsid w:val="00187970"/>
    <w:rsid w:val="001900CF"/>
    <w:rsid w:val="00191080"/>
    <w:rsid w:val="00191C0E"/>
    <w:rsid w:val="00191D40"/>
    <w:rsid w:val="00192486"/>
    <w:rsid w:val="001929D3"/>
    <w:rsid w:val="00193E33"/>
    <w:rsid w:val="00193E6B"/>
    <w:rsid w:val="00193FEA"/>
    <w:rsid w:val="00194001"/>
    <w:rsid w:val="00194B4A"/>
    <w:rsid w:val="00195F1A"/>
    <w:rsid w:val="001972DA"/>
    <w:rsid w:val="001976E0"/>
    <w:rsid w:val="001A0F07"/>
    <w:rsid w:val="001A1DFC"/>
    <w:rsid w:val="001A3FD6"/>
    <w:rsid w:val="001A4A20"/>
    <w:rsid w:val="001A51CF"/>
    <w:rsid w:val="001A5242"/>
    <w:rsid w:val="001A68E7"/>
    <w:rsid w:val="001A701A"/>
    <w:rsid w:val="001A743C"/>
    <w:rsid w:val="001A78F1"/>
    <w:rsid w:val="001B11CE"/>
    <w:rsid w:val="001B1785"/>
    <w:rsid w:val="001B379F"/>
    <w:rsid w:val="001B404C"/>
    <w:rsid w:val="001B4205"/>
    <w:rsid w:val="001B4310"/>
    <w:rsid w:val="001B49D9"/>
    <w:rsid w:val="001B562C"/>
    <w:rsid w:val="001B62DE"/>
    <w:rsid w:val="001B783F"/>
    <w:rsid w:val="001B7A96"/>
    <w:rsid w:val="001C011E"/>
    <w:rsid w:val="001C1BBF"/>
    <w:rsid w:val="001C20B9"/>
    <w:rsid w:val="001C6729"/>
    <w:rsid w:val="001C690F"/>
    <w:rsid w:val="001D01CF"/>
    <w:rsid w:val="001D0238"/>
    <w:rsid w:val="001D0D0F"/>
    <w:rsid w:val="001D163C"/>
    <w:rsid w:val="001D2677"/>
    <w:rsid w:val="001D29A3"/>
    <w:rsid w:val="001D2BCE"/>
    <w:rsid w:val="001D2D34"/>
    <w:rsid w:val="001D3207"/>
    <w:rsid w:val="001D3A3E"/>
    <w:rsid w:val="001D464B"/>
    <w:rsid w:val="001D472E"/>
    <w:rsid w:val="001D4898"/>
    <w:rsid w:val="001D58F4"/>
    <w:rsid w:val="001D7860"/>
    <w:rsid w:val="001D7CEE"/>
    <w:rsid w:val="001E0AA6"/>
    <w:rsid w:val="001E0B52"/>
    <w:rsid w:val="001E0CE9"/>
    <w:rsid w:val="001E0DC5"/>
    <w:rsid w:val="001E1252"/>
    <w:rsid w:val="001E1801"/>
    <w:rsid w:val="001E1C06"/>
    <w:rsid w:val="001E31A1"/>
    <w:rsid w:val="001E349A"/>
    <w:rsid w:val="001E3864"/>
    <w:rsid w:val="001E44E9"/>
    <w:rsid w:val="001E4719"/>
    <w:rsid w:val="001E5D42"/>
    <w:rsid w:val="001F0116"/>
    <w:rsid w:val="001F0355"/>
    <w:rsid w:val="001F16CF"/>
    <w:rsid w:val="001F2E43"/>
    <w:rsid w:val="001F3D84"/>
    <w:rsid w:val="001F50B3"/>
    <w:rsid w:val="001F5127"/>
    <w:rsid w:val="001F6793"/>
    <w:rsid w:val="001F6DB7"/>
    <w:rsid w:val="001F7AE6"/>
    <w:rsid w:val="002002D1"/>
    <w:rsid w:val="0020079F"/>
    <w:rsid w:val="0020089B"/>
    <w:rsid w:val="00200DE5"/>
    <w:rsid w:val="00200E5D"/>
    <w:rsid w:val="002042D4"/>
    <w:rsid w:val="00205616"/>
    <w:rsid w:val="002057DA"/>
    <w:rsid w:val="00205D0E"/>
    <w:rsid w:val="002065A6"/>
    <w:rsid w:val="002076A6"/>
    <w:rsid w:val="0021290C"/>
    <w:rsid w:val="0021290E"/>
    <w:rsid w:val="002138AC"/>
    <w:rsid w:val="00214067"/>
    <w:rsid w:val="0021589A"/>
    <w:rsid w:val="0021698E"/>
    <w:rsid w:val="00221242"/>
    <w:rsid w:val="00221BC0"/>
    <w:rsid w:val="00222129"/>
    <w:rsid w:val="00223642"/>
    <w:rsid w:val="00223779"/>
    <w:rsid w:val="0022413A"/>
    <w:rsid w:val="00224997"/>
    <w:rsid w:val="002257B0"/>
    <w:rsid w:val="002306BC"/>
    <w:rsid w:val="00230FDC"/>
    <w:rsid w:val="0023155E"/>
    <w:rsid w:val="0023250F"/>
    <w:rsid w:val="00232AEA"/>
    <w:rsid w:val="002331DC"/>
    <w:rsid w:val="002343CA"/>
    <w:rsid w:val="00235486"/>
    <w:rsid w:val="00235F94"/>
    <w:rsid w:val="00235FBA"/>
    <w:rsid w:val="00237E05"/>
    <w:rsid w:val="002408A8"/>
    <w:rsid w:val="00241F0A"/>
    <w:rsid w:val="002427E6"/>
    <w:rsid w:val="00242E68"/>
    <w:rsid w:val="0024360E"/>
    <w:rsid w:val="002445ED"/>
    <w:rsid w:val="0024461C"/>
    <w:rsid w:val="00245106"/>
    <w:rsid w:val="002456B2"/>
    <w:rsid w:val="0024590C"/>
    <w:rsid w:val="00246712"/>
    <w:rsid w:val="00246AD2"/>
    <w:rsid w:val="002472FB"/>
    <w:rsid w:val="0024779A"/>
    <w:rsid w:val="002478AF"/>
    <w:rsid w:val="00250347"/>
    <w:rsid w:val="002503D7"/>
    <w:rsid w:val="00250B24"/>
    <w:rsid w:val="00250BA5"/>
    <w:rsid w:val="0025217E"/>
    <w:rsid w:val="00252A84"/>
    <w:rsid w:val="00253DB5"/>
    <w:rsid w:val="0025512B"/>
    <w:rsid w:val="00255A0D"/>
    <w:rsid w:val="00255A1C"/>
    <w:rsid w:val="00255A56"/>
    <w:rsid w:val="00256929"/>
    <w:rsid w:val="00257F3B"/>
    <w:rsid w:val="002606E8"/>
    <w:rsid w:val="00260C5E"/>
    <w:rsid w:val="00262994"/>
    <w:rsid w:val="0026385D"/>
    <w:rsid w:val="00264354"/>
    <w:rsid w:val="00265211"/>
    <w:rsid w:val="002655F2"/>
    <w:rsid w:val="002674CD"/>
    <w:rsid w:val="002702AA"/>
    <w:rsid w:val="00270B88"/>
    <w:rsid w:val="0027286E"/>
    <w:rsid w:val="00274990"/>
    <w:rsid w:val="002750CF"/>
    <w:rsid w:val="00275E72"/>
    <w:rsid w:val="0027634D"/>
    <w:rsid w:val="00277345"/>
    <w:rsid w:val="00277F18"/>
    <w:rsid w:val="002803AA"/>
    <w:rsid w:val="00280A99"/>
    <w:rsid w:val="00280C90"/>
    <w:rsid w:val="00281134"/>
    <w:rsid w:val="00282367"/>
    <w:rsid w:val="002830CA"/>
    <w:rsid w:val="002836F9"/>
    <w:rsid w:val="00283865"/>
    <w:rsid w:val="00284DF3"/>
    <w:rsid w:val="002854E7"/>
    <w:rsid w:val="00285519"/>
    <w:rsid w:val="00285DC2"/>
    <w:rsid w:val="002862D0"/>
    <w:rsid w:val="002865C5"/>
    <w:rsid w:val="00286606"/>
    <w:rsid w:val="002870BA"/>
    <w:rsid w:val="00287671"/>
    <w:rsid w:val="00287937"/>
    <w:rsid w:val="0029021A"/>
    <w:rsid w:val="00290CE8"/>
    <w:rsid w:val="0029340C"/>
    <w:rsid w:val="002937C8"/>
    <w:rsid w:val="00293F32"/>
    <w:rsid w:val="002951BC"/>
    <w:rsid w:val="002951C7"/>
    <w:rsid w:val="00295F12"/>
    <w:rsid w:val="00296B86"/>
    <w:rsid w:val="00297435"/>
    <w:rsid w:val="002A069E"/>
    <w:rsid w:val="002A0B33"/>
    <w:rsid w:val="002A0F1D"/>
    <w:rsid w:val="002A3395"/>
    <w:rsid w:val="002A3956"/>
    <w:rsid w:val="002A7554"/>
    <w:rsid w:val="002B0134"/>
    <w:rsid w:val="002B2360"/>
    <w:rsid w:val="002B2D05"/>
    <w:rsid w:val="002B4061"/>
    <w:rsid w:val="002B4FE0"/>
    <w:rsid w:val="002B577D"/>
    <w:rsid w:val="002B5A54"/>
    <w:rsid w:val="002B6178"/>
    <w:rsid w:val="002B6F20"/>
    <w:rsid w:val="002C0496"/>
    <w:rsid w:val="002C104C"/>
    <w:rsid w:val="002C2AEA"/>
    <w:rsid w:val="002C4CF4"/>
    <w:rsid w:val="002C56F6"/>
    <w:rsid w:val="002C5C8F"/>
    <w:rsid w:val="002C5DA1"/>
    <w:rsid w:val="002C6B95"/>
    <w:rsid w:val="002C7538"/>
    <w:rsid w:val="002C77A5"/>
    <w:rsid w:val="002D1CB3"/>
    <w:rsid w:val="002D3440"/>
    <w:rsid w:val="002D4E5F"/>
    <w:rsid w:val="002D526A"/>
    <w:rsid w:val="002D58D7"/>
    <w:rsid w:val="002D730D"/>
    <w:rsid w:val="002E13A0"/>
    <w:rsid w:val="002E1A66"/>
    <w:rsid w:val="002E1B94"/>
    <w:rsid w:val="002E2520"/>
    <w:rsid w:val="002E534F"/>
    <w:rsid w:val="002E5A32"/>
    <w:rsid w:val="002E7373"/>
    <w:rsid w:val="002E78E7"/>
    <w:rsid w:val="002E7CBE"/>
    <w:rsid w:val="002E7D4C"/>
    <w:rsid w:val="002F11C9"/>
    <w:rsid w:val="002F15A0"/>
    <w:rsid w:val="002F1E85"/>
    <w:rsid w:val="002F24B2"/>
    <w:rsid w:val="002F4205"/>
    <w:rsid w:val="002F462B"/>
    <w:rsid w:val="002F4A2B"/>
    <w:rsid w:val="002F6408"/>
    <w:rsid w:val="003003AD"/>
    <w:rsid w:val="00302349"/>
    <w:rsid w:val="00302B8D"/>
    <w:rsid w:val="00304120"/>
    <w:rsid w:val="00304549"/>
    <w:rsid w:val="00304BDE"/>
    <w:rsid w:val="00304C9B"/>
    <w:rsid w:val="00306648"/>
    <w:rsid w:val="00306A4B"/>
    <w:rsid w:val="00307A21"/>
    <w:rsid w:val="00311931"/>
    <w:rsid w:val="00313281"/>
    <w:rsid w:val="00313573"/>
    <w:rsid w:val="003138BA"/>
    <w:rsid w:val="003141D2"/>
    <w:rsid w:val="00314522"/>
    <w:rsid w:val="003145BF"/>
    <w:rsid w:val="00314C9F"/>
    <w:rsid w:val="003154DE"/>
    <w:rsid w:val="00315627"/>
    <w:rsid w:val="00315DD3"/>
    <w:rsid w:val="003177CB"/>
    <w:rsid w:val="00323EAF"/>
    <w:rsid w:val="00325A85"/>
    <w:rsid w:val="00326178"/>
    <w:rsid w:val="0032686E"/>
    <w:rsid w:val="003307AE"/>
    <w:rsid w:val="00332CED"/>
    <w:rsid w:val="00334310"/>
    <w:rsid w:val="003346E5"/>
    <w:rsid w:val="003355AF"/>
    <w:rsid w:val="003365A5"/>
    <w:rsid w:val="00336D9B"/>
    <w:rsid w:val="003400F1"/>
    <w:rsid w:val="00340C5E"/>
    <w:rsid w:val="0034110F"/>
    <w:rsid w:val="00341476"/>
    <w:rsid w:val="00341FA6"/>
    <w:rsid w:val="0034395B"/>
    <w:rsid w:val="00344400"/>
    <w:rsid w:val="003446BE"/>
    <w:rsid w:val="00344D6F"/>
    <w:rsid w:val="00344F90"/>
    <w:rsid w:val="003452EF"/>
    <w:rsid w:val="00346110"/>
    <w:rsid w:val="00347026"/>
    <w:rsid w:val="003474DD"/>
    <w:rsid w:val="00347BF6"/>
    <w:rsid w:val="003503C4"/>
    <w:rsid w:val="0035052B"/>
    <w:rsid w:val="00350920"/>
    <w:rsid w:val="00351C9A"/>
    <w:rsid w:val="00351E58"/>
    <w:rsid w:val="00355284"/>
    <w:rsid w:val="00355CF7"/>
    <w:rsid w:val="0035639D"/>
    <w:rsid w:val="00356CFC"/>
    <w:rsid w:val="0035729E"/>
    <w:rsid w:val="00357618"/>
    <w:rsid w:val="00360735"/>
    <w:rsid w:val="00360C07"/>
    <w:rsid w:val="00361ABE"/>
    <w:rsid w:val="00362795"/>
    <w:rsid w:val="00363A6B"/>
    <w:rsid w:val="003678FA"/>
    <w:rsid w:val="00367A26"/>
    <w:rsid w:val="003713F7"/>
    <w:rsid w:val="00372626"/>
    <w:rsid w:val="00372A5E"/>
    <w:rsid w:val="00372B11"/>
    <w:rsid w:val="003734B1"/>
    <w:rsid w:val="003805B7"/>
    <w:rsid w:val="00380736"/>
    <w:rsid w:val="00381960"/>
    <w:rsid w:val="0038294B"/>
    <w:rsid w:val="00382B75"/>
    <w:rsid w:val="0038386A"/>
    <w:rsid w:val="00383922"/>
    <w:rsid w:val="00383A19"/>
    <w:rsid w:val="00383C25"/>
    <w:rsid w:val="00384067"/>
    <w:rsid w:val="0038681B"/>
    <w:rsid w:val="0038766F"/>
    <w:rsid w:val="00390463"/>
    <w:rsid w:val="003908F2"/>
    <w:rsid w:val="00390EBC"/>
    <w:rsid w:val="00391827"/>
    <w:rsid w:val="00391A73"/>
    <w:rsid w:val="0039258D"/>
    <w:rsid w:val="0039288B"/>
    <w:rsid w:val="00393E7B"/>
    <w:rsid w:val="00394380"/>
    <w:rsid w:val="0039545E"/>
    <w:rsid w:val="00396584"/>
    <w:rsid w:val="003976BD"/>
    <w:rsid w:val="00397FCE"/>
    <w:rsid w:val="003A122C"/>
    <w:rsid w:val="003A1FCE"/>
    <w:rsid w:val="003A264F"/>
    <w:rsid w:val="003A30F8"/>
    <w:rsid w:val="003A4151"/>
    <w:rsid w:val="003A53A5"/>
    <w:rsid w:val="003A5E68"/>
    <w:rsid w:val="003A6513"/>
    <w:rsid w:val="003A653F"/>
    <w:rsid w:val="003A74CF"/>
    <w:rsid w:val="003B1168"/>
    <w:rsid w:val="003B1A4E"/>
    <w:rsid w:val="003B21B8"/>
    <w:rsid w:val="003B2295"/>
    <w:rsid w:val="003B3C0C"/>
    <w:rsid w:val="003B4406"/>
    <w:rsid w:val="003B44B7"/>
    <w:rsid w:val="003B463E"/>
    <w:rsid w:val="003B54EA"/>
    <w:rsid w:val="003B5862"/>
    <w:rsid w:val="003B59F8"/>
    <w:rsid w:val="003B7400"/>
    <w:rsid w:val="003B7A6C"/>
    <w:rsid w:val="003C00E2"/>
    <w:rsid w:val="003C1074"/>
    <w:rsid w:val="003C2B61"/>
    <w:rsid w:val="003C2EB4"/>
    <w:rsid w:val="003C3278"/>
    <w:rsid w:val="003C4278"/>
    <w:rsid w:val="003C488F"/>
    <w:rsid w:val="003C5415"/>
    <w:rsid w:val="003C5766"/>
    <w:rsid w:val="003C5DBF"/>
    <w:rsid w:val="003C6D88"/>
    <w:rsid w:val="003D044A"/>
    <w:rsid w:val="003D0E63"/>
    <w:rsid w:val="003D2052"/>
    <w:rsid w:val="003D231E"/>
    <w:rsid w:val="003D522B"/>
    <w:rsid w:val="003D6360"/>
    <w:rsid w:val="003D7696"/>
    <w:rsid w:val="003D7F4D"/>
    <w:rsid w:val="003E06B8"/>
    <w:rsid w:val="003E0AE1"/>
    <w:rsid w:val="003E10E0"/>
    <w:rsid w:val="003E16A2"/>
    <w:rsid w:val="003E2ED2"/>
    <w:rsid w:val="003E369B"/>
    <w:rsid w:val="003E4521"/>
    <w:rsid w:val="003E463D"/>
    <w:rsid w:val="003E4AFB"/>
    <w:rsid w:val="003E5630"/>
    <w:rsid w:val="003E5E5F"/>
    <w:rsid w:val="003E6C00"/>
    <w:rsid w:val="003E6D31"/>
    <w:rsid w:val="003F2A6A"/>
    <w:rsid w:val="003F2E03"/>
    <w:rsid w:val="003F327D"/>
    <w:rsid w:val="003F36F6"/>
    <w:rsid w:val="003F3927"/>
    <w:rsid w:val="003F4A0D"/>
    <w:rsid w:val="003F512A"/>
    <w:rsid w:val="003F74EA"/>
    <w:rsid w:val="003F75AD"/>
    <w:rsid w:val="003F7909"/>
    <w:rsid w:val="004004FD"/>
    <w:rsid w:val="00403CA5"/>
    <w:rsid w:val="004056B4"/>
    <w:rsid w:val="00407149"/>
    <w:rsid w:val="00407694"/>
    <w:rsid w:val="00410405"/>
    <w:rsid w:val="00411C35"/>
    <w:rsid w:val="0041269D"/>
    <w:rsid w:val="00412D78"/>
    <w:rsid w:val="00412E9F"/>
    <w:rsid w:val="004137BB"/>
    <w:rsid w:val="0041462C"/>
    <w:rsid w:val="004154B8"/>
    <w:rsid w:val="00415A58"/>
    <w:rsid w:val="0041681B"/>
    <w:rsid w:val="004172EB"/>
    <w:rsid w:val="0041748B"/>
    <w:rsid w:val="00420D5A"/>
    <w:rsid w:val="00420F12"/>
    <w:rsid w:val="00423355"/>
    <w:rsid w:val="00423FCF"/>
    <w:rsid w:val="00424253"/>
    <w:rsid w:val="00424853"/>
    <w:rsid w:val="00424BE7"/>
    <w:rsid w:val="00425492"/>
    <w:rsid w:val="00425A92"/>
    <w:rsid w:val="00427930"/>
    <w:rsid w:val="00427A91"/>
    <w:rsid w:val="004303C5"/>
    <w:rsid w:val="00430704"/>
    <w:rsid w:val="00433230"/>
    <w:rsid w:val="004349E1"/>
    <w:rsid w:val="00434AF1"/>
    <w:rsid w:val="00434E04"/>
    <w:rsid w:val="00434EDF"/>
    <w:rsid w:val="004376BB"/>
    <w:rsid w:val="00440198"/>
    <w:rsid w:val="004407A9"/>
    <w:rsid w:val="00441554"/>
    <w:rsid w:val="00441C17"/>
    <w:rsid w:val="004425A4"/>
    <w:rsid w:val="0044286F"/>
    <w:rsid w:val="00443833"/>
    <w:rsid w:val="00443A06"/>
    <w:rsid w:val="00444BF3"/>
    <w:rsid w:val="00444C3D"/>
    <w:rsid w:val="004451D5"/>
    <w:rsid w:val="00445371"/>
    <w:rsid w:val="00445521"/>
    <w:rsid w:val="00445922"/>
    <w:rsid w:val="004464BC"/>
    <w:rsid w:val="0044730E"/>
    <w:rsid w:val="004474A5"/>
    <w:rsid w:val="0045059E"/>
    <w:rsid w:val="00450EF7"/>
    <w:rsid w:val="004514A4"/>
    <w:rsid w:val="00451862"/>
    <w:rsid w:val="004551D3"/>
    <w:rsid w:val="004554BE"/>
    <w:rsid w:val="00456AFF"/>
    <w:rsid w:val="004630BD"/>
    <w:rsid w:val="00463ADD"/>
    <w:rsid w:val="00463E19"/>
    <w:rsid w:val="0046449B"/>
    <w:rsid w:val="004661D4"/>
    <w:rsid w:val="004663C8"/>
    <w:rsid w:val="00467001"/>
    <w:rsid w:val="00467187"/>
    <w:rsid w:val="004676A9"/>
    <w:rsid w:val="00467DCA"/>
    <w:rsid w:val="00467E74"/>
    <w:rsid w:val="00471003"/>
    <w:rsid w:val="0047190F"/>
    <w:rsid w:val="00471EE2"/>
    <w:rsid w:val="00472116"/>
    <w:rsid w:val="00472392"/>
    <w:rsid w:val="004724EA"/>
    <w:rsid w:val="00472C5D"/>
    <w:rsid w:val="00473A38"/>
    <w:rsid w:val="00474AAA"/>
    <w:rsid w:val="00474C32"/>
    <w:rsid w:val="00475BEB"/>
    <w:rsid w:val="0047659F"/>
    <w:rsid w:val="0047764E"/>
    <w:rsid w:val="00477E36"/>
    <w:rsid w:val="004802BB"/>
    <w:rsid w:val="00481311"/>
    <w:rsid w:val="00481B0B"/>
    <w:rsid w:val="00481DD5"/>
    <w:rsid w:val="0048205F"/>
    <w:rsid w:val="0048355D"/>
    <w:rsid w:val="00484485"/>
    <w:rsid w:val="004849DF"/>
    <w:rsid w:val="004863A7"/>
    <w:rsid w:val="00487D32"/>
    <w:rsid w:val="00487E9C"/>
    <w:rsid w:val="004900C5"/>
    <w:rsid w:val="00491244"/>
    <w:rsid w:val="004917ED"/>
    <w:rsid w:val="00493D74"/>
    <w:rsid w:val="00494154"/>
    <w:rsid w:val="00497664"/>
    <w:rsid w:val="00497FBF"/>
    <w:rsid w:val="004A16F1"/>
    <w:rsid w:val="004A1C2A"/>
    <w:rsid w:val="004A2B8F"/>
    <w:rsid w:val="004A5879"/>
    <w:rsid w:val="004A6D58"/>
    <w:rsid w:val="004A6D88"/>
    <w:rsid w:val="004A7FE7"/>
    <w:rsid w:val="004B0ADB"/>
    <w:rsid w:val="004B0BC7"/>
    <w:rsid w:val="004B113D"/>
    <w:rsid w:val="004B131A"/>
    <w:rsid w:val="004B33BA"/>
    <w:rsid w:val="004B61D3"/>
    <w:rsid w:val="004B77C0"/>
    <w:rsid w:val="004C004D"/>
    <w:rsid w:val="004C1758"/>
    <w:rsid w:val="004C1E57"/>
    <w:rsid w:val="004C22C9"/>
    <w:rsid w:val="004C2346"/>
    <w:rsid w:val="004C2C8C"/>
    <w:rsid w:val="004C2F1F"/>
    <w:rsid w:val="004C3906"/>
    <w:rsid w:val="004C60FF"/>
    <w:rsid w:val="004C7542"/>
    <w:rsid w:val="004C7728"/>
    <w:rsid w:val="004C7997"/>
    <w:rsid w:val="004C7B3D"/>
    <w:rsid w:val="004C7FE0"/>
    <w:rsid w:val="004D0A21"/>
    <w:rsid w:val="004D1828"/>
    <w:rsid w:val="004D20A5"/>
    <w:rsid w:val="004D2548"/>
    <w:rsid w:val="004D2C0D"/>
    <w:rsid w:val="004D3775"/>
    <w:rsid w:val="004D3ECE"/>
    <w:rsid w:val="004D590B"/>
    <w:rsid w:val="004D63DB"/>
    <w:rsid w:val="004D7DAA"/>
    <w:rsid w:val="004E0286"/>
    <w:rsid w:val="004E2CC0"/>
    <w:rsid w:val="004E36A4"/>
    <w:rsid w:val="004E37D4"/>
    <w:rsid w:val="004E43D5"/>
    <w:rsid w:val="004E478E"/>
    <w:rsid w:val="004E4A94"/>
    <w:rsid w:val="004E514C"/>
    <w:rsid w:val="004E6203"/>
    <w:rsid w:val="004E66C9"/>
    <w:rsid w:val="004E6715"/>
    <w:rsid w:val="004E6DD7"/>
    <w:rsid w:val="004E705E"/>
    <w:rsid w:val="004E70BF"/>
    <w:rsid w:val="004E7494"/>
    <w:rsid w:val="004F0EAB"/>
    <w:rsid w:val="004F156A"/>
    <w:rsid w:val="004F1B86"/>
    <w:rsid w:val="004F1C24"/>
    <w:rsid w:val="004F22B9"/>
    <w:rsid w:val="004F249E"/>
    <w:rsid w:val="004F2621"/>
    <w:rsid w:val="004F2A10"/>
    <w:rsid w:val="004F3071"/>
    <w:rsid w:val="004F354F"/>
    <w:rsid w:val="004F3E51"/>
    <w:rsid w:val="004F4791"/>
    <w:rsid w:val="004F507E"/>
    <w:rsid w:val="004F69AE"/>
    <w:rsid w:val="00500506"/>
    <w:rsid w:val="00500A4F"/>
    <w:rsid w:val="00500DD1"/>
    <w:rsid w:val="005024A5"/>
    <w:rsid w:val="00502BAE"/>
    <w:rsid w:val="00502E1F"/>
    <w:rsid w:val="005032AE"/>
    <w:rsid w:val="00504066"/>
    <w:rsid w:val="00505372"/>
    <w:rsid w:val="00505A31"/>
    <w:rsid w:val="0050618F"/>
    <w:rsid w:val="0050693E"/>
    <w:rsid w:val="00506E58"/>
    <w:rsid w:val="00507FAD"/>
    <w:rsid w:val="00510702"/>
    <w:rsid w:val="00510B28"/>
    <w:rsid w:val="00511D76"/>
    <w:rsid w:val="0051204E"/>
    <w:rsid w:val="00512407"/>
    <w:rsid w:val="00512533"/>
    <w:rsid w:val="00512577"/>
    <w:rsid w:val="00512B71"/>
    <w:rsid w:val="0051320B"/>
    <w:rsid w:val="00513911"/>
    <w:rsid w:val="00514A1C"/>
    <w:rsid w:val="00514BE6"/>
    <w:rsid w:val="00514D4D"/>
    <w:rsid w:val="00514F70"/>
    <w:rsid w:val="005161D1"/>
    <w:rsid w:val="00516436"/>
    <w:rsid w:val="00516F1D"/>
    <w:rsid w:val="00517FB9"/>
    <w:rsid w:val="00522374"/>
    <w:rsid w:val="00522A42"/>
    <w:rsid w:val="0052419D"/>
    <w:rsid w:val="0052429B"/>
    <w:rsid w:val="00526F78"/>
    <w:rsid w:val="00527FF4"/>
    <w:rsid w:val="0053012F"/>
    <w:rsid w:val="005320D4"/>
    <w:rsid w:val="00532A9B"/>
    <w:rsid w:val="00533029"/>
    <w:rsid w:val="00534FC4"/>
    <w:rsid w:val="005402B7"/>
    <w:rsid w:val="00542431"/>
    <w:rsid w:val="005436CA"/>
    <w:rsid w:val="0054397A"/>
    <w:rsid w:val="00543C55"/>
    <w:rsid w:val="00543CB9"/>
    <w:rsid w:val="00544B1D"/>
    <w:rsid w:val="00545EC8"/>
    <w:rsid w:val="0054763C"/>
    <w:rsid w:val="00547EFE"/>
    <w:rsid w:val="005503D4"/>
    <w:rsid w:val="005507C9"/>
    <w:rsid w:val="00550AEE"/>
    <w:rsid w:val="00551F6C"/>
    <w:rsid w:val="0055261F"/>
    <w:rsid w:val="00552A1D"/>
    <w:rsid w:val="00554516"/>
    <w:rsid w:val="005562A9"/>
    <w:rsid w:val="005568B9"/>
    <w:rsid w:val="00556EE1"/>
    <w:rsid w:val="005579BC"/>
    <w:rsid w:val="005604F6"/>
    <w:rsid w:val="00560644"/>
    <w:rsid w:val="00560C6D"/>
    <w:rsid w:val="00561E88"/>
    <w:rsid w:val="00562DB5"/>
    <w:rsid w:val="00563533"/>
    <w:rsid w:val="00563774"/>
    <w:rsid w:val="00563A1F"/>
    <w:rsid w:val="005640C9"/>
    <w:rsid w:val="00564B19"/>
    <w:rsid w:val="00564EDD"/>
    <w:rsid w:val="005654A0"/>
    <w:rsid w:val="00565848"/>
    <w:rsid w:val="00565B30"/>
    <w:rsid w:val="005675D6"/>
    <w:rsid w:val="00567685"/>
    <w:rsid w:val="00570246"/>
    <w:rsid w:val="00570FF9"/>
    <w:rsid w:val="00571225"/>
    <w:rsid w:val="0057182D"/>
    <w:rsid w:val="00571BC2"/>
    <w:rsid w:val="00571ED8"/>
    <w:rsid w:val="0057201C"/>
    <w:rsid w:val="00572F3E"/>
    <w:rsid w:val="00575D3F"/>
    <w:rsid w:val="00576522"/>
    <w:rsid w:val="00576967"/>
    <w:rsid w:val="00577451"/>
    <w:rsid w:val="0058176E"/>
    <w:rsid w:val="00581C6A"/>
    <w:rsid w:val="00581EEA"/>
    <w:rsid w:val="00582BAA"/>
    <w:rsid w:val="00583AC8"/>
    <w:rsid w:val="00583E02"/>
    <w:rsid w:val="00584234"/>
    <w:rsid w:val="00585879"/>
    <w:rsid w:val="00586B39"/>
    <w:rsid w:val="00586C30"/>
    <w:rsid w:val="00586FD9"/>
    <w:rsid w:val="0058743E"/>
    <w:rsid w:val="00587527"/>
    <w:rsid w:val="00590090"/>
    <w:rsid w:val="0059101C"/>
    <w:rsid w:val="00592FAE"/>
    <w:rsid w:val="00593513"/>
    <w:rsid w:val="0059491D"/>
    <w:rsid w:val="0059492E"/>
    <w:rsid w:val="00595364"/>
    <w:rsid w:val="00597B1B"/>
    <w:rsid w:val="005A03AC"/>
    <w:rsid w:val="005A0E4F"/>
    <w:rsid w:val="005A141D"/>
    <w:rsid w:val="005A1741"/>
    <w:rsid w:val="005A1846"/>
    <w:rsid w:val="005A2448"/>
    <w:rsid w:val="005A343F"/>
    <w:rsid w:val="005A43D9"/>
    <w:rsid w:val="005A468A"/>
    <w:rsid w:val="005A4F33"/>
    <w:rsid w:val="005A5468"/>
    <w:rsid w:val="005A5692"/>
    <w:rsid w:val="005A66AA"/>
    <w:rsid w:val="005A6EA4"/>
    <w:rsid w:val="005A6F9A"/>
    <w:rsid w:val="005B0882"/>
    <w:rsid w:val="005B38BD"/>
    <w:rsid w:val="005B458E"/>
    <w:rsid w:val="005B5CA6"/>
    <w:rsid w:val="005B6C3D"/>
    <w:rsid w:val="005B74AD"/>
    <w:rsid w:val="005B7901"/>
    <w:rsid w:val="005B7A05"/>
    <w:rsid w:val="005C1FC4"/>
    <w:rsid w:val="005C229C"/>
    <w:rsid w:val="005C2856"/>
    <w:rsid w:val="005C3422"/>
    <w:rsid w:val="005C365A"/>
    <w:rsid w:val="005C4153"/>
    <w:rsid w:val="005C47D6"/>
    <w:rsid w:val="005C663A"/>
    <w:rsid w:val="005C68E0"/>
    <w:rsid w:val="005C72EA"/>
    <w:rsid w:val="005C77CD"/>
    <w:rsid w:val="005D0B31"/>
    <w:rsid w:val="005D20F9"/>
    <w:rsid w:val="005D303F"/>
    <w:rsid w:val="005D5047"/>
    <w:rsid w:val="005D744E"/>
    <w:rsid w:val="005D7DA2"/>
    <w:rsid w:val="005E076B"/>
    <w:rsid w:val="005E1D64"/>
    <w:rsid w:val="005E25B4"/>
    <w:rsid w:val="005E2678"/>
    <w:rsid w:val="005E27EC"/>
    <w:rsid w:val="005E2EE2"/>
    <w:rsid w:val="005E7860"/>
    <w:rsid w:val="005F1AAC"/>
    <w:rsid w:val="005F3A3D"/>
    <w:rsid w:val="005F4978"/>
    <w:rsid w:val="005F4ACB"/>
    <w:rsid w:val="005F6D2A"/>
    <w:rsid w:val="005F7519"/>
    <w:rsid w:val="005F7AA0"/>
    <w:rsid w:val="0060048D"/>
    <w:rsid w:val="00602292"/>
    <w:rsid w:val="00602E5D"/>
    <w:rsid w:val="00603EB9"/>
    <w:rsid w:val="00605411"/>
    <w:rsid w:val="0060790D"/>
    <w:rsid w:val="006112A2"/>
    <w:rsid w:val="00611C15"/>
    <w:rsid w:val="006124F8"/>
    <w:rsid w:val="00612A47"/>
    <w:rsid w:val="0061507B"/>
    <w:rsid w:val="006153C7"/>
    <w:rsid w:val="00615C4B"/>
    <w:rsid w:val="00615DE6"/>
    <w:rsid w:val="006163C2"/>
    <w:rsid w:val="00621436"/>
    <w:rsid w:val="0062178E"/>
    <w:rsid w:val="00622D23"/>
    <w:rsid w:val="0062324A"/>
    <w:rsid w:val="006233B6"/>
    <w:rsid w:val="00623656"/>
    <w:rsid w:val="006236D0"/>
    <w:rsid w:val="00623DF1"/>
    <w:rsid w:val="0062412D"/>
    <w:rsid w:val="00624385"/>
    <w:rsid w:val="006249D9"/>
    <w:rsid w:val="006252FD"/>
    <w:rsid w:val="0062578E"/>
    <w:rsid w:val="00625AD1"/>
    <w:rsid w:val="00625C72"/>
    <w:rsid w:val="006269A7"/>
    <w:rsid w:val="00627380"/>
    <w:rsid w:val="00627434"/>
    <w:rsid w:val="00627B25"/>
    <w:rsid w:val="00632818"/>
    <w:rsid w:val="0063307E"/>
    <w:rsid w:val="00634F83"/>
    <w:rsid w:val="00635794"/>
    <w:rsid w:val="006400A7"/>
    <w:rsid w:val="00640F9C"/>
    <w:rsid w:val="0064100C"/>
    <w:rsid w:val="0064128C"/>
    <w:rsid w:val="00641D53"/>
    <w:rsid w:val="0064366A"/>
    <w:rsid w:val="0064474E"/>
    <w:rsid w:val="006452B8"/>
    <w:rsid w:val="006453EF"/>
    <w:rsid w:val="00645D0C"/>
    <w:rsid w:val="00647919"/>
    <w:rsid w:val="00651F52"/>
    <w:rsid w:val="00652689"/>
    <w:rsid w:val="00653161"/>
    <w:rsid w:val="0065460E"/>
    <w:rsid w:val="00654DD3"/>
    <w:rsid w:val="00655582"/>
    <w:rsid w:val="00655749"/>
    <w:rsid w:val="00655C40"/>
    <w:rsid w:val="0065738D"/>
    <w:rsid w:val="006576AB"/>
    <w:rsid w:val="00660D75"/>
    <w:rsid w:val="00660E18"/>
    <w:rsid w:val="0066125A"/>
    <w:rsid w:val="0066127F"/>
    <w:rsid w:val="00661479"/>
    <w:rsid w:val="00661947"/>
    <w:rsid w:val="0066530A"/>
    <w:rsid w:val="006656F4"/>
    <w:rsid w:val="00665D73"/>
    <w:rsid w:val="0066781A"/>
    <w:rsid w:val="00670486"/>
    <w:rsid w:val="00671612"/>
    <w:rsid w:val="00671F09"/>
    <w:rsid w:val="0067374E"/>
    <w:rsid w:val="00674C09"/>
    <w:rsid w:val="00680365"/>
    <w:rsid w:val="00680DDB"/>
    <w:rsid w:val="006839D5"/>
    <w:rsid w:val="0068418C"/>
    <w:rsid w:val="006844E5"/>
    <w:rsid w:val="00685D44"/>
    <w:rsid w:val="00685DDA"/>
    <w:rsid w:val="00690273"/>
    <w:rsid w:val="006913AF"/>
    <w:rsid w:val="00691BE9"/>
    <w:rsid w:val="00691F46"/>
    <w:rsid w:val="00693B13"/>
    <w:rsid w:val="0069460D"/>
    <w:rsid w:val="00694CB8"/>
    <w:rsid w:val="00695D1A"/>
    <w:rsid w:val="006965A9"/>
    <w:rsid w:val="006A16A5"/>
    <w:rsid w:val="006A1B1C"/>
    <w:rsid w:val="006A1DB1"/>
    <w:rsid w:val="006A1FFC"/>
    <w:rsid w:val="006A3D64"/>
    <w:rsid w:val="006A4633"/>
    <w:rsid w:val="006A493F"/>
    <w:rsid w:val="006A5AF9"/>
    <w:rsid w:val="006A61D6"/>
    <w:rsid w:val="006A714D"/>
    <w:rsid w:val="006A7802"/>
    <w:rsid w:val="006B0A29"/>
    <w:rsid w:val="006B0D72"/>
    <w:rsid w:val="006B1816"/>
    <w:rsid w:val="006B21E4"/>
    <w:rsid w:val="006B33E0"/>
    <w:rsid w:val="006B385A"/>
    <w:rsid w:val="006B3C3B"/>
    <w:rsid w:val="006B58DA"/>
    <w:rsid w:val="006B64C4"/>
    <w:rsid w:val="006B720B"/>
    <w:rsid w:val="006B7267"/>
    <w:rsid w:val="006B794F"/>
    <w:rsid w:val="006B7ACF"/>
    <w:rsid w:val="006C0EC9"/>
    <w:rsid w:val="006C1667"/>
    <w:rsid w:val="006C187B"/>
    <w:rsid w:val="006C1FE2"/>
    <w:rsid w:val="006C243A"/>
    <w:rsid w:val="006C35A4"/>
    <w:rsid w:val="006C7235"/>
    <w:rsid w:val="006C7685"/>
    <w:rsid w:val="006C76EA"/>
    <w:rsid w:val="006D037F"/>
    <w:rsid w:val="006D0386"/>
    <w:rsid w:val="006D0A7F"/>
    <w:rsid w:val="006D0D44"/>
    <w:rsid w:val="006D1FF9"/>
    <w:rsid w:val="006D231F"/>
    <w:rsid w:val="006D46B8"/>
    <w:rsid w:val="006D4B9D"/>
    <w:rsid w:val="006D5713"/>
    <w:rsid w:val="006D57FE"/>
    <w:rsid w:val="006D61FA"/>
    <w:rsid w:val="006E19DD"/>
    <w:rsid w:val="006E273C"/>
    <w:rsid w:val="006E282A"/>
    <w:rsid w:val="006E4FB5"/>
    <w:rsid w:val="006E595C"/>
    <w:rsid w:val="006E6077"/>
    <w:rsid w:val="006E6E38"/>
    <w:rsid w:val="006E6EA1"/>
    <w:rsid w:val="006E753E"/>
    <w:rsid w:val="006E7AA2"/>
    <w:rsid w:val="006F0101"/>
    <w:rsid w:val="006F04F7"/>
    <w:rsid w:val="006F3330"/>
    <w:rsid w:val="006F515A"/>
    <w:rsid w:val="006F5364"/>
    <w:rsid w:val="006F5520"/>
    <w:rsid w:val="006F5989"/>
    <w:rsid w:val="006F5A19"/>
    <w:rsid w:val="006F6CA9"/>
    <w:rsid w:val="00700558"/>
    <w:rsid w:val="00700B78"/>
    <w:rsid w:val="00700DFC"/>
    <w:rsid w:val="007012B7"/>
    <w:rsid w:val="00701633"/>
    <w:rsid w:val="0070256B"/>
    <w:rsid w:val="00703433"/>
    <w:rsid w:val="00703AFF"/>
    <w:rsid w:val="00703F3B"/>
    <w:rsid w:val="00705C82"/>
    <w:rsid w:val="00705F7A"/>
    <w:rsid w:val="00706133"/>
    <w:rsid w:val="00707260"/>
    <w:rsid w:val="007074DF"/>
    <w:rsid w:val="00710386"/>
    <w:rsid w:val="00711959"/>
    <w:rsid w:val="00714100"/>
    <w:rsid w:val="00714415"/>
    <w:rsid w:val="00715334"/>
    <w:rsid w:val="00720C1C"/>
    <w:rsid w:val="00721267"/>
    <w:rsid w:val="00722511"/>
    <w:rsid w:val="00722800"/>
    <w:rsid w:val="00723191"/>
    <w:rsid w:val="00724D9A"/>
    <w:rsid w:val="00724E82"/>
    <w:rsid w:val="00727636"/>
    <w:rsid w:val="00731435"/>
    <w:rsid w:val="0073186A"/>
    <w:rsid w:val="00731A99"/>
    <w:rsid w:val="007323F6"/>
    <w:rsid w:val="007332FA"/>
    <w:rsid w:val="007336C6"/>
    <w:rsid w:val="0073674C"/>
    <w:rsid w:val="00736A66"/>
    <w:rsid w:val="00737019"/>
    <w:rsid w:val="007407BD"/>
    <w:rsid w:val="00741238"/>
    <w:rsid w:val="00742866"/>
    <w:rsid w:val="00745A65"/>
    <w:rsid w:val="00745A97"/>
    <w:rsid w:val="00745D26"/>
    <w:rsid w:val="00747CE0"/>
    <w:rsid w:val="00752758"/>
    <w:rsid w:val="00752DE2"/>
    <w:rsid w:val="00753D89"/>
    <w:rsid w:val="00754BC4"/>
    <w:rsid w:val="007558F9"/>
    <w:rsid w:val="00755949"/>
    <w:rsid w:val="0075739D"/>
    <w:rsid w:val="00757AEB"/>
    <w:rsid w:val="007605DE"/>
    <w:rsid w:val="00760B6A"/>
    <w:rsid w:val="00761EB7"/>
    <w:rsid w:val="007623E5"/>
    <w:rsid w:val="0076310F"/>
    <w:rsid w:val="00763294"/>
    <w:rsid w:val="0076357C"/>
    <w:rsid w:val="00764A33"/>
    <w:rsid w:val="0076547D"/>
    <w:rsid w:val="007664B5"/>
    <w:rsid w:val="00767756"/>
    <w:rsid w:val="007700DD"/>
    <w:rsid w:val="007705F2"/>
    <w:rsid w:val="0077086E"/>
    <w:rsid w:val="00770F8E"/>
    <w:rsid w:val="007714D3"/>
    <w:rsid w:val="0077247A"/>
    <w:rsid w:val="007730D8"/>
    <w:rsid w:val="00773C52"/>
    <w:rsid w:val="0077428F"/>
    <w:rsid w:val="00774601"/>
    <w:rsid w:val="007748B8"/>
    <w:rsid w:val="00775A00"/>
    <w:rsid w:val="00776F04"/>
    <w:rsid w:val="007808AD"/>
    <w:rsid w:val="00780E15"/>
    <w:rsid w:val="007849E4"/>
    <w:rsid w:val="00790AAD"/>
    <w:rsid w:val="0079194B"/>
    <w:rsid w:val="007947B4"/>
    <w:rsid w:val="007948F6"/>
    <w:rsid w:val="00794A19"/>
    <w:rsid w:val="00794BA1"/>
    <w:rsid w:val="00796CEB"/>
    <w:rsid w:val="00797BE0"/>
    <w:rsid w:val="00797F85"/>
    <w:rsid w:val="007A1B5B"/>
    <w:rsid w:val="007A2B5F"/>
    <w:rsid w:val="007A2FB8"/>
    <w:rsid w:val="007A34E1"/>
    <w:rsid w:val="007A3511"/>
    <w:rsid w:val="007A3749"/>
    <w:rsid w:val="007A5A17"/>
    <w:rsid w:val="007A7253"/>
    <w:rsid w:val="007B0C62"/>
    <w:rsid w:val="007B1711"/>
    <w:rsid w:val="007B1AA5"/>
    <w:rsid w:val="007B1C4E"/>
    <w:rsid w:val="007B3C17"/>
    <w:rsid w:val="007B430F"/>
    <w:rsid w:val="007B4582"/>
    <w:rsid w:val="007B50FB"/>
    <w:rsid w:val="007B59A5"/>
    <w:rsid w:val="007B64B1"/>
    <w:rsid w:val="007B73CB"/>
    <w:rsid w:val="007C209F"/>
    <w:rsid w:val="007C2959"/>
    <w:rsid w:val="007C2DE5"/>
    <w:rsid w:val="007C4A56"/>
    <w:rsid w:val="007C5AA5"/>
    <w:rsid w:val="007C6FE7"/>
    <w:rsid w:val="007C7010"/>
    <w:rsid w:val="007C72BF"/>
    <w:rsid w:val="007C77EC"/>
    <w:rsid w:val="007C7C93"/>
    <w:rsid w:val="007D0468"/>
    <w:rsid w:val="007D4F13"/>
    <w:rsid w:val="007D548B"/>
    <w:rsid w:val="007D7284"/>
    <w:rsid w:val="007E188E"/>
    <w:rsid w:val="007E1E24"/>
    <w:rsid w:val="007E3931"/>
    <w:rsid w:val="007E5609"/>
    <w:rsid w:val="007E5DCF"/>
    <w:rsid w:val="007E66D3"/>
    <w:rsid w:val="007E71EF"/>
    <w:rsid w:val="007E7532"/>
    <w:rsid w:val="007F06F8"/>
    <w:rsid w:val="007F0FD6"/>
    <w:rsid w:val="007F1A3C"/>
    <w:rsid w:val="007F24F7"/>
    <w:rsid w:val="007F36B6"/>
    <w:rsid w:val="007F3A58"/>
    <w:rsid w:val="007F408A"/>
    <w:rsid w:val="007F41E0"/>
    <w:rsid w:val="007F43EC"/>
    <w:rsid w:val="007F49A0"/>
    <w:rsid w:val="007F57D4"/>
    <w:rsid w:val="007F5ABA"/>
    <w:rsid w:val="008008D3"/>
    <w:rsid w:val="00800CB4"/>
    <w:rsid w:val="00800DA6"/>
    <w:rsid w:val="008027FD"/>
    <w:rsid w:val="00803648"/>
    <w:rsid w:val="00803CEE"/>
    <w:rsid w:val="00804E9A"/>
    <w:rsid w:val="00805CA1"/>
    <w:rsid w:val="00806032"/>
    <w:rsid w:val="008066F1"/>
    <w:rsid w:val="00807B1F"/>
    <w:rsid w:val="008108F9"/>
    <w:rsid w:val="00810A86"/>
    <w:rsid w:val="00812168"/>
    <w:rsid w:val="00812F85"/>
    <w:rsid w:val="00813853"/>
    <w:rsid w:val="00813B45"/>
    <w:rsid w:val="008145CF"/>
    <w:rsid w:val="00815097"/>
    <w:rsid w:val="008157EA"/>
    <w:rsid w:val="00816C24"/>
    <w:rsid w:val="00822549"/>
    <w:rsid w:val="008225D6"/>
    <w:rsid w:val="008226CE"/>
    <w:rsid w:val="00822C03"/>
    <w:rsid w:val="00823012"/>
    <w:rsid w:val="00823EAE"/>
    <w:rsid w:val="00824CEA"/>
    <w:rsid w:val="008268DE"/>
    <w:rsid w:val="008274AC"/>
    <w:rsid w:val="00830414"/>
    <w:rsid w:val="00830ED4"/>
    <w:rsid w:val="008318E4"/>
    <w:rsid w:val="008321B7"/>
    <w:rsid w:val="008321EE"/>
    <w:rsid w:val="00833B58"/>
    <w:rsid w:val="00833FF9"/>
    <w:rsid w:val="00834346"/>
    <w:rsid w:val="008343ED"/>
    <w:rsid w:val="00834588"/>
    <w:rsid w:val="00834B99"/>
    <w:rsid w:val="008353AF"/>
    <w:rsid w:val="008363C1"/>
    <w:rsid w:val="0083733A"/>
    <w:rsid w:val="00837ACD"/>
    <w:rsid w:val="00840245"/>
    <w:rsid w:val="008405ED"/>
    <w:rsid w:val="00840A99"/>
    <w:rsid w:val="00842E3F"/>
    <w:rsid w:val="008430E3"/>
    <w:rsid w:val="00843228"/>
    <w:rsid w:val="008432B1"/>
    <w:rsid w:val="00843EA9"/>
    <w:rsid w:val="0084418C"/>
    <w:rsid w:val="008457AA"/>
    <w:rsid w:val="00846008"/>
    <w:rsid w:val="0084626C"/>
    <w:rsid w:val="00846508"/>
    <w:rsid w:val="00846F99"/>
    <w:rsid w:val="00847497"/>
    <w:rsid w:val="00847F6B"/>
    <w:rsid w:val="00850057"/>
    <w:rsid w:val="00850734"/>
    <w:rsid w:val="00850BD6"/>
    <w:rsid w:val="00850C49"/>
    <w:rsid w:val="0085334A"/>
    <w:rsid w:val="00856309"/>
    <w:rsid w:val="00856623"/>
    <w:rsid w:val="00856FDD"/>
    <w:rsid w:val="0086081F"/>
    <w:rsid w:val="00860A08"/>
    <w:rsid w:val="00861CDB"/>
    <w:rsid w:val="00863727"/>
    <w:rsid w:val="00863FFC"/>
    <w:rsid w:val="008645D2"/>
    <w:rsid w:val="00864B05"/>
    <w:rsid w:val="0086671D"/>
    <w:rsid w:val="00867C02"/>
    <w:rsid w:val="00867DED"/>
    <w:rsid w:val="00870C79"/>
    <w:rsid w:val="00870E9B"/>
    <w:rsid w:val="0087146A"/>
    <w:rsid w:val="00871F5B"/>
    <w:rsid w:val="008728EC"/>
    <w:rsid w:val="00872D64"/>
    <w:rsid w:val="00872FC0"/>
    <w:rsid w:val="00874E7A"/>
    <w:rsid w:val="008754AF"/>
    <w:rsid w:val="008758F4"/>
    <w:rsid w:val="00875B09"/>
    <w:rsid w:val="00875C10"/>
    <w:rsid w:val="0087711D"/>
    <w:rsid w:val="008817D4"/>
    <w:rsid w:val="00883904"/>
    <w:rsid w:val="008839A2"/>
    <w:rsid w:val="00884590"/>
    <w:rsid w:val="008845B9"/>
    <w:rsid w:val="0088522A"/>
    <w:rsid w:val="00885E04"/>
    <w:rsid w:val="00886045"/>
    <w:rsid w:val="008862C6"/>
    <w:rsid w:val="008868C3"/>
    <w:rsid w:val="00887CB5"/>
    <w:rsid w:val="0089097A"/>
    <w:rsid w:val="0089144C"/>
    <w:rsid w:val="00891475"/>
    <w:rsid w:val="00893B5B"/>
    <w:rsid w:val="00894338"/>
    <w:rsid w:val="0089444D"/>
    <w:rsid w:val="00894BA3"/>
    <w:rsid w:val="00896301"/>
    <w:rsid w:val="0089789E"/>
    <w:rsid w:val="00897EAA"/>
    <w:rsid w:val="008A08BF"/>
    <w:rsid w:val="008A20F5"/>
    <w:rsid w:val="008A25D7"/>
    <w:rsid w:val="008A2F88"/>
    <w:rsid w:val="008A3AAB"/>
    <w:rsid w:val="008A533A"/>
    <w:rsid w:val="008A7247"/>
    <w:rsid w:val="008B00A7"/>
    <w:rsid w:val="008B064C"/>
    <w:rsid w:val="008B07B9"/>
    <w:rsid w:val="008B0C77"/>
    <w:rsid w:val="008B0FED"/>
    <w:rsid w:val="008B26C1"/>
    <w:rsid w:val="008B387D"/>
    <w:rsid w:val="008B3B91"/>
    <w:rsid w:val="008B4350"/>
    <w:rsid w:val="008B48F6"/>
    <w:rsid w:val="008B4B49"/>
    <w:rsid w:val="008B4C02"/>
    <w:rsid w:val="008B4E7D"/>
    <w:rsid w:val="008B6860"/>
    <w:rsid w:val="008B7A36"/>
    <w:rsid w:val="008B7B86"/>
    <w:rsid w:val="008B7B97"/>
    <w:rsid w:val="008B7B98"/>
    <w:rsid w:val="008B7FC8"/>
    <w:rsid w:val="008C0D57"/>
    <w:rsid w:val="008C3100"/>
    <w:rsid w:val="008C311B"/>
    <w:rsid w:val="008C35DB"/>
    <w:rsid w:val="008C3606"/>
    <w:rsid w:val="008C36D6"/>
    <w:rsid w:val="008C372F"/>
    <w:rsid w:val="008C46FB"/>
    <w:rsid w:val="008C4C66"/>
    <w:rsid w:val="008C7550"/>
    <w:rsid w:val="008C7C0E"/>
    <w:rsid w:val="008C7FE9"/>
    <w:rsid w:val="008D11E4"/>
    <w:rsid w:val="008D138B"/>
    <w:rsid w:val="008D1466"/>
    <w:rsid w:val="008D2248"/>
    <w:rsid w:val="008D4844"/>
    <w:rsid w:val="008D4FE1"/>
    <w:rsid w:val="008D5CCF"/>
    <w:rsid w:val="008D7094"/>
    <w:rsid w:val="008D7FDF"/>
    <w:rsid w:val="008E2A3C"/>
    <w:rsid w:val="008E2B34"/>
    <w:rsid w:val="008E3655"/>
    <w:rsid w:val="008E3C40"/>
    <w:rsid w:val="008E425A"/>
    <w:rsid w:val="008E4DC9"/>
    <w:rsid w:val="008E51DA"/>
    <w:rsid w:val="008E6040"/>
    <w:rsid w:val="008E7437"/>
    <w:rsid w:val="008E7846"/>
    <w:rsid w:val="008F1985"/>
    <w:rsid w:val="008F3151"/>
    <w:rsid w:val="008F3518"/>
    <w:rsid w:val="008F43E6"/>
    <w:rsid w:val="008F47CE"/>
    <w:rsid w:val="008F568E"/>
    <w:rsid w:val="008F5BF0"/>
    <w:rsid w:val="008F608B"/>
    <w:rsid w:val="008F6505"/>
    <w:rsid w:val="008F6F8E"/>
    <w:rsid w:val="009003E0"/>
    <w:rsid w:val="0090056A"/>
    <w:rsid w:val="00900E20"/>
    <w:rsid w:val="0090232B"/>
    <w:rsid w:val="00902D8B"/>
    <w:rsid w:val="0090372C"/>
    <w:rsid w:val="009040A9"/>
    <w:rsid w:val="009060C6"/>
    <w:rsid w:val="00906292"/>
    <w:rsid w:val="00911A55"/>
    <w:rsid w:val="009126CE"/>
    <w:rsid w:val="0091279C"/>
    <w:rsid w:val="00914210"/>
    <w:rsid w:val="00915812"/>
    <w:rsid w:val="0091596E"/>
    <w:rsid w:val="00915E54"/>
    <w:rsid w:val="00916AC1"/>
    <w:rsid w:val="00916F20"/>
    <w:rsid w:val="009171BC"/>
    <w:rsid w:val="0091739F"/>
    <w:rsid w:val="00920046"/>
    <w:rsid w:val="00920484"/>
    <w:rsid w:val="00921A2F"/>
    <w:rsid w:val="00921A4B"/>
    <w:rsid w:val="00921CD7"/>
    <w:rsid w:val="009228BE"/>
    <w:rsid w:val="00922D35"/>
    <w:rsid w:val="0092309C"/>
    <w:rsid w:val="0092405E"/>
    <w:rsid w:val="0092484C"/>
    <w:rsid w:val="00924B85"/>
    <w:rsid w:val="00927CE8"/>
    <w:rsid w:val="00927EF6"/>
    <w:rsid w:val="00931DD9"/>
    <w:rsid w:val="00932197"/>
    <w:rsid w:val="009328B8"/>
    <w:rsid w:val="0093366A"/>
    <w:rsid w:val="00933AC8"/>
    <w:rsid w:val="00936EF4"/>
    <w:rsid w:val="00937378"/>
    <w:rsid w:val="00937476"/>
    <w:rsid w:val="00940066"/>
    <w:rsid w:val="00940B8F"/>
    <w:rsid w:val="009410EC"/>
    <w:rsid w:val="0094128E"/>
    <w:rsid w:val="009413ED"/>
    <w:rsid w:val="00943B50"/>
    <w:rsid w:val="009447F7"/>
    <w:rsid w:val="00944D31"/>
    <w:rsid w:val="00945040"/>
    <w:rsid w:val="00945807"/>
    <w:rsid w:val="009460B9"/>
    <w:rsid w:val="0094724C"/>
    <w:rsid w:val="009472F8"/>
    <w:rsid w:val="0094730A"/>
    <w:rsid w:val="009506B6"/>
    <w:rsid w:val="00950861"/>
    <w:rsid w:val="009518D7"/>
    <w:rsid w:val="00953097"/>
    <w:rsid w:val="0095328A"/>
    <w:rsid w:val="00953E4E"/>
    <w:rsid w:val="0095423A"/>
    <w:rsid w:val="00954914"/>
    <w:rsid w:val="00954D2D"/>
    <w:rsid w:val="009570AD"/>
    <w:rsid w:val="0095761C"/>
    <w:rsid w:val="009601FC"/>
    <w:rsid w:val="00962C57"/>
    <w:rsid w:val="0096345C"/>
    <w:rsid w:val="009636AC"/>
    <w:rsid w:val="0096424A"/>
    <w:rsid w:val="0096575A"/>
    <w:rsid w:val="009660A6"/>
    <w:rsid w:val="0096610F"/>
    <w:rsid w:val="009667C8"/>
    <w:rsid w:val="00967473"/>
    <w:rsid w:val="00970F84"/>
    <w:rsid w:val="009722FA"/>
    <w:rsid w:val="0097274A"/>
    <w:rsid w:val="00972B77"/>
    <w:rsid w:val="00974C2B"/>
    <w:rsid w:val="00974CF2"/>
    <w:rsid w:val="009754E2"/>
    <w:rsid w:val="00975552"/>
    <w:rsid w:val="009772EE"/>
    <w:rsid w:val="009807E2"/>
    <w:rsid w:val="00981B0B"/>
    <w:rsid w:val="0098288C"/>
    <w:rsid w:val="00982E77"/>
    <w:rsid w:val="0098490F"/>
    <w:rsid w:val="009853F8"/>
    <w:rsid w:val="00986446"/>
    <w:rsid w:val="00986E24"/>
    <w:rsid w:val="00987040"/>
    <w:rsid w:val="009875BA"/>
    <w:rsid w:val="00990135"/>
    <w:rsid w:val="009902A2"/>
    <w:rsid w:val="009902B7"/>
    <w:rsid w:val="009907A4"/>
    <w:rsid w:val="00993B40"/>
    <w:rsid w:val="009957FA"/>
    <w:rsid w:val="00995E5D"/>
    <w:rsid w:val="009A03DF"/>
    <w:rsid w:val="009A04BC"/>
    <w:rsid w:val="009A210F"/>
    <w:rsid w:val="009A28C1"/>
    <w:rsid w:val="009A3222"/>
    <w:rsid w:val="009A352E"/>
    <w:rsid w:val="009A3EFA"/>
    <w:rsid w:val="009A42A2"/>
    <w:rsid w:val="009A4C19"/>
    <w:rsid w:val="009A5013"/>
    <w:rsid w:val="009A5298"/>
    <w:rsid w:val="009A5662"/>
    <w:rsid w:val="009A6F45"/>
    <w:rsid w:val="009A72ED"/>
    <w:rsid w:val="009A7726"/>
    <w:rsid w:val="009B1FE4"/>
    <w:rsid w:val="009B30E6"/>
    <w:rsid w:val="009B7CBD"/>
    <w:rsid w:val="009C00BD"/>
    <w:rsid w:val="009C04E7"/>
    <w:rsid w:val="009C1B86"/>
    <w:rsid w:val="009C2656"/>
    <w:rsid w:val="009C583F"/>
    <w:rsid w:val="009C6E32"/>
    <w:rsid w:val="009D08C5"/>
    <w:rsid w:val="009D1C56"/>
    <w:rsid w:val="009D26DE"/>
    <w:rsid w:val="009D30DF"/>
    <w:rsid w:val="009D5379"/>
    <w:rsid w:val="009D5445"/>
    <w:rsid w:val="009D5B85"/>
    <w:rsid w:val="009D6653"/>
    <w:rsid w:val="009D67D3"/>
    <w:rsid w:val="009D697F"/>
    <w:rsid w:val="009D7B2F"/>
    <w:rsid w:val="009E11BB"/>
    <w:rsid w:val="009E15AE"/>
    <w:rsid w:val="009E1627"/>
    <w:rsid w:val="009E1C19"/>
    <w:rsid w:val="009E2E87"/>
    <w:rsid w:val="009E48F9"/>
    <w:rsid w:val="009E4C38"/>
    <w:rsid w:val="009E60F2"/>
    <w:rsid w:val="009E6D85"/>
    <w:rsid w:val="009F03F0"/>
    <w:rsid w:val="009F12B3"/>
    <w:rsid w:val="009F26D9"/>
    <w:rsid w:val="009F3BD0"/>
    <w:rsid w:val="009F4A32"/>
    <w:rsid w:val="009F72BF"/>
    <w:rsid w:val="009F7307"/>
    <w:rsid w:val="009F7535"/>
    <w:rsid w:val="00A0173F"/>
    <w:rsid w:val="00A032D9"/>
    <w:rsid w:val="00A034E4"/>
    <w:rsid w:val="00A041ED"/>
    <w:rsid w:val="00A049AC"/>
    <w:rsid w:val="00A05A8E"/>
    <w:rsid w:val="00A05FE8"/>
    <w:rsid w:val="00A0603E"/>
    <w:rsid w:val="00A06495"/>
    <w:rsid w:val="00A06FC1"/>
    <w:rsid w:val="00A07000"/>
    <w:rsid w:val="00A100F8"/>
    <w:rsid w:val="00A10328"/>
    <w:rsid w:val="00A119DF"/>
    <w:rsid w:val="00A11FB1"/>
    <w:rsid w:val="00A12475"/>
    <w:rsid w:val="00A12776"/>
    <w:rsid w:val="00A1308A"/>
    <w:rsid w:val="00A13130"/>
    <w:rsid w:val="00A13A07"/>
    <w:rsid w:val="00A13B3F"/>
    <w:rsid w:val="00A140BC"/>
    <w:rsid w:val="00A15BAF"/>
    <w:rsid w:val="00A16E24"/>
    <w:rsid w:val="00A17169"/>
    <w:rsid w:val="00A1722C"/>
    <w:rsid w:val="00A17F19"/>
    <w:rsid w:val="00A207D2"/>
    <w:rsid w:val="00A2155D"/>
    <w:rsid w:val="00A2215D"/>
    <w:rsid w:val="00A22EE7"/>
    <w:rsid w:val="00A25D0F"/>
    <w:rsid w:val="00A25DD9"/>
    <w:rsid w:val="00A2733B"/>
    <w:rsid w:val="00A2781F"/>
    <w:rsid w:val="00A31149"/>
    <w:rsid w:val="00A318D0"/>
    <w:rsid w:val="00A323AC"/>
    <w:rsid w:val="00A33CFE"/>
    <w:rsid w:val="00A349E3"/>
    <w:rsid w:val="00A357FD"/>
    <w:rsid w:val="00A37546"/>
    <w:rsid w:val="00A414AB"/>
    <w:rsid w:val="00A421C3"/>
    <w:rsid w:val="00A43CBB"/>
    <w:rsid w:val="00A43EAF"/>
    <w:rsid w:val="00A44C38"/>
    <w:rsid w:val="00A45EAD"/>
    <w:rsid w:val="00A45FF0"/>
    <w:rsid w:val="00A479A2"/>
    <w:rsid w:val="00A47CA6"/>
    <w:rsid w:val="00A52A4B"/>
    <w:rsid w:val="00A538D0"/>
    <w:rsid w:val="00A53A4C"/>
    <w:rsid w:val="00A53CAB"/>
    <w:rsid w:val="00A54319"/>
    <w:rsid w:val="00A54FB0"/>
    <w:rsid w:val="00A5577C"/>
    <w:rsid w:val="00A568D5"/>
    <w:rsid w:val="00A56A02"/>
    <w:rsid w:val="00A579CC"/>
    <w:rsid w:val="00A57CFE"/>
    <w:rsid w:val="00A605FE"/>
    <w:rsid w:val="00A6092C"/>
    <w:rsid w:val="00A61FB2"/>
    <w:rsid w:val="00A6316B"/>
    <w:rsid w:val="00A6448A"/>
    <w:rsid w:val="00A64653"/>
    <w:rsid w:val="00A64E8D"/>
    <w:rsid w:val="00A65364"/>
    <w:rsid w:val="00A66102"/>
    <w:rsid w:val="00A66F5D"/>
    <w:rsid w:val="00A67007"/>
    <w:rsid w:val="00A716F4"/>
    <w:rsid w:val="00A72B5F"/>
    <w:rsid w:val="00A73226"/>
    <w:rsid w:val="00A7409D"/>
    <w:rsid w:val="00A74B99"/>
    <w:rsid w:val="00A75BDB"/>
    <w:rsid w:val="00A75CA4"/>
    <w:rsid w:val="00A7634E"/>
    <w:rsid w:val="00A76B45"/>
    <w:rsid w:val="00A8009A"/>
    <w:rsid w:val="00A801F3"/>
    <w:rsid w:val="00A8211B"/>
    <w:rsid w:val="00A82DB9"/>
    <w:rsid w:val="00A8565F"/>
    <w:rsid w:val="00A863E9"/>
    <w:rsid w:val="00A86F0C"/>
    <w:rsid w:val="00A8794D"/>
    <w:rsid w:val="00A90AF1"/>
    <w:rsid w:val="00A92453"/>
    <w:rsid w:val="00A92CB8"/>
    <w:rsid w:val="00A93063"/>
    <w:rsid w:val="00A95EF0"/>
    <w:rsid w:val="00A96220"/>
    <w:rsid w:val="00AA22BE"/>
    <w:rsid w:val="00AA359A"/>
    <w:rsid w:val="00AA4856"/>
    <w:rsid w:val="00AA4DB8"/>
    <w:rsid w:val="00AA5ADE"/>
    <w:rsid w:val="00AA63B9"/>
    <w:rsid w:val="00AA6FC8"/>
    <w:rsid w:val="00AB093A"/>
    <w:rsid w:val="00AB10A5"/>
    <w:rsid w:val="00AB2CD4"/>
    <w:rsid w:val="00AB2FF8"/>
    <w:rsid w:val="00AB3322"/>
    <w:rsid w:val="00AB41C2"/>
    <w:rsid w:val="00AB46A6"/>
    <w:rsid w:val="00AB5610"/>
    <w:rsid w:val="00AB7327"/>
    <w:rsid w:val="00AC0C5C"/>
    <w:rsid w:val="00AC1C48"/>
    <w:rsid w:val="00AC3466"/>
    <w:rsid w:val="00AC35B6"/>
    <w:rsid w:val="00AC5540"/>
    <w:rsid w:val="00AC55CC"/>
    <w:rsid w:val="00AC5753"/>
    <w:rsid w:val="00AC5D92"/>
    <w:rsid w:val="00AC658E"/>
    <w:rsid w:val="00AC6DD1"/>
    <w:rsid w:val="00AC728E"/>
    <w:rsid w:val="00AC7E71"/>
    <w:rsid w:val="00AD120A"/>
    <w:rsid w:val="00AD1329"/>
    <w:rsid w:val="00AD1F9D"/>
    <w:rsid w:val="00AD2E40"/>
    <w:rsid w:val="00AD44A2"/>
    <w:rsid w:val="00AD4C44"/>
    <w:rsid w:val="00AD4EA9"/>
    <w:rsid w:val="00AD5E57"/>
    <w:rsid w:val="00AD6052"/>
    <w:rsid w:val="00AD6300"/>
    <w:rsid w:val="00AD634F"/>
    <w:rsid w:val="00AD63E4"/>
    <w:rsid w:val="00AD6D9D"/>
    <w:rsid w:val="00AD74A5"/>
    <w:rsid w:val="00AE058D"/>
    <w:rsid w:val="00AE1676"/>
    <w:rsid w:val="00AE31A9"/>
    <w:rsid w:val="00AE3FFB"/>
    <w:rsid w:val="00AE48EB"/>
    <w:rsid w:val="00AE5644"/>
    <w:rsid w:val="00AE5ABF"/>
    <w:rsid w:val="00AE6B96"/>
    <w:rsid w:val="00AE7C1B"/>
    <w:rsid w:val="00AF0115"/>
    <w:rsid w:val="00AF0A25"/>
    <w:rsid w:val="00AF3182"/>
    <w:rsid w:val="00AF326D"/>
    <w:rsid w:val="00AF3BD7"/>
    <w:rsid w:val="00AF486D"/>
    <w:rsid w:val="00AF540C"/>
    <w:rsid w:val="00AF5454"/>
    <w:rsid w:val="00AF5535"/>
    <w:rsid w:val="00AF5F2B"/>
    <w:rsid w:val="00AF72B5"/>
    <w:rsid w:val="00AF74A2"/>
    <w:rsid w:val="00AF78AF"/>
    <w:rsid w:val="00AF7CEC"/>
    <w:rsid w:val="00B01368"/>
    <w:rsid w:val="00B03E86"/>
    <w:rsid w:val="00B04C1E"/>
    <w:rsid w:val="00B05C59"/>
    <w:rsid w:val="00B06E8E"/>
    <w:rsid w:val="00B078C4"/>
    <w:rsid w:val="00B11671"/>
    <w:rsid w:val="00B1276A"/>
    <w:rsid w:val="00B12D2E"/>
    <w:rsid w:val="00B14635"/>
    <w:rsid w:val="00B14B94"/>
    <w:rsid w:val="00B15BBE"/>
    <w:rsid w:val="00B169E8"/>
    <w:rsid w:val="00B201A5"/>
    <w:rsid w:val="00B203A8"/>
    <w:rsid w:val="00B20907"/>
    <w:rsid w:val="00B214C9"/>
    <w:rsid w:val="00B223D7"/>
    <w:rsid w:val="00B224C1"/>
    <w:rsid w:val="00B22591"/>
    <w:rsid w:val="00B2267D"/>
    <w:rsid w:val="00B24A21"/>
    <w:rsid w:val="00B25116"/>
    <w:rsid w:val="00B255F1"/>
    <w:rsid w:val="00B258DA"/>
    <w:rsid w:val="00B26A82"/>
    <w:rsid w:val="00B26B7C"/>
    <w:rsid w:val="00B26C97"/>
    <w:rsid w:val="00B3121D"/>
    <w:rsid w:val="00B32D68"/>
    <w:rsid w:val="00B3655F"/>
    <w:rsid w:val="00B366BB"/>
    <w:rsid w:val="00B37120"/>
    <w:rsid w:val="00B37EE0"/>
    <w:rsid w:val="00B4157F"/>
    <w:rsid w:val="00B41A77"/>
    <w:rsid w:val="00B41F0E"/>
    <w:rsid w:val="00B42510"/>
    <w:rsid w:val="00B45884"/>
    <w:rsid w:val="00B462E0"/>
    <w:rsid w:val="00B46704"/>
    <w:rsid w:val="00B46911"/>
    <w:rsid w:val="00B4700B"/>
    <w:rsid w:val="00B50A03"/>
    <w:rsid w:val="00B54BBF"/>
    <w:rsid w:val="00B55145"/>
    <w:rsid w:val="00B55584"/>
    <w:rsid w:val="00B56585"/>
    <w:rsid w:val="00B5762C"/>
    <w:rsid w:val="00B60DF3"/>
    <w:rsid w:val="00B619F5"/>
    <w:rsid w:val="00B63F45"/>
    <w:rsid w:val="00B644B0"/>
    <w:rsid w:val="00B64BDF"/>
    <w:rsid w:val="00B66962"/>
    <w:rsid w:val="00B66B6D"/>
    <w:rsid w:val="00B675FA"/>
    <w:rsid w:val="00B70A35"/>
    <w:rsid w:val="00B7156A"/>
    <w:rsid w:val="00B750ED"/>
    <w:rsid w:val="00B76F21"/>
    <w:rsid w:val="00B80CD0"/>
    <w:rsid w:val="00B80E7A"/>
    <w:rsid w:val="00B822C5"/>
    <w:rsid w:val="00B86E1E"/>
    <w:rsid w:val="00B873A2"/>
    <w:rsid w:val="00B8743D"/>
    <w:rsid w:val="00B90D94"/>
    <w:rsid w:val="00B929E3"/>
    <w:rsid w:val="00B93130"/>
    <w:rsid w:val="00B939CE"/>
    <w:rsid w:val="00B94503"/>
    <w:rsid w:val="00B9468F"/>
    <w:rsid w:val="00B949B3"/>
    <w:rsid w:val="00B96D9B"/>
    <w:rsid w:val="00B975F6"/>
    <w:rsid w:val="00B97DBB"/>
    <w:rsid w:val="00B97EC8"/>
    <w:rsid w:val="00BA1155"/>
    <w:rsid w:val="00BA1971"/>
    <w:rsid w:val="00BA1FA9"/>
    <w:rsid w:val="00BA31D5"/>
    <w:rsid w:val="00BA3481"/>
    <w:rsid w:val="00BA4FE1"/>
    <w:rsid w:val="00BA58B5"/>
    <w:rsid w:val="00BA5CA1"/>
    <w:rsid w:val="00BB02A3"/>
    <w:rsid w:val="00BB05A7"/>
    <w:rsid w:val="00BB6CE7"/>
    <w:rsid w:val="00BB727B"/>
    <w:rsid w:val="00BB78BF"/>
    <w:rsid w:val="00BC0B31"/>
    <w:rsid w:val="00BC15CA"/>
    <w:rsid w:val="00BC3150"/>
    <w:rsid w:val="00BC3608"/>
    <w:rsid w:val="00BC3FA0"/>
    <w:rsid w:val="00BC48A8"/>
    <w:rsid w:val="00BC4CB7"/>
    <w:rsid w:val="00BC6151"/>
    <w:rsid w:val="00BC62BB"/>
    <w:rsid w:val="00BC6CBD"/>
    <w:rsid w:val="00BD1850"/>
    <w:rsid w:val="00BD196B"/>
    <w:rsid w:val="00BD1CEA"/>
    <w:rsid w:val="00BD2C64"/>
    <w:rsid w:val="00BD3DC9"/>
    <w:rsid w:val="00BD58BE"/>
    <w:rsid w:val="00BD6069"/>
    <w:rsid w:val="00BD709A"/>
    <w:rsid w:val="00BD7738"/>
    <w:rsid w:val="00BD7B03"/>
    <w:rsid w:val="00BE211E"/>
    <w:rsid w:val="00BE5030"/>
    <w:rsid w:val="00BE52FF"/>
    <w:rsid w:val="00BE57A4"/>
    <w:rsid w:val="00BE6963"/>
    <w:rsid w:val="00BF1680"/>
    <w:rsid w:val="00BF2601"/>
    <w:rsid w:val="00BF470D"/>
    <w:rsid w:val="00BF476E"/>
    <w:rsid w:val="00BF5437"/>
    <w:rsid w:val="00BF580E"/>
    <w:rsid w:val="00C007BB"/>
    <w:rsid w:val="00C01D27"/>
    <w:rsid w:val="00C02068"/>
    <w:rsid w:val="00C04952"/>
    <w:rsid w:val="00C06560"/>
    <w:rsid w:val="00C074D7"/>
    <w:rsid w:val="00C10189"/>
    <w:rsid w:val="00C10365"/>
    <w:rsid w:val="00C10B2C"/>
    <w:rsid w:val="00C1151E"/>
    <w:rsid w:val="00C11AB2"/>
    <w:rsid w:val="00C12B67"/>
    <w:rsid w:val="00C13120"/>
    <w:rsid w:val="00C14312"/>
    <w:rsid w:val="00C1505D"/>
    <w:rsid w:val="00C1637B"/>
    <w:rsid w:val="00C164F4"/>
    <w:rsid w:val="00C16AF5"/>
    <w:rsid w:val="00C16C4D"/>
    <w:rsid w:val="00C1767B"/>
    <w:rsid w:val="00C211FC"/>
    <w:rsid w:val="00C2179E"/>
    <w:rsid w:val="00C21916"/>
    <w:rsid w:val="00C22A9A"/>
    <w:rsid w:val="00C22D73"/>
    <w:rsid w:val="00C23293"/>
    <w:rsid w:val="00C2361C"/>
    <w:rsid w:val="00C238A1"/>
    <w:rsid w:val="00C23BA1"/>
    <w:rsid w:val="00C23DEC"/>
    <w:rsid w:val="00C24E16"/>
    <w:rsid w:val="00C24E98"/>
    <w:rsid w:val="00C25259"/>
    <w:rsid w:val="00C27016"/>
    <w:rsid w:val="00C30828"/>
    <w:rsid w:val="00C31228"/>
    <w:rsid w:val="00C34EC7"/>
    <w:rsid w:val="00C35C16"/>
    <w:rsid w:val="00C36B80"/>
    <w:rsid w:val="00C36BA1"/>
    <w:rsid w:val="00C37167"/>
    <w:rsid w:val="00C37A74"/>
    <w:rsid w:val="00C37CF7"/>
    <w:rsid w:val="00C40007"/>
    <w:rsid w:val="00C40FE4"/>
    <w:rsid w:val="00C418C8"/>
    <w:rsid w:val="00C434B8"/>
    <w:rsid w:val="00C43E1A"/>
    <w:rsid w:val="00C4410F"/>
    <w:rsid w:val="00C4417E"/>
    <w:rsid w:val="00C44917"/>
    <w:rsid w:val="00C47CF8"/>
    <w:rsid w:val="00C5095F"/>
    <w:rsid w:val="00C517E8"/>
    <w:rsid w:val="00C53428"/>
    <w:rsid w:val="00C53C6E"/>
    <w:rsid w:val="00C54BCC"/>
    <w:rsid w:val="00C5516F"/>
    <w:rsid w:val="00C57281"/>
    <w:rsid w:val="00C602D2"/>
    <w:rsid w:val="00C60434"/>
    <w:rsid w:val="00C60AB4"/>
    <w:rsid w:val="00C61113"/>
    <w:rsid w:val="00C61877"/>
    <w:rsid w:val="00C61D0B"/>
    <w:rsid w:val="00C62208"/>
    <w:rsid w:val="00C6224E"/>
    <w:rsid w:val="00C62B81"/>
    <w:rsid w:val="00C64295"/>
    <w:rsid w:val="00C647E2"/>
    <w:rsid w:val="00C64EFC"/>
    <w:rsid w:val="00C7133E"/>
    <w:rsid w:val="00C724E1"/>
    <w:rsid w:val="00C741C3"/>
    <w:rsid w:val="00C75D0F"/>
    <w:rsid w:val="00C75F83"/>
    <w:rsid w:val="00C76723"/>
    <w:rsid w:val="00C76A22"/>
    <w:rsid w:val="00C80708"/>
    <w:rsid w:val="00C809B8"/>
    <w:rsid w:val="00C80BC8"/>
    <w:rsid w:val="00C82EDC"/>
    <w:rsid w:val="00C8315C"/>
    <w:rsid w:val="00C84E33"/>
    <w:rsid w:val="00C85ED9"/>
    <w:rsid w:val="00C86D6F"/>
    <w:rsid w:val="00C86D97"/>
    <w:rsid w:val="00C876DD"/>
    <w:rsid w:val="00C905E6"/>
    <w:rsid w:val="00C91B67"/>
    <w:rsid w:val="00C91D23"/>
    <w:rsid w:val="00C921AB"/>
    <w:rsid w:val="00C93800"/>
    <w:rsid w:val="00C93DC4"/>
    <w:rsid w:val="00CA0345"/>
    <w:rsid w:val="00CA0D10"/>
    <w:rsid w:val="00CA10E7"/>
    <w:rsid w:val="00CA1553"/>
    <w:rsid w:val="00CA1E89"/>
    <w:rsid w:val="00CA2C49"/>
    <w:rsid w:val="00CA41E2"/>
    <w:rsid w:val="00CA449B"/>
    <w:rsid w:val="00CA4583"/>
    <w:rsid w:val="00CA55C4"/>
    <w:rsid w:val="00CB0ABC"/>
    <w:rsid w:val="00CB26E3"/>
    <w:rsid w:val="00CB532B"/>
    <w:rsid w:val="00CB6290"/>
    <w:rsid w:val="00CB78FB"/>
    <w:rsid w:val="00CC0499"/>
    <w:rsid w:val="00CC0836"/>
    <w:rsid w:val="00CC181E"/>
    <w:rsid w:val="00CC1D93"/>
    <w:rsid w:val="00CC401E"/>
    <w:rsid w:val="00CC49FE"/>
    <w:rsid w:val="00CC5DA6"/>
    <w:rsid w:val="00CC6732"/>
    <w:rsid w:val="00CC6930"/>
    <w:rsid w:val="00CD009E"/>
    <w:rsid w:val="00CD46C3"/>
    <w:rsid w:val="00CD4AB0"/>
    <w:rsid w:val="00CD50DF"/>
    <w:rsid w:val="00CD5459"/>
    <w:rsid w:val="00CD57FF"/>
    <w:rsid w:val="00CD6730"/>
    <w:rsid w:val="00CD6B9D"/>
    <w:rsid w:val="00CD7812"/>
    <w:rsid w:val="00CD7D1E"/>
    <w:rsid w:val="00CD7DC1"/>
    <w:rsid w:val="00CE0EC7"/>
    <w:rsid w:val="00CE2A65"/>
    <w:rsid w:val="00CE2FE0"/>
    <w:rsid w:val="00CE6041"/>
    <w:rsid w:val="00CE619C"/>
    <w:rsid w:val="00CE7F89"/>
    <w:rsid w:val="00CF06D5"/>
    <w:rsid w:val="00CF0755"/>
    <w:rsid w:val="00CF0DC3"/>
    <w:rsid w:val="00CF1348"/>
    <w:rsid w:val="00CF1DF6"/>
    <w:rsid w:val="00CF2566"/>
    <w:rsid w:val="00CF32B6"/>
    <w:rsid w:val="00CF445B"/>
    <w:rsid w:val="00CF4EE8"/>
    <w:rsid w:val="00CF5039"/>
    <w:rsid w:val="00CF6308"/>
    <w:rsid w:val="00CF7185"/>
    <w:rsid w:val="00CF79E7"/>
    <w:rsid w:val="00CF7DFD"/>
    <w:rsid w:val="00D009EC"/>
    <w:rsid w:val="00D01A6E"/>
    <w:rsid w:val="00D024EF"/>
    <w:rsid w:val="00D02675"/>
    <w:rsid w:val="00D02C99"/>
    <w:rsid w:val="00D034C7"/>
    <w:rsid w:val="00D03883"/>
    <w:rsid w:val="00D04640"/>
    <w:rsid w:val="00D04FBA"/>
    <w:rsid w:val="00D05777"/>
    <w:rsid w:val="00D06A7E"/>
    <w:rsid w:val="00D1006D"/>
    <w:rsid w:val="00D10A22"/>
    <w:rsid w:val="00D11E65"/>
    <w:rsid w:val="00D13005"/>
    <w:rsid w:val="00D166E6"/>
    <w:rsid w:val="00D167A4"/>
    <w:rsid w:val="00D17C64"/>
    <w:rsid w:val="00D203A6"/>
    <w:rsid w:val="00D2081B"/>
    <w:rsid w:val="00D20F2B"/>
    <w:rsid w:val="00D21EAF"/>
    <w:rsid w:val="00D2296F"/>
    <w:rsid w:val="00D22C9F"/>
    <w:rsid w:val="00D2421B"/>
    <w:rsid w:val="00D26084"/>
    <w:rsid w:val="00D26F4F"/>
    <w:rsid w:val="00D2760F"/>
    <w:rsid w:val="00D27E27"/>
    <w:rsid w:val="00D302A2"/>
    <w:rsid w:val="00D314A1"/>
    <w:rsid w:val="00D32AF3"/>
    <w:rsid w:val="00D347D9"/>
    <w:rsid w:val="00D34880"/>
    <w:rsid w:val="00D34B9E"/>
    <w:rsid w:val="00D35DFB"/>
    <w:rsid w:val="00D364FA"/>
    <w:rsid w:val="00D36E60"/>
    <w:rsid w:val="00D40A04"/>
    <w:rsid w:val="00D430CA"/>
    <w:rsid w:val="00D451FC"/>
    <w:rsid w:val="00D4700A"/>
    <w:rsid w:val="00D473D6"/>
    <w:rsid w:val="00D507A3"/>
    <w:rsid w:val="00D51124"/>
    <w:rsid w:val="00D51FD8"/>
    <w:rsid w:val="00D52076"/>
    <w:rsid w:val="00D52EDF"/>
    <w:rsid w:val="00D53756"/>
    <w:rsid w:val="00D53A20"/>
    <w:rsid w:val="00D54097"/>
    <w:rsid w:val="00D5415E"/>
    <w:rsid w:val="00D550D5"/>
    <w:rsid w:val="00D55339"/>
    <w:rsid w:val="00D55BC1"/>
    <w:rsid w:val="00D56C14"/>
    <w:rsid w:val="00D60688"/>
    <w:rsid w:val="00D618DA"/>
    <w:rsid w:val="00D61F25"/>
    <w:rsid w:val="00D621DB"/>
    <w:rsid w:val="00D623E7"/>
    <w:rsid w:val="00D62CF9"/>
    <w:rsid w:val="00D63C89"/>
    <w:rsid w:val="00D6522C"/>
    <w:rsid w:val="00D65FE3"/>
    <w:rsid w:val="00D67A94"/>
    <w:rsid w:val="00D700D0"/>
    <w:rsid w:val="00D706AA"/>
    <w:rsid w:val="00D70A5C"/>
    <w:rsid w:val="00D71487"/>
    <w:rsid w:val="00D720BA"/>
    <w:rsid w:val="00D727F8"/>
    <w:rsid w:val="00D736D2"/>
    <w:rsid w:val="00D739C1"/>
    <w:rsid w:val="00D748D5"/>
    <w:rsid w:val="00D7554D"/>
    <w:rsid w:val="00D758DE"/>
    <w:rsid w:val="00D763D7"/>
    <w:rsid w:val="00D8028C"/>
    <w:rsid w:val="00D80606"/>
    <w:rsid w:val="00D80ECD"/>
    <w:rsid w:val="00D85261"/>
    <w:rsid w:val="00D8705E"/>
    <w:rsid w:val="00D870E8"/>
    <w:rsid w:val="00D873E8"/>
    <w:rsid w:val="00D87508"/>
    <w:rsid w:val="00D9055C"/>
    <w:rsid w:val="00D90A1A"/>
    <w:rsid w:val="00D92561"/>
    <w:rsid w:val="00D93463"/>
    <w:rsid w:val="00D95645"/>
    <w:rsid w:val="00D96098"/>
    <w:rsid w:val="00D962D6"/>
    <w:rsid w:val="00D970BC"/>
    <w:rsid w:val="00DA05E8"/>
    <w:rsid w:val="00DA098C"/>
    <w:rsid w:val="00DA0D7F"/>
    <w:rsid w:val="00DA0FC4"/>
    <w:rsid w:val="00DA1409"/>
    <w:rsid w:val="00DA2FCD"/>
    <w:rsid w:val="00DA31A6"/>
    <w:rsid w:val="00DA48E0"/>
    <w:rsid w:val="00DA49BB"/>
    <w:rsid w:val="00DA529A"/>
    <w:rsid w:val="00DA6E3A"/>
    <w:rsid w:val="00DA7D29"/>
    <w:rsid w:val="00DB0093"/>
    <w:rsid w:val="00DB2607"/>
    <w:rsid w:val="00DB3032"/>
    <w:rsid w:val="00DB39C7"/>
    <w:rsid w:val="00DB4F7B"/>
    <w:rsid w:val="00DB6FB8"/>
    <w:rsid w:val="00DC01F1"/>
    <w:rsid w:val="00DC256F"/>
    <w:rsid w:val="00DC3D83"/>
    <w:rsid w:val="00DC3D8A"/>
    <w:rsid w:val="00DC4981"/>
    <w:rsid w:val="00DC583C"/>
    <w:rsid w:val="00DC654C"/>
    <w:rsid w:val="00DC68A5"/>
    <w:rsid w:val="00DC740C"/>
    <w:rsid w:val="00DD0940"/>
    <w:rsid w:val="00DD12B9"/>
    <w:rsid w:val="00DD2335"/>
    <w:rsid w:val="00DD24D3"/>
    <w:rsid w:val="00DD2F19"/>
    <w:rsid w:val="00DD3B6E"/>
    <w:rsid w:val="00DE2DCB"/>
    <w:rsid w:val="00DE344B"/>
    <w:rsid w:val="00DE37C5"/>
    <w:rsid w:val="00DE397B"/>
    <w:rsid w:val="00DE411F"/>
    <w:rsid w:val="00DE4781"/>
    <w:rsid w:val="00DE652F"/>
    <w:rsid w:val="00DE6BBC"/>
    <w:rsid w:val="00DE76B4"/>
    <w:rsid w:val="00DF48F8"/>
    <w:rsid w:val="00DF649F"/>
    <w:rsid w:val="00DF7E48"/>
    <w:rsid w:val="00E0398E"/>
    <w:rsid w:val="00E03FFD"/>
    <w:rsid w:val="00E041D3"/>
    <w:rsid w:val="00E05541"/>
    <w:rsid w:val="00E0586B"/>
    <w:rsid w:val="00E05B39"/>
    <w:rsid w:val="00E07006"/>
    <w:rsid w:val="00E13312"/>
    <w:rsid w:val="00E13960"/>
    <w:rsid w:val="00E1679A"/>
    <w:rsid w:val="00E17373"/>
    <w:rsid w:val="00E17C29"/>
    <w:rsid w:val="00E2042B"/>
    <w:rsid w:val="00E20C20"/>
    <w:rsid w:val="00E22726"/>
    <w:rsid w:val="00E23CEB"/>
    <w:rsid w:val="00E243C3"/>
    <w:rsid w:val="00E244E7"/>
    <w:rsid w:val="00E24511"/>
    <w:rsid w:val="00E24A8F"/>
    <w:rsid w:val="00E27080"/>
    <w:rsid w:val="00E27D5C"/>
    <w:rsid w:val="00E3197F"/>
    <w:rsid w:val="00E326F1"/>
    <w:rsid w:val="00E32C8F"/>
    <w:rsid w:val="00E337E4"/>
    <w:rsid w:val="00E34E7B"/>
    <w:rsid w:val="00E35377"/>
    <w:rsid w:val="00E353B9"/>
    <w:rsid w:val="00E368AD"/>
    <w:rsid w:val="00E36BCC"/>
    <w:rsid w:val="00E36D2A"/>
    <w:rsid w:val="00E40211"/>
    <w:rsid w:val="00E406EF"/>
    <w:rsid w:val="00E40F85"/>
    <w:rsid w:val="00E4100D"/>
    <w:rsid w:val="00E41204"/>
    <w:rsid w:val="00E41667"/>
    <w:rsid w:val="00E41B5D"/>
    <w:rsid w:val="00E42605"/>
    <w:rsid w:val="00E43418"/>
    <w:rsid w:val="00E43C8C"/>
    <w:rsid w:val="00E443FB"/>
    <w:rsid w:val="00E44485"/>
    <w:rsid w:val="00E455A0"/>
    <w:rsid w:val="00E46391"/>
    <w:rsid w:val="00E46DF4"/>
    <w:rsid w:val="00E470F6"/>
    <w:rsid w:val="00E504D6"/>
    <w:rsid w:val="00E51213"/>
    <w:rsid w:val="00E5154D"/>
    <w:rsid w:val="00E5320C"/>
    <w:rsid w:val="00E536FE"/>
    <w:rsid w:val="00E53EA3"/>
    <w:rsid w:val="00E5453D"/>
    <w:rsid w:val="00E546EA"/>
    <w:rsid w:val="00E54EEB"/>
    <w:rsid w:val="00E55A79"/>
    <w:rsid w:val="00E55BEA"/>
    <w:rsid w:val="00E55DAC"/>
    <w:rsid w:val="00E56390"/>
    <w:rsid w:val="00E56E7D"/>
    <w:rsid w:val="00E57714"/>
    <w:rsid w:val="00E60DC7"/>
    <w:rsid w:val="00E6364F"/>
    <w:rsid w:val="00E65342"/>
    <w:rsid w:val="00E65A3F"/>
    <w:rsid w:val="00E665D7"/>
    <w:rsid w:val="00E701BF"/>
    <w:rsid w:val="00E717D4"/>
    <w:rsid w:val="00E7195A"/>
    <w:rsid w:val="00E749CF"/>
    <w:rsid w:val="00E758E5"/>
    <w:rsid w:val="00E826B6"/>
    <w:rsid w:val="00E8284F"/>
    <w:rsid w:val="00E83E80"/>
    <w:rsid w:val="00E859B9"/>
    <w:rsid w:val="00E86002"/>
    <w:rsid w:val="00E86703"/>
    <w:rsid w:val="00E8696B"/>
    <w:rsid w:val="00E87181"/>
    <w:rsid w:val="00E9024B"/>
    <w:rsid w:val="00E90628"/>
    <w:rsid w:val="00E90829"/>
    <w:rsid w:val="00E90C1B"/>
    <w:rsid w:val="00E9211E"/>
    <w:rsid w:val="00E92FEA"/>
    <w:rsid w:val="00E93E22"/>
    <w:rsid w:val="00E95938"/>
    <w:rsid w:val="00E961A8"/>
    <w:rsid w:val="00EA0DEB"/>
    <w:rsid w:val="00EA18E1"/>
    <w:rsid w:val="00EA2D97"/>
    <w:rsid w:val="00EA380E"/>
    <w:rsid w:val="00EA3E09"/>
    <w:rsid w:val="00EA4CF0"/>
    <w:rsid w:val="00EA529E"/>
    <w:rsid w:val="00EA6056"/>
    <w:rsid w:val="00EA6F15"/>
    <w:rsid w:val="00EA722C"/>
    <w:rsid w:val="00EB39F0"/>
    <w:rsid w:val="00EB4DAF"/>
    <w:rsid w:val="00EB5790"/>
    <w:rsid w:val="00EB5D36"/>
    <w:rsid w:val="00EB6F13"/>
    <w:rsid w:val="00EB7C1B"/>
    <w:rsid w:val="00EC02F4"/>
    <w:rsid w:val="00EC0CD9"/>
    <w:rsid w:val="00EC27BB"/>
    <w:rsid w:val="00EC3C66"/>
    <w:rsid w:val="00EC4123"/>
    <w:rsid w:val="00EC458D"/>
    <w:rsid w:val="00EC4CDA"/>
    <w:rsid w:val="00EC58B8"/>
    <w:rsid w:val="00EC723E"/>
    <w:rsid w:val="00EC7DEB"/>
    <w:rsid w:val="00ED02C8"/>
    <w:rsid w:val="00ED2EBD"/>
    <w:rsid w:val="00ED42FD"/>
    <w:rsid w:val="00ED592D"/>
    <w:rsid w:val="00ED6148"/>
    <w:rsid w:val="00ED6540"/>
    <w:rsid w:val="00ED66B2"/>
    <w:rsid w:val="00ED6F64"/>
    <w:rsid w:val="00ED6FEF"/>
    <w:rsid w:val="00ED73A3"/>
    <w:rsid w:val="00ED7F2C"/>
    <w:rsid w:val="00EE017F"/>
    <w:rsid w:val="00EE0347"/>
    <w:rsid w:val="00EE0D07"/>
    <w:rsid w:val="00EE2423"/>
    <w:rsid w:val="00EE300D"/>
    <w:rsid w:val="00EE3AE6"/>
    <w:rsid w:val="00EE4D9A"/>
    <w:rsid w:val="00EE578F"/>
    <w:rsid w:val="00EE58AC"/>
    <w:rsid w:val="00EE5B59"/>
    <w:rsid w:val="00EE7A64"/>
    <w:rsid w:val="00EE7A97"/>
    <w:rsid w:val="00EE7F21"/>
    <w:rsid w:val="00EF0FB4"/>
    <w:rsid w:val="00EF3CEA"/>
    <w:rsid w:val="00EF50C2"/>
    <w:rsid w:val="00EF7CAA"/>
    <w:rsid w:val="00F009CA"/>
    <w:rsid w:val="00F01177"/>
    <w:rsid w:val="00F01280"/>
    <w:rsid w:val="00F02BC1"/>
    <w:rsid w:val="00F04ACD"/>
    <w:rsid w:val="00F0513E"/>
    <w:rsid w:val="00F05337"/>
    <w:rsid w:val="00F06B6A"/>
    <w:rsid w:val="00F06F3A"/>
    <w:rsid w:val="00F0747C"/>
    <w:rsid w:val="00F078D4"/>
    <w:rsid w:val="00F07B30"/>
    <w:rsid w:val="00F10A8E"/>
    <w:rsid w:val="00F10D65"/>
    <w:rsid w:val="00F1326F"/>
    <w:rsid w:val="00F13B6C"/>
    <w:rsid w:val="00F15393"/>
    <w:rsid w:val="00F168BE"/>
    <w:rsid w:val="00F17CA8"/>
    <w:rsid w:val="00F17E4E"/>
    <w:rsid w:val="00F201BA"/>
    <w:rsid w:val="00F21FAE"/>
    <w:rsid w:val="00F22421"/>
    <w:rsid w:val="00F229F1"/>
    <w:rsid w:val="00F22A1A"/>
    <w:rsid w:val="00F24BBE"/>
    <w:rsid w:val="00F25751"/>
    <w:rsid w:val="00F25BA1"/>
    <w:rsid w:val="00F26761"/>
    <w:rsid w:val="00F26FE2"/>
    <w:rsid w:val="00F27C2B"/>
    <w:rsid w:val="00F30114"/>
    <w:rsid w:val="00F30C37"/>
    <w:rsid w:val="00F30DED"/>
    <w:rsid w:val="00F31E4C"/>
    <w:rsid w:val="00F3208C"/>
    <w:rsid w:val="00F32382"/>
    <w:rsid w:val="00F33393"/>
    <w:rsid w:val="00F33478"/>
    <w:rsid w:val="00F35E95"/>
    <w:rsid w:val="00F3655E"/>
    <w:rsid w:val="00F36C94"/>
    <w:rsid w:val="00F36FD1"/>
    <w:rsid w:val="00F401AB"/>
    <w:rsid w:val="00F40437"/>
    <w:rsid w:val="00F40D5C"/>
    <w:rsid w:val="00F41AA9"/>
    <w:rsid w:val="00F43F6C"/>
    <w:rsid w:val="00F4411A"/>
    <w:rsid w:val="00F44BEF"/>
    <w:rsid w:val="00F457E1"/>
    <w:rsid w:val="00F4697B"/>
    <w:rsid w:val="00F469FD"/>
    <w:rsid w:val="00F46AA5"/>
    <w:rsid w:val="00F4758C"/>
    <w:rsid w:val="00F50A1D"/>
    <w:rsid w:val="00F52B45"/>
    <w:rsid w:val="00F53495"/>
    <w:rsid w:val="00F53688"/>
    <w:rsid w:val="00F552B3"/>
    <w:rsid w:val="00F55401"/>
    <w:rsid w:val="00F55A79"/>
    <w:rsid w:val="00F55D73"/>
    <w:rsid w:val="00F57158"/>
    <w:rsid w:val="00F60A81"/>
    <w:rsid w:val="00F6263E"/>
    <w:rsid w:val="00F63002"/>
    <w:rsid w:val="00F635DA"/>
    <w:rsid w:val="00F63CD8"/>
    <w:rsid w:val="00F63F15"/>
    <w:rsid w:val="00F6524D"/>
    <w:rsid w:val="00F65B69"/>
    <w:rsid w:val="00F67C37"/>
    <w:rsid w:val="00F717A5"/>
    <w:rsid w:val="00F72308"/>
    <w:rsid w:val="00F72D38"/>
    <w:rsid w:val="00F736D3"/>
    <w:rsid w:val="00F73C6C"/>
    <w:rsid w:val="00F74CDF"/>
    <w:rsid w:val="00F76BA4"/>
    <w:rsid w:val="00F773C2"/>
    <w:rsid w:val="00F82A15"/>
    <w:rsid w:val="00F82C4A"/>
    <w:rsid w:val="00F84AED"/>
    <w:rsid w:val="00F86377"/>
    <w:rsid w:val="00F864DB"/>
    <w:rsid w:val="00F87471"/>
    <w:rsid w:val="00F87713"/>
    <w:rsid w:val="00F87AA3"/>
    <w:rsid w:val="00F9011D"/>
    <w:rsid w:val="00F90851"/>
    <w:rsid w:val="00F909EE"/>
    <w:rsid w:val="00F90A26"/>
    <w:rsid w:val="00F90DAD"/>
    <w:rsid w:val="00F90DDF"/>
    <w:rsid w:val="00F9135A"/>
    <w:rsid w:val="00F91E47"/>
    <w:rsid w:val="00F9290E"/>
    <w:rsid w:val="00F92EC5"/>
    <w:rsid w:val="00F94B12"/>
    <w:rsid w:val="00F95AEB"/>
    <w:rsid w:val="00F96B2B"/>
    <w:rsid w:val="00FA045F"/>
    <w:rsid w:val="00FA19DF"/>
    <w:rsid w:val="00FA2303"/>
    <w:rsid w:val="00FA3756"/>
    <w:rsid w:val="00FA388A"/>
    <w:rsid w:val="00FA4002"/>
    <w:rsid w:val="00FA407A"/>
    <w:rsid w:val="00FA4892"/>
    <w:rsid w:val="00FA4B8F"/>
    <w:rsid w:val="00FA5264"/>
    <w:rsid w:val="00FA5D40"/>
    <w:rsid w:val="00FA79AC"/>
    <w:rsid w:val="00FB1A07"/>
    <w:rsid w:val="00FB304A"/>
    <w:rsid w:val="00FB4B58"/>
    <w:rsid w:val="00FB53B9"/>
    <w:rsid w:val="00FB5DF6"/>
    <w:rsid w:val="00FB6076"/>
    <w:rsid w:val="00FB6364"/>
    <w:rsid w:val="00FB6496"/>
    <w:rsid w:val="00FB64AB"/>
    <w:rsid w:val="00FB72D0"/>
    <w:rsid w:val="00FB7483"/>
    <w:rsid w:val="00FC03B8"/>
    <w:rsid w:val="00FC10D9"/>
    <w:rsid w:val="00FC2256"/>
    <w:rsid w:val="00FC3AD1"/>
    <w:rsid w:val="00FC3B68"/>
    <w:rsid w:val="00FC3CED"/>
    <w:rsid w:val="00FC46C1"/>
    <w:rsid w:val="00FC4E1A"/>
    <w:rsid w:val="00FC5112"/>
    <w:rsid w:val="00FC58F7"/>
    <w:rsid w:val="00FC6283"/>
    <w:rsid w:val="00FC6918"/>
    <w:rsid w:val="00FC79AF"/>
    <w:rsid w:val="00FD16C1"/>
    <w:rsid w:val="00FD1CAC"/>
    <w:rsid w:val="00FD2CBA"/>
    <w:rsid w:val="00FD3D31"/>
    <w:rsid w:val="00FD43B4"/>
    <w:rsid w:val="00FD51D4"/>
    <w:rsid w:val="00FD5832"/>
    <w:rsid w:val="00FD5C67"/>
    <w:rsid w:val="00FD5DC4"/>
    <w:rsid w:val="00FD6FC2"/>
    <w:rsid w:val="00FD75F0"/>
    <w:rsid w:val="00FD78B4"/>
    <w:rsid w:val="00FD7E78"/>
    <w:rsid w:val="00FE3415"/>
    <w:rsid w:val="00FE6BAC"/>
    <w:rsid w:val="00FF31BA"/>
    <w:rsid w:val="00FF3A7A"/>
    <w:rsid w:val="00FF3C45"/>
    <w:rsid w:val="00FF521C"/>
    <w:rsid w:val="00FF6369"/>
    <w:rsid w:val="00FF696A"/>
    <w:rsid w:val="00FF6A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98308"/>
    <o:shapelayout v:ext="edit">
      <o:idmap v:ext="edit" data="1"/>
    </o:shapelayout>
  </w:shapeDefaults>
  <w:decimalSymbol w:val="."/>
  <w:listSeparator w:val=","/>
  <w14:docId w14:val="3FF5D60E"/>
  <w15:docId w15:val="{4BD1C6BA-422B-4304-8512-BD5D205BE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EAF"/>
    <w:rPr>
      <w:sz w:val="24"/>
      <w:szCs w:val="24"/>
      <w:lang w:val="en-GB" w:eastAsia="en-GB"/>
    </w:rPr>
  </w:style>
  <w:style w:type="paragraph" w:styleId="Heading1">
    <w:name w:val="heading 1"/>
    <w:aliases w:val="VS1,l1,H1,2,Heading,h1,1,rp_Heading 1,app heading 1,Header 1,II+,I,Bold 18,rp_Heading 11,rp_Heading 12,H11,rp_Heading 111,Bold 181,rp_Heading 13,H12,rp_Heading 112,Bold 182,rp_Heading 14,H13,rp_Heading 113,Bold 183,rp_Heading 15,H14"/>
    <w:basedOn w:val="Normal"/>
    <w:next w:val="Normal"/>
    <w:link w:val="Heading1Char"/>
    <w:uiPriority w:val="99"/>
    <w:qFormat/>
    <w:rsid w:val="00DA6E3A"/>
    <w:pPr>
      <w:keepNext/>
      <w:numPr>
        <w:numId w:val="15"/>
      </w:numPr>
      <w:spacing w:before="240" w:after="60"/>
      <w:outlineLvl w:val="0"/>
    </w:pPr>
    <w:rPr>
      <w:rFonts w:ascii="Arial" w:hAnsi="Arial" w:cs="Arial"/>
      <w:b/>
      <w:bCs/>
      <w:kern w:val="32"/>
      <w:sz w:val="32"/>
      <w:szCs w:val="32"/>
    </w:rPr>
  </w:style>
  <w:style w:type="paragraph" w:styleId="Heading2">
    <w:name w:val="heading 2"/>
    <w:aliases w:val="H2,l2,a,h2,L2,level 2,Heading 2 Char Char,normal left,Bold 14,V_Head2,rp_Heading 2,21,A.B.C.,heading 2,subhead,Heading_2_num,A,Header 2,Prophead 2,V_Head21,rp_Heading 21,H21,subhead1,V_Head22,rp_Heading 22,H22,subhead2,V_Head23,H23,H24"/>
    <w:basedOn w:val="Normal"/>
    <w:next w:val="Normal"/>
    <w:link w:val="Heading2Char"/>
    <w:uiPriority w:val="99"/>
    <w:qFormat/>
    <w:rsid w:val="00DA6E3A"/>
    <w:pPr>
      <w:keepNext/>
      <w:numPr>
        <w:ilvl w:val="1"/>
        <w:numId w:val="15"/>
      </w:numPr>
      <w:spacing w:before="240" w:after="60"/>
      <w:outlineLvl w:val="1"/>
    </w:pPr>
    <w:rPr>
      <w:rFonts w:ascii="Arial" w:hAnsi="Arial" w:cs="Arial"/>
      <w:b/>
      <w:bCs/>
      <w:i/>
      <w:iCs/>
      <w:sz w:val="28"/>
      <w:szCs w:val="28"/>
    </w:rPr>
  </w:style>
  <w:style w:type="paragraph" w:styleId="Heading3">
    <w:name w:val="heading 3"/>
    <w:aliases w:val="H3,l3,h3,heading 3,h31,h32,level 3,left I3,Bold 12,L3,rp_Heading 3,3,1.,rp_Heading 31,H31,l31,rp_Heading 32,H32,l32,rp_Heading 33,H33,l33,rp_Heading 34,H34,l34,rp_Heading 35,H35,l35,rp_Heading 36,H36,l36,rp_Heading 37,H37,l37,Section"/>
    <w:basedOn w:val="Normal"/>
    <w:next w:val="Normal"/>
    <w:link w:val="Heading3Char"/>
    <w:autoRedefine/>
    <w:uiPriority w:val="99"/>
    <w:qFormat/>
    <w:rsid w:val="00121B59"/>
    <w:pPr>
      <w:keepNext/>
      <w:keepLines/>
      <w:numPr>
        <w:ilvl w:val="2"/>
        <w:numId w:val="17"/>
      </w:numPr>
      <w:tabs>
        <w:tab w:val="left" w:pos="1170"/>
      </w:tabs>
      <w:spacing w:before="120" w:after="240" w:line="360" w:lineRule="auto"/>
      <w:jc w:val="both"/>
      <w:outlineLvl w:val="2"/>
    </w:pPr>
    <w:rPr>
      <w:rFonts w:ascii="Arial" w:hAnsi="Arial" w:cs="Arial"/>
      <w:sz w:val="22"/>
      <w:szCs w:val="22"/>
    </w:rPr>
  </w:style>
  <w:style w:type="paragraph" w:styleId="Heading4">
    <w:name w:val="heading 4"/>
    <w:aliases w:val="l4,h4,H4,rp_Heading 4,4,Map Title,rp_Heading 41,rp_Heading 42,rp_Heading 43,rp_Heading 44,rp_Heading 45,rp_Heading 46,rp_Heading 47,标题 4 Char1,标题 4 Char Char,Heading 14 Char Char,Heading 141 Char Char,Heading 142 Char Char,h4 Char Char"/>
    <w:basedOn w:val="Normal"/>
    <w:next w:val="Normal"/>
    <w:link w:val="Heading4Char"/>
    <w:uiPriority w:val="99"/>
    <w:qFormat/>
    <w:rsid w:val="00DA6E3A"/>
    <w:pPr>
      <w:keepNext/>
      <w:numPr>
        <w:ilvl w:val="3"/>
        <w:numId w:val="15"/>
      </w:numPr>
      <w:spacing w:before="240" w:after="60"/>
      <w:outlineLvl w:val="3"/>
    </w:pPr>
    <w:rPr>
      <w:b/>
      <w:bCs/>
      <w:sz w:val="28"/>
      <w:szCs w:val="28"/>
    </w:rPr>
  </w:style>
  <w:style w:type="paragraph" w:styleId="Heading5">
    <w:name w:val="heading 5"/>
    <w:aliases w:val="H5,h5,L5,rp_Heading 5,DO NOT USE_h5,Block Label,Heading_h5,Roman list,ARC 5,heading5,y,标题 5 Char,l5,hm,Table label,mh2,Module heading 2,Head 5,list 5,IS41 Heading 5,h51,Heading5,PIM 5,PIM 5 Char Char Char Char,PIM 5 Char Char,PIM 5 Char,dash"/>
    <w:basedOn w:val="Normal"/>
    <w:next w:val="Normal"/>
    <w:link w:val="Heading5Char"/>
    <w:uiPriority w:val="99"/>
    <w:qFormat/>
    <w:rsid w:val="00DA6E3A"/>
    <w:pPr>
      <w:numPr>
        <w:ilvl w:val="4"/>
        <w:numId w:val="15"/>
      </w:numPr>
      <w:spacing w:before="240" w:after="60"/>
      <w:outlineLvl w:val="4"/>
    </w:pPr>
    <w:rPr>
      <w:b/>
      <w:bCs/>
      <w:i/>
      <w:iCs/>
      <w:sz w:val="26"/>
      <w:szCs w:val="26"/>
    </w:rPr>
  </w:style>
  <w:style w:type="paragraph" w:styleId="Heading6">
    <w:name w:val="heading 6"/>
    <w:aliases w:val="rp_Heading 6,DO NOT USE_h6,Appendix 2,rp_Heading 61,rp_Heading 62,rp_Heading 63,rp_Heading 64,rp_Heading 65,rp_Heading 66,rp_Heading 67,H6,Bullet list,ARC 6,L6"/>
    <w:basedOn w:val="Normal"/>
    <w:next w:val="Normal"/>
    <w:link w:val="Heading6Char"/>
    <w:uiPriority w:val="99"/>
    <w:qFormat/>
    <w:rsid w:val="00ED2EBD"/>
    <w:pPr>
      <w:numPr>
        <w:ilvl w:val="5"/>
        <w:numId w:val="15"/>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15"/>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l1 Char,H1 Char,2 Char,Heading Char,h1 Char,1 Char,rp_Heading 1 Char,app heading 1 Char,Header 1 Char,II+ Char,I Char,Bold 18 Char,rp_Heading 11 Char,rp_Heading 12 Char,H11 Char,rp_Heading 111 Char,Bold 181 Char,H12 Char,H13 Char"/>
    <w:link w:val="Heading1"/>
    <w:uiPriority w:val="99"/>
    <w:rsid w:val="001E364A"/>
    <w:rPr>
      <w:rFonts w:ascii="Arial" w:hAnsi="Arial" w:cs="Arial"/>
      <w:b/>
      <w:bCs/>
      <w:kern w:val="32"/>
      <w:sz w:val="32"/>
      <w:szCs w:val="32"/>
      <w:lang w:val="en-GB" w:eastAsia="en-GB"/>
    </w:rPr>
  </w:style>
  <w:style w:type="character" w:customStyle="1" w:styleId="Heading2Char">
    <w:name w:val="Heading 2 Char"/>
    <w:aliases w:val="H2 Char,l2 Char,a Char,h2 Char,L2 Char,level 2 Char,Heading 2 Char Char Char,normal left Char,Bold 14 Char,V_Head2 Char,rp_Heading 2 Char,21 Char,A.B.C. Char,heading 2 Char,subhead Char,Heading_2_num Char,A Char,Header 2 Char,H21 Char"/>
    <w:link w:val="Heading2"/>
    <w:uiPriority w:val="99"/>
    <w:rsid w:val="001E364A"/>
    <w:rPr>
      <w:rFonts w:ascii="Arial" w:hAnsi="Arial" w:cs="Arial"/>
      <w:b/>
      <w:bCs/>
      <w:i/>
      <w:iCs/>
      <w:sz w:val="28"/>
      <w:szCs w:val="28"/>
      <w:lang w:val="en-GB" w:eastAsia="en-GB"/>
    </w:rPr>
  </w:style>
  <w:style w:type="character" w:customStyle="1" w:styleId="Heading3Char">
    <w:name w:val="Heading 3 Char"/>
    <w:aliases w:val="H3 Char,l3 Char,h3 Char,heading 3 Char,h31 Char,h32 Char,level 3 Char,left I3 Char,Bold 12 Char,L3 Char,rp_Heading 3 Char,3 Char,1. Char,rp_Heading 31 Char,H31 Char,l31 Char,rp_Heading 32 Char,H32 Char,l32 Char,rp_Heading 33 Char,H33 Char"/>
    <w:link w:val="Heading3"/>
    <w:uiPriority w:val="99"/>
    <w:rsid w:val="00121B59"/>
    <w:rPr>
      <w:rFonts w:ascii="Arial" w:hAnsi="Arial" w:cs="Arial"/>
      <w:sz w:val="22"/>
      <w:szCs w:val="22"/>
      <w:lang w:val="en-GB" w:eastAsia="en-GB"/>
    </w:rPr>
  </w:style>
  <w:style w:type="character" w:customStyle="1" w:styleId="Heading4Char">
    <w:name w:val="Heading 4 Char"/>
    <w:aliases w:val="l4 Char,h4 Char,H4 Char,rp_Heading 4 Char,4 Char,Map Title Char,rp_Heading 41 Char,rp_Heading 42 Char,rp_Heading 43 Char,rp_Heading 44 Char,rp_Heading 45 Char,rp_Heading 46 Char,rp_Heading 47 Char,标题 4 Char1 Char,标题 4 Char Char Char"/>
    <w:link w:val="Heading4"/>
    <w:uiPriority w:val="99"/>
    <w:rsid w:val="001E364A"/>
    <w:rPr>
      <w:b/>
      <w:bCs/>
      <w:sz w:val="28"/>
      <w:szCs w:val="28"/>
      <w:lang w:val="en-GB" w:eastAsia="en-GB"/>
    </w:rPr>
  </w:style>
  <w:style w:type="character" w:customStyle="1" w:styleId="Heading5Char">
    <w:name w:val="Heading 5 Char"/>
    <w:aliases w:val="H5 Char,h5 Char,L5 Char,rp_Heading 5 Char,DO NOT USE_h5 Char,Block Label Char,Heading_h5 Char,Roman list Char,ARC 5 Char,heading5 Char,y Char,标题 5 Char Char,l5 Char,hm Char,Table label Char,mh2 Char,Module heading 2 Char,Head 5 Char"/>
    <w:link w:val="Heading5"/>
    <w:uiPriority w:val="99"/>
    <w:rsid w:val="001E364A"/>
    <w:rPr>
      <w:b/>
      <w:bCs/>
      <w:i/>
      <w:iCs/>
      <w:sz w:val="26"/>
      <w:szCs w:val="26"/>
      <w:lang w:val="en-GB" w:eastAsia="en-GB"/>
    </w:rPr>
  </w:style>
  <w:style w:type="character" w:customStyle="1" w:styleId="Heading6Char">
    <w:name w:val="Heading 6 Char"/>
    <w:aliases w:val="rp_Heading 6 Char,DO NOT USE_h6 Char,Appendix 2 Char,rp_Heading 61 Char,rp_Heading 62 Char,rp_Heading 63 Char,rp_Heading 64 Char,rp_Heading 65 Char,rp_Heading 66 Char,rp_Heading 67 Char,H6 Char,Bullet list Char,ARC 6 Char,L6 Char"/>
    <w:link w:val="Heading6"/>
    <w:uiPriority w:val="9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pPr>
    <w:rPr>
      <w:rFonts w:cs="Times New Roman"/>
      <w:b/>
      <w:bCs/>
      <w:szCs w:val="20"/>
      <w:lang w:eastAsia="en-ZA"/>
    </w:rPr>
  </w:style>
  <w:style w:type="character" w:customStyle="1" w:styleId="level3Char">
    <w:name w:val="level3 Char"/>
    <w:link w:val="level31"/>
    <w:rsid w:val="00111C49"/>
    <w:rPr>
      <w:rFonts w:ascii="Arial" w:hAnsi="Arial"/>
      <w:b/>
      <w:bCs/>
      <w:sz w:val="22"/>
      <w:lang w:val="en-GB"/>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character" w:customStyle="1" w:styleId="level4Char">
    <w:name w:val="level4 Char"/>
    <w:basedOn w:val="DefaultParagraphFont"/>
    <w:link w:val="level40"/>
    <w:rsid w:val="00A64E8D"/>
    <w:rPr>
      <w:rFonts w:ascii="Arial" w:hAnsi="Arial"/>
      <w:sz w:val="22"/>
      <w:lang w:val="en-GB"/>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ilvl w:val="0"/>
        <w:numId w:val="0"/>
      </w:numPr>
      <w:tabs>
        <w:tab w:val="num" w:pos="2268"/>
        <w:tab w:val="left" w:pos="4253"/>
        <w:tab w:val="left" w:leader="underscore" w:pos="8222"/>
      </w:tabs>
      <w:spacing w:after="0" w:line="360" w:lineRule="auto"/>
      <w:ind w:left="2268" w:hanging="2268"/>
      <w:jc w:val="both"/>
    </w:pPr>
    <w:rPr>
      <w:rFonts w:ascii="Arial" w:hAnsi="Arial"/>
      <w:sz w:val="22"/>
      <w:szCs w:val="20"/>
      <w:lang w:eastAsia="en-ZA"/>
    </w:rPr>
  </w:style>
  <w:style w:type="paragraph" w:styleId="TOC1">
    <w:name w:val="toc 1"/>
    <w:basedOn w:val="Normal"/>
    <w:next w:val="Normal"/>
    <w:link w:val="TOC1Char"/>
    <w:autoRedefine/>
    <w:uiPriority w:val="39"/>
    <w:qFormat/>
    <w:rsid w:val="006D61FA"/>
    <w:pPr>
      <w:tabs>
        <w:tab w:val="left" w:pos="1200"/>
        <w:tab w:val="right" w:leader="dot" w:pos="8494"/>
      </w:tabs>
      <w:spacing w:before="240" w:after="120"/>
      <w:ind w:left="1134" w:hanging="1134"/>
      <w:jc w:val="both"/>
    </w:pPr>
    <w:rPr>
      <w:rFonts w:ascii="Arial" w:hAnsi="Arial" w:cs="Arial"/>
      <w:bCs/>
      <w:sz w:val="22"/>
      <w:szCs w:val="22"/>
    </w:rPr>
  </w:style>
  <w:style w:type="character" w:customStyle="1" w:styleId="TOC1Char">
    <w:name w:val="TOC 1 Char"/>
    <w:link w:val="TOC1"/>
    <w:uiPriority w:val="39"/>
    <w:rsid w:val="006D61FA"/>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PL_Bullet Level 1,List Paragraph1"/>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PL_Bullet Level 1 Char,List Paragraph1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9"/>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9"/>
      </w:numPr>
      <w:spacing w:before="120" w:after="240" w:line="360" w:lineRule="auto"/>
      <w:ind w:left="1134" w:hanging="1134"/>
      <w:jc w:val="both"/>
    </w:pPr>
    <w:rPr>
      <w:sz w:val="20"/>
      <w:szCs w:val="20"/>
      <w:lang w:val="en-ZA" w:eastAsia="en-ZA"/>
    </w:rPr>
  </w:style>
  <w:style w:type="character" w:customStyle="1" w:styleId="DM5Level2Char">
    <w:name w:val="DM5 Level 2 Char"/>
    <w:link w:val="DM5Level2"/>
    <w:rsid w:val="00945807"/>
  </w:style>
  <w:style w:type="paragraph" w:customStyle="1" w:styleId="DM5Level3">
    <w:name w:val="DM5 Level 3"/>
    <w:basedOn w:val="Normal"/>
    <w:link w:val="DM5Level3Char"/>
    <w:qFormat/>
    <w:rsid w:val="003154DE"/>
    <w:pPr>
      <w:tabs>
        <w:tab w:val="num" w:pos="567"/>
      </w:tabs>
      <w:spacing w:before="120" w:after="240" w:line="360" w:lineRule="auto"/>
      <w:ind w:left="1701" w:hanging="1701"/>
      <w:jc w:val="both"/>
    </w:pPr>
    <w:rPr>
      <w:rFonts w:ascii="Arial" w:eastAsiaTheme="minorHAnsi" w:hAnsi="Arial" w:cs="Arial"/>
      <w:sz w:val="22"/>
      <w:szCs w:val="22"/>
      <w:lang w:val="en-US" w:eastAsia="en-US"/>
    </w:rPr>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tabs>
        <w:tab w:val="num" w:pos="567"/>
      </w:tabs>
      <w:spacing w:before="120" w:after="240" w:line="360" w:lineRule="auto"/>
      <w:ind w:left="2268" w:hanging="2268"/>
      <w:jc w:val="both"/>
    </w:pPr>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9"/>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tabs>
        <w:tab w:val="num" w:pos="567"/>
      </w:tabs>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9"/>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tabs>
        <w:tab w:val="num" w:pos="567"/>
      </w:tabs>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9"/>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0"/>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0"/>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0"/>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tabs>
        <w:tab w:val="num" w:pos="2160"/>
      </w:tabs>
      <w:spacing w:before="240" w:line="360" w:lineRule="auto"/>
      <w:ind w:left="2160" w:hanging="720"/>
      <w:jc w:val="both"/>
      <w:outlineLvl w:val="3"/>
    </w:pPr>
    <w:rPr>
      <w:sz w:val="22"/>
      <w:szCs w:val="20"/>
      <w:lang w:eastAsia="en-ZA"/>
    </w:rPr>
  </w:style>
  <w:style w:type="paragraph" w:customStyle="1" w:styleId="AOHead5">
    <w:name w:val="AOHead5"/>
    <w:basedOn w:val="Normal"/>
    <w:next w:val="Normal"/>
    <w:rsid w:val="00C82EDC"/>
    <w:pPr>
      <w:tabs>
        <w:tab w:val="num" w:pos="2880"/>
      </w:tabs>
      <w:spacing w:before="240" w:line="260" w:lineRule="atLeast"/>
      <w:ind w:left="2880" w:hanging="720"/>
      <w:jc w:val="both"/>
      <w:outlineLvl w:val="4"/>
    </w:pPr>
    <w:rPr>
      <w:sz w:val="22"/>
      <w:szCs w:val="20"/>
      <w:lang w:eastAsia="en-ZA"/>
    </w:rPr>
  </w:style>
  <w:style w:type="paragraph" w:customStyle="1" w:styleId="AOHead6">
    <w:name w:val="AOHead6"/>
    <w:basedOn w:val="Normal"/>
    <w:next w:val="Normal"/>
    <w:rsid w:val="00C82EDC"/>
    <w:pPr>
      <w:tabs>
        <w:tab w:val="num" w:pos="3600"/>
      </w:tabs>
      <w:spacing w:before="240" w:line="260" w:lineRule="atLeast"/>
      <w:ind w:left="3600" w:hanging="720"/>
      <w:jc w:val="both"/>
      <w:outlineLvl w:val="5"/>
    </w:pPr>
    <w:rPr>
      <w:sz w:val="22"/>
      <w:szCs w:val="20"/>
      <w:lang w:eastAsia="en-ZA"/>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1"/>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1"/>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Clause1Head">
    <w:name w:val="Clause1Head"/>
    <w:basedOn w:val="Normal"/>
    <w:next w:val="Clause0Sub"/>
    <w:rsid w:val="0075739D"/>
    <w:pPr>
      <w:keepNext/>
      <w:numPr>
        <w:numId w:val="11"/>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1"/>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Clause7Sub">
    <w:name w:val="Clause7Sub"/>
    <w:basedOn w:val="Normal"/>
    <w:rsid w:val="0075739D"/>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Clause8Sub">
    <w:name w:val="Clause8Sub"/>
    <w:basedOn w:val="Normal"/>
    <w:rsid w:val="0075739D"/>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Clause9Sub">
    <w:name w:val="Clause9Sub"/>
    <w:basedOn w:val="Normal"/>
    <w:rsid w:val="0075739D"/>
    <w:pPr>
      <w:tabs>
        <w:tab w:val="num" w:pos="8222"/>
      </w:tabs>
      <w:spacing w:after="240" w:line="360" w:lineRule="atLeast"/>
      <w:ind w:left="8222" w:hanging="1741"/>
      <w:jc w:val="both"/>
    </w:pPr>
    <w:rPr>
      <w:rFonts w:ascii="Arial" w:eastAsia="MS Mincho" w:hAnsi="Arial"/>
      <w:sz w:val="20"/>
      <w:szCs w:val="20"/>
      <w:lang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2"/>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3"/>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3"/>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3"/>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4"/>
      </w:numPr>
      <w:spacing w:after="240"/>
    </w:pPr>
    <w:rPr>
      <w:rFonts w:ascii="Arial" w:hAnsi="Arial" w:cs="Arial"/>
      <w:sz w:val="20"/>
      <w:szCs w:val="20"/>
      <w:lang w:eastAsia="en-ZA"/>
    </w:rPr>
  </w:style>
  <w:style w:type="paragraph" w:customStyle="1" w:styleId="RD3">
    <w:name w:val="R&amp;D3"/>
    <w:basedOn w:val="Normal"/>
    <w:rsid w:val="004E37D4"/>
    <w:pPr>
      <w:numPr>
        <w:ilvl w:val="2"/>
        <w:numId w:val="14"/>
      </w:numPr>
      <w:spacing w:after="240"/>
    </w:pPr>
    <w:rPr>
      <w:rFonts w:ascii="Arial" w:hAnsi="Arial"/>
      <w:sz w:val="20"/>
      <w:szCs w:val="20"/>
      <w:lang w:eastAsia="en-ZA"/>
    </w:rPr>
  </w:style>
  <w:style w:type="paragraph" w:customStyle="1" w:styleId="RD4">
    <w:name w:val="R&amp;D4"/>
    <w:basedOn w:val="Normal"/>
    <w:rsid w:val="004E37D4"/>
    <w:pPr>
      <w:numPr>
        <w:ilvl w:val="3"/>
        <w:numId w:val="14"/>
      </w:numPr>
      <w:spacing w:after="240"/>
    </w:pPr>
    <w:rPr>
      <w:rFonts w:ascii="Arial" w:hAnsi="Arial"/>
      <w:sz w:val="20"/>
      <w:szCs w:val="20"/>
      <w:lang w:eastAsia="en-ZA"/>
    </w:rPr>
  </w:style>
  <w:style w:type="paragraph" w:customStyle="1" w:styleId="RD5">
    <w:name w:val="R&amp;D5"/>
    <w:basedOn w:val="Normal"/>
    <w:rsid w:val="004E37D4"/>
    <w:pPr>
      <w:numPr>
        <w:ilvl w:val="4"/>
        <w:numId w:val="14"/>
      </w:numPr>
      <w:spacing w:after="240"/>
    </w:pPr>
    <w:rPr>
      <w:rFonts w:ascii="Arial" w:hAnsi="Arial"/>
      <w:sz w:val="20"/>
      <w:szCs w:val="20"/>
      <w:lang w:eastAsia="en-ZA"/>
    </w:rPr>
  </w:style>
  <w:style w:type="paragraph" w:customStyle="1" w:styleId="RD6">
    <w:name w:val="R&amp;D6"/>
    <w:basedOn w:val="Normal"/>
    <w:rsid w:val="004E37D4"/>
    <w:pPr>
      <w:numPr>
        <w:ilvl w:val="5"/>
        <w:numId w:val="14"/>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customStyle="1" w:styleId="UnresolvedMention2">
    <w:name w:val="Unresolved Mention2"/>
    <w:basedOn w:val="DefaultParagraphFont"/>
    <w:uiPriority w:val="99"/>
    <w:semiHidden/>
    <w:unhideWhenUsed/>
    <w:rsid w:val="00F24BBE"/>
    <w:rPr>
      <w:color w:val="605E5C"/>
      <w:shd w:val="clear" w:color="auto" w:fill="E1DFDD"/>
    </w:rPr>
  </w:style>
  <w:style w:type="paragraph" w:customStyle="1" w:styleId="RD1">
    <w:name w:val="R&amp;D1"/>
    <w:basedOn w:val="Normal"/>
    <w:autoRedefine/>
    <w:rsid w:val="00B42510"/>
    <w:pPr>
      <w:spacing w:after="240"/>
      <w:ind w:left="720"/>
      <w:jc w:val="center"/>
    </w:pPr>
    <w:rPr>
      <w:rFonts w:ascii="Arial Bold" w:hAnsi="Arial Bold" w:cs="Arial"/>
      <w:b/>
      <w:caps/>
      <w:sz w:val="28"/>
      <w:szCs w:val="28"/>
      <w:lang w:eastAsia="en-ZA"/>
    </w:rPr>
  </w:style>
  <w:style w:type="paragraph" w:customStyle="1" w:styleId="level1-text">
    <w:name w:val="level1-text"/>
    <w:basedOn w:val="Normal"/>
    <w:rsid w:val="00B42510"/>
    <w:pPr>
      <w:spacing w:before="240" w:line="276" w:lineRule="auto"/>
      <w:ind w:left="550"/>
      <w:jc w:val="both"/>
    </w:pPr>
    <w:rPr>
      <w:rFonts w:ascii="Arial" w:hAnsi="Arial"/>
      <w:sz w:val="20"/>
      <w:szCs w:val="20"/>
      <w:lang w:eastAsia="en-ZA"/>
    </w:rPr>
  </w:style>
  <w:style w:type="character" w:customStyle="1" w:styleId="UnresolvedMention3">
    <w:name w:val="Unresolved Mention3"/>
    <w:basedOn w:val="DefaultParagraphFont"/>
    <w:uiPriority w:val="99"/>
    <w:semiHidden/>
    <w:unhideWhenUsed/>
    <w:rsid w:val="00C23293"/>
    <w:rPr>
      <w:color w:val="605E5C"/>
      <w:shd w:val="clear" w:color="auto" w:fill="E1DFDD"/>
    </w:rPr>
  </w:style>
  <w:style w:type="paragraph" w:styleId="Subtitle">
    <w:name w:val="Subtitle"/>
    <w:basedOn w:val="Normal"/>
    <w:link w:val="SubtitleChar"/>
    <w:qFormat/>
    <w:rsid w:val="001773FF"/>
    <w:pPr>
      <w:widowControl w:val="0"/>
      <w:numPr>
        <w:numId w:val="22"/>
      </w:numPr>
      <w:autoSpaceDE w:val="0"/>
      <w:autoSpaceDN w:val="0"/>
      <w:adjustRightInd w:val="0"/>
      <w:spacing w:before="240" w:after="100" w:afterAutospacing="1" w:line="360" w:lineRule="auto"/>
      <w:ind w:left="113" w:right="170" w:firstLine="0"/>
      <w:jc w:val="both"/>
    </w:pPr>
    <w:rPr>
      <w:rFonts w:ascii="Arial" w:hAnsi="Arial"/>
      <w:sz w:val="22"/>
      <w:szCs w:val="22"/>
      <w:lang w:val="en-ZA" w:eastAsia="en-US"/>
    </w:rPr>
  </w:style>
  <w:style w:type="character" w:customStyle="1" w:styleId="SubtitleChar">
    <w:name w:val="Subtitle Char"/>
    <w:basedOn w:val="DefaultParagraphFont"/>
    <w:link w:val="Subtitle"/>
    <w:rsid w:val="001773FF"/>
    <w:rPr>
      <w:rFonts w:ascii="Arial" w:hAnsi="Arial"/>
      <w:sz w:val="22"/>
      <w:szCs w:val="22"/>
      <w:lang w:eastAsia="en-US"/>
    </w:rPr>
  </w:style>
  <w:style w:type="character" w:styleId="UnresolvedMention">
    <w:name w:val="Unresolved Mention"/>
    <w:basedOn w:val="DefaultParagraphFont"/>
    <w:uiPriority w:val="99"/>
    <w:semiHidden/>
    <w:unhideWhenUsed/>
    <w:rsid w:val="00F91E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359865803">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 w:id="863245675">
      <w:bodyDiv w:val="1"/>
      <w:marLeft w:val="0"/>
      <w:marRight w:val="0"/>
      <w:marTop w:val="0"/>
      <w:marBottom w:val="0"/>
      <w:divBdr>
        <w:top w:val="none" w:sz="0" w:space="0" w:color="auto"/>
        <w:left w:val="none" w:sz="0" w:space="0" w:color="auto"/>
        <w:bottom w:val="none" w:sz="0" w:space="0" w:color="auto"/>
        <w:right w:val="none" w:sz="0" w:space="0" w:color="auto"/>
      </w:divBdr>
    </w:div>
    <w:div w:id="863861720">
      <w:bodyDiv w:val="1"/>
      <w:marLeft w:val="0"/>
      <w:marRight w:val="0"/>
      <w:marTop w:val="0"/>
      <w:marBottom w:val="0"/>
      <w:divBdr>
        <w:top w:val="none" w:sz="0" w:space="0" w:color="auto"/>
        <w:left w:val="none" w:sz="0" w:space="0" w:color="auto"/>
        <w:bottom w:val="none" w:sz="0" w:space="0" w:color="auto"/>
        <w:right w:val="none" w:sz="0" w:space="0" w:color="auto"/>
      </w:divBdr>
    </w:div>
    <w:div w:id="1090198136">
      <w:bodyDiv w:val="1"/>
      <w:marLeft w:val="0"/>
      <w:marRight w:val="0"/>
      <w:marTop w:val="0"/>
      <w:marBottom w:val="0"/>
      <w:divBdr>
        <w:top w:val="none" w:sz="0" w:space="0" w:color="auto"/>
        <w:left w:val="none" w:sz="0" w:space="0" w:color="auto"/>
        <w:bottom w:val="none" w:sz="0" w:space="0" w:color="auto"/>
        <w:right w:val="none" w:sz="0" w:space="0" w:color="auto"/>
      </w:divBdr>
    </w:div>
    <w:div w:id="1108698354">
      <w:bodyDiv w:val="1"/>
      <w:marLeft w:val="0"/>
      <w:marRight w:val="0"/>
      <w:marTop w:val="0"/>
      <w:marBottom w:val="0"/>
      <w:divBdr>
        <w:top w:val="none" w:sz="0" w:space="0" w:color="auto"/>
        <w:left w:val="none" w:sz="0" w:space="0" w:color="auto"/>
        <w:bottom w:val="none" w:sz="0" w:space="0" w:color="auto"/>
        <w:right w:val="none" w:sz="0" w:space="0" w:color="auto"/>
      </w:divBdr>
    </w:div>
    <w:div w:id="1681154348">
      <w:bodyDiv w:val="1"/>
      <w:marLeft w:val="0"/>
      <w:marRight w:val="0"/>
      <w:marTop w:val="0"/>
      <w:marBottom w:val="0"/>
      <w:divBdr>
        <w:top w:val="none" w:sz="0" w:space="0" w:color="auto"/>
        <w:left w:val="none" w:sz="0" w:space="0" w:color="auto"/>
        <w:bottom w:val="none" w:sz="0" w:space="0" w:color="auto"/>
        <w:right w:val="none" w:sz="0" w:space="0" w:color="auto"/>
      </w:divBdr>
    </w:div>
    <w:div w:id="1771122993">
      <w:bodyDiv w:val="1"/>
      <w:marLeft w:val="0"/>
      <w:marRight w:val="0"/>
      <w:marTop w:val="0"/>
      <w:marBottom w:val="0"/>
      <w:divBdr>
        <w:top w:val="none" w:sz="0" w:space="0" w:color="auto"/>
        <w:left w:val="none" w:sz="0" w:space="0" w:color="auto"/>
        <w:bottom w:val="none" w:sz="0" w:space="0" w:color="auto"/>
        <w:right w:val="none" w:sz="0" w:space="0" w:color="auto"/>
      </w:divBdr>
    </w:div>
    <w:div w:id="1925264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065869847279445925B2906A97A5738" ma:contentTypeVersion="11" ma:contentTypeDescription="Create a new document." ma:contentTypeScope="" ma:versionID="c1cd6cfcb7ab3130139184ecfca780ed">
  <xsd:schema xmlns:xsd="http://www.w3.org/2001/XMLSchema" xmlns:xs="http://www.w3.org/2001/XMLSchema" xmlns:p="http://schemas.microsoft.com/office/2006/metadata/properties" xmlns:ns3="25407ab7-590b-4900-b1a5-d2c4a6344d39" xmlns:ns4="3db1f313-b6c0-40a3-9437-7f64a5c23e89" targetNamespace="http://schemas.microsoft.com/office/2006/metadata/properties" ma:root="true" ma:fieldsID="3b245e12efea7568465da12025dd7c10" ns3:_="" ns4:_="">
    <xsd:import namespace="25407ab7-590b-4900-b1a5-d2c4a6344d39"/>
    <xsd:import namespace="3db1f313-b6c0-40a3-9437-7f64a5c23e8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407ab7-590b-4900-b1a5-d2c4a6344d3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f313-b6c0-40a3-9437-7f64a5c23e8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07EA7B-FB19-4DD6-9149-66F08F27B97E}">
  <ds:schemaRefs>
    <ds:schemaRef ds:uri="http://schemas.microsoft.com/sharepoint/v3/contenttype/forms"/>
  </ds:schemaRefs>
</ds:datastoreItem>
</file>

<file path=customXml/itemProps2.xml><?xml version="1.0" encoding="utf-8"?>
<ds:datastoreItem xmlns:ds="http://schemas.openxmlformats.org/officeDocument/2006/customXml" ds:itemID="{BAE5CDC3-42FA-4686-B068-521B29CF1D0F}">
  <ds:schemaRefs>
    <ds:schemaRef ds:uri="http://schemas.openxmlformats.org/officeDocument/2006/bibliography"/>
  </ds:schemaRefs>
</ds:datastoreItem>
</file>

<file path=customXml/itemProps3.xml><?xml version="1.0" encoding="utf-8"?>
<ds:datastoreItem xmlns:ds="http://schemas.openxmlformats.org/officeDocument/2006/customXml" ds:itemID="{AC60C4E8-1CDA-4F21-BEC2-26350CC10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407ab7-590b-4900-b1a5-d2c4a6344d39"/>
    <ds:schemaRef ds:uri="3db1f313-b6c0-40a3-9437-7f64a5c23e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6CCCFA-5947-4ABC-8B06-C490AA322A43}">
  <ds:schemaRefs>
    <ds:schemaRef ds:uri="http://schemas.microsoft.com/office/2006/metadata/properties"/>
    <ds:schemaRef ds:uri="http://www.w3.org/XML/1998/namespace"/>
    <ds:schemaRef ds:uri="25407ab7-590b-4900-b1a5-d2c4a6344d39"/>
    <ds:schemaRef ds:uri="http://purl.org/dc/elements/1.1/"/>
    <ds:schemaRef ds:uri="http://schemas.microsoft.com/office/2006/documentManagement/types"/>
    <ds:schemaRef ds:uri="http://purl.org/dc/terms/"/>
    <ds:schemaRef ds:uri="3db1f313-b6c0-40a3-9437-7f64a5c23e89"/>
    <ds:schemaRef ds:uri="http://purl.org/dc/dcmityp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4</TotalTime>
  <Pages>80</Pages>
  <Words>18350</Words>
  <Characters>104595</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122700</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subject/>
  <dc:creator>Modise</dc:creator>
  <cp:keywords/>
  <dc:description/>
  <cp:lastModifiedBy>Lerato Mahlaula</cp:lastModifiedBy>
  <cp:revision>3</cp:revision>
  <cp:lastPrinted>2022-07-01T10:03:00Z</cp:lastPrinted>
  <dcterms:created xsi:type="dcterms:W3CDTF">2022-07-01T10:02:00Z</dcterms:created>
  <dcterms:modified xsi:type="dcterms:W3CDTF">2022-07-01T10:05:00Z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0x0101005065869847279445925B2906A97A5738</vt:lpwstr>
  </property>
</Properties>
</file>